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D619A3" w:rsidP="00AD11C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AD11C8">
              <w:t>19.04</w:t>
            </w:r>
            <w:r w:rsidR="0075328D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D619A3" w:rsidP="001E1DC8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E1DC8">
              <w:t>15/4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B64538" w:rsidRDefault="00D619A3" w:rsidP="00B6453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B64538">
              <w:t>О признании утратившим</w:t>
            </w:r>
            <w:r w:rsidR="00A03899">
              <w:t>и</w:t>
            </w:r>
            <w:r w:rsidR="00B64538">
              <w:t xml:space="preserve"> силу </w:t>
            </w:r>
            <w:r w:rsidR="00A03899">
              <w:t xml:space="preserve">некоторых </w:t>
            </w:r>
            <w:r w:rsidR="00B64538">
              <w:t>решени</w:t>
            </w:r>
            <w:r w:rsidR="00A03899">
              <w:t>й</w:t>
            </w:r>
            <w:r w:rsidR="00B64538">
              <w:t xml:space="preserve"> региональной службы по тарифам </w:t>
            </w:r>
          </w:p>
          <w:p w:rsidR="0085764D" w:rsidRPr="00252D0D" w:rsidRDefault="00B64538" w:rsidP="00A03899">
            <w:pPr>
              <w:jc w:val="center"/>
            </w:pPr>
            <w:r>
              <w:t>Нижегородской области</w:t>
            </w:r>
            <w:r w:rsidR="00A03899">
              <w:t xml:space="preserve"> </w:t>
            </w:r>
            <w:r w:rsidR="00D619A3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03899" w:rsidRDefault="00A03899" w:rsidP="00DD2C81">
      <w:pPr>
        <w:tabs>
          <w:tab w:val="left" w:pos="1897"/>
        </w:tabs>
        <w:jc w:val="center"/>
        <w:rPr>
          <w:szCs w:val="28"/>
        </w:rPr>
      </w:pPr>
    </w:p>
    <w:p w:rsidR="001E1DC8" w:rsidRDefault="001E1DC8" w:rsidP="0075328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</w:p>
    <w:p w:rsidR="001E1DC8" w:rsidRDefault="001E1DC8" w:rsidP="0075328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</w:p>
    <w:p w:rsidR="00F279AF" w:rsidRPr="008A41E3" w:rsidRDefault="00F279AF" w:rsidP="0075328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279AF">
        <w:rPr>
          <w:b/>
          <w:szCs w:val="28"/>
        </w:rPr>
        <w:t>1.</w:t>
      </w:r>
      <w:r w:rsidRPr="00F279AF">
        <w:rPr>
          <w:szCs w:val="28"/>
        </w:rPr>
        <w:t xml:space="preserve"> В связи с прекращением </w:t>
      </w:r>
      <w:r w:rsidR="00A03899" w:rsidRPr="00730791">
        <w:rPr>
          <w:color w:val="000000"/>
          <w:szCs w:val="24"/>
        </w:rPr>
        <w:t>АКЦИОНЕРНЫМ ОБЩЕСТВОМ «НИЖЕГОРОДСКИЕ КОММУНАЛЬНЫЕ СИСТЕМЫ</w:t>
      </w:r>
      <w:r w:rsidR="00A03899" w:rsidRPr="00730791">
        <w:rPr>
          <w:noProof/>
          <w:szCs w:val="24"/>
        </w:rPr>
        <w:t>»</w:t>
      </w:r>
      <w:r w:rsidR="003421ED" w:rsidRPr="003421ED">
        <w:rPr>
          <w:szCs w:val="28"/>
        </w:rPr>
        <w:t xml:space="preserve"> </w:t>
      </w:r>
      <w:r w:rsidR="003421ED" w:rsidRPr="003421ED">
        <w:rPr>
          <w:noProof/>
          <w:szCs w:val="24"/>
        </w:rPr>
        <w:t>(</w:t>
      </w:r>
      <w:r w:rsidR="003421ED" w:rsidRPr="003421ED">
        <w:rPr>
          <w:bCs/>
          <w:noProof/>
          <w:szCs w:val="24"/>
        </w:rPr>
        <w:t>ИНН</w:t>
      </w:r>
      <w:r w:rsidR="003421ED" w:rsidRPr="003421ED">
        <w:rPr>
          <w:noProof/>
          <w:szCs w:val="24"/>
        </w:rPr>
        <w:t xml:space="preserve"> 5259039100)</w:t>
      </w:r>
      <w:r w:rsidR="00A03899" w:rsidRPr="00730791">
        <w:rPr>
          <w:noProof/>
          <w:szCs w:val="24"/>
        </w:rPr>
        <w:t xml:space="preserve">, </w:t>
      </w:r>
      <w:r w:rsidR="003421ED">
        <w:rPr>
          <w:noProof/>
          <w:szCs w:val="24"/>
        </w:rPr>
        <w:t xml:space="preserve">                </w:t>
      </w:r>
      <w:r w:rsidR="00A03899" w:rsidRPr="00730791">
        <w:rPr>
          <w:noProof/>
          <w:szCs w:val="24"/>
        </w:rPr>
        <w:t>г. Нижний Новгород</w:t>
      </w:r>
      <w:r w:rsidRPr="00F279AF">
        <w:rPr>
          <w:szCs w:val="28"/>
        </w:rPr>
        <w:t>, осуществления регулируемой деятельности в сфер</w:t>
      </w:r>
      <w:r w:rsidR="00A03899">
        <w:rPr>
          <w:szCs w:val="28"/>
        </w:rPr>
        <w:t xml:space="preserve">е </w:t>
      </w:r>
      <w:r w:rsidR="0075328D">
        <w:rPr>
          <w:szCs w:val="28"/>
        </w:rPr>
        <w:t>горячего водоснабжения</w:t>
      </w:r>
      <w:r w:rsidRPr="00F279AF">
        <w:rPr>
          <w:szCs w:val="28"/>
        </w:rPr>
        <w:t xml:space="preserve">, признать </w:t>
      </w:r>
      <w:r w:rsidRPr="008A41E3">
        <w:rPr>
          <w:szCs w:val="28"/>
        </w:rPr>
        <w:t>утратившими силу:</w:t>
      </w:r>
    </w:p>
    <w:p w:rsidR="00F279AF" w:rsidRDefault="00F279AF" w:rsidP="0075328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A41E3">
        <w:rPr>
          <w:szCs w:val="28"/>
        </w:rPr>
        <w:t xml:space="preserve">- </w:t>
      </w:r>
      <w:r w:rsidRPr="008A41E3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8A41E3">
        <w:rPr>
          <w:noProof/>
          <w:szCs w:val="28"/>
        </w:rPr>
        <w:br/>
        <w:t xml:space="preserve">от </w:t>
      </w:r>
      <w:r w:rsidR="00A03899">
        <w:rPr>
          <w:noProof/>
          <w:szCs w:val="28"/>
        </w:rPr>
        <w:t>30</w:t>
      </w:r>
      <w:r w:rsidR="0075328D" w:rsidRPr="008A41E3">
        <w:rPr>
          <w:noProof/>
          <w:szCs w:val="28"/>
        </w:rPr>
        <w:t xml:space="preserve"> ноября</w:t>
      </w:r>
      <w:r w:rsidRPr="008A41E3">
        <w:rPr>
          <w:noProof/>
          <w:szCs w:val="28"/>
        </w:rPr>
        <w:t xml:space="preserve"> 2015 года № </w:t>
      </w:r>
      <w:r w:rsidR="00A03899">
        <w:rPr>
          <w:noProof/>
          <w:szCs w:val="28"/>
        </w:rPr>
        <w:t>45/62</w:t>
      </w:r>
      <w:r w:rsidRPr="008A41E3">
        <w:rPr>
          <w:noProof/>
          <w:szCs w:val="28"/>
        </w:rPr>
        <w:t xml:space="preserve"> «</w:t>
      </w:r>
      <w:r w:rsidR="00A03899">
        <w:rPr>
          <w:szCs w:val="28"/>
        </w:rPr>
        <w:t>Об установлении ОТКРЫТОМУ АКЦИОНЕРНОМУ ОБЩЕСТВУ «НИЖЕГОРОДСКИЕ КОММУНАЛЬНЫЕ СИСТЕМЫ», г. Нижний Новгород, тарифов на горячую воду, поставляемую потребителям г. Дзержинск Нижегородской области с использованием закрытой системы горячего водоснабжения</w:t>
      </w:r>
      <w:r w:rsidRPr="008A41E3">
        <w:rPr>
          <w:noProof/>
          <w:szCs w:val="28"/>
        </w:rPr>
        <w:t>»</w:t>
      </w:r>
      <w:r w:rsidRPr="008A41E3">
        <w:rPr>
          <w:szCs w:val="28"/>
        </w:rPr>
        <w:t>;</w:t>
      </w:r>
    </w:p>
    <w:p w:rsidR="00F279AF" w:rsidRDefault="00F279AF" w:rsidP="00F279AF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A41E3">
        <w:rPr>
          <w:noProof/>
          <w:szCs w:val="28"/>
        </w:rPr>
        <w:t xml:space="preserve">- решение региональной службы по тарифам Нижегородской области </w:t>
      </w:r>
      <w:r w:rsidRPr="008A41E3">
        <w:rPr>
          <w:noProof/>
          <w:szCs w:val="28"/>
        </w:rPr>
        <w:br/>
        <w:t xml:space="preserve">от </w:t>
      </w:r>
      <w:r w:rsidR="00A03899">
        <w:rPr>
          <w:noProof/>
          <w:szCs w:val="28"/>
        </w:rPr>
        <w:t>16 декабря</w:t>
      </w:r>
      <w:r w:rsidRPr="008A41E3">
        <w:rPr>
          <w:noProof/>
          <w:szCs w:val="28"/>
        </w:rPr>
        <w:t xml:space="preserve"> 2016 года № </w:t>
      </w:r>
      <w:r w:rsidR="00A03899">
        <w:rPr>
          <w:noProof/>
          <w:szCs w:val="28"/>
        </w:rPr>
        <w:t>52/18</w:t>
      </w:r>
      <w:r w:rsidRPr="008A41E3">
        <w:rPr>
          <w:noProof/>
          <w:szCs w:val="28"/>
        </w:rPr>
        <w:t xml:space="preserve"> «</w:t>
      </w:r>
      <w:r w:rsidR="00A03899">
        <w:rPr>
          <w:szCs w:val="28"/>
        </w:rPr>
        <w:t>О внесении изменений в решение региональной службы по тарифам Нижегородской области от 30 ноября 2015 года № 45/62 «Об установлении ОТКРЫТОМУ АКЦИОНЕРНОМУ ОБЩЕСТВУ «НИЖЕГОРОДСКИЕ КОММУНАЛЬНЫЕ СИСТЕМЫ», г. Нижний Новгород, тарифов на горячую воду, поставляемую потребителям г. Дзержинск Нижегородской области с использованием закрытой системы горячего водоснабжения</w:t>
      </w:r>
      <w:r w:rsidR="0075328D" w:rsidRPr="008A41E3">
        <w:rPr>
          <w:szCs w:val="28"/>
        </w:rPr>
        <w:t>»;</w:t>
      </w:r>
    </w:p>
    <w:p w:rsidR="00A03899" w:rsidRDefault="00A03899" w:rsidP="00A038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- </w:t>
      </w:r>
      <w:r w:rsidRPr="008A41E3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8A41E3">
        <w:rPr>
          <w:noProof/>
          <w:szCs w:val="28"/>
        </w:rPr>
        <w:br/>
        <w:t xml:space="preserve">от </w:t>
      </w:r>
      <w:r>
        <w:rPr>
          <w:noProof/>
          <w:szCs w:val="28"/>
        </w:rPr>
        <w:t>19 декабря 2017</w:t>
      </w:r>
      <w:r w:rsidRPr="008A41E3">
        <w:rPr>
          <w:noProof/>
          <w:szCs w:val="28"/>
        </w:rPr>
        <w:t xml:space="preserve"> года № </w:t>
      </w:r>
      <w:r>
        <w:rPr>
          <w:noProof/>
          <w:szCs w:val="28"/>
        </w:rPr>
        <w:t>66/46 «</w:t>
      </w:r>
      <w:r>
        <w:rPr>
          <w:szCs w:val="28"/>
        </w:rPr>
        <w:t>О внесении изменений в решение региональной службы по тарифам Нижегородской области от 30 ноября 2015 года № 45/62 «Об установлении АКЦИОНЕРНОМУ ОБЩЕСТВУ «НИЖЕГОРОДСКИЕ КОММУНАЛЬНЫЕ СИСТЕМЫ», г. Нижний Новгород, тарифов на горячую в</w:t>
      </w:r>
      <w:bookmarkStart w:id="2" w:name="_GoBack"/>
      <w:bookmarkEnd w:id="2"/>
      <w:r>
        <w:rPr>
          <w:szCs w:val="28"/>
        </w:rPr>
        <w:t>оду, поставляемую потребителям г. Дзержинск Нижегородской области с использованием закрытой системы горячего водоснабжения».</w:t>
      </w:r>
      <w:proofErr w:type="gramEnd"/>
    </w:p>
    <w:p w:rsidR="00F279AF" w:rsidRPr="008A41E3" w:rsidRDefault="0075328D" w:rsidP="0075328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6255FA">
        <w:rPr>
          <w:b/>
          <w:szCs w:val="28"/>
        </w:rPr>
        <w:lastRenderedPageBreak/>
        <w:t>2</w:t>
      </w:r>
      <w:r w:rsidR="00F279AF" w:rsidRPr="006255FA">
        <w:rPr>
          <w:b/>
          <w:szCs w:val="28"/>
        </w:rPr>
        <w:t>.</w:t>
      </w:r>
      <w:r w:rsidR="00F279AF" w:rsidRPr="008A41E3">
        <w:rPr>
          <w:szCs w:val="28"/>
        </w:rPr>
        <w:t xml:space="preserve"> Настоящее решение вступает в силу со дня его принятия.</w:t>
      </w:r>
    </w:p>
    <w:p w:rsidR="001E1DC8" w:rsidRDefault="001E1DC8" w:rsidP="00344013">
      <w:pPr>
        <w:tabs>
          <w:tab w:val="left" w:pos="1897"/>
        </w:tabs>
        <w:spacing w:line="276" w:lineRule="auto"/>
        <w:rPr>
          <w:szCs w:val="28"/>
        </w:rPr>
      </w:pPr>
    </w:p>
    <w:p w:rsidR="001E1DC8" w:rsidRDefault="001E1DC8" w:rsidP="00344013">
      <w:pPr>
        <w:tabs>
          <w:tab w:val="left" w:pos="1897"/>
        </w:tabs>
        <w:spacing w:line="276" w:lineRule="auto"/>
        <w:rPr>
          <w:szCs w:val="28"/>
        </w:rPr>
      </w:pPr>
    </w:p>
    <w:p w:rsidR="00344013" w:rsidRDefault="00AD11C8" w:rsidP="0034401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И.о.р</w:t>
      </w:r>
      <w:r w:rsidR="00344013">
        <w:rPr>
          <w:szCs w:val="28"/>
        </w:rPr>
        <w:t>уководител</w:t>
      </w:r>
      <w:r>
        <w:rPr>
          <w:szCs w:val="28"/>
        </w:rPr>
        <w:t>я</w:t>
      </w:r>
      <w:r w:rsidR="00344013">
        <w:rPr>
          <w:szCs w:val="28"/>
        </w:rPr>
        <w:t xml:space="preserve"> слу</w:t>
      </w:r>
      <w:r>
        <w:rPr>
          <w:szCs w:val="28"/>
        </w:rPr>
        <w:t>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Ю.Л.Алешина</w:t>
      </w:r>
    </w:p>
    <w:p w:rsidR="00D52BC1" w:rsidRDefault="00D52BC1" w:rsidP="00344013">
      <w:pPr>
        <w:tabs>
          <w:tab w:val="left" w:pos="1897"/>
        </w:tabs>
        <w:spacing w:line="276" w:lineRule="auto"/>
        <w:rPr>
          <w:szCs w:val="28"/>
        </w:rPr>
      </w:pPr>
    </w:p>
    <w:sectPr w:rsidR="00D52BC1" w:rsidSect="001E1DC8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C1" w:rsidRDefault="00D52BC1">
      <w:r>
        <w:separator/>
      </w:r>
    </w:p>
  </w:endnote>
  <w:endnote w:type="continuationSeparator" w:id="0">
    <w:p w:rsidR="00D52BC1" w:rsidRDefault="00D5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C1" w:rsidRDefault="00D52BC1">
      <w:r>
        <w:separator/>
      </w:r>
    </w:p>
  </w:footnote>
  <w:footnote w:type="continuationSeparator" w:id="0">
    <w:p w:rsidR="00D52BC1" w:rsidRDefault="00D52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D619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2BC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2BC1" w:rsidRDefault="00D52B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D619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2BC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1DC8">
      <w:rPr>
        <w:rStyle w:val="a9"/>
        <w:noProof/>
      </w:rPr>
      <w:t>2</w:t>
    </w:r>
    <w:r>
      <w:rPr>
        <w:rStyle w:val="a9"/>
      </w:rPr>
      <w:fldChar w:fldCharType="end"/>
    </w:r>
  </w:p>
  <w:p w:rsidR="00D52BC1" w:rsidRDefault="00D52B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1E1DC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52BC1" w:rsidRPr="00E52B15" w:rsidRDefault="00D52BC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52BC1" w:rsidRPr="00561114" w:rsidRDefault="00D52BC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52BC1" w:rsidRPr="00561114" w:rsidRDefault="00D52BC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52BC1" w:rsidRPr="000F7B5C" w:rsidRDefault="00D52BC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52BC1" w:rsidRPr="000F7B5C" w:rsidRDefault="00D52BC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52BC1" w:rsidRDefault="00D52BC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52BC1" w:rsidRDefault="00D52BC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52BC1" w:rsidRPr="002B6128" w:rsidRDefault="00D52BC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52BC1" w:rsidRDefault="00D52BC1" w:rsidP="00276416">
                <w:pPr>
                  <w:ind w:right="-70"/>
                  <w:rPr>
                    <w:sz w:val="20"/>
                  </w:rPr>
                </w:pPr>
              </w:p>
              <w:p w:rsidR="00D52BC1" w:rsidRPr="001772E6" w:rsidRDefault="00D52BC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52BC1" w:rsidRDefault="00D52BC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534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4CAE"/>
    <w:rsid w:val="00155407"/>
    <w:rsid w:val="00155782"/>
    <w:rsid w:val="00155AB6"/>
    <w:rsid w:val="00156185"/>
    <w:rsid w:val="001565BE"/>
    <w:rsid w:val="00156FD2"/>
    <w:rsid w:val="00160550"/>
    <w:rsid w:val="0016188A"/>
    <w:rsid w:val="00163069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DB2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1142"/>
    <w:rsid w:val="001E1DC8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1ED"/>
    <w:rsid w:val="0034258D"/>
    <w:rsid w:val="00342ECE"/>
    <w:rsid w:val="003436A2"/>
    <w:rsid w:val="003436B4"/>
    <w:rsid w:val="00344013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1CA8"/>
    <w:rsid w:val="00362AD8"/>
    <w:rsid w:val="003632AA"/>
    <w:rsid w:val="00364DC7"/>
    <w:rsid w:val="00365621"/>
    <w:rsid w:val="00365AD4"/>
    <w:rsid w:val="00365B6E"/>
    <w:rsid w:val="00366330"/>
    <w:rsid w:val="00366EA9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76F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5FA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3A6D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92B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1B1C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28D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8A3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1E3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588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0C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A7BD8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899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77EE5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1C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4538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2C1D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40DC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3B07"/>
    <w:rsid w:val="00D04B35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70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2BC1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9A3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4DCB"/>
    <w:rsid w:val="00DE54B1"/>
    <w:rsid w:val="00DE6801"/>
    <w:rsid w:val="00DF0B70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532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279AF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uiPriority w:val="99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47</TotalTime>
  <Pages>2</Pages>
  <Words>214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13</cp:revision>
  <cp:lastPrinted>2017-06-28T11:54:00Z</cp:lastPrinted>
  <dcterms:created xsi:type="dcterms:W3CDTF">2017-11-24T07:40:00Z</dcterms:created>
  <dcterms:modified xsi:type="dcterms:W3CDTF">2018-04-19T07:55:00Z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