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2A102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72322">
              <w:t>2</w:t>
            </w:r>
            <w:r w:rsidR="002A1029">
              <w:t>4</w:t>
            </w:r>
            <w:r w:rsidR="009E766D">
              <w:t>.</w:t>
            </w:r>
            <w:r w:rsidR="002A1029">
              <w:t>10</w:t>
            </w:r>
            <w:r w:rsidR="009E766D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69322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693221">
              <w:t>41</w:t>
            </w:r>
            <w:r w:rsidR="00693221">
              <w:rPr>
                <w:lang w:val="en-US"/>
              </w:rPr>
              <w:t>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2A102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EF47AC" w:rsidRPr="00EF47AC">
              <w:t xml:space="preserve">Об установлении </w:t>
            </w:r>
            <w:r w:rsidR="002A1029">
              <w:t>ОБЩЕСТВУ С ОГРАНИЧЕННОЙ ОТВЕТСТВЕННОСТЬЮ</w:t>
            </w:r>
            <w:r w:rsidR="00C72322" w:rsidRPr="00C72322">
              <w:t xml:space="preserve"> «</w:t>
            </w:r>
            <w:r w:rsidR="002A1029">
              <w:t>ЛЕСПРОМ</w:t>
            </w:r>
            <w:r w:rsidR="00C72322" w:rsidRPr="00C72322">
              <w:t xml:space="preserve">» (ИНН </w:t>
            </w:r>
            <w:r w:rsidR="002A1029" w:rsidRPr="002A1029">
              <w:t>5234004176</w:t>
            </w:r>
            <w:r w:rsidR="00C72322" w:rsidRPr="00C72322">
              <w:t xml:space="preserve">), </w:t>
            </w:r>
            <w:r w:rsidR="002A1029">
              <w:t>р.п. Тоншаево</w:t>
            </w:r>
            <w:r w:rsidR="00C72322" w:rsidRPr="00C72322">
              <w:t xml:space="preserve"> Нижегородской области</w:t>
            </w:r>
            <w:r w:rsidR="00EF47AC" w:rsidRPr="00EF47AC">
              <w:t xml:space="preserve">, тарифов </w:t>
            </w:r>
            <w:r w:rsidR="009E766D" w:rsidRPr="009E766D">
              <w:t xml:space="preserve">на тепловую энергию (мощность), поставляемую </w:t>
            </w:r>
            <w:r w:rsidR="009E766D">
              <w:t>п</w:t>
            </w:r>
            <w:r w:rsidR="009E766D" w:rsidRPr="009E766D">
              <w:t>отребителям</w:t>
            </w:r>
            <w:r w:rsidR="00C72322">
              <w:t xml:space="preserve"> </w:t>
            </w:r>
            <w:r w:rsidR="002A1029">
              <w:t>Тоншаевского муниципального района</w:t>
            </w:r>
            <w:r w:rsidR="00C72322">
              <w:t xml:space="preserve"> Нижегородской области</w:t>
            </w:r>
            <w:r w:rsidR="009E766D" w:rsidRPr="009E766D">
              <w:t xml:space="preserve">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DF0E2A" w:rsidRDefault="00DF0E2A" w:rsidP="00DD2C81">
      <w:pPr>
        <w:tabs>
          <w:tab w:val="left" w:pos="1897"/>
        </w:tabs>
        <w:jc w:val="center"/>
        <w:rPr>
          <w:bCs/>
          <w:szCs w:val="28"/>
        </w:rPr>
      </w:pPr>
    </w:p>
    <w:p w:rsidR="00740FF7" w:rsidRDefault="00740FF7" w:rsidP="00DD2C81">
      <w:pPr>
        <w:tabs>
          <w:tab w:val="left" w:pos="1897"/>
        </w:tabs>
        <w:jc w:val="center"/>
        <w:rPr>
          <w:szCs w:val="28"/>
        </w:rPr>
      </w:pPr>
    </w:p>
    <w:p w:rsidR="00DA4AC4" w:rsidRPr="009E766D" w:rsidRDefault="00EF47AC" w:rsidP="00E545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EF47AC">
        <w:t xml:space="preserve">В </w:t>
      </w:r>
      <w:r w:rsidRPr="00F63D9B">
        <w:rPr>
          <w:szCs w:val="28"/>
        </w:rPr>
        <w:t>соответствии с Федераль</w:t>
      </w:r>
      <w:r w:rsidR="00FB6B37" w:rsidRPr="00F63D9B">
        <w:rPr>
          <w:szCs w:val="28"/>
        </w:rPr>
        <w:t>ным законом от 27 июля 2010 г.</w:t>
      </w:r>
      <w:r w:rsidRPr="00F63D9B">
        <w:rPr>
          <w:szCs w:val="28"/>
        </w:rPr>
        <w:t xml:space="preserve"> № 190-ФЗ «О теплоснабжении», </w:t>
      </w:r>
      <w:r w:rsidR="00E5357F" w:rsidRPr="00F63D9B">
        <w:rPr>
          <w:bCs/>
          <w:szCs w:val="28"/>
        </w:rPr>
        <w:t xml:space="preserve">Федеральным </w:t>
      </w:r>
      <w:hyperlink r:id="rId11" w:history="1">
        <w:r w:rsidR="00E5357F" w:rsidRPr="00F63D9B">
          <w:rPr>
            <w:bCs/>
            <w:szCs w:val="28"/>
          </w:rPr>
          <w:t>законом</w:t>
        </w:r>
      </w:hyperlink>
      <w:r w:rsidR="00E5357F" w:rsidRPr="00F63D9B">
        <w:rPr>
          <w:bCs/>
          <w:szCs w:val="28"/>
        </w:rPr>
        <w:t xml:space="preserve"> от 21 июля 2005 </w:t>
      </w:r>
      <w:r w:rsidR="00E5357F">
        <w:rPr>
          <w:bCs/>
          <w:szCs w:val="28"/>
        </w:rPr>
        <w:t xml:space="preserve">г. № 115-ФЗ </w:t>
      </w:r>
      <w:r w:rsidR="00E5357F">
        <w:rPr>
          <w:bCs/>
          <w:szCs w:val="28"/>
        </w:rPr>
        <w:br/>
        <w:t>«О</w:t>
      </w:r>
      <w:r w:rsidR="00E5357F" w:rsidRPr="00F63D9B">
        <w:rPr>
          <w:bCs/>
          <w:szCs w:val="28"/>
        </w:rPr>
        <w:t xml:space="preserve"> концессионных соглашениях</w:t>
      </w:r>
      <w:r w:rsidR="00E5357F">
        <w:rPr>
          <w:bCs/>
          <w:szCs w:val="28"/>
        </w:rPr>
        <w:t>»</w:t>
      </w:r>
      <w:r w:rsidR="00E5357F" w:rsidRPr="00F63D9B">
        <w:rPr>
          <w:bCs/>
          <w:szCs w:val="28"/>
        </w:rPr>
        <w:t>,</w:t>
      </w:r>
      <w:r w:rsidR="00E5357F" w:rsidRPr="00F63D9B">
        <w:rPr>
          <w:szCs w:val="28"/>
        </w:rPr>
        <w:t xml:space="preserve"> </w:t>
      </w:r>
      <w:r w:rsidRPr="00F63D9B">
        <w:rPr>
          <w:szCs w:val="28"/>
        </w:rPr>
        <w:t xml:space="preserve">постановлением Правительства Российской Федерации </w:t>
      </w:r>
      <w:r w:rsidR="00FB6B37" w:rsidRPr="00F63D9B">
        <w:rPr>
          <w:szCs w:val="28"/>
        </w:rPr>
        <w:t>от 22 октября 2012 г.</w:t>
      </w:r>
      <w:r w:rsidRPr="00F63D9B">
        <w:rPr>
          <w:szCs w:val="28"/>
        </w:rPr>
        <w:t xml:space="preserve"> № 1075 «</w:t>
      </w:r>
      <w:r w:rsidRPr="00EF47AC">
        <w:t xml:space="preserve">О ценообразовании в сфере теплоснабжения» и на основании рассмотрения расчетных и обосновывающих материалов, представленных </w:t>
      </w:r>
      <w:r w:rsidR="002A1029">
        <w:rPr>
          <w:szCs w:val="28"/>
        </w:rPr>
        <w:t>ОБЩЕСТВОМ С ОГРАНИЧЕННОЙ ОТВЕТСТВЕННОСТЬЮ</w:t>
      </w:r>
      <w:r w:rsidR="00C72322">
        <w:rPr>
          <w:szCs w:val="28"/>
        </w:rPr>
        <w:t xml:space="preserve"> «</w:t>
      </w:r>
      <w:r w:rsidR="002A1029">
        <w:rPr>
          <w:szCs w:val="28"/>
        </w:rPr>
        <w:t>ЛЕСПРОМ</w:t>
      </w:r>
      <w:r w:rsidR="00C72322" w:rsidRPr="00C72322">
        <w:rPr>
          <w:szCs w:val="28"/>
        </w:rPr>
        <w:t xml:space="preserve">» (ИНН </w:t>
      </w:r>
      <w:r w:rsidR="002A1029">
        <w:rPr>
          <w:color w:val="000000"/>
          <w:szCs w:val="28"/>
          <w:shd w:val="clear" w:color="auto" w:fill="FFFFFF"/>
        </w:rPr>
        <w:t>5234004176</w:t>
      </w:r>
      <w:r w:rsidR="00C72322" w:rsidRPr="00C72322">
        <w:rPr>
          <w:color w:val="000000"/>
          <w:szCs w:val="28"/>
          <w:shd w:val="clear" w:color="auto" w:fill="FFFFFF"/>
        </w:rPr>
        <w:t>)</w:t>
      </w:r>
      <w:r w:rsidR="00C72322" w:rsidRPr="00C72322">
        <w:rPr>
          <w:szCs w:val="28"/>
        </w:rPr>
        <w:t xml:space="preserve">, </w:t>
      </w:r>
      <w:proofErr w:type="spellStart"/>
      <w:r w:rsidR="002A1029">
        <w:rPr>
          <w:szCs w:val="28"/>
        </w:rPr>
        <w:t>р.п</w:t>
      </w:r>
      <w:proofErr w:type="spellEnd"/>
      <w:r w:rsidR="002A1029">
        <w:rPr>
          <w:szCs w:val="28"/>
        </w:rPr>
        <w:t>.</w:t>
      </w:r>
      <w:proofErr w:type="gramEnd"/>
      <w:r w:rsidR="002A1029">
        <w:rPr>
          <w:szCs w:val="28"/>
        </w:rPr>
        <w:t xml:space="preserve"> Тоншаево</w:t>
      </w:r>
      <w:r w:rsidR="00C72322" w:rsidRPr="00C72322">
        <w:rPr>
          <w:szCs w:val="28"/>
        </w:rPr>
        <w:t xml:space="preserve"> Нижегородской области</w:t>
      </w:r>
      <w:r w:rsidRPr="00C72322">
        <w:rPr>
          <w:szCs w:val="28"/>
        </w:rPr>
        <w:t xml:space="preserve">, экспертного заключения </w:t>
      </w:r>
      <w:r w:rsidR="00DA4AC4" w:rsidRPr="00AA42FF">
        <w:rPr>
          <w:szCs w:val="28"/>
        </w:rPr>
        <w:t>рег. </w:t>
      </w:r>
      <w:r w:rsidR="00DA4AC4" w:rsidRPr="00EB6DC2">
        <w:rPr>
          <w:szCs w:val="28"/>
        </w:rPr>
        <w:t>№ в</w:t>
      </w:r>
      <w:r w:rsidR="009E766D" w:rsidRPr="00EB6DC2">
        <w:rPr>
          <w:szCs w:val="28"/>
        </w:rPr>
        <w:t>-</w:t>
      </w:r>
      <w:r w:rsidR="00EB6DC2" w:rsidRPr="00EB6DC2">
        <w:rPr>
          <w:szCs w:val="28"/>
        </w:rPr>
        <w:t>255</w:t>
      </w:r>
      <w:r w:rsidR="00EB6DC2">
        <w:rPr>
          <w:szCs w:val="28"/>
        </w:rPr>
        <w:t xml:space="preserve"> </w:t>
      </w:r>
      <w:r w:rsidR="00DA4AC4" w:rsidRPr="00F63D9B">
        <w:rPr>
          <w:szCs w:val="28"/>
        </w:rPr>
        <w:t xml:space="preserve">от </w:t>
      </w:r>
      <w:r w:rsidR="00F63D9B" w:rsidRPr="00F63D9B">
        <w:rPr>
          <w:szCs w:val="28"/>
        </w:rPr>
        <w:t>17 октября</w:t>
      </w:r>
      <w:r w:rsidR="00394555">
        <w:rPr>
          <w:szCs w:val="28"/>
        </w:rPr>
        <w:t xml:space="preserve"> </w:t>
      </w:r>
      <w:r w:rsidR="00DA4AC4" w:rsidRPr="00F63D9B">
        <w:t>201</w:t>
      </w:r>
      <w:r w:rsidR="009E766D" w:rsidRPr="00F63D9B">
        <w:t>8</w:t>
      </w:r>
      <w:r w:rsidR="00FB6B37" w:rsidRPr="00F63D9B">
        <w:t xml:space="preserve"> г.</w:t>
      </w:r>
      <w:r w:rsidR="00DA4AC4" w:rsidRPr="00F63D9B">
        <w:t>:</w:t>
      </w:r>
    </w:p>
    <w:p w:rsidR="00740FF7" w:rsidRPr="00E5357F" w:rsidRDefault="00EF47AC" w:rsidP="00E54537">
      <w:pPr>
        <w:pStyle w:val="ac"/>
        <w:spacing w:line="276" w:lineRule="auto"/>
        <w:ind w:firstLine="709"/>
        <w:rPr>
          <w:bCs/>
        </w:rPr>
      </w:pPr>
      <w:r w:rsidRPr="00EF47AC">
        <w:rPr>
          <w:b/>
        </w:rPr>
        <w:t>1.</w:t>
      </w:r>
      <w:r w:rsidRPr="00EF47AC">
        <w:t xml:space="preserve"> Установить </w:t>
      </w:r>
      <w:r w:rsidR="002A1029">
        <w:t>ОБЩЕСТВУ С ОГРАНИЧЕННОЙ ОТВЕТСТВЕННОСТЬЮ «ЛЕСПРОМ</w:t>
      </w:r>
      <w:r w:rsidR="002A1029" w:rsidRPr="00C72322">
        <w:t xml:space="preserve">» (ИНН </w:t>
      </w:r>
      <w:r w:rsidR="002A1029">
        <w:rPr>
          <w:color w:val="000000"/>
          <w:shd w:val="clear" w:color="auto" w:fill="FFFFFF"/>
        </w:rPr>
        <w:t>5234004176</w:t>
      </w:r>
      <w:r w:rsidR="002A1029" w:rsidRPr="00C72322">
        <w:rPr>
          <w:color w:val="000000"/>
          <w:shd w:val="clear" w:color="auto" w:fill="FFFFFF"/>
        </w:rPr>
        <w:t>)</w:t>
      </w:r>
      <w:r w:rsidR="002A1029" w:rsidRPr="00C72322">
        <w:t xml:space="preserve">, </w:t>
      </w:r>
      <w:proofErr w:type="spellStart"/>
      <w:r w:rsidR="002A1029">
        <w:t>р.п</w:t>
      </w:r>
      <w:proofErr w:type="spellEnd"/>
      <w:r w:rsidR="002A1029">
        <w:t>. Тоншаево</w:t>
      </w:r>
      <w:r w:rsidR="002A1029" w:rsidRPr="00C72322">
        <w:t xml:space="preserve"> Нижегородской области</w:t>
      </w:r>
      <w:r w:rsidRPr="00EF47AC">
        <w:t xml:space="preserve">, тарифы на тепловую энергию (мощность), поставляемую потребителям </w:t>
      </w:r>
      <w:r w:rsidR="002A1029">
        <w:t xml:space="preserve">                       </w:t>
      </w:r>
      <w:proofErr w:type="spellStart"/>
      <w:r w:rsidR="002A1029">
        <w:t>Тоншаевского</w:t>
      </w:r>
      <w:proofErr w:type="spellEnd"/>
      <w:r w:rsidR="002A1029">
        <w:t xml:space="preserve"> </w:t>
      </w:r>
      <w:r w:rsidR="002A1029" w:rsidRPr="00E5357F">
        <w:t>муниципального района</w:t>
      </w:r>
      <w:r w:rsidR="0045437D" w:rsidRPr="00E5357F">
        <w:t xml:space="preserve"> </w:t>
      </w:r>
      <w:r w:rsidRPr="00E5357F">
        <w:t>Нижегородской области</w:t>
      </w:r>
      <w:r w:rsidR="00740FF7" w:rsidRPr="00E5357F">
        <w:rPr>
          <w:bCs/>
        </w:rPr>
        <w:t>,</w:t>
      </w:r>
      <w:r w:rsidR="00740FF7" w:rsidRPr="00E5357F">
        <w:t xml:space="preserve"> </w:t>
      </w:r>
      <w:r w:rsidR="00FA0BDD">
        <w:rPr>
          <w:bCs/>
        </w:rPr>
        <w:t>согласно Приложению</w:t>
      </w:r>
      <w:r w:rsidR="00740FF7" w:rsidRPr="00E5357F">
        <w:rPr>
          <w:bCs/>
        </w:rPr>
        <w:t>.</w:t>
      </w:r>
    </w:p>
    <w:p w:rsidR="00E5357F" w:rsidRPr="00E5357F" w:rsidRDefault="0073088C" w:rsidP="00E54537">
      <w:pPr>
        <w:pStyle w:val="ac"/>
        <w:spacing w:line="276" w:lineRule="auto"/>
        <w:ind w:firstLine="709"/>
      </w:pPr>
      <w:r>
        <w:rPr>
          <w:b/>
        </w:rPr>
        <w:t>2</w:t>
      </w:r>
      <w:r w:rsidR="00EF47AC" w:rsidRPr="00E5357F">
        <w:rPr>
          <w:b/>
        </w:rPr>
        <w:t>.</w:t>
      </w:r>
      <w:r w:rsidR="00EF47AC" w:rsidRPr="00E5357F">
        <w:t xml:space="preserve"> </w:t>
      </w:r>
      <w:r w:rsidR="00506A0A" w:rsidRPr="00E5357F">
        <w:t xml:space="preserve">ОБЩЕСТВО С ОГРАНИЧЕННОЙ ОТВЕТСТВЕННОСТЬЮ «ЛЕСПРОМ» (ИНН </w:t>
      </w:r>
      <w:r w:rsidR="00506A0A" w:rsidRPr="00E5357F">
        <w:rPr>
          <w:color w:val="000000"/>
          <w:shd w:val="clear" w:color="auto" w:fill="FFFFFF"/>
        </w:rPr>
        <w:t>5234004176)</w:t>
      </w:r>
      <w:r w:rsidR="00506A0A" w:rsidRPr="00E5357F">
        <w:t xml:space="preserve">, </w:t>
      </w:r>
      <w:proofErr w:type="spellStart"/>
      <w:r w:rsidR="00506A0A" w:rsidRPr="00E5357F">
        <w:t>р.п</w:t>
      </w:r>
      <w:proofErr w:type="spellEnd"/>
      <w:r w:rsidR="00506A0A" w:rsidRPr="00E5357F">
        <w:t>. Тоншаево Нижегородской области</w:t>
      </w:r>
      <w:r w:rsidR="00E5357F" w:rsidRPr="00E5357F">
        <w:t xml:space="preserve">, применяет упрощенную систему налогообложения, с учетом </w:t>
      </w:r>
      <w:hyperlink r:id="rId12" w:history="1">
        <w:r w:rsidR="00E5357F" w:rsidRPr="00E5357F">
          <w:rPr>
            <w:rStyle w:val="a7"/>
          </w:rPr>
          <w:t>ст. 174</w:t>
        </w:r>
        <w:r w:rsidR="00E5357F" w:rsidRPr="00E5357F">
          <w:rPr>
            <w:rStyle w:val="a7"/>
            <w:vertAlign w:val="superscript"/>
          </w:rPr>
          <w:t>1</w:t>
        </w:r>
        <w:r w:rsidR="00E5357F" w:rsidRPr="00E5357F">
          <w:rPr>
            <w:rStyle w:val="a7"/>
          </w:rPr>
          <w:t xml:space="preserve"> </w:t>
        </w:r>
      </w:hyperlink>
      <w:r w:rsidR="00E5357F" w:rsidRPr="00E5357F">
        <w:t>Налогового кодекса Российской Федерации является плательщиком НДС при совершении операций в соответствии с концессионным</w:t>
      </w:r>
      <w:r w:rsidR="00993476">
        <w:t>и соглашениями</w:t>
      </w:r>
      <w:r w:rsidR="00E5357F" w:rsidRPr="00E5357F">
        <w:t>.</w:t>
      </w:r>
    </w:p>
    <w:p w:rsidR="00EF47AC" w:rsidRPr="00E5357F" w:rsidRDefault="0073088C" w:rsidP="00E5357F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Cs w:val="28"/>
        </w:rPr>
      </w:pPr>
      <w:r w:rsidRPr="0073088C">
        <w:rPr>
          <w:b/>
          <w:szCs w:val="28"/>
        </w:rPr>
        <w:t>3</w:t>
      </w:r>
      <w:r w:rsidR="00EF47AC" w:rsidRPr="0073088C">
        <w:rPr>
          <w:b/>
          <w:szCs w:val="28"/>
        </w:rPr>
        <w:t>.</w:t>
      </w:r>
      <w:r w:rsidR="00EF47AC" w:rsidRPr="00E5357F">
        <w:rPr>
          <w:b/>
          <w:i/>
          <w:szCs w:val="28"/>
        </w:rPr>
        <w:t xml:space="preserve">  </w:t>
      </w:r>
      <w:r w:rsidR="00EF47AC" w:rsidRPr="00E5357F">
        <w:rPr>
          <w:szCs w:val="28"/>
        </w:rPr>
        <w:t>Тарифы, установленные пункт</w:t>
      </w:r>
      <w:r w:rsidR="0045437D" w:rsidRPr="00E5357F">
        <w:rPr>
          <w:szCs w:val="28"/>
        </w:rPr>
        <w:t>ом</w:t>
      </w:r>
      <w:r>
        <w:rPr>
          <w:szCs w:val="28"/>
        </w:rPr>
        <w:t xml:space="preserve"> 1</w:t>
      </w:r>
      <w:r w:rsidR="00EF47AC" w:rsidRPr="00E5357F">
        <w:rPr>
          <w:szCs w:val="28"/>
        </w:rPr>
        <w:t xml:space="preserve"> настоящего решения, действуют </w:t>
      </w:r>
      <w:r w:rsidR="0045437D" w:rsidRPr="00E5357F">
        <w:rPr>
          <w:szCs w:val="28"/>
        </w:rPr>
        <w:br/>
      </w:r>
      <w:r w:rsidR="00EF47AC" w:rsidRPr="00E5357F">
        <w:rPr>
          <w:szCs w:val="28"/>
        </w:rPr>
        <w:t>с 1 </w:t>
      </w:r>
      <w:r w:rsidR="001D4F78" w:rsidRPr="00E5357F">
        <w:rPr>
          <w:szCs w:val="28"/>
        </w:rPr>
        <w:t>ноября 2018</w:t>
      </w:r>
      <w:r w:rsidR="00FB6B37" w:rsidRPr="00E5357F">
        <w:rPr>
          <w:szCs w:val="28"/>
        </w:rPr>
        <w:t xml:space="preserve"> г.</w:t>
      </w:r>
      <w:r w:rsidR="00EF47AC" w:rsidRPr="00E5357F">
        <w:rPr>
          <w:szCs w:val="28"/>
        </w:rPr>
        <w:t xml:space="preserve"> по 31 декабря 202</w:t>
      </w:r>
      <w:r w:rsidR="0045437D" w:rsidRPr="00E5357F">
        <w:rPr>
          <w:szCs w:val="28"/>
        </w:rPr>
        <w:t>1</w:t>
      </w:r>
      <w:r w:rsidR="00FB6B37" w:rsidRPr="00E5357F">
        <w:rPr>
          <w:szCs w:val="28"/>
        </w:rPr>
        <w:t xml:space="preserve"> г.</w:t>
      </w:r>
      <w:r w:rsidR="00EF47AC" w:rsidRPr="00E5357F">
        <w:rPr>
          <w:szCs w:val="28"/>
        </w:rPr>
        <w:t xml:space="preserve"> включительно.</w:t>
      </w:r>
    </w:p>
    <w:p w:rsidR="003927BD" w:rsidRDefault="003927BD" w:rsidP="003927BD">
      <w:pPr>
        <w:tabs>
          <w:tab w:val="left" w:pos="1897"/>
        </w:tabs>
        <w:spacing w:line="276" w:lineRule="auto"/>
        <w:rPr>
          <w:rFonts w:eastAsia="Calibri"/>
          <w:sz w:val="24"/>
          <w:szCs w:val="24"/>
          <w:lang w:eastAsia="en-US"/>
        </w:rPr>
      </w:pPr>
    </w:p>
    <w:p w:rsidR="003927BD" w:rsidRDefault="0045437D" w:rsidP="00905B8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927BD">
        <w:rPr>
          <w:szCs w:val="28"/>
        </w:rPr>
        <w:t>уководител</w:t>
      </w:r>
      <w:r>
        <w:rPr>
          <w:szCs w:val="28"/>
        </w:rPr>
        <w:t>ь</w:t>
      </w:r>
      <w:r w:rsidR="003927BD">
        <w:rPr>
          <w:szCs w:val="28"/>
        </w:rPr>
        <w:t xml:space="preserve"> службы</w:t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  <w:t xml:space="preserve"> </w:t>
      </w:r>
      <w:r>
        <w:rPr>
          <w:szCs w:val="28"/>
        </w:rPr>
        <w:t xml:space="preserve">             </w:t>
      </w:r>
      <w:proofErr w:type="spellStart"/>
      <w:r>
        <w:rPr>
          <w:szCs w:val="28"/>
        </w:rPr>
        <w:t>А.Г.Малухин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740FF7" w:rsidRPr="00740FF7" w:rsidTr="00740FF7">
        <w:trPr>
          <w:trHeight w:val="1526"/>
        </w:trPr>
        <w:tc>
          <w:tcPr>
            <w:tcW w:w="4997" w:type="dxa"/>
          </w:tcPr>
          <w:p w:rsidR="00740FF7" w:rsidRPr="00740FF7" w:rsidRDefault="00740FF7" w:rsidP="00740FF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  <w:hideMark/>
          </w:tcPr>
          <w:p w:rsidR="00740FF7" w:rsidRPr="00740FF7" w:rsidRDefault="00394555" w:rsidP="00740FF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:rsidR="00740FF7" w:rsidRPr="00740FF7" w:rsidRDefault="00740FF7" w:rsidP="00E54537">
            <w:pPr>
              <w:tabs>
                <w:tab w:val="left" w:pos="1897"/>
              </w:tabs>
              <w:jc w:val="center"/>
            </w:pPr>
            <w:r w:rsidRPr="00740FF7">
              <w:t xml:space="preserve">к решению региональной службы </w:t>
            </w:r>
          </w:p>
          <w:p w:rsidR="00740FF7" w:rsidRPr="00740FF7" w:rsidRDefault="00740FF7" w:rsidP="00E54537">
            <w:pPr>
              <w:tabs>
                <w:tab w:val="left" w:pos="1897"/>
              </w:tabs>
              <w:jc w:val="center"/>
            </w:pPr>
            <w:r w:rsidRPr="00740FF7">
              <w:t xml:space="preserve">по тарифам Нижегородской области </w:t>
            </w:r>
          </w:p>
          <w:p w:rsidR="00740FF7" w:rsidRPr="00745DFD" w:rsidRDefault="00740FF7" w:rsidP="00E54537">
            <w:pPr>
              <w:tabs>
                <w:tab w:val="left" w:pos="1897"/>
              </w:tabs>
              <w:jc w:val="center"/>
              <w:rPr>
                <w:lang w:val="en-US"/>
              </w:rPr>
            </w:pPr>
            <w:r w:rsidRPr="00174B77">
              <w:t xml:space="preserve">от </w:t>
            </w:r>
            <w:r w:rsidR="00506A0A">
              <w:t>24 октября</w:t>
            </w:r>
            <w:r w:rsidR="0045437D">
              <w:t xml:space="preserve"> </w:t>
            </w:r>
            <w:r w:rsidRPr="00740FF7">
              <w:t>201</w:t>
            </w:r>
            <w:r w:rsidR="0045437D">
              <w:t>8</w:t>
            </w:r>
            <w:r w:rsidR="00DB40DD">
              <w:t xml:space="preserve"> г.</w:t>
            </w:r>
            <w:r w:rsidRPr="00740FF7">
              <w:t xml:space="preserve"> № </w:t>
            </w:r>
            <w:r w:rsidR="00745DFD">
              <w:rPr>
                <w:lang w:val="en-US"/>
              </w:rPr>
              <w:t>41/2</w:t>
            </w:r>
          </w:p>
        </w:tc>
      </w:tr>
    </w:tbl>
    <w:p w:rsidR="00E5357F" w:rsidRPr="00E5357F" w:rsidRDefault="00E5357F" w:rsidP="005E557B">
      <w:pPr>
        <w:rPr>
          <w:b/>
          <w:sz w:val="16"/>
          <w:szCs w:val="16"/>
        </w:rPr>
      </w:pPr>
    </w:p>
    <w:p w:rsidR="00506A0A" w:rsidRDefault="00740FF7" w:rsidP="00740FF7">
      <w:pPr>
        <w:jc w:val="center"/>
        <w:rPr>
          <w:b/>
          <w:szCs w:val="28"/>
        </w:rPr>
      </w:pPr>
      <w:r w:rsidRPr="00EF47AC">
        <w:rPr>
          <w:b/>
          <w:szCs w:val="28"/>
        </w:rPr>
        <w:t>Тарифы на тепловую энергию (</w:t>
      </w:r>
      <w:r w:rsidRPr="00C72322">
        <w:rPr>
          <w:b/>
          <w:szCs w:val="28"/>
        </w:rPr>
        <w:t xml:space="preserve">мощность), поставляемую </w:t>
      </w:r>
      <w:r w:rsidR="00506A0A" w:rsidRPr="00506A0A">
        <w:rPr>
          <w:b/>
        </w:rPr>
        <w:t>ОБЩЕСТВОМ</w:t>
      </w:r>
      <w:r w:rsidR="00506A0A" w:rsidRPr="00506A0A">
        <w:rPr>
          <w:b/>
          <w:szCs w:val="28"/>
        </w:rPr>
        <w:t xml:space="preserve"> </w:t>
      </w:r>
      <w:r w:rsidR="00F63D9B">
        <w:rPr>
          <w:b/>
          <w:szCs w:val="28"/>
        </w:rPr>
        <w:br/>
      </w:r>
      <w:r w:rsidR="00506A0A" w:rsidRPr="00506A0A">
        <w:rPr>
          <w:b/>
          <w:szCs w:val="28"/>
        </w:rPr>
        <w:t xml:space="preserve">С ОГРАНИЧЕННОЙ ОТВЕТСТВЕННОСТЬЮ «ЛЕСПРОМ» </w:t>
      </w:r>
    </w:p>
    <w:p w:rsidR="005E557B" w:rsidRDefault="00506A0A" w:rsidP="005E557B">
      <w:pPr>
        <w:jc w:val="center"/>
        <w:rPr>
          <w:b/>
          <w:szCs w:val="28"/>
        </w:rPr>
      </w:pPr>
      <w:r w:rsidRPr="00506A0A">
        <w:rPr>
          <w:b/>
          <w:szCs w:val="28"/>
        </w:rPr>
        <w:t xml:space="preserve">(ИНН </w:t>
      </w:r>
      <w:r w:rsidRPr="00506A0A">
        <w:rPr>
          <w:b/>
          <w:color w:val="000000"/>
          <w:szCs w:val="28"/>
          <w:shd w:val="clear" w:color="auto" w:fill="FFFFFF"/>
        </w:rPr>
        <w:t>5234004176)</w:t>
      </w:r>
      <w:r w:rsidRPr="00506A0A">
        <w:rPr>
          <w:b/>
          <w:szCs w:val="28"/>
        </w:rPr>
        <w:t xml:space="preserve">, </w:t>
      </w:r>
      <w:proofErr w:type="spellStart"/>
      <w:r w:rsidRPr="00506A0A">
        <w:rPr>
          <w:b/>
          <w:szCs w:val="28"/>
        </w:rPr>
        <w:t>р.п</w:t>
      </w:r>
      <w:proofErr w:type="spellEnd"/>
      <w:r w:rsidRPr="00506A0A">
        <w:rPr>
          <w:b/>
          <w:szCs w:val="28"/>
        </w:rPr>
        <w:t>. Тоншаево Нижегородской области</w:t>
      </w:r>
      <w:r w:rsidR="00C77572">
        <w:rPr>
          <w:b/>
          <w:szCs w:val="28"/>
        </w:rPr>
        <w:t xml:space="preserve">, </w:t>
      </w:r>
      <w:r w:rsidR="00C77572" w:rsidRPr="00C77572">
        <w:rPr>
          <w:b/>
          <w:szCs w:val="28"/>
        </w:rPr>
        <w:t xml:space="preserve">потребителям                        </w:t>
      </w:r>
      <w:proofErr w:type="spellStart"/>
      <w:r w:rsidR="00C77572" w:rsidRPr="00C77572">
        <w:rPr>
          <w:b/>
          <w:szCs w:val="28"/>
        </w:rPr>
        <w:t>Тоншаевского</w:t>
      </w:r>
      <w:proofErr w:type="spellEnd"/>
      <w:r w:rsidR="00C77572" w:rsidRPr="00C77572">
        <w:rPr>
          <w:b/>
          <w:szCs w:val="28"/>
        </w:rPr>
        <w:t xml:space="preserve"> муниципального района Нижегородской области</w:t>
      </w:r>
    </w:p>
    <w:p w:rsidR="00F63D9B" w:rsidRPr="00E5357F" w:rsidRDefault="00F63D9B" w:rsidP="005E557B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943"/>
        <w:gridCol w:w="2157"/>
        <w:gridCol w:w="753"/>
        <w:gridCol w:w="1044"/>
        <w:gridCol w:w="1056"/>
        <w:gridCol w:w="1094"/>
      </w:tblGrid>
      <w:tr w:rsidR="0099500C" w:rsidRPr="0099500C" w:rsidTr="0099500C"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500C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99500C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99500C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500C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500C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500C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500C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99500C" w:rsidRPr="0099500C" w:rsidTr="009950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99500C">
              <w:rPr>
                <w:b/>
                <w:sz w:val="18"/>
                <w:szCs w:val="18"/>
                <w:lang w:eastAsia="en-US"/>
              </w:rPr>
              <w:t>с 1 ноября по 31 декабря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500C">
              <w:rPr>
                <w:b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500C"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ОБЩЕСТВО С ОГРАНИЧЕННОЙ ОТВЕТСТВЕННОСТЬЮ «ЛЕСПРОМ»</w:t>
            </w:r>
          </w:p>
          <w:p w:rsidR="0099500C" w:rsidRPr="0099500C" w:rsidRDefault="0099500C" w:rsidP="0099500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 xml:space="preserve"> (ИНН </w:t>
            </w:r>
            <w:r w:rsidRPr="0099500C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5234004176)</w:t>
            </w:r>
            <w:r w:rsidRPr="0099500C">
              <w:rPr>
                <w:sz w:val="22"/>
                <w:szCs w:val="22"/>
                <w:lang w:eastAsia="en-US"/>
              </w:rPr>
              <w:t xml:space="preserve">, </w:t>
            </w:r>
          </w:p>
          <w:p w:rsidR="0099500C" w:rsidRPr="0099500C" w:rsidRDefault="0099500C" w:rsidP="0099500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99500C">
              <w:rPr>
                <w:sz w:val="22"/>
                <w:szCs w:val="22"/>
                <w:lang w:eastAsia="en-US"/>
              </w:rPr>
              <w:t>р.п</w:t>
            </w:r>
            <w:proofErr w:type="spellEnd"/>
            <w:r w:rsidRPr="0099500C">
              <w:rPr>
                <w:sz w:val="22"/>
                <w:szCs w:val="22"/>
                <w:lang w:eastAsia="en-US"/>
              </w:rPr>
              <w:t xml:space="preserve">. Тоншаево Нижегородской области </w:t>
            </w:r>
          </w:p>
        </w:tc>
        <w:tc>
          <w:tcPr>
            <w:tcW w:w="6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 xml:space="preserve">Для потребителей на территории п. </w:t>
            </w:r>
            <w:proofErr w:type="spellStart"/>
            <w:r w:rsidRPr="0099500C">
              <w:rPr>
                <w:b/>
                <w:bCs/>
                <w:sz w:val="20"/>
                <w:lang w:eastAsia="en-US"/>
              </w:rPr>
              <w:t>Буреполом</w:t>
            </w:r>
            <w:proofErr w:type="spellEnd"/>
            <w:r w:rsidRPr="0099500C">
              <w:rPr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99500C">
              <w:rPr>
                <w:b/>
                <w:bCs/>
                <w:sz w:val="20"/>
                <w:lang w:eastAsia="en-US"/>
              </w:rPr>
              <w:t>Тоншаевского</w:t>
            </w:r>
            <w:proofErr w:type="spellEnd"/>
            <w:r w:rsidRPr="0099500C">
              <w:rPr>
                <w:b/>
                <w:bCs/>
                <w:sz w:val="20"/>
                <w:lang w:eastAsia="en-US"/>
              </w:rPr>
              <w:t xml:space="preserve">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99500C" w:rsidRPr="0099500C" w:rsidTr="0099500C">
        <w:trPr>
          <w:trHeight w:val="7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1.1.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 w:rsidRPr="0099500C">
              <w:rPr>
                <w:sz w:val="20"/>
                <w:lang w:eastAsia="en-US"/>
              </w:rPr>
              <w:t>одноставочный</w:t>
            </w:r>
            <w:proofErr w:type="spellEnd"/>
            <w:r w:rsidRPr="0099500C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1971,11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4"/>
                <w:szCs w:val="24"/>
                <w:lang w:eastAsia="en-US"/>
              </w:rPr>
            </w:pPr>
            <w:r w:rsidRPr="0099500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-24" w:firstLine="24"/>
              <w:jc w:val="center"/>
              <w:rPr>
                <w:sz w:val="24"/>
                <w:szCs w:val="24"/>
                <w:lang w:eastAsia="en-US"/>
              </w:rPr>
            </w:pPr>
            <w:r w:rsidRPr="0099500C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4"/>
                <w:szCs w:val="24"/>
                <w:lang w:eastAsia="en-US"/>
              </w:rPr>
            </w:pPr>
            <w:r w:rsidRPr="0099500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99500C" w:rsidRPr="0099500C">
              <w:rPr>
                <w:sz w:val="22"/>
                <w:szCs w:val="22"/>
                <w:lang w:eastAsia="en-US"/>
              </w:rPr>
              <w:t>971,11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018,41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4"/>
                <w:szCs w:val="24"/>
                <w:lang w:eastAsia="en-US"/>
              </w:rPr>
            </w:pPr>
            <w:r w:rsidRPr="0099500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018,41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094,87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1.4.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4"/>
                <w:szCs w:val="24"/>
                <w:lang w:eastAsia="en-US"/>
              </w:rPr>
            </w:pPr>
            <w:r w:rsidRPr="0099500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094,87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155,90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BB4148" w:rsidRDefault="0099500C" w:rsidP="0099500C">
            <w:pPr>
              <w:spacing w:line="276" w:lineRule="auto"/>
              <w:rPr>
                <w:b/>
                <w:sz w:val="20"/>
                <w:lang w:eastAsia="en-US"/>
              </w:rPr>
            </w:pPr>
            <w:r w:rsidRPr="00BB4148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99500C" w:rsidRPr="0099500C" w:rsidTr="0099500C">
        <w:trPr>
          <w:trHeight w:val="19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1.5.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 w:rsidRPr="0099500C">
              <w:rPr>
                <w:sz w:val="20"/>
                <w:lang w:eastAsia="en-US"/>
              </w:rPr>
              <w:t>одноставочный</w:t>
            </w:r>
            <w:proofErr w:type="spellEnd"/>
            <w:r w:rsidRPr="0099500C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2325,91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99500C" w:rsidRPr="0099500C" w:rsidTr="0099500C">
        <w:trPr>
          <w:trHeight w:val="22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1.6.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365,33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422,09</w:t>
            </w:r>
          </w:p>
        </w:tc>
      </w:tr>
      <w:tr w:rsidR="0099500C" w:rsidRPr="0099500C" w:rsidTr="0099500C">
        <w:trPr>
          <w:trHeight w:val="22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1.7.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422,09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513,84</w:t>
            </w:r>
          </w:p>
        </w:tc>
      </w:tr>
      <w:tr w:rsidR="0099500C" w:rsidRPr="0099500C" w:rsidTr="0099500C">
        <w:trPr>
          <w:trHeight w:val="22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1.8.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513,84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587,08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 xml:space="preserve">ОБЩЕСТВО С ОГРАНИЧЕННОЙ ОТВЕТСТВЕННОСТЬЮ «ЛЕСПРОМ» </w:t>
            </w:r>
          </w:p>
          <w:p w:rsidR="0099500C" w:rsidRPr="0099500C" w:rsidRDefault="0099500C" w:rsidP="0099500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 xml:space="preserve">(ИНН </w:t>
            </w:r>
            <w:r w:rsidRPr="0099500C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5234004176)</w:t>
            </w:r>
            <w:r w:rsidRPr="0099500C">
              <w:rPr>
                <w:sz w:val="22"/>
                <w:szCs w:val="22"/>
                <w:lang w:eastAsia="en-US"/>
              </w:rPr>
              <w:t xml:space="preserve">, </w:t>
            </w:r>
          </w:p>
          <w:p w:rsidR="0099500C" w:rsidRPr="0099500C" w:rsidRDefault="0099500C" w:rsidP="0099500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99500C">
              <w:rPr>
                <w:sz w:val="22"/>
                <w:szCs w:val="22"/>
                <w:lang w:eastAsia="en-US"/>
              </w:rPr>
              <w:t>р.п</w:t>
            </w:r>
            <w:proofErr w:type="spellEnd"/>
            <w:r w:rsidRPr="0099500C">
              <w:rPr>
                <w:sz w:val="22"/>
                <w:szCs w:val="22"/>
                <w:lang w:eastAsia="en-US"/>
              </w:rPr>
              <w:t xml:space="preserve">. Тоншаево Нижегородской области </w:t>
            </w:r>
          </w:p>
        </w:tc>
        <w:tc>
          <w:tcPr>
            <w:tcW w:w="6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ind w:right="57"/>
              <w:jc w:val="both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 xml:space="preserve">Для потребителей на территории п. Шерстки </w:t>
            </w:r>
            <w:proofErr w:type="spellStart"/>
            <w:r w:rsidRPr="0099500C">
              <w:rPr>
                <w:b/>
                <w:bCs/>
                <w:sz w:val="20"/>
                <w:lang w:eastAsia="en-US"/>
              </w:rPr>
              <w:t>Тоншаевского</w:t>
            </w:r>
            <w:proofErr w:type="spellEnd"/>
            <w:r w:rsidRPr="0099500C">
              <w:rPr>
                <w:b/>
                <w:bCs/>
                <w:sz w:val="20"/>
                <w:lang w:eastAsia="en-US"/>
              </w:rPr>
              <w:t xml:space="preserve"> муниципального района Нижегородской области, в случае </w:t>
            </w:r>
            <w:r w:rsidR="00CE49B3" w:rsidRPr="00CE49B3">
              <w:rPr>
                <w:b/>
                <w:bCs/>
                <w:sz w:val="20"/>
                <w:lang w:eastAsia="en-US"/>
              </w:rPr>
              <w:t>отсутствия дифференциации тарифов по схеме подключения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2.1.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 w:rsidRPr="0099500C">
              <w:rPr>
                <w:sz w:val="20"/>
                <w:lang w:eastAsia="en-US"/>
              </w:rPr>
              <w:t>одноставочный</w:t>
            </w:r>
            <w:proofErr w:type="spellEnd"/>
            <w:r w:rsidRPr="0099500C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2321,08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2321,08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376,71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2.3.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376,71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471,74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2.4.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471,74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573,32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BB4148" w:rsidRDefault="0099500C" w:rsidP="0099500C">
            <w:pPr>
              <w:spacing w:line="276" w:lineRule="auto"/>
              <w:rPr>
                <w:b/>
                <w:sz w:val="20"/>
                <w:lang w:eastAsia="en-US"/>
              </w:rPr>
            </w:pPr>
            <w:r w:rsidRPr="00BB4148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99500C" w:rsidRPr="0099500C" w:rsidTr="0099500C">
        <w:trPr>
          <w:trHeight w:val="19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2.5.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 w:rsidRPr="0099500C">
              <w:rPr>
                <w:sz w:val="20"/>
                <w:lang w:eastAsia="en-US"/>
              </w:rPr>
              <w:t>одноставочный</w:t>
            </w:r>
            <w:proofErr w:type="spellEnd"/>
            <w:r w:rsidRPr="0099500C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2738,87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99500C" w:rsidRPr="0099500C" w:rsidTr="0099500C">
        <w:trPr>
          <w:trHeight w:val="22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2.6.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785,30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852,05</w:t>
            </w:r>
          </w:p>
        </w:tc>
      </w:tr>
      <w:tr w:rsidR="0099500C" w:rsidRPr="0099500C" w:rsidTr="0099500C">
        <w:trPr>
          <w:trHeight w:val="22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2.7.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852,05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966,09</w:t>
            </w:r>
          </w:p>
        </w:tc>
      </w:tr>
      <w:tr w:rsidR="0099500C" w:rsidRPr="0099500C" w:rsidTr="0099500C">
        <w:trPr>
          <w:trHeight w:val="22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2.8.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9500C" w:rsidRPr="0099500C">
              <w:rPr>
                <w:sz w:val="22"/>
                <w:szCs w:val="22"/>
                <w:lang w:eastAsia="en-US"/>
              </w:rPr>
              <w:t>966,09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C10208" w:rsidP="00C1020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99500C" w:rsidRPr="0099500C">
              <w:rPr>
                <w:sz w:val="22"/>
                <w:szCs w:val="22"/>
                <w:lang w:eastAsia="en-US"/>
              </w:rPr>
              <w:t>087,98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Default="0099500C" w:rsidP="0099500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 xml:space="preserve">ОБЩЕСТВО С ОГРАНИЧЕННОЙ ОТВЕТСТВЕННОСТЬЮ «ЛЕСПРОМ» </w:t>
            </w:r>
          </w:p>
          <w:p w:rsidR="0099500C" w:rsidRPr="0099500C" w:rsidRDefault="0099500C" w:rsidP="0099500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 xml:space="preserve">(ИНН </w:t>
            </w:r>
            <w:r w:rsidRPr="0099500C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5234004176)</w:t>
            </w:r>
            <w:r w:rsidRPr="0099500C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99500C">
              <w:rPr>
                <w:sz w:val="22"/>
                <w:szCs w:val="22"/>
                <w:lang w:eastAsia="en-US"/>
              </w:rPr>
              <w:t>р.п</w:t>
            </w:r>
            <w:proofErr w:type="spellEnd"/>
            <w:r w:rsidRPr="0099500C">
              <w:rPr>
                <w:sz w:val="22"/>
                <w:szCs w:val="22"/>
                <w:lang w:eastAsia="en-US"/>
              </w:rPr>
              <w:t xml:space="preserve">. Тоншаево Нижегородской области </w:t>
            </w:r>
          </w:p>
        </w:tc>
        <w:tc>
          <w:tcPr>
            <w:tcW w:w="6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ind w:right="57"/>
              <w:jc w:val="both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 xml:space="preserve">Для потребителей на территории с. </w:t>
            </w:r>
            <w:proofErr w:type="spellStart"/>
            <w:r w:rsidRPr="0099500C">
              <w:rPr>
                <w:b/>
                <w:bCs/>
                <w:sz w:val="20"/>
                <w:lang w:eastAsia="en-US"/>
              </w:rPr>
              <w:t>Ошминское</w:t>
            </w:r>
            <w:proofErr w:type="spellEnd"/>
            <w:r w:rsidRPr="0099500C">
              <w:rPr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99500C">
              <w:rPr>
                <w:b/>
                <w:bCs/>
                <w:sz w:val="20"/>
                <w:lang w:eastAsia="en-US"/>
              </w:rPr>
              <w:t>Тоншаевского</w:t>
            </w:r>
            <w:proofErr w:type="spellEnd"/>
            <w:r w:rsidRPr="0099500C">
              <w:rPr>
                <w:b/>
                <w:bCs/>
                <w:sz w:val="20"/>
                <w:lang w:eastAsia="en-US"/>
              </w:rPr>
              <w:t xml:space="preserve">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3.1.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 w:rsidRPr="0099500C">
              <w:rPr>
                <w:sz w:val="20"/>
                <w:lang w:eastAsia="en-US"/>
              </w:rPr>
              <w:t>одноставочный</w:t>
            </w:r>
            <w:proofErr w:type="spellEnd"/>
            <w:r w:rsidRPr="0099500C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1803,69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3.2.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1803,69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1846,83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3.3.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1846,83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1919,46</w:t>
            </w:r>
          </w:p>
        </w:tc>
      </w:tr>
      <w:tr w:rsidR="0099500C" w:rsidRPr="0099500C" w:rsidTr="0099500C">
        <w:trPr>
          <w:trHeight w:val="17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3.4.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1919,46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1994,48</w:t>
            </w:r>
          </w:p>
        </w:tc>
      </w:tr>
      <w:tr w:rsidR="0099500C" w:rsidRPr="0099500C" w:rsidTr="0099500C">
        <w:trPr>
          <w:trHeight w:val="28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0C" w:rsidRPr="0099500C" w:rsidRDefault="0099500C" w:rsidP="0099500C">
            <w:pPr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BB4148" w:rsidRDefault="0099500C" w:rsidP="0099500C">
            <w:pPr>
              <w:spacing w:line="276" w:lineRule="auto"/>
              <w:rPr>
                <w:b/>
                <w:sz w:val="20"/>
                <w:lang w:eastAsia="en-US"/>
              </w:rPr>
            </w:pPr>
            <w:r w:rsidRPr="00BB4148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99500C" w:rsidRPr="0099500C" w:rsidTr="0099500C">
        <w:trPr>
          <w:trHeight w:val="19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3.5.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99500C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 w:rsidRPr="0099500C">
              <w:rPr>
                <w:sz w:val="20"/>
                <w:lang w:eastAsia="en-US"/>
              </w:rPr>
              <w:t>одноставочный</w:t>
            </w:r>
            <w:proofErr w:type="spellEnd"/>
            <w:r w:rsidRPr="0099500C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2128,35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99500C" w:rsidRPr="0099500C" w:rsidTr="0099500C">
        <w:trPr>
          <w:trHeight w:val="22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3.6.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2019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2164,43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2216,20</w:t>
            </w:r>
          </w:p>
        </w:tc>
      </w:tr>
      <w:tr w:rsidR="0099500C" w:rsidRPr="0099500C" w:rsidTr="0099500C">
        <w:trPr>
          <w:trHeight w:val="22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3.7.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2216,20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2303,35</w:t>
            </w:r>
          </w:p>
        </w:tc>
      </w:tr>
      <w:tr w:rsidR="0099500C" w:rsidRPr="0099500C" w:rsidTr="0099500C">
        <w:trPr>
          <w:trHeight w:val="11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9500C">
              <w:rPr>
                <w:b/>
                <w:bCs/>
                <w:sz w:val="20"/>
                <w:lang w:eastAsia="en-US"/>
              </w:rPr>
              <w:t>3.8.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00C" w:rsidRPr="0099500C" w:rsidRDefault="0099500C" w:rsidP="0099500C">
            <w:pPr>
              <w:rPr>
                <w:sz w:val="20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ind w:left="57" w:right="57"/>
              <w:jc w:val="center"/>
              <w:rPr>
                <w:sz w:val="20"/>
                <w:lang w:eastAsia="en-US"/>
              </w:rPr>
            </w:pPr>
            <w:r w:rsidRPr="0099500C">
              <w:rPr>
                <w:sz w:val="20"/>
                <w:lang w:eastAsia="en-US"/>
              </w:rPr>
              <w:t>2021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2303,35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00C" w:rsidRPr="0099500C" w:rsidRDefault="0099500C" w:rsidP="00C10208">
            <w:pPr>
              <w:jc w:val="center"/>
              <w:rPr>
                <w:sz w:val="22"/>
                <w:szCs w:val="22"/>
                <w:lang w:eastAsia="en-US"/>
              </w:rPr>
            </w:pPr>
            <w:r w:rsidRPr="0099500C">
              <w:rPr>
                <w:sz w:val="22"/>
                <w:szCs w:val="22"/>
                <w:lang w:eastAsia="en-US"/>
              </w:rPr>
              <w:t>2393,38</w:t>
            </w:r>
          </w:p>
        </w:tc>
      </w:tr>
    </w:tbl>
    <w:p w:rsidR="00740FF7" w:rsidRPr="00745DFD" w:rsidRDefault="00740FF7" w:rsidP="00745DFD">
      <w:pPr>
        <w:tabs>
          <w:tab w:val="left" w:pos="1897"/>
        </w:tabs>
        <w:spacing w:line="276" w:lineRule="auto"/>
        <w:rPr>
          <w:szCs w:val="28"/>
          <w:lang w:val="en-US"/>
        </w:rPr>
      </w:pPr>
      <w:bookmarkStart w:id="2" w:name="_GoBack"/>
      <w:bookmarkEnd w:id="2"/>
    </w:p>
    <w:sectPr w:rsidR="00740FF7" w:rsidRPr="00745DFD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41" w:rsidRDefault="00C64A41">
      <w:r>
        <w:separator/>
      </w:r>
    </w:p>
  </w:endnote>
  <w:endnote w:type="continuationSeparator" w:id="0">
    <w:p w:rsidR="00C64A41" w:rsidRDefault="00C64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41" w:rsidRDefault="00C64A41">
      <w:r>
        <w:separator/>
      </w:r>
    </w:p>
  </w:footnote>
  <w:footnote w:type="continuationSeparator" w:id="0">
    <w:p w:rsidR="00C64A41" w:rsidRDefault="00C64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5DFD">
      <w:rPr>
        <w:rStyle w:val="a9"/>
        <w:noProof/>
      </w:rPr>
      <w:t>3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745DF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209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4F78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555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86F22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57B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21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88C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5DFD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3476"/>
    <w:rsid w:val="009941D4"/>
    <w:rsid w:val="00994A18"/>
    <w:rsid w:val="00994BFF"/>
    <w:rsid w:val="00994F58"/>
    <w:rsid w:val="00994FF2"/>
    <w:rsid w:val="0099500C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14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783"/>
    <w:rsid w:val="00BF6A5B"/>
    <w:rsid w:val="00BF74CE"/>
    <w:rsid w:val="00BF74F1"/>
    <w:rsid w:val="00C002F8"/>
    <w:rsid w:val="00C00F42"/>
    <w:rsid w:val="00C00F9F"/>
    <w:rsid w:val="00C018A5"/>
    <w:rsid w:val="00C01EEB"/>
    <w:rsid w:val="00C02288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208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57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49B3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0E09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40DD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749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57F"/>
    <w:rsid w:val="00E53C5C"/>
    <w:rsid w:val="00E5404F"/>
    <w:rsid w:val="00E54537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87B60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6DC2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D9B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0BDD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37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6ECFDF709A800A82B3B59128C052AEE4214D89D324DC5548A875CE51892C6915C11BD03B688D145cDb8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5288E4813272133586E02DED2CDE42C5CF430C7971110E04074924741D5G3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5B5B-D97B-4A69-B02E-2CD416A38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169</TotalTime>
  <Pages>3</Pages>
  <Words>493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62</cp:revision>
  <cp:lastPrinted>2018-06-22T12:57:00Z</cp:lastPrinted>
  <dcterms:created xsi:type="dcterms:W3CDTF">2017-11-18T09:57:00Z</dcterms:created>
  <dcterms:modified xsi:type="dcterms:W3CDTF">2018-10-23T15:45:00Z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