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92381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23817">
              <w:t>26.06.2018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6B144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B1441">
              <w:t>23/2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AD5379" w:rsidP="00923817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 xml:space="preserve">об установлении </w:t>
            </w:r>
            <w:r w:rsidR="00A51944">
              <w:rPr>
                <w:noProof/>
              </w:rPr>
              <w:t xml:space="preserve">ОБЩЕСТВУ С ОГРАНИЧЕНННОЙ ОТВЕТСТВЕННОСТЬЮ </w:t>
            </w:r>
            <w:r w:rsidR="00923817" w:rsidRPr="00923817">
              <w:rPr>
                <w:noProof/>
              </w:rPr>
              <w:t>«ГРАНИТ» (ИНН 5260182440), г. Нижний Новгород</w:t>
            </w:r>
            <w:r w:rsidR="007263E4" w:rsidRPr="007263E4">
              <w:rPr>
                <w:noProof/>
              </w:rPr>
              <w:t>, тарифов на тепловую энерг</w:t>
            </w:r>
            <w:r w:rsidR="000C3F54">
              <w:rPr>
                <w:noProof/>
              </w:rPr>
              <w:t xml:space="preserve">ию </w:t>
            </w:r>
            <w:r w:rsidR="007263E4" w:rsidRPr="007263E4">
              <w:rPr>
                <w:noProof/>
              </w:rPr>
              <w:t>(мощность)</w:t>
            </w:r>
            <w:r w:rsidR="00A55EC5">
              <w:rPr>
                <w:noProof/>
              </w:rPr>
              <w:t xml:space="preserve">, поставляемую потребителям </w:t>
            </w:r>
            <w:r w:rsidR="00923817">
              <w:rPr>
                <w:noProof/>
              </w:rPr>
              <w:br/>
              <w:t>р.п.</w:t>
            </w:r>
            <w:r w:rsidR="00A51944">
              <w:rPr>
                <w:noProof/>
              </w:rPr>
              <w:t xml:space="preserve"> Сокольск</w:t>
            </w:r>
            <w:r w:rsidR="00923817">
              <w:rPr>
                <w:noProof/>
              </w:rPr>
              <w:t>ое</w:t>
            </w:r>
            <w:r w:rsidR="00A51944">
              <w:rPr>
                <w:noProof/>
              </w:rPr>
              <w:t xml:space="preserve"> </w:t>
            </w:r>
            <w:r w:rsidR="008A2E8A" w:rsidRPr="008A2E8A">
              <w:rPr>
                <w:noProof/>
              </w:rPr>
              <w:t>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7263E4" w:rsidRDefault="0085764D" w:rsidP="007263E4">
      <w:pPr>
        <w:tabs>
          <w:tab w:val="left" w:pos="1897"/>
        </w:tabs>
        <w:spacing w:line="276" w:lineRule="auto"/>
        <w:ind w:firstLine="720"/>
        <w:rPr>
          <w:szCs w:val="28"/>
        </w:rPr>
      </w:pPr>
    </w:p>
    <w:p w:rsidR="00923817" w:rsidRDefault="00923817" w:rsidP="007263E4">
      <w:pPr>
        <w:tabs>
          <w:tab w:val="left" w:pos="1897"/>
        </w:tabs>
        <w:spacing w:line="276" w:lineRule="auto"/>
        <w:rPr>
          <w:szCs w:val="28"/>
        </w:rPr>
      </w:pPr>
    </w:p>
    <w:p w:rsidR="006B1441" w:rsidRPr="007263E4" w:rsidRDefault="006B1441" w:rsidP="007263E4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</w:p>
    <w:p w:rsidR="008A2E8A" w:rsidRDefault="007263E4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923817">
        <w:rPr>
          <w:szCs w:val="28"/>
        </w:rPr>
        <w:br/>
      </w:r>
      <w:r w:rsidRPr="007263E4">
        <w:rPr>
          <w:szCs w:val="28"/>
        </w:rPr>
        <w:t xml:space="preserve">от 22 октября 2012 года № 1075 «О ценообразовании в сфере теплоснабжения» и на основании рассмотрения материалов, представленных </w:t>
      </w:r>
      <w:r w:rsidR="00A51944">
        <w:t xml:space="preserve">ОБЩЕСТВОМ </w:t>
      </w:r>
      <w:r w:rsidR="00CE2730">
        <w:t xml:space="preserve">                        </w:t>
      </w:r>
      <w:r w:rsidR="00A51944">
        <w:t xml:space="preserve">С ОГРАНИЧЕННОЙ ОТВЕТСТВЕННОСТЬЮ </w:t>
      </w:r>
      <w:r w:rsidR="00923817">
        <w:rPr>
          <w:szCs w:val="28"/>
        </w:rPr>
        <w:t xml:space="preserve">«ГРАНИТ» (ИНН </w:t>
      </w:r>
      <w:r w:rsidR="00923817">
        <w:t>5260182440)</w:t>
      </w:r>
      <w:r w:rsidR="00CE2730">
        <w:rPr>
          <w:szCs w:val="28"/>
        </w:rPr>
        <w:t xml:space="preserve">, </w:t>
      </w:r>
      <w:r w:rsidR="00CE2730">
        <w:rPr>
          <w:szCs w:val="28"/>
        </w:rPr>
        <w:br/>
        <w:t>г. Нижний Новгород</w:t>
      </w:r>
      <w:r w:rsidR="0038475C" w:rsidRPr="0038475C">
        <w:rPr>
          <w:szCs w:val="28"/>
        </w:rPr>
        <w:t>:</w:t>
      </w:r>
    </w:p>
    <w:p w:rsidR="007263E4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noProof/>
        </w:rPr>
      </w:pPr>
      <w:r w:rsidRPr="002C5620">
        <w:rPr>
          <w:b/>
        </w:rPr>
        <w:t>1.</w:t>
      </w:r>
      <w:r>
        <w:t xml:space="preserve"> </w:t>
      </w:r>
      <w:r w:rsidR="00CE2730" w:rsidRPr="00CE2730">
        <w:t xml:space="preserve">В связи с отзывом заявления об установлении тарифов  на тепловую энергию (мощность), рассмотрение дела об установлении ОБЩЕСТВУ </w:t>
      </w:r>
      <w:r w:rsidR="00CE2730">
        <w:t xml:space="preserve">                          </w:t>
      </w:r>
      <w:r w:rsidR="00CE2730" w:rsidRPr="00CE2730">
        <w:t>С ОГРАНИЧЕНОЙ ОТВЕТСТВЕННОСТЬЮ «ГРАНИТ» (ИНН 5260182440),</w:t>
      </w:r>
      <w:r w:rsidR="00CE2730">
        <w:t xml:space="preserve">                  </w:t>
      </w:r>
      <w:r w:rsidR="00CE2730" w:rsidRPr="00CE2730">
        <w:t xml:space="preserve"> г. Нижний Новгород, тарифов  на тепловую энергию (мощность), поставляемую потребителям </w:t>
      </w:r>
      <w:proofErr w:type="spellStart"/>
      <w:r w:rsidR="00CE2730" w:rsidRPr="00CE2730">
        <w:t>р.п</w:t>
      </w:r>
      <w:proofErr w:type="spellEnd"/>
      <w:r w:rsidR="00CE2730" w:rsidRPr="00CE2730">
        <w:t>. Сокольское Нижегородской области, 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8A2E8A" w:rsidRPr="008A2E8A" w:rsidRDefault="008A2E8A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Default="007263E4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Pr="007263E4" w:rsidRDefault="00923817" w:rsidP="007263E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A51944">
        <w:rPr>
          <w:szCs w:val="28"/>
        </w:rPr>
        <w:t>уководител</w:t>
      </w:r>
      <w:r>
        <w:rPr>
          <w:szCs w:val="28"/>
        </w:rPr>
        <w:t>ь</w:t>
      </w:r>
      <w:r w:rsidR="007263E4">
        <w:rPr>
          <w:szCs w:val="28"/>
        </w:rPr>
        <w:t xml:space="preserve"> службы</w:t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0C3F54">
        <w:rPr>
          <w:szCs w:val="28"/>
        </w:rPr>
        <w:t xml:space="preserve">   </w:t>
      </w:r>
      <w:r w:rsidR="00A51944">
        <w:rPr>
          <w:szCs w:val="28"/>
        </w:rPr>
        <w:t xml:space="preserve">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А.Г.Малухин</w:t>
      </w:r>
      <w:proofErr w:type="spellEnd"/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5620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6B144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E52B15" w:rsidRPr="00E52B15" w:rsidRDefault="0090360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87DC4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1441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730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29</TotalTime>
  <Pages>1</Pages>
  <Words>128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17</cp:revision>
  <cp:lastPrinted>2006-05-23T08:04:00Z</cp:lastPrinted>
  <dcterms:created xsi:type="dcterms:W3CDTF">2017-05-15T12:40:00Z</dcterms:created>
  <dcterms:modified xsi:type="dcterms:W3CDTF">2018-06-26T06:01:00Z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