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04AB7" w:rsidP="00FC6F7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FC6F7C">
              <w:t>22.06.2018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04AB7" w:rsidP="00E92CA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E92CA4">
              <w:t>22/2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204AB7" w:rsidP="008E017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E261F" w:rsidRPr="00AE261F">
              <w:t xml:space="preserve">Об установлении </w:t>
            </w:r>
            <w:r w:rsidR="008E017C" w:rsidRPr="008E017C">
              <w:t xml:space="preserve">ФЕДЕРАЛЬНОМУ КАЗЕННОМУ УЧРЕЖДЕНИЮ «ИСПРАВИТЕЛЬНАЯ КОЛОНИЯ № 15 ГЛАВНОГО УПРАВЛЕНИЯ ФЕДЕРАЛЬНОЙ СЛУЖБЫ ИСПОЛНЕНИЯ НАКАЗАНИЙ ПО НИЖЕГОРОДСКОЙ ОБЛАСТИ» </w:t>
            </w:r>
            <w:r w:rsidR="008E017C">
              <w:br/>
            </w:r>
            <w:r w:rsidR="008E017C" w:rsidRPr="008E017C">
              <w:t>(ИНН 5206002113), п. Пруды Краснобаковского муниципального района Нижегородско</w:t>
            </w:r>
            <w:r w:rsidR="008E017C">
              <w:t>й области</w:t>
            </w:r>
            <w:r w:rsidR="00AE261F" w:rsidRPr="00AE261F">
              <w:t xml:space="preserve">, тарифов на транспортировку сточных вод с использованием канализационных сетей,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B513FF" w:rsidRDefault="008E017C" w:rsidP="005F7CC6">
      <w:pPr>
        <w:tabs>
          <w:tab w:val="left" w:pos="1897"/>
        </w:tabs>
        <w:jc w:val="center"/>
        <w:rPr>
          <w:szCs w:val="28"/>
        </w:rPr>
      </w:pPr>
      <w:proofErr w:type="gramStart"/>
      <w:r w:rsidRPr="00AE261F">
        <w:t>находящихся</w:t>
      </w:r>
      <w:proofErr w:type="gramEnd"/>
      <w:r w:rsidRPr="00AE261F">
        <w:t xml:space="preserve"> на территории </w:t>
      </w:r>
      <w:r w:rsidRPr="00741A5B">
        <w:rPr>
          <w:noProof/>
        </w:rPr>
        <w:t xml:space="preserve">п. </w:t>
      </w:r>
      <w:r w:rsidRPr="00741A5B">
        <w:rPr>
          <w:szCs w:val="28"/>
        </w:rPr>
        <w:t xml:space="preserve">Пруды </w:t>
      </w:r>
      <w:proofErr w:type="spellStart"/>
      <w:r w:rsidRPr="00741A5B">
        <w:rPr>
          <w:szCs w:val="28"/>
        </w:rPr>
        <w:t>Краснобаковского</w:t>
      </w:r>
      <w:proofErr w:type="spellEnd"/>
      <w:r w:rsidRPr="00741A5B">
        <w:rPr>
          <w:szCs w:val="28"/>
        </w:rPr>
        <w:t xml:space="preserve"> </w:t>
      </w:r>
      <w:r w:rsidRPr="00741A5B">
        <w:rPr>
          <w:szCs w:val="28"/>
        </w:rPr>
        <w:br/>
        <w:t>муниципального района Нижегородской области</w:t>
      </w:r>
    </w:p>
    <w:p w:rsidR="008E017C" w:rsidRDefault="008E017C" w:rsidP="005F7CC6">
      <w:pPr>
        <w:tabs>
          <w:tab w:val="left" w:pos="1897"/>
        </w:tabs>
        <w:jc w:val="center"/>
        <w:rPr>
          <w:szCs w:val="28"/>
        </w:rPr>
      </w:pPr>
    </w:p>
    <w:p w:rsidR="00CE29B6" w:rsidRDefault="00E92CA4" w:rsidP="00CE29B6">
      <w:pPr>
        <w:pStyle w:val="ac"/>
        <w:spacing w:line="276" w:lineRule="auto"/>
        <w:ind w:firstLine="567"/>
      </w:pPr>
      <w:r>
        <w:t xml:space="preserve"> </w:t>
      </w:r>
    </w:p>
    <w:p w:rsidR="00E92CA4" w:rsidRDefault="00E92CA4" w:rsidP="00CE29B6">
      <w:pPr>
        <w:pStyle w:val="ac"/>
        <w:spacing w:line="276" w:lineRule="auto"/>
        <w:ind w:firstLine="567"/>
      </w:pPr>
    </w:p>
    <w:p w:rsidR="00AE261F" w:rsidRPr="00AE261F" w:rsidRDefault="00AE261F" w:rsidP="00AE261F">
      <w:pPr>
        <w:pStyle w:val="ac"/>
        <w:spacing w:line="276" w:lineRule="auto"/>
        <w:ind w:firstLine="720"/>
      </w:pPr>
      <w:proofErr w:type="gramStart"/>
      <w:r w:rsidRPr="00AE261F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8E017C" w:rsidRPr="0073756A">
        <w:t xml:space="preserve">ФЕДЕРАЛЬНЫМ </w:t>
      </w:r>
      <w:r w:rsidR="008E017C" w:rsidRPr="008E017C">
        <w:t xml:space="preserve">КАЗЕННЫМ УЧРЕЖДЕНИЕМ «ИСПРАВИТЕЛЬНАЯ КОЛОНИЯ № 15 ГЛАВНОГО УПРАВЛЕНИЯ ФЕДЕРАЛЬНОЙ СЛУЖБЫ ИСПОЛНЕНИЯ НАКАЗАНИЙ ПО НИЖЕГОРОДСКОЙ ОБЛАСТИ» (ИНН </w:t>
      </w:r>
      <w:r w:rsidR="008E017C" w:rsidRPr="008E017C">
        <w:rPr>
          <w:color w:val="000000"/>
          <w:shd w:val="clear" w:color="auto" w:fill="FFFFFF"/>
        </w:rPr>
        <w:t>5206002113)</w:t>
      </w:r>
      <w:r w:rsidR="008E017C" w:rsidRPr="008E017C">
        <w:t>, п</w:t>
      </w:r>
      <w:proofErr w:type="gramEnd"/>
      <w:r w:rsidR="008E017C" w:rsidRPr="008E017C">
        <w:t>. Пруды</w:t>
      </w:r>
      <w:r w:rsidR="008E017C" w:rsidRPr="0073756A">
        <w:t xml:space="preserve"> </w:t>
      </w:r>
      <w:proofErr w:type="spellStart"/>
      <w:r w:rsidR="008E017C" w:rsidRPr="0073756A">
        <w:t>Краснобаковского</w:t>
      </w:r>
      <w:proofErr w:type="spellEnd"/>
      <w:r w:rsidR="008E017C" w:rsidRPr="0073756A">
        <w:t xml:space="preserve"> муниципального района Нижегородской области</w:t>
      </w:r>
      <w:r w:rsidRPr="00AE261F">
        <w:rPr>
          <w:bCs/>
        </w:rPr>
        <w:t xml:space="preserve">, </w:t>
      </w:r>
      <w:r w:rsidRPr="00AE261F">
        <w:t xml:space="preserve">экспертного заключения </w:t>
      </w:r>
      <w:r w:rsidRPr="00FC6F7C">
        <w:t>рег. </w:t>
      </w:r>
      <w:r w:rsidR="008E017C" w:rsidRPr="00FC6F7C">
        <w:t>№ в-</w:t>
      </w:r>
      <w:r w:rsidR="00FC6F7C" w:rsidRPr="00FC6F7C">
        <w:t>132</w:t>
      </w:r>
      <w:r w:rsidR="00F532F9" w:rsidRPr="00FC6F7C">
        <w:t xml:space="preserve"> от</w:t>
      </w:r>
      <w:r w:rsidR="00FC6F7C" w:rsidRPr="00FC6F7C">
        <w:t xml:space="preserve"> 15 июня</w:t>
      </w:r>
      <w:r w:rsidR="00F532F9" w:rsidRPr="00FC6F7C">
        <w:t xml:space="preserve"> </w:t>
      </w:r>
      <w:r w:rsidR="008E017C" w:rsidRPr="00FC6F7C">
        <w:t>2018</w:t>
      </w:r>
      <w:r w:rsidR="00F532F9" w:rsidRPr="00FC6F7C">
        <w:t xml:space="preserve"> года:</w:t>
      </w:r>
    </w:p>
    <w:p w:rsidR="008E017C" w:rsidRDefault="00AE261F" w:rsidP="008E017C">
      <w:pPr>
        <w:pStyle w:val="ac"/>
        <w:spacing w:line="276" w:lineRule="auto"/>
        <w:ind w:firstLine="708"/>
        <w:rPr>
          <w:bCs/>
        </w:rPr>
      </w:pPr>
      <w:r w:rsidRPr="00AE261F">
        <w:rPr>
          <w:b/>
        </w:rPr>
        <w:t xml:space="preserve">1. </w:t>
      </w:r>
      <w:r w:rsidR="008E017C">
        <w:t xml:space="preserve">При установлении тарифов в сфере водоотведения </w:t>
      </w:r>
      <w:r w:rsidR="008E017C">
        <w:br/>
        <w:t xml:space="preserve">для </w:t>
      </w:r>
      <w:r w:rsidR="008E017C" w:rsidRPr="0073756A">
        <w:t>ФЕДЕРАЛЬНОГО КАЗЕННОГО УЧРЕЖДЕНИЯ «ИСПРАВИТЕЛЬНАЯ КОЛОНИЯ № 15 ГЛАВНОГО УПРАВЛЕНИЯ ФЕДЕРАЛЬНОЙ СЛУЖБЫ ИСПОЛНЕНИЯ НАКАЗАНИЙ ПО НИЖЕГОРОДСКОЙ ОБЛАСТИ»</w:t>
      </w:r>
      <w:r w:rsidR="008E017C">
        <w:t xml:space="preserve"> </w:t>
      </w:r>
      <w:r w:rsidR="008E017C">
        <w:br/>
      </w:r>
      <w:r w:rsidR="008E017C" w:rsidRPr="008E017C">
        <w:t xml:space="preserve">(ИНН </w:t>
      </w:r>
      <w:r w:rsidR="008E017C" w:rsidRPr="008E017C">
        <w:rPr>
          <w:color w:val="000000"/>
          <w:shd w:val="clear" w:color="auto" w:fill="FFFFFF"/>
        </w:rPr>
        <w:t>5206002113)</w:t>
      </w:r>
      <w:r w:rsidR="008E017C" w:rsidRPr="008E017C">
        <w:t>,</w:t>
      </w:r>
      <w:r w:rsidR="008E017C" w:rsidRPr="0073756A">
        <w:t xml:space="preserve"> п. Пруды </w:t>
      </w:r>
      <w:proofErr w:type="spellStart"/>
      <w:r w:rsidR="008E017C" w:rsidRPr="0073756A">
        <w:t>Краснобаковского</w:t>
      </w:r>
      <w:proofErr w:type="spellEnd"/>
      <w:r w:rsidR="008E017C" w:rsidRPr="0073756A">
        <w:t xml:space="preserve"> муниципального района Нижегородской области</w:t>
      </w:r>
      <w:r w:rsidR="008E017C">
        <w:t>, применять метод экономически обоснованных расходов (затрат).</w:t>
      </w:r>
    </w:p>
    <w:p w:rsidR="00AE261F" w:rsidRPr="00741A5B" w:rsidRDefault="00AE261F" w:rsidP="00AE261F">
      <w:pPr>
        <w:pStyle w:val="ac"/>
        <w:spacing w:line="276" w:lineRule="auto"/>
        <w:ind w:firstLine="720"/>
      </w:pPr>
      <w:r w:rsidRPr="00AE261F">
        <w:rPr>
          <w:b/>
          <w:bCs/>
        </w:rPr>
        <w:lastRenderedPageBreak/>
        <w:t>2.</w:t>
      </w:r>
      <w:r w:rsidRPr="00AE261F">
        <w:rPr>
          <w:bCs/>
        </w:rPr>
        <w:t xml:space="preserve"> </w:t>
      </w:r>
      <w:r w:rsidRPr="00AE261F">
        <w:t xml:space="preserve">Установить </w:t>
      </w:r>
      <w:r w:rsidR="008E017C" w:rsidRPr="0073756A">
        <w:t>ФЕДЕРАЛЬНОМУ КАЗЕННОМУ УЧРЕЖДЕНИЮ «ИСПРАВИТЕЛЬНАЯ КОЛОНИЯ № 15 ГЛАВНОГО УПРАВЛЕНИЯ ФЕДЕРАЛЬНОЙ СЛУЖБЫ ИСПОЛНЕНИЯ НАКАЗАНИЙ ПО НИЖЕГОРОДСКОЙ ОБЛАСТИ»</w:t>
      </w:r>
      <w:r w:rsidR="008E017C">
        <w:t xml:space="preserve"> </w:t>
      </w:r>
      <w:r w:rsidR="008E017C" w:rsidRPr="008E017C">
        <w:t xml:space="preserve">(ИНН </w:t>
      </w:r>
      <w:r w:rsidR="008E017C" w:rsidRPr="008E017C">
        <w:rPr>
          <w:color w:val="000000"/>
          <w:shd w:val="clear" w:color="auto" w:fill="FFFFFF"/>
        </w:rPr>
        <w:t>5206002113)</w:t>
      </w:r>
      <w:r w:rsidR="008E017C" w:rsidRPr="008E017C">
        <w:t>,</w:t>
      </w:r>
      <w:r w:rsidR="008E017C" w:rsidRPr="0073756A">
        <w:t xml:space="preserve"> п. Пруды </w:t>
      </w:r>
      <w:proofErr w:type="spellStart"/>
      <w:r w:rsidR="008E017C" w:rsidRPr="0073756A">
        <w:t>Краснобаковского</w:t>
      </w:r>
      <w:proofErr w:type="spellEnd"/>
      <w:r w:rsidR="008E017C" w:rsidRPr="0073756A">
        <w:t xml:space="preserve"> муниципального района Нижегородской области</w:t>
      </w:r>
      <w:r w:rsidRPr="00AE261F">
        <w:t xml:space="preserve">, </w:t>
      </w:r>
      <w:r w:rsidRPr="00AE261F">
        <w:rPr>
          <w:b/>
        </w:rPr>
        <w:t>тарифы на транспортировку сточных вод</w:t>
      </w:r>
      <w:r w:rsidRPr="00AE261F">
        <w:t xml:space="preserve"> с использованием канализационных сетей, находящихся на территории </w:t>
      </w:r>
      <w:r w:rsidR="008E017C" w:rsidRPr="00741A5B">
        <w:rPr>
          <w:noProof/>
        </w:rPr>
        <w:t xml:space="preserve">п. </w:t>
      </w:r>
      <w:r w:rsidR="008E017C" w:rsidRPr="00741A5B">
        <w:t xml:space="preserve">Пруды </w:t>
      </w:r>
      <w:proofErr w:type="spellStart"/>
      <w:r w:rsidR="008E017C" w:rsidRPr="00741A5B">
        <w:t>Краснобаковского</w:t>
      </w:r>
      <w:proofErr w:type="spellEnd"/>
      <w:r w:rsidR="008E017C" w:rsidRPr="00741A5B">
        <w:t xml:space="preserve"> муниципального района Нижегородской области</w:t>
      </w:r>
      <w:r w:rsidRPr="00741A5B">
        <w:t>, в следующих размерах:</w:t>
      </w:r>
    </w:p>
    <w:tbl>
      <w:tblPr>
        <w:tblW w:w="4926" w:type="pct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3399"/>
        <w:gridCol w:w="1987"/>
        <w:gridCol w:w="1983"/>
        <w:gridCol w:w="1987"/>
      </w:tblGrid>
      <w:tr w:rsidR="008E017C" w:rsidRPr="00741A5B" w:rsidTr="00FC6F7C">
        <w:trPr>
          <w:trHeight w:val="281"/>
        </w:trPr>
        <w:tc>
          <w:tcPr>
            <w:tcW w:w="249" w:type="pct"/>
            <w:vMerge w:val="restart"/>
            <w:hideMark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741A5B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741A5B">
              <w:rPr>
                <w:b/>
                <w:sz w:val="16"/>
                <w:szCs w:val="16"/>
              </w:rPr>
              <w:t>п</w:t>
            </w:r>
            <w:proofErr w:type="gramEnd"/>
            <w:r w:rsidRPr="00741A5B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726" w:type="pct"/>
            <w:vMerge w:val="restart"/>
            <w:hideMark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A5B">
              <w:rPr>
                <w:b/>
                <w:sz w:val="20"/>
                <w:szCs w:val="20"/>
              </w:rPr>
              <w:t>Тарифы в сфере водоотведения</w:t>
            </w:r>
          </w:p>
        </w:tc>
        <w:tc>
          <w:tcPr>
            <w:tcW w:w="3024" w:type="pct"/>
            <w:gridSpan w:val="3"/>
            <w:hideMark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A5B">
              <w:rPr>
                <w:b/>
                <w:sz w:val="20"/>
                <w:szCs w:val="20"/>
              </w:rPr>
              <w:t>Периоды регулирования</w:t>
            </w:r>
          </w:p>
        </w:tc>
      </w:tr>
      <w:tr w:rsidR="008E017C" w:rsidRPr="00741A5B" w:rsidTr="00FC6F7C">
        <w:trPr>
          <w:cantSplit/>
          <w:trHeight w:val="138"/>
        </w:trPr>
        <w:tc>
          <w:tcPr>
            <w:tcW w:w="249" w:type="pct"/>
            <w:vMerge/>
            <w:vAlign w:val="center"/>
            <w:hideMark/>
          </w:tcPr>
          <w:p w:rsidR="008E017C" w:rsidRPr="00741A5B" w:rsidRDefault="008E017C" w:rsidP="0099218B">
            <w:pPr>
              <w:rPr>
                <w:b/>
                <w:sz w:val="16"/>
                <w:szCs w:val="16"/>
              </w:rPr>
            </w:pPr>
          </w:p>
        </w:tc>
        <w:tc>
          <w:tcPr>
            <w:tcW w:w="1726" w:type="pct"/>
            <w:vMerge/>
            <w:vAlign w:val="center"/>
            <w:hideMark/>
          </w:tcPr>
          <w:p w:rsidR="008E017C" w:rsidRPr="00741A5B" w:rsidRDefault="008E017C" w:rsidP="0099218B">
            <w:pPr>
              <w:rPr>
                <w:b/>
                <w:sz w:val="20"/>
              </w:rPr>
            </w:pPr>
          </w:p>
        </w:tc>
        <w:tc>
          <w:tcPr>
            <w:tcW w:w="1009" w:type="pct"/>
            <w:hideMark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A5B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2015" w:type="pct"/>
            <w:gridSpan w:val="2"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A5B">
              <w:rPr>
                <w:b/>
                <w:sz w:val="20"/>
                <w:szCs w:val="20"/>
              </w:rPr>
              <w:t>2019 год</w:t>
            </w:r>
          </w:p>
        </w:tc>
      </w:tr>
      <w:tr w:rsidR="008E017C" w:rsidRPr="00741A5B" w:rsidTr="00FC6F7C">
        <w:trPr>
          <w:cantSplit/>
          <w:trHeight w:val="357"/>
        </w:trPr>
        <w:tc>
          <w:tcPr>
            <w:tcW w:w="249" w:type="pct"/>
            <w:vMerge/>
            <w:vAlign w:val="center"/>
            <w:hideMark/>
          </w:tcPr>
          <w:p w:rsidR="008E017C" w:rsidRPr="00741A5B" w:rsidRDefault="008E017C" w:rsidP="0099218B">
            <w:pPr>
              <w:rPr>
                <w:b/>
                <w:sz w:val="16"/>
                <w:szCs w:val="16"/>
              </w:rPr>
            </w:pPr>
          </w:p>
        </w:tc>
        <w:tc>
          <w:tcPr>
            <w:tcW w:w="1726" w:type="pct"/>
            <w:vMerge/>
            <w:vAlign w:val="center"/>
            <w:hideMark/>
          </w:tcPr>
          <w:p w:rsidR="008E017C" w:rsidRPr="00741A5B" w:rsidRDefault="008E017C" w:rsidP="0099218B">
            <w:pPr>
              <w:rPr>
                <w:b/>
                <w:sz w:val="20"/>
              </w:rPr>
            </w:pPr>
          </w:p>
        </w:tc>
        <w:tc>
          <w:tcPr>
            <w:tcW w:w="1009" w:type="pct"/>
            <w:hideMark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A5B">
              <w:rPr>
                <w:b/>
                <w:sz w:val="20"/>
                <w:szCs w:val="20"/>
              </w:rPr>
              <w:t xml:space="preserve">С 1 июля по 31 декабря </w:t>
            </w:r>
          </w:p>
        </w:tc>
        <w:tc>
          <w:tcPr>
            <w:tcW w:w="1007" w:type="pct"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A5B">
              <w:rPr>
                <w:b/>
                <w:sz w:val="20"/>
                <w:szCs w:val="20"/>
              </w:rPr>
              <w:t xml:space="preserve">С 1 января по 30 июня </w:t>
            </w:r>
          </w:p>
        </w:tc>
        <w:tc>
          <w:tcPr>
            <w:tcW w:w="1008" w:type="pct"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A5B">
              <w:rPr>
                <w:b/>
                <w:sz w:val="20"/>
                <w:szCs w:val="20"/>
              </w:rPr>
              <w:t xml:space="preserve">С 1 июля по 31 декабря </w:t>
            </w:r>
          </w:p>
        </w:tc>
      </w:tr>
      <w:tr w:rsidR="008E017C" w:rsidRPr="00741A5B" w:rsidTr="008E017C">
        <w:trPr>
          <w:trHeight w:val="132"/>
        </w:trPr>
        <w:tc>
          <w:tcPr>
            <w:tcW w:w="249" w:type="pct"/>
            <w:hideMark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41A5B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26" w:type="pct"/>
            <w:hideMark/>
          </w:tcPr>
          <w:p w:rsidR="008E017C" w:rsidRPr="00741A5B" w:rsidRDefault="008E017C" w:rsidP="008E017C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741A5B">
              <w:rPr>
                <w:sz w:val="22"/>
                <w:szCs w:val="22"/>
              </w:rPr>
              <w:t xml:space="preserve">Транспортировка сточных вод с использованием канализационных сетей, находящихся на территории </w:t>
            </w:r>
            <w:r w:rsidRPr="00741A5B">
              <w:rPr>
                <w:sz w:val="22"/>
                <w:szCs w:val="22"/>
              </w:rPr>
              <w:br/>
              <w:t xml:space="preserve">п. Пруды </w:t>
            </w:r>
            <w:proofErr w:type="spellStart"/>
            <w:r w:rsidRPr="00741A5B">
              <w:rPr>
                <w:sz w:val="22"/>
                <w:szCs w:val="22"/>
              </w:rPr>
              <w:t>Краснобаковского</w:t>
            </w:r>
            <w:proofErr w:type="spellEnd"/>
            <w:r w:rsidRPr="00741A5B">
              <w:rPr>
                <w:sz w:val="22"/>
                <w:szCs w:val="22"/>
              </w:rPr>
              <w:t xml:space="preserve"> муниципального района Нижегородской области, руб./м</w:t>
            </w:r>
            <w:r w:rsidRPr="00741A5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pct"/>
            <w:vAlign w:val="bottom"/>
          </w:tcPr>
          <w:p w:rsidR="008E017C" w:rsidRPr="00741A5B" w:rsidRDefault="007C5480" w:rsidP="002959A6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5,82</w:t>
            </w:r>
          </w:p>
        </w:tc>
        <w:tc>
          <w:tcPr>
            <w:tcW w:w="1007" w:type="pct"/>
            <w:vAlign w:val="bottom"/>
          </w:tcPr>
          <w:p w:rsidR="008E017C" w:rsidRPr="00741A5B" w:rsidRDefault="007C5480" w:rsidP="002959A6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5,82</w:t>
            </w:r>
          </w:p>
        </w:tc>
        <w:tc>
          <w:tcPr>
            <w:tcW w:w="1009" w:type="pct"/>
            <w:vAlign w:val="bottom"/>
          </w:tcPr>
          <w:p w:rsidR="008E017C" w:rsidRPr="00741A5B" w:rsidRDefault="007C5480" w:rsidP="002959A6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5,86</w:t>
            </w:r>
          </w:p>
        </w:tc>
      </w:tr>
      <w:tr w:rsidR="008E017C" w:rsidRPr="00741A5B" w:rsidTr="008E017C">
        <w:trPr>
          <w:trHeight w:val="132"/>
        </w:trPr>
        <w:tc>
          <w:tcPr>
            <w:tcW w:w="249" w:type="pct"/>
            <w:vMerge w:val="restart"/>
            <w:hideMark/>
          </w:tcPr>
          <w:p w:rsidR="008E017C" w:rsidRPr="00741A5B" w:rsidRDefault="008E017C" w:rsidP="0099218B">
            <w:pPr>
              <w:pStyle w:val="ac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41A5B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726" w:type="pct"/>
            <w:tcBorders>
              <w:bottom w:val="nil"/>
            </w:tcBorders>
            <w:hideMark/>
          </w:tcPr>
          <w:p w:rsidR="008E017C" w:rsidRPr="00741A5B" w:rsidRDefault="008E017C" w:rsidP="0099218B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741A5B">
              <w:rPr>
                <w:sz w:val="22"/>
                <w:szCs w:val="22"/>
              </w:rPr>
              <w:t xml:space="preserve">Транспортировка сточных вод с использованием канализационных сетей, находящихся на территории </w:t>
            </w:r>
            <w:r w:rsidRPr="00741A5B">
              <w:rPr>
                <w:sz w:val="22"/>
                <w:szCs w:val="22"/>
              </w:rPr>
              <w:br/>
              <w:t xml:space="preserve">п. Пруды </w:t>
            </w:r>
            <w:proofErr w:type="spellStart"/>
            <w:r w:rsidRPr="00741A5B">
              <w:rPr>
                <w:sz w:val="22"/>
                <w:szCs w:val="22"/>
              </w:rPr>
              <w:t>Краснобаковского</w:t>
            </w:r>
            <w:proofErr w:type="spellEnd"/>
            <w:r w:rsidRPr="00741A5B">
              <w:rPr>
                <w:sz w:val="22"/>
                <w:szCs w:val="22"/>
              </w:rPr>
              <w:t xml:space="preserve"> муниципального района Нижегородской области, руб./м</w:t>
            </w:r>
            <w:r w:rsidRPr="00741A5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pct"/>
            <w:vMerge w:val="restart"/>
            <w:vAlign w:val="bottom"/>
          </w:tcPr>
          <w:p w:rsidR="008E017C" w:rsidRPr="00741A5B" w:rsidRDefault="007C5480" w:rsidP="002959A6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7" w:type="pct"/>
            <w:vMerge w:val="restart"/>
            <w:vAlign w:val="bottom"/>
          </w:tcPr>
          <w:p w:rsidR="008E017C" w:rsidRPr="00741A5B" w:rsidRDefault="007C5480" w:rsidP="002959A6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9" w:type="pct"/>
            <w:vMerge w:val="restart"/>
            <w:vAlign w:val="bottom"/>
          </w:tcPr>
          <w:p w:rsidR="008E017C" w:rsidRPr="00741A5B" w:rsidRDefault="007C5480" w:rsidP="002959A6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E017C" w:rsidRPr="00741A5B" w:rsidTr="008E017C">
        <w:trPr>
          <w:trHeight w:val="132"/>
        </w:trPr>
        <w:tc>
          <w:tcPr>
            <w:tcW w:w="249" w:type="pct"/>
            <w:vMerge/>
            <w:vAlign w:val="center"/>
            <w:hideMark/>
          </w:tcPr>
          <w:p w:rsidR="008E017C" w:rsidRPr="00741A5B" w:rsidRDefault="008E017C" w:rsidP="0099218B">
            <w:pPr>
              <w:rPr>
                <w:b/>
                <w:bCs/>
                <w:sz w:val="20"/>
              </w:rPr>
            </w:pPr>
          </w:p>
        </w:tc>
        <w:tc>
          <w:tcPr>
            <w:tcW w:w="1726" w:type="pct"/>
            <w:tcBorders>
              <w:top w:val="nil"/>
            </w:tcBorders>
            <w:hideMark/>
          </w:tcPr>
          <w:p w:rsidR="008E017C" w:rsidRPr="00741A5B" w:rsidRDefault="008E017C" w:rsidP="0099218B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741A5B">
              <w:rPr>
                <w:noProof/>
                <w:sz w:val="22"/>
                <w:szCs w:val="22"/>
              </w:rPr>
              <w:t>Население (с учетом НДС)</w:t>
            </w:r>
          </w:p>
        </w:tc>
        <w:tc>
          <w:tcPr>
            <w:tcW w:w="1009" w:type="pct"/>
            <w:vMerge/>
            <w:vAlign w:val="center"/>
          </w:tcPr>
          <w:p w:rsidR="008E017C" w:rsidRPr="00741A5B" w:rsidRDefault="008E017C" w:rsidP="009921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  <w:vMerge/>
          </w:tcPr>
          <w:p w:rsidR="008E017C" w:rsidRPr="00741A5B" w:rsidRDefault="008E017C" w:rsidP="0099218B">
            <w:pPr>
              <w:rPr>
                <w:sz w:val="24"/>
                <w:szCs w:val="24"/>
              </w:rPr>
            </w:pPr>
          </w:p>
        </w:tc>
        <w:tc>
          <w:tcPr>
            <w:tcW w:w="1009" w:type="pct"/>
            <w:vMerge/>
          </w:tcPr>
          <w:p w:rsidR="008E017C" w:rsidRPr="00741A5B" w:rsidRDefault="008E017C" w:rsidP="0099218B">
            <w:pPr>
              <w:rPr>
                <w:sz w:val="24"/>
                <w:szCs w:val="24"/>
              </w:rPr>
            </w:pPr>
          </w:p>
        </w:tc>
      </w:tr>
    </w:tbl>
    <w:p w:rsidR="00AE261F" w:rsidRPr="00741A5B" w:rsidRDefault="00AE261F" w:rsidP="00AE261F">
      <w:pPr>
        <w:pStyle w:val="ac"/>
        <w:spacing w:line="276" w:lineRule="auto"/>
        <w:ind w:firstLine="709"/>
      </w:pPr>
      <w:r w:rsidRPr="00741A5B">
        <w:rPr>
          <w:b/>
        </w:rPr>
        <w:t>3.</w:t>
      </w:r>
      <w:r w:rsidRPr="00741A5B">
        <w:t xml:space="preserve"> Утвердить производственную программу </w:t>
      </w:r>
      <w:r w:rsidR="008E017C" w:rsidRPr="00741A5B">
        <w:t xml:space="preserve">ФЕДЕРАЛЬНОГО КАЗЕННОГО УЧРЕЖДЕНИЯ «ИСПРАВИТЕЛЬНАЯ КОЛОНИЯ № 15 ГЛАВНОГО УПРАВЛЕНИЯ ФЕДЕРАЛЬНОЙ СЛУЖБЫ ИСПОЛНЕНИЯ НАКАЗАНИЙ ПО НИЖЕГОРОДСКОЙ ОБЛАСТИ» </w:t>
      </w:r>
      <w:r w:rsidR="008E017C" w:rsidRPr="00741A5B">
        <w:br/>
        <w:t xml:space="preserve">(ИНН </w:t>
      </w:r>
      <w:r w:rsidR="008E017C" w:rsidRPr="00741A5B">
        <w:rPr>
          <w:color w:val="000000"/>
          <w:shd w:val="clear" w:color="auto" w:fill="FFFFFF"/>
        </w:rPr>
        <w:t>5206002113)</w:t>
      </w:r>
      <w:r w:rsidR="008E017C" w:rsidRPr="00741A5B">
        <w:t xml:space="preserve">, п. Пруды </w:t>
      </w:r>
      <w:proofErr w:type="spellStart"/>
      <w:r w:rsidR="008E017C" w:rsidRPr="00741A5B">
        <w:t>Краснобаковского</w:t>
      </w:r>
      <w:proofErr w:type="spellEnd"/>
      <w:r w:rsidR="008E017C" w:rsidRPr="00741A5B">
        <w:t xml:space="preserve"> муниципального района Нижегородской области</w:t>
      </w:r>
      <w:r w:rsidRPr="00741A5B">
        <w:rPr>
          <w:noProof/>
        </w:rPr>
        <w:t xml:space="preserve">, </w:t>
      </w:r>
      <w:r w:rsidRPr="00741A5B">
        <w:rPr>
          <w:bCs/>
        </w:rPr>
        <w:t>в сфере водоотведения (</w:t>
      </w:r>
      <w:r w:rsidRPr="00741A5B">
        <w:t xml:space="preserve">транспортировка сточных вод с использованием канализационных сетей, находящихся на территории </w:t>
      </w:r>
      <w:r w:rsidR="008E017C" w:rsidRPr="00741A5B">
        <w:t xml:space="preserve">п. Пруды </w:t>
      </w:r>
      <w:proofErr w:type="spellStart"/>
      <w:r w:rsidR="008E017C" w:rsidRPr="00741A5B">
        <w:t>Краснобаковского</w:t>
      </w:r>
      <w:proofErr w:type="spellEnd"/>
      <w:r w:rsidR="008E017C" w:rsidRPr="00741A5B">
        <w:t xml:space="preserve"> муниципального района Нижегородской области</w:t>
      </w:r>
      <w:r w:rsidRPr="00741A5B">
        <w:rPr>
          <w:noProof/>
        </w:rPr>
        <w:t>)</w:t>
      </w:r>
      <w:r w:rsidRPr="00741A5B">
        <w:rPr>
          <w:bCs/>
        </w:rPr>
        <w:t xml:space="preserve"> </w:t>
      </w:r>
      <w:r w:rsidRPr="00741A5B">
        <w:rPr>
          <w:noProof/>
        </w:rPr>
        <w:t>согласно Приложению к настоящему решению.</w:t>
      </w:r>
    </w:p>
    <w:p w:rsidR="008E017C" w:rsidRPr="0073756A" w:rsidRDefault="00AE261F" w:rsidP="008E01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1A5B">
        <w:rPr>
          <w:b/>
          <w:szCs w:val="28"/>
        </w:rPr>
        <w:t>4.</w:t>
      </w:r>
      <w:r w:rsidRPr="00741A5B">
        <w:rPr>
          <w:szCs w:val="28"/>
        </w:rPr>
        <w:t xml:space="preserve"> </w:t>
      </w:r>
      <w:r w:rsidR="008E017C" w:rsidRPr="00741A5B">
        <w:rPr>
          <w:szCs w:val="28"/>
        </w:rPr>
        <w:t>ФЕДЕРАЛЬНОЕ КАЗЕННОЕ УЧРЕЖДЕНИЕ «ИСПРАВИТЕЛЬНАЯ КОЛОНИЯ № 15 ГЛАВНОГО УПРАВЛЕНИЯ</w:t>
      </w:r>
      <w:r w:rsidR="008E017C" w:rsidRPr="0073756A">
        <w:rPr>
          <w:szCs w:val="28"/>
        </w:rPr>
        <w:t xml:space="preserve"> ФЕДЕРАЛЬНОЙ СЛУЖБЫ ИСПОЛНЕНИЯ НАКАЗАНИЙ ПО НИЖЕГОРОДСКОЙ ОБЛАСТИ»</w:t>
      </w:r>
      <w:r w:rsidR="008E017C">
        <w:rPr>
          <w:szCs w:val="28"/>
        </w:rPr>
        <w:t xml:space="preserve"> </w:t>
      </w:r>
      <w:r w:rsidR="008E017C">
        <w:rPr>
          <w:szCs w:val="28"/>
        </w:rPr>
        <w:br/>
      </w:r>
      <w:r w:rsidR="008E017C" w:rsidRPr="008E017C">
        <w:rPr>
          <w:szCs w:val="28"/>
        </w:rPr>
        <w:t xml:space="preserve">(ИНН </w:t>
      </w:r>
      <w:r w:rsidR="008E017C" w:rsidRPr="008E017C">
        <w:rPr>
          <w:color w:val="000000"/>
          <w:szCs w:val="28"/>
          <w:shd w:val="clear" w:color="auto" w:fill="FFFFFF"/>
        </w:rPr>
        <w:t>5206002113)</w:t>
      </w:r>
      <w:r w:rsidR="008E017C" w:rsidRPr="008E017C">
        <w:rPr>
          <w:szCs w:val="28"/>
        </w:rPr>
        <w:t>,</w:t>
      </w:r>
      <w:r w:rsidR="008E017C" w:rsidRPr="0073756A">
        <w:rPr>
          <w:szCs w:val="28"/>
        </w:rPr>
        <w:t xml:space="preserve"> п. Пруды </w:t>
      </w:r>
      <w:proofErr w:type="spellStart"/>
      <w:r w:rsidR="008E017C" w:rsidRPr="0073756A">
        <w:rPr>
          <w:szCs w:val="28"/>
        </w:rPr>
        <w:t>Краснобаковского</w:t>
      </w:r>
      <w:proofErr w:type="spellEnd"/>
      <w:r w:rsidR="008E017C" w:rsidRPr="0073756A">
        <w:rPr>
          <w:szCs w:val="28"/>
        </w:rPr>
        <w:t xml:space="preserve"> муниципального района Нижегородской области, применяет общую систему налогообложения и является плательщиком НДС.</w:t>
      </w:r>
    </w:p>
    <w:p w:rsidR="008E017C" w:rsidRPr="0073756A" w:rsidRDefault="008E017C" w:rsidP="008E017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3756A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AE261F" w:rsidRPr="00AE261F" w:rsidRDefault="00AE261F" w:rsidP="008E017C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AE261F">
        <w:rPr>
          <w:b/>
        </w:rPr>
        <w:lastRenderedPageBreak/>
        <w:t>5.</w:t>
      </w:r>
      <w:r w:rsidRPr="00AE261F">
        <w:t xml:space="preserve"> Тарифы, установленные пунктом 2 настоящего решения, действуют </w:t>
      </w:r>
      <w:r>
        <w:br/>
      </w:r>
      <w:r w:rsidR="008E017C">
        <w:t xml:space="preserve">с </w:t>
      </w:r>
      <w:r w:rsidR="008E017C" w:rsidRPr="00491BD3">
        <w:t>1 июля</w:t>
      </w:r>
      <w:r w:rsidRPr="00491BD3">
        <w:t xml:space="preserve"> 2018 года по 31 декабря 20</w:t>
      </w:r>
      <w:r w:rsidR="008E017C" w:rsidRPr="00491BD3">
        <w:t>19</w:t>
      </w:r>
      <w:r w:rsidRPr="00AE261F">
        <w:t xml:space="preserve"> года включительно.</w:t>
      </w:r>
    </w:p>
    <w:p w:rsidR="007263E4" w:rsidRDefault="007263E4" w:rsidP="00AE261F">
      <w:pPr>
        <w:tabs>
          <w:tab w:val="left" w:pos="1897"/>
        </w:tabs>
        <w:spacing w:line="276" w:lineRule="auto"/>
        <w:rPr>
          <w:szCs w:val="28"/>
        </w:rPr>
      </w:pPr>
    </w:p>
    <w:p w:rsidR="008E017C" w:rsidRDefault="008E017C" w:rsidP="00AE261F">
      <w:pPr>
        <w:tabs>
          <w:tab w:val="left" w:pos="1897"/>
        </w:tabs>
        <w:spacing w:line="276" w:lineRule="auto"/>
        <w:rPr>
          <w:szCs w:val="28"/>
        </w:rPr>
      </w:pPr>
    </w:p>
    <w:p w:rsidR="008E017C" w:rsidRPr="00AE261F" w:rsidRDefault="008E017C" w:rsidP="00AE261F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8E017C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C64A41">
        <w:rPr>
          <w:szCs w:val="28"/>
        </w:rPr>
        <w:t>уково</w:t>
      </w:r>
      <w:r>
        <w:rPr>
          <w:szCs w:val="28"/>
        </w:rPr>
        <w:t>дитель</w:t>
      </w:r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А.Г.Малухин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E017C" w:rsidRDefault="008E017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>ПРИЛОЖЕНИЕ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Pr="00491BD3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</w:t>
            </w:r>
            <w:r w:rsidRPr="00491BD3">
              <w:t xml:space="preserve">тарифам Нижегородской области </w:t>
            </w:r>
          </w:p>
          <w:p w:rsidR="00FC2361" w:rsidRDefault="00FC2361" w:rsidP="008E017C">
            <w:pPr>
              <w:tabs>
                <w:tab w:val="left" w:pos="1897"/>
              </w:tabs>
              <w:spacing w:line="276" w:lineRule="auto"/>
              <w:jc w:val="center"/>
            </w:pPr>
            <w:r w:rsidRPr="00491BD3">
              <w:t>от</w:t>
            </w:r>
            <w:r w:rsidR="00491BD3" w:rsidRPr="00491BD3">
              <w:t xml:space="preserve"> 22 июня</w:t>
            </w:r>
            <w:r w:rsidRPr="00491BD3">
              <w:t xml:space="preserve"> </w:t>
            </w:r>
            <w:r w:rsidR="008E017C" w:rsidRPr="00491BD3">
              <w:t>2018</w:t>
            </w:r>
            <w:r w:rsidRPr="00491BD3">
              <w:t xml:space="preserve"> года №</w:t>
            </w:r>
            <w:r>
              <w:t xml:space="preserve"> </w:t>
            </w:r>
            <w:r w:rsidR="00786A05">
              <w:t>22/2</w:t>
            </w:r>
            <w:bookmarkStart w:id="2" w:name="_GoBack"/>
            <w:bookmarkEnd w:id="2"/>
          </w:p>
        </w:tc>
      </w:tr>
    </w:tbl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75ED4" w:rsidRPr="00B542CC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 w:rsidR="00AE261F">
        <w:rPr>
          <w:b/>
          <w:bCs/>
          <w:sz w:val="24"/>
          <w:szCs w:val="24"/>
        </w:rPr>
        <w:t>ВОДООТВЕДЕНИЯ</w:t>
      </w:r>
    </w:p>
    <w:p w:rsidR="00AE261F" w:rsidRPr="008E017C" w:rsidRDefault="00AE261F" w:rsidP="00AE261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E261F">
        <w:rPr>
          <w:b/>
          <w:bCs/>
          <w:sz w:val="24"/>
          <w:szCs w:val="24"/>
        </w:rPr>
        <w:t>(</w:t>
      </w:r>
      <w:r w:rsidRPr="00AE261F">
        <w:rPr>
          <w:b/>
          <w:sz w:val="24"/>
          <w:szCs w:val="24"/>
        </w:rPr>
        <w:t xml:space="preserve">транспортировка сточных вод с использованием канализационных сетей, находящихся на </w:t>
      </w:r>
      <w:r w:rsidRPr="008E017C">
        <w:rPr>
          <w:b/>
          <w:sz w:val="24"/>
          <w:szCs w:val="24"/>
        </w:rPr>
        <w:t xml:space="preserve">территории </w:t>
      </w:r>
      <w:r w:rsidR="008E017C" w:rsidRPr="00741A5B">
        <w:rPr>
          <w:b/>
          <w:sz w:val="24"/>
          <w:szCs w:val="24"/>
        </w:rPr>
        <w:t xml:space="preserve">п. Пруды </w:t>
      </w:r>
      <w:proofErr w:type="spellStart"/>
      <w:r w:rsidR="008E017C" w:rsidRPr="00741A5B">
        <w:rPr>
          <w:b/>
          <w:sz w:val="24"/>
          <w:szCs w:val="24"/>
        </w:rPr>
        <w:t>Краснобаковского</w:t>
      </w:r>
      <w:proofErr w:type="spellEnd"/>
      <w:r w:rsidR="008E017C" w:rsidRPr="00741A5B">
        <w:rPr>
          <w:b/>
          <w:sz w:val="24"/>
          <w:szCs w:val="24"/>
        </w:rPr>
        <w:t xml:space="preserve"> муниципального района </w:t>
      </w:r>
      <w:r w:rsidRPr="00741A5B">
        <w:rPr>
          <w:b/>
          <w:noProof/>
          <w:sz w:val="24"/>
          <w:szCs w:val="24"/>
        </w:rPr>
        <w:t>Нижегородской области)</w:t>
      </w:r>
    </w:p>
    <w:p w:rsidR="00AD2C64" w:rsidRDefault="00B75ED4" w:rsidP="00491BD3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A27043">
        <w:rPr>
          <w:sz w:val="24"/>
          <w:szCs w:val="24"/>
        </w:rPr>
        <w:t xml:space="preserve"> реализации пр</w:t>
      </w:r>
      <w:r w:rsidR="008E017C">
        <w:rPr>
          <w:sz w:val="24"/>
          <w:szCs w:val="24"/>
        </w:rPr>
        <w:t>оизводственной программы с 01.07</w:t>
      </w:r>
      <w:r w:rsidRPr="00A27043">
        <w:rPr>
          <w:sz w:val="24"/>
          <w:szCs w:val="24"/>
        </w:rPr>
        <w:t>.201</w:t>
      </w:r>
      <w:r w:rsidR="00BE2950">
        <w:rPr>
          <w:sz w:val="24"/>
          <w:szCs w:val="24"/>
        </w:rPr>
        <w:t>8</w:t>
      </w:r>
      <w:r w:rsidRPr="00A27043">
        <w:rPr>
          <w:sz w:val="24"/>
          <w:szCs w:val="24"/>
        </w:rPr>
        <w:t xml:space="preserve"> г. по 31.12.20</w:t>
      </w:r>
      <w:r w:rsidR="008E017C">
        <w:rPr>
          <w:sz w:val="24"/>
          <w:szCs w:val="24"/>
        </w:rPr>
        <w:t>19</w:t>
      </w:r>
      <w:r w:rsidRPr="00A27043">
        <w:rPr>
          <w:sz w:val="24"/>
          <w:szCs w:val="24"/>
        </w:rPr>
        <w:t xml:space="preserve"> г.</w:t>
      </w:r>
    </w:p>
    <w:tbl>
      <w:tblPr>
        <w:tblW w:w="9802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2255"/>
        <w:gridCol w:w="838"/>
        <w:gridCol w:w="857"/>
        <w:gridCol w:w="142"/>
        <w:gridCol w:w="570"/>
        <w:gridCol w:w="32"/>
        <w:gridCol w:w="395"/>
        <w:gridCol w:w="277"/>
        <w:gridCol w:w="430"/>
        <w:gridCol w:w="144"/>
        <w:gridCol w:w="140"/>
        <w:gridCol w:w="11"/>
        <w:gridCol w:w="865"/>
        <w:gridCol w:w="10"/>
      </w:tblGrid>
      <w:tr w:rsidR="00491BD3" w:rsidRPr="00491BD3" w:rsidTr="00491BD3">
        <w:trPr>
          <w:trHeight w:val="330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b/>
                <w:bCs/>
                <w:sz w:val="20"/>
              </w:rPr>
            </w:pPr>
            <w:r w:rsidRPr="00491BD3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491BD3" w:rsidRPr="00491BD3" w:rsidTr="00491BD3">
        <w:trPr>
          <w:trHeight w:val="6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966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ФЕДЕРАЛЬНОЕ КАЗЕННОЕ УЧРЕЖДЕНИЕ «ИСПРАВИТЕЛЬНАЯ КОЛОНИЯ № 15 ГЛАВНОГО УПРАВЛЕНИЯ ФЕДЕРАЛЬНОЙ СЛУЖБЫ ИСПОЛНЕНИЯ НАКАЗАНИЙ ПО НИЖЕГОРОДСКОЙ ОБЛАСТИ» (ИНН 5206002113)</w:t>
            </w:r>
          </w:p>
        </w:tc>
      </w:tr>
      <w:tr w:rsidR="00491BD3" w:rsidRPr="00491BD3" w:rsidTr="00491BD3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6966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606707, Нижегородская область, </w:t>
            </w:r>
            <w:proofErr w:type="spellStart"/>
            <w:r w:rsidRPr="00491BD3">
              <w:rPr>
                <w:sz w:val="20"/>
              </w:rPr>
              <w:t>Краснобаковский</w:t>
            </w:r>
            <w:proofErr w:type="spellEnd"/>
            <w:r w:rsidRPr="00491BD3">
              <w:rPr>
                <w:sz w:val="20"/>
              </w:rPr>
              <w:t xml:space="preserve"> муниципальный район, п. Пруды, ул. Центральная, д. 22</w:t>
            </w:r>
          </w:p>
        </w:tc>
      </w:tr>
      <w:tr w:rsidR="00491BD3" w:rsidRPr="00491BD3" w:rsidTr="00491BD3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Наименование уполномоченного органа               </w:t>
            </w:r>
          </w:p>
        </w:tc>
        <w:tc>
          <w:tcPr>
            <w:tcW w:w="6966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491BD3" w:rsidRPr="00491BD3" w:rsidTr="00491BD3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6966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491BD3" w:rsidRPr="00491BD3" w:rsidTr="00491BD3">
        <w:trPr>
          <w:trHeight w:val="300"/>
        </w:trPr>
        <w:tc>
          <w:tcPr>
            <w:tcW w:w="980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b/>
                <w:bCs/>
                <w:sz w:val="20"/>
              </w:rPr>
            </w:pPr>
            <w:r w:rsidRPr="00491BD3">
              <w:rPr>
                <w:b/>
                <w:bCs/>
                <w:sz w:val="20"/>
              </w:rPr>
              <w:t>2. Объем принимаемых сточных вод</w:t>
            </w:r>
          </w:p>
        </w:tc>
      </w:tr>
      <w:tr w:rsidR="00491BD3" w:rsidRPr="00491BD3" w:rsidTr="00491BD3">
        <w:trPr>
          <w:trHeight w:val="315"/>
        </w:trPr>
        <w:tc>
          <w:tcPr>
            <w:tcW w:w="5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4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01.07.2018 по 31.12.2018</w:t>
            </w:r>
          </w:p>
        </w:tc>
        <w:tc>
          <w:tcPr>
            <w:tcW w:w="230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01.01.2019 по 31.12.2019</w:t>
            </w:r>
          </w:p>
        </w:tc>
      </w:tr>
      <w:tr w:rsidR="00491BD3" w:rsidRPr="00491BD3" w:rsidTr="00491BD3">
        <w:trPr>
          <w:trHeight w:val="660"/>
        </w:trPr>
        <w:tc>
          <w:tcPr>
            <w:tcW w:w="5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Принято на транспортировку сточных вод всего, тыс. м</w:t>
            </w:r>
            <w:r w:rsidRPr="00491BD3">
              <w:rPr>
                <w:sz w:val="20"/>
                <w:vertAlign w:val="superscript"/>
              </w:rPr>
              <w:t>3</w:t>
            </w:r>
            <w:r w:rsidRPr="00491BD3">
              <w:rPr>
                <w:sz w:val="20"/>
              </w:rPr>
              <w:t xml:space="preserve"> в том числе:</w:t>
            </w:r>
          </w:p>
        </w:tc>
        <w:tc>
          <w:tcPr>
            <w:tcW w:w="24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55,629</w:t>
            </w:r>
          </w:p>
        </w:tc>
        <w:tc>
          <w:tcPr>
            <w:tcW w:w="230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111,258</w:t>
            </w:r>
          </w:p>
        </w:tc>
      </w:tr>
      <w:tr w:rsidR="00491BD3" w:rsidRPr="00491BD3" w:rsidTr="00491BD3">
        <w:trPr>
          <w:trHeight w:val="315"/>
        </w:trPr>
        <w:tc>
          <w:tcPr>
            <w:tcW w:w="5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i/>
                <w:iCs/>
                <w:sz w:val="20"/>
              </w:rPr>
            </w:pPr>
            <w:r w:rsidRPr="00491BD3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4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i/>
                <w:sz w:val="20"/>
              </w:rPr>
            </w:pPr>
            <w:r w:rsidRPr="00491BD3">
              <w:rPr>
                <w:i/>
                <w:sz w:val="20"/>
              </w:rPr>
              <w:t>0</w:t>
            </w:r>
          </w:p>
        </w:tc>
        <w:tc>
          <w:tcPr>
            <w:tcW w:w="230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i/>
                <w:sz w:val="20"/>
              </w:rPr>
            </w:pPr>
            <w:r w:rsidRPr="00491BD3">
              <w:rPr>
                <w:i/>
                <w:sz w:val="20"/>
              </w:rPr>
              <w:t>0</w:t>
            </w:r>
          </w:p>
        </w:tc>
      </w:tr>
      <w:tr w:rsidR="00491BD3" w:rsidRPr="00491BD3" w:rsidTr="00491BD3">
        <w:trPr>
          <w:trHeight w:val="315"/>
        </w:trPr>
        <w:tc>
          <w:tcPr>
            <w:tcW w:w="5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i/>
                <w:iCs/>
                <w:sz w:val="20"/>
              </w:rPr>
            </w:pPr>
            <w:r w:rsidRPr="00491BD3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4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i/>
                <w:sz w:val="20"/>
              </w:rPr>
            </w:pPr>
            <w:r w:rsidRPr="00491BD3">
              <w:rPr>
                <w:i/>
                <w:sz w:val="20"/>
              </w:rPr>
              <w:t>0</w:t>
            </w:r>
          </w:p>
        </w:tc>
        <w:tc>
          <w:tcPr>
            <w:tcW w:w="230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i/>
                <w:sz w:val="20"/>
              </w:rPr>
            </w:pPr>
            <w:r w:rsidRPr="00491BD3">
              <w:rPr>
                <w:i/>
                <w:sz w:val="20"/>
              </w:rPr>
              <w:t>0</w:t>
            </w:r>
          </w:p>
        </w:tc>
      </w:tr>
      <w:tr w:rsidR="00491BD3" w:rsidRPr="00491BD3" w:rsidTr="00491BD3">
        <w:trPr>
          <w:trHeight w:val="315"/>
        </w:trPr>
        <w:tc>
          <w:tcPr>
            <w:tcW w:w="5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i/>
                <w:iCs/>
                <w:sz w:val="20"/>
              </w:rPr>
            </w:pPr>
            <w:r w:rsidRPr="00491BD3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24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i/>
                <w:sz w:val="20"/>
              </w:rPr>
            </w:pPr>
            <w:r w:rsidRPr="00491BD3">
              <w:rPr>
                <w:i/>
                <w:sz w:val="20"/>
              </w:rPr>
              <w:t>55,629</w:t>
            </w:r>
          </w:p>
        </w:tc>
        <w:tc>
          <w:tcPr>
            <w:tcW w:w="230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i/>
                <w:sz w:val="20"/>
              </w:rPr>
            </w:pPr>
            <w:r w:rsidRPr="00491BD3">
              <w:rPr>
                <w:i/>
                <w:sz w:val="20"/>
              </w:rPr>
              <w:t>111,258</w:t>
            </w:r>
          </w:p>
        </w:tc>
      </w:tr>
      <w:tr w:rsidR="00491BD3" w:rsidRPr="00491BD3" w:rsidTr="00491BD3">
        <w:trPr>
          <w:trHeight w:val="600"/>
        </w:trPr>
        <w:tc>
          <w:tcPr>
            <w:tcW w:w="5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Пропущено через очистные сооружения, тыс. м3</w:t>
            </w:r>
          </w:p>
        </w:tc>
        <w:tc>
          <w:tcPr>
            <w:tcW w:w="24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230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600"/>
        </w:trPr>
        <w:tc>
          <w:tcPr>
            <w:tcW w:w="5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Передано сточных вод на сторону, тыс. м3</w:t>
            </w:r>
          </w:p>
        </w:tc>
        <w:tc>
          <w:tcPr>
            <w:tcW w:w="24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55,629</w:t>
            </w:r>
          </w:p>
        </w:tc>
        <w:tc>
          <w:tcPr>
            <w:tcW w:w="230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111,258</w:t>
            </w:r>
          </w:p>
        </w:tc>
      </w:tr>
      <w:tr w:rsidR="00491BD3" w:rsidRPr="00491BD3" w:rsidTr="00491BD3">
        <w:trPr>
          <w:trHeight w:val="300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b/>
                <w:bCs/>
                <w:sz w:val="20"/>
              </w:rPr>
            </w:pPr>
            <w:r w:rsidRPr="00491BD3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Источники финансирования,</w:t>
            </w: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тыс. руб.</w:t>
            </w:r>
          </w:p>
        </w:tc>
        <w:tc>
          <w:tcPr>
            <w:tcW w:w="8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Всего сумма, тыс. руб.</w:t>
            </w: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Другие источники</w:t>
            </w: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01.07.2018 по 31.12.2018</w:t>
            </w:r>
          </w:p>
        </w:tc>
      </w:tr>
      <w:tr w:rsidR="00491BD3" w:rsidRPr="00491BD3" w:rsidTr="00491BD3">
        <w:trPr>
          <w:trHeight w:val="39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Производственные расходы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95,377</w:t>
            </w:r>
          </w:p>
        </w:tc>
        <w:tc>
          <w:tcPr>
            <w:tcW w:w="10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95,377</w:t>
            </w:r>
          </w:p>
        </w:tc>
      </w:tr>
      <w:tr w:rsidR="00491BD3" w:rsidRPr="00491BD3" w:rsidTr="00491BD3">
        <w:trPr>
          <w:trHeight w:val="42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Административные расходы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53,783</w:t>
            </w:r>
          </w:p>
        </w:tc>
        <w:tc>
          <w:tcPr>
            <w:tcW w:w="10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53,783</w:t>
            </w:r>
          </w:p>
        </w:tc>
      </w:tr>
      <w:tr w:rsidR="00491BD3" w:rsidRPr="00491BD3" w:rsidTr="00491BD3">
        <w:trPr>
          <w:trHeight w:val="55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43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6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6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0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период с 01.07.2018 по 31.12.2018: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149,160</w:t>
            </w:r>
          </w:p>
        </w:tc>
        <w:tc>
          <w:tcPr>
            <w:tcW w:w="10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149,160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01.01.2019 по 31.12.2019</w:t>
            </w:r>
          </w:p>
        </w:tc>
      </w:tr>
      <w:tr w:rsidR="00491BD3" w:rsidRPr="00491BD3" w:rsidTr="00491BD3">
        <w:trPr>
          <w:trHeight w:val="36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Производственные расходы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191,082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191,082</w:t>
            </w:r>
          </w:p>
        </w:tc>
      </w:tr>
      <w:tr w:rsidR="00491BD3" w:rsidRPr="00491BD3" w:rsidTr="00491BD3">
        <w:trPr>
          <w:trHeight w:val="36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Административные расходы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109,717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109,717</w:t>
            </w:r>
          </w:p>
        </w:tc>
      </w:tr>
      <w:tr w:rsidR="00491BD3" w:rsidRPr="00491BD3" w:rsidTr="00491BD3">
        <w:trPr>
          <w:trHeight w:val="55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3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600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58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Итого на 2019 год: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300,799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0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300,799</w:t>
            </w:r>
          </w:p>
        </w:tc>
      </w:tr>
      <w:tr w:rsidR="00491BD3" w:rsidRPr="00491BD3" w:rsidTr="00491BD3">
        <w:trPr>
          <w:trHeight w:val="690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b/>
                <w:bCs/>
                <w:sz w:val="20"/>
              </w:rPr>
            </w:pPr>
            <w:r w:rsidRPr="00491BD3">
              <w:rPr>
                <w:b/>
                <w:bCs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</w:t>
            </w:r>
            <w:r w:rsidRPr="00491BD3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491BD3">
              <w:rPr>
                <w:sz w:val="20"/>
              </w:rPr>
              <w:t xml:space="preserve">                 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Источники финансирования,</w:t>
            </w: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тыс. руб.</w:t>
            </w:r>
          </w:p>
        </w:tc>
        <w:tc>
          <w:tcPr>
            <w:tcW w:w="8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Всего сумма, тыс. руб.</w:t>
            </w: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Другие источники</w:t>
            </w: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01.07.2018 по 31.12.2018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Оплата труда ремонтного персонала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174,411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174,411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период с 01.07.2018 по 31.12.2018: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174,411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174,411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01.01.2019 по 31.12.2019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Оплата труда ремонтного персонала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348,821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348,821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2019 год: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348,821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348,821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i/>
                <w:iCs/>
                <w:sz w:val="20"/>
              </w:rPr>
            </w:pPr>
            <w:r w:rsidRPr="00491BD3">
              <w:rPr>
                <w:i/>
                <w:iCs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491BD3">
              <w:rPr>
                <w:sz w:val="20"/>
              </w:rPr>
              <w:t xml:space="preserve">             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8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Всего сумма, тыс. руб.  </w:t>
            </w: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Другие источники    </w:t>
            </w: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01.07.2018 по 31.12.2018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период с 01.07.2018 по 31.12.2018: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01.01.2019 по 31.12.2019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lastRenderedPageBreak/>
              <w:t xml:space="preserve">Итого на 2019 год: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</w:tr>
      <w:tr w:rsidR="00491BD3" w:rsidRPr="00491BD3" w:rsidTr="00491BD3">
        <w:trPr>
          <w:trHeight w:val="300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 </w:t>
            </w:r>
            <w:r w:rsidRPr="00491BD3">
              <w:rPr>
                <w:i/>
                <w:iCs/>
                <w:sz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8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Всего сумма, тыс. руб.  </w:t>
            </w: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 Другие источники    </w:t>
            </w: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01.07.2018 по 31.12.2018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период с 01.07.2018 по 31.12.2018: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01.01.2019 по 31.12.2019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2019 год: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i/>
                <w:iCs/>
                <w:sz w:val="20"/>
              </w:rPr>
            </w:pPr>
            <w:r w:rsidRPr="00491BD3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График реализации мероприятия</w:t>
            </w:r>
          </w:p>
        </w:tc>
        <w:tc>
          <w:tcPr>
            <w:tcW w:w="19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88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Всего сумма, тыс. руб.  </w:t>
            </w: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Себестоимость</w:t>
            </w:r>
          </w:p>
        </w:tc>
        <w:tc>
          <w:tcPr>
            <w:tcW w:w="9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Другие источники    </w:t>
            </w: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507"/>
        </w:trPr>
        <w:tc>
          <w:tcPr>
            <w:tcW w:w="59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9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01.07.2018 по 31.12.2018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период с 01.07.2018 по 31.12.2018: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 период с 01.01.2019 по 31.12.2019</w:t>
            </w:r>
          </w:p>
        </w:tc>
      </w:tr>
      <w:tr w:rsidR="00491BD3" w:rsidRPr="00491BD3" w:rsidTr="00491BD3">
        <w:trPr>
          <w:trHeight w:val="315"/>
        </w:trPr>
        <w:tc>
          <w:tcPr>
            <w:tcW w:w="59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Мероприятия отсутствуют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692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Итого на 2019 год:                              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9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00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     </w:t>
            </w:r>
            <w:r w:rsidRPr="00491BD3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491BD3" w:rsidRPr="00491BD3" w:rsidTr="00491BD3">
        <w:trPr>
          <w:trHeight w:val="300"/>
        </w:trPr>
        <w:tc>
          <w:tcPr>
            <w:tcW w:w="980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b/>
                <w:bCs/>
                <w:sz w:val="20"/>
              </w:rPr>
            </w:pPr>
            <w:r w:rsidRPr="00491BD3">
              <w:rPr>
                <w:b/>
                <w:bCs/>
                <w:sz w:val="20"/>
              </w:rPr>
              <w:t xml:space="preserve">    </w:t>
            </w:r>
          </w:p>
        </w:tc>
      </w:tr>
      <w:tr w:rsidR="00491BD3" w:rsidRPr="00491BD3" w:rsidTr="00491BD3">
        <w:trPr>
          <w:trHeight w:val="690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Наименование показателя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proofErr w:type="spellStart"/>
            <w:r w:rsidRPr="00491BD3">
              <w:rPr>
                <w:sz w:val="20"/>
              </w:rPr>
              <w:t>Ед</w:t>
            </w:r>
            <w:proofErr w:type="gramStart"/>
            <w:r w:rsidRPr="00491BD3">
              <w:rPr>
                <w:sz w:val="20"/>
              </w:rPr>
              <w:t>.и</w:t>
            </w:r>
            <w:proofErr w:type="gramEnd"/>
            <w:r w:rsidRPr="00491BD3">
              <w:rPr>
                <w:sz w:val="20"/>
              </w:rPr>
              <w:t>зм</w:t>
            </w:r>
            <w:proofErr w:type="spellEnd"/>
            <w:r w:rsidRPr="00491BD3">
              <w:rPr>
                <w:sz w:val="20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на период </w:t>
            </w: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с 01.07.2018 по 31.12.2018</w:t>
            </w:r>
          </w:p>
        </w:tc>
        <w:tc>
          <w:tcPr>
            <w:tcW w:w="117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 xml:space="preserve">на период </w:t>
            </w: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с 01.01.2019 по 31.12.2019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Показатели очистки сточных вод</w:t>
            </w:r>
          </w:p>
        </w:tc>
      </w:tr>
      <w:tr w:rsidR="00491BD3" w:rsidRPr="00491BD3" w:rsidTr="00491BD3">
        <w:trPr>
          <w:trHeight w:val="810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both"/>
              <w:rPr>
                <w:sz w:val="20"/>
              </w:rPr>
            </w:pPr>
            <w:r w:rsidRPr="00491BD3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%</w:t>
            </w:r>
          </w:p>
        </w:tc>
        <w:tc>
          <w:tcPr>
            <w:tcW w:w="110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</w:tr>
      <w:tr w:rsidR="00491BD3" w:rsidRPr="00491BD3" w:rsidTr="00491BD3">
        <w:trPr>
          <w:trHeight w:val="810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both"/>
              <w:rPr>
                <w:sz w:val="20"/>
              </w:rPr>
            </w:pPr>
            <w:r w:rsidRPr="00491BD3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%</w:t>
            </w:r>
          </w:p>
        </w:tc>
        <w:tc>
          <w:tcPr>
            <w:tcW w:w="1102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1035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both"/>
              <w:rPr>
                <w:sz w:val="20"/>
              </w:rPr>
            </w:pPr>
            <w:r w:rsidRPr="00491BD3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%</w:t>
            </w:r>
          </w:p>
        </w:tc>
        <w:tc>
          <w:tcPr>
            <w:tcW w:w="11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1035"/>
        </w:trPr>
        <w:tc>
          <w:tcPr>
            <w:tcW w:w="678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both"/>
              <w:rPr>
                <w:sz w:val="20"/>
              </w:rPr>
            </w:pPr>
            <w:r w:rsidRPr="00491BD3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%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lastRenderedPageBreak/>
              <w:t>Показатели надежности и бесперебойности водоотведения</w:t>
            </w:r>
          </w:p>
        </w:tc>
      </w:tr>
      <w:tr w:rsidR="00491BD3" w:rsidRPr="00491BD3" w:rsidTr="00491BD3">
        <w:trPr>
          <w:trHeight w:val="675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both"/>
              <w:rPr>
                <w:sz w:val="20"/>
              </w:rPr>
            </w:pPr>
            <w:r w:rsidRPr="00491BD3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ед./</w:t>
            </w:r>
            <w:proofErr w:type="gramStart"/>
            <w:r w:rsidRPr="00491BD3">
              <w:rPr>
                <w:sz w:val="20"/>
              </w:rPr>
              <w:t>км</w:t>
            </w:r>
            <w:proofErr w:type="gramEnd"/>
          </w:p>
        </w:tc>
        <w:tc>
          <w:tcPr>
            <w:tcW w:w="11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0</w:t>
            </w:r>
          </w:p>
        </w:tc>
        <w:tc>
          <w:tcPr>
            <w:tcW w:w="11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0</w:t>
            </w:r>
          </w:p>
        </w:tc>
      </w:tr>
      <w:tr w:rsidR="00491BD3" w:rsidRPr="00491BD3" w:rsidTr="00491BD3">
        <w:trPr>
          <w:trHeight w:val="315"/>
        </w:trPr>
        <w:tc>
          <w:tcPr>
            <w:tcW w:w="980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Показатели энергетической эффективности</w:t>
            </w:r>
          </w:p>
        </w:tc>
      </w:tr>
      <w:tr w:rsidR="00491BD3" w:rsidRPr="00491BD3" w:rsidTr="00491BD3">
        <w:trPr>
          <w:trHeight w:val="835"/>
        </w:trPr>
        <w:tc>
          <w:tcPr>
            <w:tcW w:w="678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91BD3" w:rsidRPr="00491BD3" w:rsidRDefault="00491BD3" w:rsidP="00491BD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91BD3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4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491BD3" w:rsidRPr="00491BD3" w:rsidRDefault="00491BD3" w:rsidP="00491BD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91BD3">
              <w:rPr>
                <w:sz w:val="20"/>
              </w:rPr>
              <w:t xml:space="preserve">       кВт*</w:t>
            </w:r>
            <w:proofErr w:type="gramStart"/>
            <w:r w:rsidRPr="00491BD3">
              <w:rPr>
                <w:sz w:val="20"/>
              </w:rPr>
              <w:t>ч</w:t>
            </w:r>
            <w:proofErr w:type="gramEnd"/>
            <w:r w:rsidRPr="00491BD3">
              <w:rPr>
                <w:sz w:val="20"/>
              </w:rPr>
              <w:t>/куб. м</w:t>
            </w:r>
          </w:p>
          <w:p w:rsidR="00491BD3" w:rsidRPr="00491BD3" w:rsidRDefault="00491BD3" w:rsidP="00491BD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02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  <w:tc>
          <w:tcPr>
            <w:tcW w:w="1170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trHeight w:val="835"/>
        </w:trPr>
        <w:tc>
          <w:tcPr>
            <w:tcW w:w="678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91BD3" w:rsidRPr="00491BD3" w:rsidRDefault="00491BD3" w:rsidP="00491BD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91BD3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491BD3" w:rsidRPr="00491BD3" w:rsidRDefault="00491BD3" w:rsidP="00491BD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91BD3">
              <w:rPr>
                <w:sz w:val="20"/>
              </w:rPr>
              <w:t xml:space="preserve">      кВт*</w:t>
            </w:r>
            <w:proofErr w:type="gramStart"/>
            <w:r w:rsidRPr="00491BD3">
              <w:rPr>
                <w:sz w:val="20"/>
              </w:rPr>
              <w:t>ч</w:t>
            </w:r>
            <w:proofErr w:type="gramEnd"/>
            <w:r w:rsidRPr="00491BD3">
              <w:rPr>
                <w:sz w:val="20"/>
              </w:rPr>
              <w:t>/куб. м</w:t>
            </w:r>
          </w:p>
          <w:p w:rsidR="00491BD3" w:rsidRPr="00491BD3" w:rsidRDefault="00491BD3" w:rsidP="00491BD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10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</w:p>
        </w:tc>
      </w:tr>
      <w:tr w:rsidR="00491BD3" w:rsidRPr="00491BD3" w:rsidTr="00491BD3">
        <w:trPr>
          <w:gridAfter w:val="1"/>
          <w:wAfter w:w="10" w:type="dxa"/>
          <w:trHeight w:val="300"/>
        </w:trPr>
        <w:tc>
          <w:tcPr>
            <w:tcW w:w="979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b/>
                <w:bCs/>
                <w:sz w:val="20"/>
              </w:rPr>
            </w:pPr>
            <w:r w:rsidRPr="00491BD3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491BD3" w:rsidRPr="00491BD3" w:rsidTr="00491BD3">
        <w:trPr>
          <w:gridAfter w:val="1"/>
          <w:wAfter w:w="10" w:type="dxa"/>
          <w:trHeight w:val="315"/>
        </w:trPr>
        <w:tc>
          <w:tcPr>
            <w:tcW w:w="75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на период с 01.07.2018 по 31.12.2018</w:t>
            </w:r>
          </w:p>
        </w:tc>
        <w:tc>
          <w:tcPr>
            <w:tcW w:w="22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gridAfter w:val="1"/>
          <w:wAfter w:w="10" w:type="dxa"/>
          <w:trHeight w:val="315"/>
        </w:trPr>
        <w:tc>
          <w:tcPr>
            <w:tcW w:w="75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22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gridAfter w:val="1"/>
          <w:wAfter w:w="10" w:type="dxa"/>
          <w:trHeight w:val="600"/>
        </w:trPr>
        <w:tc>
          <w:tcPr>
            <w:tcW w:w="75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Итого эффективность производственной программы на весь период реализации</w:t>
            </w:r>
          </w:p>
        </w:tc>
        <w:tc>
          <w:tcPr>
            <w:tcW w:w="226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-</w:t>
            </w:r>
          </w:p>
        </w:tc>
      </w:tr>
      <w:tr w:rsidR="00491BD3" w:rsidRPr="00491BD3" w:rsidTr="00491BD3">
        <w:trPr>
          <w:gridAfter w:val="1"/>
          <w:wAfter w:w="10" w:type="dxa"/>
          <w:trHeight w:val="300"/>
        </w:trPr>
        <w:tc>
          <w:tcPr>
            <w:tcW w:w="979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b/>
                <w:bCs/>
                <w:sz w:val="20"/>
              </w:rPr>
            </w:pPr>
            <w:r w:rsidRPr="00491BD3">
              <w:rPr>
                <w:b/>
                <w:bCs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491BD3" w:rsidRPr="00491BD3" w:rsidTr="00491BD3">
        <w:trPr>
          <w:gridAfter w:val="1"/>
          <w:wAfter w:w="10" w:type="dxa"/>
          <w:trHeight w:val="300"/>
        </w:trPr>
        <w:tc>
          <w:tcPr>
            <w:tcW w:w="8202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 </w:t>
            </w:r>
          </w:p>
        </w:tc>
        <w:tc>
          <w:tcPr>
            <w:tcW w:w="159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Всего сумма,</w:t>
            </w:r>
          </w:p>
        </w:tc>
      </w:tr>
      <w:tr w:rsidR="00491BD3" w:rsidRPr="00491BD3" w:rsidTr="00491BD3">
        <w:trPr>
          <w:gridAfter w:val="1"/>
          <w:wAfter w:w="10" w:type="dxa"/>
          <w:trHeight w:val="315"/>
        </w:trPr>
        <w:tc>
          <w:tcPr>
            <w:tcW w:w="8202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</w:p>
        </w:tc>
        <w:tc>
          <w:tcPr>
            <w:tcW w:w="15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тыс. руб.</w:t>
            </w:r>
          </w:p>
        </w:tc>
      </w:tr>
      <w:tr w:rsidR="00491BD3" w:rsidRPr="00491BD3" w:rsidTr="00491BD3">
        <w:trPr>
          <w:gridAfter w:val="1"/>
          <w:wAfter w:w="10" w:type="dxa"/>
          <w:trHeight w:val="315"/>
        </w:trPr>
        <w:tc>
          <w:tcPr>
            <w:tcW w:w="820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на период с 01.07.2018 по 31.12.2018</w:t>
            </w:r>
          </w:p>
        </w:tc>
        <w:tc>
          <w:tcPr>
            <w:tcW w:w="159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323,571</w:t>
            </w:r>
          </w:p>
        </w:tc>
      </w:tr>
      <w:tr w:rsidR="00491BD3" w:rsidRPr="00491BD3" w:rsidTr="00491BD3">
        <w:trPr>
          <w:gridAfter w:val="1"/>
          <w:wAfter w:w="10" w:type="dxa"/>
          <w:trHeight w:val="315"/>
        </w:trPr>
        <w:tc>
          <w:tcPr>
            <w:tcW w:w="820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9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649,620</w:t>
            </w:r>
          </w:p>
        </w:tc>
      </w:tr>
      <w:tr w:rsidR="00491BD3" w:rsidRPr="00491BD3" w:rsidTr="00491BD3">
        <w:trPr>
          <w:gridAfter w:val="1"/>
          <w:wAfter w:w="10" w:type="dxa"/>
          <w:trHeight w:val="315"/>
        </w:trPr>
        <w:tc>
          <w:tcPr>
            <w:tcW w:w="820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>Итого на весь период реализации:</w:t>
            </w:r>
          </w:p>
        </w:tc>
        <w:tc>
          <w:tcPr>
            <w:tcW w:w="159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jc w:val="center"/>
              <w:rPr>
                <w:sz w:val="20"/>
              </w:rPr>
            </w:pPr>
            <w:r w:rsidRPr="00491BD3">
              <w:rPr>
                <w:sz w:val="20"/>
              </w:rPr>
              <w:t>973,191</w:t>
            </w:r>
          </w:p>
        </w:tc>
      </w:tr>
      <w:tr w:rsidR="00491BD3" w:rsidRPr="00491BD3" w:rsidTr="00491BD3">
        <w:trPr>
          <w:gridAfter w:val="1"/>
          <w:wAfter w:w="10" w:type="dxa"/>
          <w:trHeight w:val="315"/>
        </w:trPr>
        <w:tc>
          <w:tcPr>
            <w:tcW w:w="979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91BD3" w:rsidRPr="00491BD3" w:rsidRDefault="00491BD3" w:rsidP="00491BD3">
            <w:pPr>
              <w:rPr>
                <w:sz w:val="20"/>
              </w:rPr>
            </w:pPr>
            <w:r w:rsidRPr="00491BD3">
              <w:rPr>
                <w:sz w:val="20"/>
              </w:rPr>
              <w:t xml:space="preserve"> </w:t>
            </w:r>
            <w:r w:rsidRPr="00491BD3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491BD3">
              <w:rPr>
                <w:sz w:val="20"/>
              </w:rPr>
              <w:t xml:space="preserve">                         </w:t>
            </w:r>
          </w:p>
        </w:tc>
      </w:tr>
      <w:tr w:rsidR="00491BD3" w:rsidRPr="00491BD3" w:rsidTr="00491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9792" w:type="dxa"/>
            <w:gridSpan w:val="14"/>
          </w:tcPr>
          <w:p w:rsidR="00491BD3" w:rsidRPr="00491BD3" w:rsidRDefault="00491BD3" w:rsidP="00491BD3">
            <w:pPr>
              <w:widowControl w:val="0"/>
              <w:autoSpaceDE w:val="0"/>
              <w:autoSpaceDN w:val="0"/>
              <w:rPr>
                <w:sz w:val="20"/>
              </w:rPr>
            </w:pPr>
            <w:r w:rsidRPr="00491BD3">
              <w:rPr>
                <w:rFonts w:eastAsia="Calibri"/>
                <w:color w:val="000000"/>
                <w:sz w:val="20"/>
                <w:lang w:eastAsia="en-US"/>
              </w:rPr>
              <w:t>Ранее в отношении данной организации государственное регулирование тарифов в сфере водоотведения (транспортировка сточных вод) не осуществлялось</w:t>
            </w:r>
          </w:p>
        </w:tc>
      </w:tr>
    </w:tbl>
    <w:p w:rsidR="00AD2C64" w:rsidRDefault="00AD2C64" w:rsidP="00B75ED4">
      <w:pPr>
        <w:jc w:val="center"/>
        <w:rPr>
          <w:sz w:val="24"/>
          <w:szCs w:val="24"/>
        </w:rPr>
      </w:pPr>
    </w:p>
    <w:p w:rsidR="00AD2C64" w:rsidRDefault="00AD2C64" w:rsidP="00B75ED4">
      <w:pPr>
        <w:jc w:val="center"/>
        <w:rPr>
          <w:sz w:val="24"/>
          <w:szCs w:val="24"/>
        </w:rPr>
      </w:pPr>
    </w:p>
    <w:p w:rsidR="00AD2C64" w:rsidRDefault="00AD2C64" w:rsidP="00B75ED4">
      <w:pPr>
        <w:jc w:val="center"/>
        <w:rPr>
          <w:sz w:val="24"/>
          <w:szCs w:val="24"/>
        </w:rPr>
      </w:pPr>
    </w:p>
    <w:p w:rsidR="00AD2C64" w:rsidRDefault="00AD2C64" w:rsidP="00B75ED4">
      <w:pPr>
        <w:jc w:val="center"/>
        <w:rPr>
          <w:sz w:val="24"/>
          <w:szCs w:val="24"/>
        </w:rPr>
      </w:pPr>
    </w:p>
    <w:p w:rsidR="00BE2950" w:rsidRDefault="00BE2950" w:rsidP="001547A1">
      <w:pPr>
        <w:autoSpaceDE w:val="0"/>
        <w:autoSpaceDN w:val="0"/>
        <w:adjustRightInd w:val="0"/>
        <w:jc w:val="right"/>
        <w:rPr>
          <w:szCs w:val="28"/>
        </w:rPr>
      </w:pPr>
    </w:p>
    <w:p w:rsidR="001547A1" w:rsidRDefault="001547A1" w:rsidP="00BE2950">
      <w:pPr>
        <w:autoSpaceDE w:val="0"/>
        <w:autoSpaceDN w:val="0"/>
        <w:adjustRightInd w:val="0"/>
        <w:rPr>
          <w:szCs w:val="28"/>
        </w:rPr>
      </w:pPr>
    </w:p>
    <w:p w:rsidR="00B75ED4" w:rsidRDefault="00B75ED4" w:rsidP="00EF6FE5">
      <w:pPr>
        <w:tabs>
          <w:tab w:val="left" w:pos="3442"/>
        </w:tabs>
        <w:jc w:val="right"/>
        <w:rPr>
          <w:szCs w:val="28"/>
        </w:rPr>
      </w:pPr>
    </w:p>
    <w:sectPr w:rsidR="00B75ED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B6" w:rsidRDefault="00DB6FB6">
      <w:r>
        <w:separator/>
      </w:r>
    </w:p>
  </w:endnote>
  <w:endnote w:type="continuationSeparator" w:id="0">
    <w:p w:rsidR="00DB6FB6" w:rsidRDefault="00DB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B6" w:rsidRDefault="00DB6FB6">
      <w:r>
        <w:separator/>
      </w:r>
    </w:p>
  </w:footnote>
  <w:footnote w:type="continuationSeparator" w:id="0">
    <w:p w:rsidR="00DB6FB6" w:rsidRDefault="00DB6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204AB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204AB7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6A05">
      <w:rPr>
        <w:rStyle w:val="a9"/>
        <w:noProof/>
      </w:rPr>
      <w:t>5</w: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786A0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B6FB6" w:rsidRPr="00E52B15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B6FB6" w:rsidRDefault="00DB6FB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B6FB6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B6FB6" w:rsidRPr="002B6128" w:rsidRDefault="00DB6FB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B6FB6" w:rsidRDefault="00DB6FB6" w:rsidP="00276416">
                <w:pPr>
                  <w:ind w:right="-70"/>
                  <w:rPr>
                    <w:sz w:val="20"/>
                  </w:rPr>
                </w:pPr>
              </w:p>
              <w:p w:rsidR="00DB6FB6" w:rsidRPr="001772E6" w:rsidRDefault="00DB6FB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B6FB6" w:rsidRDefault="00DB6FB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2ABD"/>
    <w:multiLevelType w:val="hybridMultilevel"/>
    <w:tmpl w:val="5CFA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8637E"/>
    <w:multiLevelType w:val="multilevel"/>
    <w:tmpl w:val="481AA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2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410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7727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0A7"/>
    <w:rsid w:val="001352A1"/>
    <w:rsid w:val="00136932"/>
    <w:rsid w:val="00136B4A"/>
    <w:rsid w:val="001378C1"/>
    <w:rsid w:val="00140EA9"/>
    <w:rsid w:val="001414AC"/>
    <w:rsid w:val="00141D46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7A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4AB7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C61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2DA9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8E1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2D88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50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639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92"/>
    <w:rsid w:val="004744DD"/>
    <w:rsid w:val="00474C14"/>
    <w:rsid w:val="004751A9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1BD3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C3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468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06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09C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1A5B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A05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154F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480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2BC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17C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11C1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459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57B6A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DD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2C64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261F"/>
    <w:rsid w:val="00AE417C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36C"/>
    <w:rsid w:val="00B47567"/>
    <w:rsid w:val="00B50388"/>
    <w:rsid w:val="00B50E39"/>
    <w:rsid w:val="00B513FF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5ED4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811"/>
    <w:rsid w:val="00BE1DF1"/>
    <w:rsid w:val="00BE1E73"/>
    <w:rsid w:val="00BE2569"/>
    <w:rsid w:val="00BE2950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2FED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E32"/>
    <w:rsid w:val="00CC0EA0"/>
    <w:rsid w:val="00CC183A"/>
    <w:rsid w:val="00CC2DF6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3F84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CA4"/>
    <w:rsid w:val="00E92D34"/>
    <w:rsid w:val="00E93F47"/>
    <w:rsid w:val="00E96132"/>
    <w:rsid w:val="00E961D3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1FC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6FE5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2F9"/>
    <w:rsid w:val="00F535DB"/>
    <w:rsid w:val="00F53A07"/>
    <w:rsid w:val="00F53DC3"/>
    <w:rsid w:val="00F54F00"/>
    <w:rsid w:val="00F55455"/>
    <w:rsid w:val="00F57228"/>
    <w:rsid w:val="00F572BB"/>
    <w:rsid w:val="00F578EF"/>
    <w:rsid w:val="00F607F5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6F7C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2EAE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956BD-EA19-46B9-B513-1616D033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32</TotalTime>
  <Pages>7</Pages>
  <Words>1253</Words>
  <Characters>9678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16</cp:revision>
  <cp:lastPrinted>2018-06-15T13:52:00Z</cp:lastPrinted>
  <dcterms:created xsi:type="dcterms:W3CDTF">2017-11-18T11:20:00Z</dcterms:created>
  <dcterms:modified xsi:type="dcterms:W3CDTF">2018-06-18T05:22:00Z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