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F7D26" w:rsidP="00825FAA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825FAA">
              <w:t>18</w:t>
            </w:r>
            <w:r w:rsidR="004C4D77">
              <w:t>.</w:t>
            </w:r>
            <w:r w:rsidR="009657D6">
              <w:t>0</w:t>
            </w:r>
            <w:r w:rsidR="00825FAA">
              <w:t>5</w:t>
            </w:r>
            <w:r w:rsidR="00101FEB">
              <w:rPr>
                <w:noProof/>
              </w:rPr>
              <w:t>.201</w:t>
            </w:r>
            <w:r w:rsidR="009657D6">
              <w:rPr>
                <w:noProof/>
              </w:rPr>
              <w:t>8</w:t>
            </w:r>
            <w:r w:rsidR="00101FEB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F7D26" w:rsidP="00F462D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F462D0">
              <w:t>17/5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1F7D26" w:rsidP="00A645E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645E2" w:rsidRPr="00A645E2">
              <w:rPr>
                <w:noProof/>
              </w:rPr>
              <w:t>О формировании Информационной базы организаций Нижегородской области, 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60F0E" w:rsidRDefault="00560F0E" w:rsidP="00A574BA">
      <w:pPr>
        <w:tabs>
          <w:tab w:val="left" w:pos="1897"/>
        </w:tabs>
      </w:pPr>
    </w:p>
    <w:p w:rsidR="003945AF" w:rsidRDefault="003945AF" w:rsidP="003945AF">
      <w:pPr>
        <w:tabs>
          <w:tab w:val="left" w:pos="1897"/>
        </w:tabs>
        <w:jc w:val="center"/>
      </w:pPr>
    </w:p>
    <w:p w:rsidR="00F462D0" w:rsidRPr="00560F0E" w:rsidRDefault="00F462D0" w:rsidP="003945AF">
      <w:pPr>
        <w:tabs>
          <w:tab w:val="left" w:pos="1897"/>
        </w:tabs>
        <w:jc w:val="center"/>
      </w:pPr>
    </w:p>
    <w:p w:rsidR="002E0EF2" w:rsidRDefault="002C26A3" w:rsidP="002E0EF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2C26A3">
        <w:rPr>
          <w:szCs w:val="28"/>
        </w:rPr>
        <w:t xml:space="preserve">На основании данных, представленных организациями, в отношении которых осуществляется государственное регулирование: </w:t>
      </w:r>
    </w:p>
    <w:p w:rsidR="000F2C3F" w:rsidRPr="000F2C3F" w:rsidRDefault="000F2C3F" w:rsidP="00507F5B">
      <w:pPr>
        <w:spacing w:line="276" w:lineRule="auto"/>
        <w:ind w:firstLine="720"/>
        <w:jc w:val="both"/>
        <w:rPr>
          <w:szCs w:val="28"/>
        </w:rPr>
      </w:pPr>
      <w:r w:rsidRPr="000F2C3F">
        <w:rPr>
          <w:b/>
          <w:szCs w:val="28"/>
        </w:rPr>
        <w:t>1</w:t>
      </w:r>
      <w:r w:rsidRPr="000F2C3F">
        <w:rPr>
          <w:szCs w:val="28"/>
        </w:rPr>
        <w:t xml:space="preserve">. </w:t>
      </w:r>
      <w:r w:rsidR="00507F5B" w:rsidRPr="00507F5B">
        <w:rPr>
          <w:szCs w:val="28"/>
        </w:rPr>
        <w:t xml:space="preserve">В связи с приведением предприятием организационно-правовой формы в соответствие со </w:t>
      </w:r>
      <w:hyperlink r:id="rId12" w:history="1">
        <w:r w:rsidR="00507F5B" w:rsidRPr="00507F5B">
          <w:rPr>
            <w:rStyle w:val="a7"/>
            <w:szCs w:val="28"/>
          </w:rPr>
          <w:t>ст. 66</w:t>
        </w:r>
      </w:hyperlink>
      <w:r w:rsidR="00507F5B" w:rsidRPr="00507F5B">
        <w:rPr>
          <w:szCs w:val="28"/>
        </w:rPr>
        <w:t xml:space="preserve"> Гражданского кодекса Российской Федерации, внести в Информационную базу организаций Нижегородской области, в отношении которых осуществляется государственное регулирование, изменения, изложив </w:t>
      </w:r>
      <w:r w:rsidR="00507F5B">
        <w:rPr>
          <w:szCs w:val="28"/>
        </w:rPr>
        <w:t xml:space="preserve">строки </w:t>
      </w:r>
      <w:r w:rsidR="00825FAA">
        <w:t xml:space="preserve">2.1.132, 2.2.139 </w:t>
      </w:r>
      <w:r w:rsidRPr="000F2C3F">
        <w:rPr>
          <w:szCs w:val="28"/>
        </w:rPr>
        <w:t xml:space="preserve">в следующей редакции: </w:t>
      </w:r>
    </w:p>
    <w:p w:rsidR="009D6301" w:rsidRPr="000F2C3F" w:rsidRDefault="000F2C3F" w:rsidP="009D6301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0F2C3F">
        <w:rPr>
          <w:szCs w:val="28"/>
        </w:rPr>
        <w:t xml:space="preserve">« 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118"/>
        <w:gridCol w:w="3851"/>
        <w:gridCol w:w="4827"/>
      </w:tblGrid>
      <w:tr w:rsidR="00403D3C" w:rsidRPr="00403D3C" w:rsidTr="00822DDD">
        <w:trPr>
          <w:trHeight w:val="470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Рег. №</w:t>
            </w:r>
          </w:p>
        </w:tc>
        <w:tc>
          <w:tcPr>
            <w:tcW w:w="3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Полное наименование организации, сокращенное наименование организации, ФИО руководителя организации, ФИО предпринимателя, ИНН</w:t>
            </w:r>
          </w:p>
        </w:tc>
        <w:tc>
          <w:tcPr>
            <w:tcW w:w="4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Юридический и (или) почтовый адрес, телефон, факс, E-mail</w:t>
            </w:r>
          </w:p>
        </w:tc>
      </w:tr>
      <w:tr w:rsidR="00403D3C" w:rsidRPr="00403D3C" w:rsidTr="00822DDD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2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3</w:t>
            </w:r>
          </w:p>
        </w:tc>
      </w:tr>
      <w:tr w:rsidR="00403D3C" w:rsidRPr="00403D3C" w:rsidTr="00822DDD">
        <w:trPr>
          <w:trHeight w:val="235"/>
        </w:trPr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403D3C" w:rsidP="00403D3C">
            <w:pPr>
              <w:jc w:val="center"/>
              <w:rPr>
                <w:b/>
                <w:bCs/>
                <w:sz w:val="20"/>
              </w:rPr>
            </w:pPr>
            <w:r w:rsidRPr="00A0681A">
              <w:rPr>
                <w:b/>
                <w:bCs/>
                <w:sz w:val="20"/>
              </w:rPr>
              <w:t>2. Тепловая энергия и мощность</w:t>
            </w:r>
          </w:p>
        </w:tc>
      </w:tr>
      <w:tr w:rsidR="00403D3C" w:rsidRPr="00403D3C" w:rsidTr="00822DDD">
        <w:trPr>
          <w:trHeight w:val="235"/>
        </w:trPr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403D3C" w:rsidP="00403D3C">
            <w:pPr>
              <w:jc w:val="center"/>
              <w:rPr>
                <w:b/>
                <w:bCs/>
                <w:sz w:val="20"/>
              </w:rPr>
            </w:pPr>
            <w:r w:rsidRPr="00A0681A">
              <w:rPr>
                <w:b/>
                <w:bCs/>
                <w:sz w:val="20"/>
              </w:rPr>
              <w:t>2.1. «Производители тепловой энергии и мощности»</w:t>
            </w:r>
          </w:p>
        </w:tc>
      </w:tr>
      <w:tr w:rsidR="00825FAA" w:rsidRPr="008A5BF2" w:rsidTr="00822DDD">
        <w:trPr>
          <w:trHeight w:val="939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25FAA" w:rsidRPr="00A0681A" w:rsidRDefault="00825FAA" w:rsidP="00403D3C">
            <w:pPr>
              <w:jc w:val="center"/>
              <w:rPr>
                <w:sz w:val="20"/>
              </w:rPr>
            </w:pPr>
            <w:r w:rsidRPr="00A0681A">
              <w:rPr>
                <w:sz w:val="20"/>
              </w:rPr>
              <w:t>2.1.132</w:t>
            </w:r>
          </w:p>
        </w:tc>
        <w:tc>
          <w:tcPr>
            <w:tcW w:w="3851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25FAA" w:rsidRPr="00A0681A" w:rsidRDefault="00825FAA" w:rsidP="00825FAA">
            <w:pPr>
              <w:rPr>
                <w:sz w:val="20"/>
              </w:rPr>
            </w:pPr>
            <w:r w:rsidRPr="00A0681A">
              <w:rPr>
                <w:sz w:val="20"/>
              </w:rPr>
              <w:t>АКЦИОНЕРНОЕ ОБЩЕСТВО «ВЕРХНЕВОЛГОЭЛЕКТРОМОНТАЖ-НН»</w:t>
            </w:r>
          </w:p>
          <w:p w:rsidR="00825FAA" w:rsidRPr="00A0681A" w:rsidRDefault="00825FAA" w:rsidP="00825FAA">
            <w:pPr>
              <w:rPr>
                <w:sz w:val="20"/>
              </w:rPr>
            </w:pPr>
          </w:p>
          <w:p w:rsidR="00825FAA" w:rsidRPr="00A0681A" w:rsidRDefault="00825FAA" w:rsidP="00825FAA">
            <w:pPr>
              <w:rPr>
                <w:sz w:val="20"/>
              </w:rPr>
            </w:pPr>
            <w:r w:rsidRPr="00A0681A">
              <w:rPr>
                <w:sz w:val="20"/>
              </w:rPr>
              <w:t>АО «ВВЭМ-НН»</w:t>
            </w:r>
          </w:p>
          <w:p w:rsidR="00825FAA" w:rsidRPr="00A0681A" w:rsidRDefault="00825FAA" w:rsidP="00825FAA">
            <w:pPr>
              <w:rPr>
                <w:sz w:val="20"/>
              </w:rPr>
            </w:pPr>
          </w:p>
          <w:p w:rsidR="00825FAA" w:rsidRPr="00A0681A" w:rsidRDefault="00825FAA" w:rsidP="00825FAA">
            <w:pPr>
              <w:rPr>
                <w:sz w:val="20"/>
              </w:rPr>
            </w:pPr>
            <w:r w:rsidRPr="00A0681A">
              <w:rPr>
                <w:sz w:val="20"/>
              </w:rPr>
              <w:t>Генеральный директор: Фофанов Борис Иванович</w:t>
            </w:r>
          </w:p>
          <w:p w:rsidR="00825FAA" w:rsidRPr="00A0681A" w:rsidRDefault="00825FAA" w:rsidP="00825FAA">
            <w:pPr>
              <w:rPr>
                <w:sz w:val="20"/>
              </w:rPr>
            </w:pPr>
          </w:p>
          <w:p w:rsidR="00825FAA" w:rsidRPr="00A0681A" w:rsidRDefault="00825FAA" w:rsidP="00825FAA">
            <w:pPr>
              <w:rPr>
                <w:sz w:val="20"/>
              </w:rPr>
            </w:pPr>
            <w:r w:rsidRPr="00A0681A">
              <w:rPr>
                <w:sz w:val="20"/>
              </w:rPr>
              <w:t>ИНН 5262089823</w:t>
            </w:r>
          </w:p>
        </w:tc>
        <w:tc>
          <w:tcPr>
            <w:tcW w:w="4827" w:type="dxa"/>
            <w:vMerge w:val="restart"/>
            <w:tcBorders>
              <w:top w:val="nil"/>
              <w:left w:val="nil"/>
              <w:right w:val="single" w:sz="4" w:space="0" w:color="000000"/>
            </w:tcBorders>
            <w:hideMark/>
          </w:tcPr>
          <w:p w:rsidR="00825FAA" w:rsidRPr="00A0681A" w:rsidRDefault="00825FAA" w:rsidP="00825FAA">
            <w:pPr>
              <w:rPr>
                <w:sz w:val="20"/>
              </w:rPr>
            </w:pPr>
            <w:r w:rsidRPr="00A0681A">
              <w:rPr>
                <w:sz w:val="20"/>
              </w:rPr>
              <w:t>Юридический адрес: 603105, г. Нижний Новгород, ул. Бориса Панина, д. 3, оф. 2</w:t>
            </w:r>
          </w:p>
          <w:p w:rsidR="00825FAA" w:rsidRPr="00A0681A" w:rsidRDefault="00825FAA" w:rsidP="00825FAA">
            <w:pPr>
              <w:rPr>
                <w:sz w:val="20"/>
              </w:rPr>
            </w:pPr>
          </w:p>
          <w:p w:rsidR="006C04C0" w:rsidRPr="006C04C0" w:rsidRDefault="00825FAA" w:rsidP="00825FAA">
            <w:pPr>
              <w:rPr>
                <w:sz w:val="20"/>
              </w:rPr>
            </w:pPr>
            <w:r w:rsidRPr="00A0681A">
              <w:rPr>
                <w:sz w:val="20"/>
              </w:rPr>
              <w:t xml:space="preserve">Почтовый адрес: 603105, г. Нижний Новгород, </w:t>
            </w:r>
          </w:p>
          <w:p w:rsidR="00825FAA" w:rsidRPr="00A0681A" w:rsidRDefault="00825FAA" w:rsidP="00825FAA">
            <w:pPr>
              <w:rPr>
                <w:sz w:val="20"/>
              </w:rPr>
            </w:pPr>
            <w:r w:rsidRPr="00A0681A">
              <w:rPr>
                <w:sz w:val="20"/>
              </w:rPr>
              <w:t>ул. Бориса Панина, д. 3, оф. 2</w:t>
            </w:r>
          </w:p>
          <w:p w:rsidR="00825FAA" w:rsidRPr="00A0681A" w:rsidRDefault="00825FAA" w:rsidP="00825FAA">
            <w:pPr>
              <w:rPr>
                <w:sz w:val="20"/>
              </w:rPr>
            </w:pPr>
          </w:p>
          <w:p w:rsidR="00825FAA" w:rsidRPr="00A0681A" w:rsidRDefault="00825FAA" w:rsidP="00825FAA">
            <w:pPr>
              <w:rPr>
                <w:sz w:val="20"/>
              </w:rPr>
            </w:pPr>
            <w:r w:rsidRPr="00A0681A">
              <w:rPr>
                <w:sz w:val="20"/>
              </w:rPr>
              <w:t>Телефон: (831) 428-89-65</w:t>
            </w:r>
          </w:p>
          <w:p w:rsidR="00825FAA" w:rsidRPr="00A0681A" w:rsidRDefault="00825FAA" w:rsidP="00825FAA">
            <w:pPr>
              <w:rPr>
                <w:sz w:val="20"/>
              </w:rPr>
            </w:pPr>
          </w:p>
          <w:p w:rsidR="00825FAA" w:rsidRPr="006C04C0" w:rsidRDefault="00825FAA" w:rsidP="00825FAA">
            <w:pPr>
              <w:rPr>
                <w:sz w:val="20"/>
              </w:rPr>
            </w:pPr>
            <w:r w:rsidRPr="00A0681A">
              <w:rPr>
                <w:sz w:val="20"/>
              </w:rPr>
              <w:t>Факс</w:t>
            </w:r>
            <w:r w:rsidRPr="006C04C0">
              <w:rPr>
                <w:sz w:val="20"/>
              </w:rPr>
              <w:t>: (831) 428-86-08</w:t>
            </w:r>
          </w:p>
          <w:p w:rsidR="00825FAA" w:rsidRPr="006C04C0" w:rsidRDefault="00825FAA" w:rsidP="00825FAA">
            <w:pPr>
              <w:rPr>
                <w:sz w:val="20"/>
              </w:rPr>
            </w:pPr>
          </w:p>
          <w:p w:rsidR="00825FAA" w:rsidRPr="006C04C0" w:rsidRDefault="00825FAA" w:rsidP="00825FAA">
            <w:pPr>
              <w:rPr>
                <w:sz w:val="20"/>
              </w:rPr>
            </w:pPr>
            <w:r w:rsidRPr="00A0681A">
              <w:rPr>
                <w:sz w:val="20"/>
                <w:lang w:val="en-US"/>
              </w:rPr>
              <w:t>E</w:t>
            </w:r>
            <w:r w:rsidRPr="006C04C0">
              <w:rPr>
                <w:sz w:val="20"/>
              </w:rPr>
              <w:t>-</w:t>
            </w:r>
            <w:r w:rsidRPr="00A0681A">
              <w:rPr>
                <w:sz w:val="20"/>
                <w:lang w:val="en-US"/>
              </w:rPr>
              <w:t>mail</w:t>
            </w:r>
            <w:r w:rsidRPr="006C04C0">
              <w:rPr>
                <w:sz w:val="20"/>
              </w:rPr>
              <w:t xml:space="preserve">: </w:t>
            </w:r>
            <w:r w:rsidRPr="00A0681A">
              <w:rPr>
                <w:sz w:val="20"/>
                <w:lang w:val="en-US"/>
              </w:rPr>
              <w:t>vvemnn</w:t>
            </w:r>
            <w:r w:rsidRPr="006C04C0">
              <w:rPr>
                <w:sz w:val="20"/>
              </w:rPr>
              <w:t>@</w:t>
            </w:r>
            <w:r w:rsidRPr="00A0681A">
              <w:rPr>
                <w:sz w:val="20"/>
                <w:lang w:val="en-US"/>
              </w:rPr>
              <w:t>mail</w:t>
            </w:r>
            <w:r w:rsidRPr="006C04C0">
              <w:rPr>
                <w:sz w:val="20"/>
              </w:rPr>
              <w:t>.</w:t>
            </w:r>
            <w:r w:rsidRPr="00A0681A">
              <w:rPr>
                <w:sz w:val="20"/>
                <w:lang w:val="en-US"/>
              </w:rPr>
              <w:t>ru</w:t>
            </w:r>
          </w:p>
        </w:tc>
      </w:tr>
      <w:tr w:rsidR="00825FAA" w:rsidRPr="008A5BF2" w:rsidTr="00822DDD">
        <w:trPr>
          <w:trHeight w:val="2024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25FAA" w:rsidRPr="006C04C0" w:rsidRDefault="00825FAA" w:rsidP="00403D3C">
            <w:pPr>
              <w:jc w:val="center"/>
              <w:rPr>
                <w:b/>
                <w:bCs/>
                <w:sz w:val="20"/>
              </w:rPr>
            </w:pPr>
            <w:r w:rsidRPr="00A0681A">
              <w:rPr>
                <w:b/>
                <w:bCs/>
                <w:sz w:val="20"/>
                <w:lang w:val="en-US"/>
              </w:rPr>
              <w:t> </w:t>
            </w:r>
          </w:p>
          <w:p w:rsidR="00825FAA" w:rsidRPr="006C04C0" w:rsidRDefault="00825FAA" w:rsidP="00403D3C">
            <w:pPr>
              <w:jc w:val="center"/>
              <w:rPr>
                <w:b/>
                <w:bCs/>
                <w:sz w:val="20"/>
              </w:rPr>
            </w:pPr>
            <w:r w:rsidRPr="00A0681A">
              <w:rPr>
                <w:b/>
                <w:bCs/>
                <w:sz w:val="20"/>
                <w:lang w:val="en-US"/>
              </w:rPr>
              <w:t> </w:t>
            </w:r>
          </w:p>
          <w:p w:rsidR="00825FAA" w:rsidRPr="006C04C0" w:rsidRDefault="00825FAA" w:rsidP="00403D3C">
            <w:pPr>
              <w:jc w:val="center"/>
              <w:rPr>
                <w:b/>
                <w:bCs/>
                <w:sz w:val="20"/>
              </w:rPr>
            </w:pPr>
            <w:r w:rsidRPr="00A0681A"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25FAA" w:rsidRPr="006C04C0" w:rsidRDefault="00825FAA" w:rsidP="00403D3C">
            <w:pPr>
              <w:rPr>
                <w:sz w:val="20"/>
              </w:rPr>
            </w:pPr>
          </w:p>
        </w:tc>
        <w:tc>
          <w:tcPr>
            <w:tcW w:w="482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825FAA" w:rsidRPr="006C04C0" w:rsidRDefault="00825FAA" w:rsidP="00403D3C">
            <w:pPr>
              <w:rPr>
                <w:sz w:val="20"/>
              </w:rPr>
            </w:pPr>
          </w:p>
        </w:tc>
      </w:tr>
      <w:tr w:rsidR="00825FAA" w:rsidRPr="00403D3C" w:rsidTr="00822DDD">
        <w:trPr>
          <w:trHeight w:val="262"/>
        </w:trPr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5FAA" w:rsidRPr="00A0681A" w:rsidRDefault="00825FAA" w:rsidP="00403D3C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A0681A">
              <w:rPr>
                <w:b/>
                <w:bCs/>
                <w:sz w:val="20"/>
              </w:rPr>
              <w:t>2.2. «Организации, обладающие правом владения и пользования тепловыми сетями»</w:t>
            </w:r>
          </w:p>
        </w:tc>
      </w:tr>
      <w:tr w:rsidR="00511F27" w:rsidRPr="006C04C0" w:rsidTr="00822DDD">
        <w:trPr>
          <w:trHeight w:val="252"/>
        </w:trPr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11F27" w:rsidRPr="00A0681A" w:rsidRDefault="00511F27" w:rsidP="00403D3C">
            <w:pPr>
              <w:jc w:val="center"/>
              <w:rPr>
                <w:sz w:val="20"/>
              </w:rPr>
            </w:pPr>
            <w:r w:rsidRPr="00A0681A">
              <w:rPr>
                <w:sz w:val="20"/>
              </w:rPr>
              <w:t>2.2.139</w:t>
            </w:r>
          </w:p>
        </w:tc>
        <w:tc>
          <w:tcPr>
            <w:tcW w:w="385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11F27" w:rsidRPr="00A0681A" w:rsidRDefault="00511F27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АКЦИОНЕРНОЕ ОБЩЕСТВО «ВЕРХНЕВОЛГОЭЛЕКТРОМОНТАЖ-НН»</w:t>
            </w:r>
          </w:p>
          <w:p w:rsidR="00511F27" w:rsidRPr="00A0681A" w:rsidRDefault="00511F27" w:rsidP="007141F1">
            <w:pPr>
              <w:rPr>
                <w:sz w:val="20"/>
              </w:rPr>
            </w:pPr>
          </w:p>
          <w:p w:rsidR="00511F27" w:rsidRPr="00A0681A" w:rsidRDefault="00511F27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АО «ВВЭМ-НН»</w:t>
            </w:r>
          </w:p>
          <w:p w:rsidR="00511F27" w:rsidRPr="00A0681A" w:rsidRDefault="00511F27" w:rsidP="007141F1">
            <w:pPr>
              <w:rPr>
                <w:sz w:val="20"/>
              </w:rPr>
            </w:pPr>
          </w:p>
          <w:p w:rsidR="00511F27" w:rsidRPr="00A0681A" w:rsidRDefault="00511F27" w:rsidP="007141F1">
            <w:pPr>
              <w:rPr>
                <w:sz w:val="20"/>
              </w:rPr>
            </w:pPr>
            <w:r w:rsidRPr="00A0681A">
              <w:rPr>
                <w:sz w:val="20"/>
              </w:rPr>
              <w:lastRenderedPageBreak/>
              <w:t>Генеральный директор: Фофанов Борис Иванович</w:t>
            </w:r>
          </w:p>
          <w:p w:rsidR="00511F27" w:rsidRPr="00A0681A" w:rsidRDefault="00511F27" w:rsidP="007141F1">
            <w:pPr>
              <w:rPr>
                <w:sz w:val="20"/>
              </w:rPr>
            </w:pPr>
          </w:p>
          <w:p w:rsidR="00511F27" w:rsidRPr="00A0681A" w:rsidRDefault="00511F27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ИНН 5262089823</w:t>
            </w:r>
          </w:p>
        </w:tc>
        <w:tc>
          <w:tcPr>
            <w:tcW w:w="482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11F27" w:rsidRPr="00A0681A" w:rsidRDefault="00511F27" w:rsidP="007141F1">
            <w:pPr>
              <w:rPr>
                <w:sz w:val="20"/>
              </w:rPr>
            </w:pPr>
            <w:r w:rsidRPr="00A0681A">
              <w:rPr>
                <w:sz w:val="20"/>
              </w:rPr>
              <w:lastRenderedPageBreak/>
              <w:t>Юридический адрес: 603105, г. Нижний Новгород, ул. Бориса Панина, д. 3, оф. 2</w:t>
            </w:r>
          </w:p>
          <w:p w:rsidR="00511F27" w:rsidRPr="00A0681A" w:rsidRDefault="00511F27" w:rsidP="007141F1">
            <w:pPr>
              <w:rPr>
                <w:sz w:val="20"/>
              </w:rPr>
            </w:pPr>
          </w:p>
          <w:p w:rsidR="006C04C0" w:rsidRDefault="00511F27" w:rsidP="007141F1">
            <w:pPr>
              <w:rPr>
                <w:sz w:val="20"/>
                <w:lang w:val="en-US"/>
              </w:rPr>
            </w:pPr>
            <w:r w:rsidRPr="00A0681A">
              <w:rPr>
                <w:sz w:val="20"/>
              </w:rPr>
              <w:t xml:space="preserve">Почтовый адрес: 603105, г. Нижний Новгород, </w:t>
            </w:r>
          </w:p>
          <w:p w:rsidR="00511F27" w:rsidRPr="00A0681A" w:rsidRDefault="00511F27" w:rsidP="007141F1">
            <w:pPr>
              <w:rPr>
                <w:sz w:val="20"/>
              </w:rPr>
            </w:pPr>
            <w:bookmarkStart w:id="2" w:name="_GoBack"/>
            <w:bookmarkEnd w:id="2"/>
            <w:r w:rsidRPr="00A0681A">
              <w:rPr>
                <w:sz w:val="20"/>
              </w:rPr>
              <w:t>ул. Бориса Панина, д. 3, оф. 2</w:t>
            </w:r>
          </w:p>
          <w:p w:rsidR="00511F27" w:rsidRPr="00A0681A" w:rsidRDefault="00511F27" w:rsidP="007141F1">
            <w:pPr>
              <w:rPr>
                <w:sz w:val="20"/>
              </w:rPr>
            </w:pPr>
          </w:p>
          <w:p w:rsidR="00511F27" w:rsidRPr="00A0681A" w:rsidRDefault="00511F27" w:rsidP="007141F1">
            <w:pPr>
              <w:rPr>
                <w:sz w:val="20"/>
              </w:rPr>
            </w:pPr>
            <w:r w:rsidRPr="00A0681A">
              <w:rPr>
                <w:sz w:val="20"/>
              </w:rPr>
              <w:lastRenderedPageBreak/>
              <w:t>Телефон: (831) 428-89-65</w:t>
            </w:r>
          </w:p>
          <w:p w:rsidR="00511F27" w:rsidRPr="00A0681A" w:rsidRDefault="00511F27" w:rsidP="007141F1">
            <w:pPr>
              <w:rPr>
                <w:sz w:val="20"/>
              </w:rPr>
            </w:pPr>
          </w:p>
          <w:p w:rsidR="00511F27" w:rsidRPr="00A0681A" w:rsidRDefault="00511F27" w:rsidP="007141F1">
            <w:pPr>
              <w:rPr>
                <w:sz w:val="20"/>
                <w:lang w:val="en-US"/>
              </w:rPr>
            </w:pPr>
            <w:r w:rsidRPr="00A0681A">
              <w:rPr>
                <w:sz w:val="20"/>
              </w:rPr>
              <w:t>Факс</w:t>
            </w:r>
            <w:r w:rsidRPr="00A0681A">
              <w:rPr>
                <w:sz w:val="20"/>
                <w:lang w:val="en-US"/>
              </w:rPr>
              <w:t>: (831) 428-86-08</w:t>
            </w:r>
          </w:p>
          <w:p w:rsidR="00511F27" w:rsidRPr="00A0681A" w:rsidRDefault="00511F27" w:rsidP="007141F1">
            <w:pPr>
              <w:rPr>
                <w:sz w:val="20"/>
                <w:lang w:val="en-US"/>
              </w:rPr>
            </w:pPr>
          </w:p>
          <w:p w:rsidR="00511F27" w:rsidRPr="00A0681A" w:rsidRDefault="00511F27" w:rsidP="007141F1">
            <w:pPr>
              <w:rPr>
                <w:sz w:val="20"/>
                <w:lang w:val="en-US"/>
              </w:rPr>
            </w:pPr>
            <w:r w:rsidRPr="00A0681A">
              <w:rPr>
                <w:sz w:val="20"/>
                <w:lang w:val="en-US"/>
              </w:rPr>
              <w:t>E-mail: vvemnn@mail.ru</w:t>
            </w:r>
          </w:p>
        </w:tc>
      </w:tr>
      <w:tr w:rsidR="00825FAA" w:rsidRPr="006C04C0" w:rsidTr="00822DDD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25FAA" w:rsidRPr="00825FAA" w:rsidRDefault="00825FAA" w:rsidP="00403D3C">
            <w:pPr>
              <w:jc w:val="center"/>
              <w:rPr>
                <w:b/>
                <w:bCs/>
                <w:sz w:val="20"/>
                <w:szCs w:val="24"/>
                <w:lang w:val="en-US"/>
              </w:rPr>
            </w:pPr>
            <w:r w:rsidRPr="00403D3C"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FAA" w:rsidRPr="00825FAA" w:rsidRDefault="00825FAA" w:rsidP="00403D3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FAA" w:rsidRPr="00825FAA" w:rsidRDefault="00825FAA" w:rsidP="00403D3C">
            <w:pPr>
              <w:rPr>
                <w:sz w:val="22"/>
                <w:szCs w:val="22"/>
                <w:lang w:val="en-US"/>
              </w:rPr>
            </w:pPr>
          </w:p>
        </w:tc>
      </w:tr>
      <w:tr w:rsidR="00825FAA" w:rsidRPr="006C04C0" w:rsidTr="00822DDD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25FAA" w:rsidRPr="00825FAA" w:rsidRDefault="00825FAA" w:rsidP="00403D3C">
            <w:pPr>
              <w:jc w:val="center"/>
              <w:rPr>
                <w:b/>
                <w:bCs/>
                <w:sz w:val="20"/>
                <w:szCs w:val="24"/>
                <w:lang w:val="en-US"/>
              </w:rPr>
            </w:pPr>
            <w:r w:rsidRPr="00403D3C"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FAA" w:rsidRPr="00825FAA" w:rsidRDefault="00825FAA" w:rsidP="00403D3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FAA" w:rsidRPr="00825FAA" w:rsidRDefault="00825FAA" w:rsidP="00403D3C">
            <w:pPr>
              <w:rPr>
                <w:sz w:val="22"/>
                <w:szCs w:val="22"/>
                <w:lang w:val="en-US"/>
              </w:rPr>
            </w:pPr>
          </w:p>
        </w:tc>
      </w:tr>
      <w:tr w:rsidR="00825FAA" w:rsidRPr="006C04C0" w:rsidTr="00822DDD">
        <w:trPr>
          <w:trHeight w:val="436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25FAA" w:rsidRPr="00825FAA" w:rsidRDefault="00825FAA" w:rsidP="00403D3C">
            <w:pPr>
              <w:jc w:val="center"/>
              <w:rPr>
                <w:b/>
                <w:bCs/>
                <w:sz w:val="20"/>
                <w:szCs w:val="24"/>
                <w:lang w:val="en-US"/>
              </w:rPr>
            </w:pPr>
            <w:r w:rsidRPr="00403D3C"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FAA" w:rsidRPr="00825FAA" w:rsidRDefault="00825FAA" w:rsidP="00403D3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FAA" w:rsidRPr="00825FAA" w:rsidRDefault="00825FAA" w:rsidP="00403D3C">
            <w:pPr>
              <w:rPr>
                <w:sz w:val="22"/>
                <w:szCs w:val="22"/>
                <w:lang w:val="en-US"/>
              </w:rPr>
            </w:pPr>
          </w:p>
        </w:tc>
      </w:tr>
      <w:tr w:rsidR="00825FAA" w:rsidRPr="006C04C0" w:rsidTr="00822DDD">
        <w:trPr>
          <w:trHeight w:val="80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FAA" w:rsidRPr="00825FAA" w:rsidRDefault="00825FAA" w:rsidP="00403D3C">
            <w:pPr>
              <w:jc w:val="center"/>
              <w:rPr>
                <w:b/>
                <w:bCs/>
                <w:sz w:val="20"/>
                <w:szCs w:val="24"/>
                <w:lang w:val="en-US"/>
              </w:rPr>
            </w:pPr>
            <w:r w:rsidRPr="00825FAA"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FAA" w:rsidRPr="00825FAA" w:rsidRDefault="00825FAA" w:rsidP="00403D3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FAA" w:rsidRPr="00825FAA" w:rsidRDefault="00825FAA" w:rsidP="00403D3C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0F2C3F" w:rsidRPr="000F2C3F" w:rsidRDefault="000F2C3F" w:rsidP="000F2C3F">
      <w:pPr>
        <w:ind w:right="-2" w:firstLine="708"/>
        <w:jc w:val="both"/>
        <w:rPr>
          <w:sz w:val="24"/>
          <w:szCs w:val="24"/>
        </w:rPr>
      </w:pPr>
      <w:r w:rsidRPr="00825FAA">
        <w:rPr>
          <w:szCs w:val="28"/>
          <w:lang w:val="en-US"/>
        </w:rPr>
        <w:lastRenderedPageBreak/>
        <w:t xml:space="preserve">                                                                                                                            </w:t>
      </w:r>
      <w:r w:rsidRPr="00825FAA">
        <w:rPr>
          <w:sz w:val="24"/>
          <w:szCs w:val="24"/>
          <w:lang w:val="en-US"/>
        </w:rPr>
        <w:t xml:space="preserve"> </w:t>
      </w:r>
      <w:r w:rsidRPr="000F2C3F">
        <w:rPr>
          <w:sz w:val="24"/>
          <w:szCs w:val="24"/>
        </w:rPr>
        <w:t>».</w:t>
      </w:r>
    </w:p>
    <w:p w:rsidR="000F2C3F" w:rsidRPr="000F2C3F" w:rsidRDefault="000F2C3F" w:rsidP="000F2C3F">
      <w:pPr>
        <w:spacing w:line="276" w:lineRule="auto"/>
        <w:ind w:firstLine="720"/>
        <w:jc w:val="both"/>
        <w:rPr>
          <w:szCs w:val="28"/>
        </w:rPr>
      </w:pPr>
      <w:r w:rsidRPr="000F2C3F">
        <w:rPr>
          <w:b/>
          <w:szCs w:val="28"/>
        </w:rPr>
        <w:t>2</w:t>
      </w:r>
      <w:r w:rsidRPr="000F2C3F">
        <w:rPr>
          <w:szCs w:val="28"/>
        </w:rPr>
        <w:t>. Включить в Информационную базу организаций Нижегородской области, в отношении которых осуществляется государственное регулирование, следующие организации: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3811"/>
        <w:gridCol w:w="4836"/>
      </w:tblGrid>
      <w:tr w:rsidR="00403D3C" w:rsidRPr="00403D3C" w:rsidTr="00822DDD">
        <w:trPr>
          <w:trHeight w:val="7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Рег. №</w:t>
            </w:r>
          </w:p>
        </w:tc>
        <w:tc>
          <w:tcPr>
            <w:tcW w:w="3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</w:p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ФИО предпринимателя, ИНН</w:t>
            </w:r>
          </w:p>
        </w:tc>
        <w:tc>
          <w:tcPr>
            <w:tcW w:w="4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Юридический и (или) почтовый адрес, телефон, факс, E-mail</w:t>
            </w:r>
          </w:p>
        </w:tc>
      </w:tr>
      <w:tr w:rsidR="00403D3C" w:rsidRPr="00403D3C" w:rsidTr="00822DDD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3</w:t>
            </w:r>
          </w:p>
        </w:tc>
      </w:tr>
      <w:tr w:rsidR="00403D3C" w:rsidRPr="00403D3C" w:rsidTr="00822DDD">
        <w:trPr>
          <w:trHeight w:val="7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403D3C" w:rsidP="00403D3C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A0681A">
              <w:rPr>
                <w:rFonts w:eastAsia="Calibri"/>
                <w:b/>
                <w:sz w:val="20"/>
                <w:lang w:eastAsia="en-US"/>
              </w:rPr>
              <w:t>1. «Электрическая энергия и мощность»</w:t>
            </w:r>
          </w:p>
        </w:tc>
      </w:tr>
      <w:tr w:rsidR="00403D3C" w:rsidRPr="00403D3C" w:rsidTr="00822DDD">
        <w:trPr>
          <w:trHeight w:val="229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290A92" w:rsidP="00290A92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A0681A">
              <w:rPr>
                <w:b/>
                <w:sz w:val="20"/>
              </w:rPr>
              <w:t>1.3. «Организации, обладающие правом владения и пользования электрическими сетями»</w:t>
            </w:r>
          </w:p>
        </w:tc>
      </w:tr>
      <w:tr w:rsidR="00290A92" w:rsidRPr="006C04C0" w:rsidTr="00822DDD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A92" w:rsidRPr="00A0681A" w:rsidRDefault="008A5BF2" w:rsidP="00403D3C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1.3.202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A92" w:rsidRPr="00A0681A" w:rsidRDefault="00290A92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ОБЩЕСТВО С ОГРАНИЧЕННОЙ ОТВЕТСТВЕННОСТЬЮ «КАПРОЛАКТАМ-ЭНЕРГО»</w:t>
            </w: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ООО «КАПРОЛАКТАМ-ЭНЕРГО»</w:t>
            </w: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Генеральный директор: Коломазов Игорь Викторович</w:t>
            </w: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ИНН</w:t>
            </w:r>
            <w:r w:rsidRPr="00A0681A">
              <w:rPr>
                <w:rFonts w:ascii="TimesNewRomanPSMT" w:hAnsi="TimesNewRomanPSMT" w:cs="TimesNewRomanPSMT"/>
                <w:sz w:val="20"/>
              </w:rPr>
              <w:t xml:space="preserve"> </w:t>
            </w:r>
            <w:r w:rsidRPr="00A0681A">
              <w:rPr>
                <w:sz w:val="20"/>
              </w:rPr>
              <w:t>5249133382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A92" w:rsidRPr="00A0681A" w:rsidRDefault="00290A92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Юридический адрес: 606000, Нижегородская область, г. Дзержинск,</w:t>
            </w:r>
            <w:r w:rsidR="00862579" w:rsidRPr="00A0681A">
              <w:rPr>
                <w:sz w:val="20"/>
              </w:rPr>
              <w:t xml:space="preserve"> Восточное шоссе, дом 38</w:t>
            </w:r>
            <w:r w:rsidRPr="00A0681A">
              <w:rPr>
                <w:sz w:val="20"/>
              </w:rPr>
              <w:t>К, оф. 202</w:t>
            </w: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 xml:space="preserve">Почтовый адрес: 606000, Нижегородская область, </w:t>
            </w: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г. Дзержинск,</w:t>
            </w:r>
            <w:r w:rsidR="00862579" w:rsidRPr="00A0681A">
              <w:rPr>
                <w:sz w:val="20"/>
              </w:rPr>
              <w:t xml:space="preserve"> Восточное шоссе, дом 38</w:t>
            </w:r>
            <w:r w:rsidRPr="00A0681A">
              <w:rPr>
                <w:sz w:val="20"/>
              </w:rPr>
              <w:t>К, оф. 202</w:t>
            </w: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Телефон: (831-3) 27-51-51</w:t>
            </w: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Факс: (831-3) 27-51-55</w:t>
            </w:r>
          </w:p>
          <w:p w:rsidR="00290A92" w:rsidRPr="00A0681A" w:rsidRDefault="00290A92">
            <w:pPr>
              <w:spacing w:line="276" w:lineRule="auto"/>
              <w:rPr>
                <w:sz w:val="20"/>
              </w:rPr>
            </w:pPr>
          </w:p>
          <w:p w:rsidR="00290A92" w:rsidRPr="00A0681A" w:rsidRDefault="00290A92">
            <w:pPr>
              <w:spacing w:line="276" w:lineRule="auto"/>
              <w:rPr>
                <w:sz w:val="20"/>
                <w:lang w:val="en-US"/>
              </w:rPr>
            </w:pPr>
            <w:r w:rsidRPr="00A0681A">
              <w:rPr>
                <w:sz w:val="20"/>
              </w:rPr>
              <w:t>Е</w:t>
            </w:r>
            <w:r w:rsidRPr="00A0681A">
              <w:rPr>
                <w:sz w:val="20"/>
                <w:lang w:val="en-US"/>
              </w:rPr>
              <w:t>-mail: info@</w:t>
            </w:r>
            <w:r w:rsidR="00862579" w:rsidRPr="00A0681A">
              <w:rPr>
                <w:sz w:val="20"/>
                <w:lang w:val="en-US"/>
              </w:rPr>
              <w:t>kapr</w:t>
            </w:r>
            <w:r w:rsidRPr="00A0681A">
              <w:rPr>
                <w:sz w:val="20"/>
                <w:lang w:val="en-US"/>
              </w:rPr>
              <w:t>o</w:t>
            </w:r>
            <w:r w:rsidR="00862579" w:rsidRPr="00A0681A">
              <w:rPr>
                <w:sz w:val="20"/>
                <w:lang w:val="en-US"/>
              </w:rPr>
              <w:t>la</w:t>
            </w:r>
            <w:r w:rsidRPr="00A0681A">
              <w:rPr>
                <w:sz w:val="20"/>
                <w:lang w:val="en-US"/>
              </w:rPr>
              <w:t>k</w:t>
            </w:r>
            <w:r w:rsidR="00862579" w:rsidRPr="00A0681A">
              <w:rPr>
                <w:sz w:val="20"/>
                <w:lang w:val="en-US"/>
              </w:rPr>
              <w:t>t</w:t>
            </w:r>
            <w:r w:rsidRPr="00A0681A">
              <w:rPr>
                <w:sz w:val="20"/>
                <w:lang w:val="en-US"/>
              </w:rPr>
              <w:t>a</w:t>
            </w:r>
            <w:r w:rsidR="00862579" w:rsidRPr="00A0681A">
              <w:rPr>
                <w:sz w:val="20"/>
                <w:lang w:val="en-US"/>
              </w:rPr>
              <w:t>m</w:t>
            </w:r>
            <w:r w:rsidRPr="00A0681A">
              <w:rPr>
                <w:sz w:val="20"/>
                <w:lang w:val="en-US"/>
              </w:rPr>
              <w:t>-</w:t>
            </w:r>
            <w:r w:rsidR="00862579" w:rsidRPr="00A0681A">
              <w:rPr>
                <w:sz w:val="20"/>
                <w:lang w:val="en-US"/>
              </w:rPr>
              <w:t>energo</w:t>
            </w:r>
            <w:r w:rsidRPr="00A0681A">
              <w:rPr>
                <w:sz w:val="20"/>
                <w:lang w:val="en-US"/>
              </w:rPr>
              <w:t>.ru</w:t>
            </w:r>
          </w:p>
        </w:tc>
      </w:tr>
      <w:tr w:rsidR="00403D3C" w:rsidRPr="00403D3C" w:rsidTr="00822DDD">
        <w:trPr>
          <w:trHeight w:val="1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0681A">
              <w:rPr>
                <w:rFonts w:eastAsia="Calibri"/>
                <w:b/>
                <w:sz w:val="20"/>
                <w:lang w:eastAsia="en-US"/>
              </w:rPr>
              <w:t>2. Тепловая энергия и мощность</w:t>
            </w:r>
          </w:p>
        </w:tc>
      </w:tr>
      <w:tr w:rsidR="00403D3C" w:rsidRPr="00403D3C" w:rsidTr="00822DDD">
        <w:trPr>
          <w:trHeight w:val="1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0681A">
              <w:rPr>
                <w:rFonts w:eastAsia="Calibri"/>
                <w:b/>
                <w:sz w:val="20"/>
                <w:lang w:eastAsia="en-US"/>
              </w:rPr>
              <w:t>2.1. «Производители тепловой энергии и мощности»</w:t>
            </w:r>
          </w:p>
        </w:tc>
      </w:tr>
      <w:tr w:rsidR="00862579" w:rsidRPr="006C04C0" w:rsidTr="00822DDD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579" w:rsidRPr="00A0681A" w:rsidRDefault="008A5BF2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8A5BF2">
              <w:rPr>
                <w:bCs/>
                <w:sz w:val="20"/>
              </w:rPr>
              <w:t>2.1.</w:t>
            </w:r>
            <w:r>
              <w:rPr>
                <w:bCs/>
                <w:sz w:val="20"/>
              </w:rPr>
              <w:t>634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579" w:rsidRPr="00A0681A" w:rsidRDefault="00862579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АКЦИОНЕРНОЕ ОБЩЕСТВО «ЗАВОД «ЭЛЕКТРОМАШ»</w:t>
            </w: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АО «ЗАВОД «ЭЛЕКТРОМАШ»</w:t>
            </w: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Генеральный директор: Дробышев Фёдор Васильевич</w:t>
            </w: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ИНН 5263125030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579" w:rsidRPr="00A0681A" w:rsidRDefault="00862579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Юридический адрес: 603127, г. Нижний Новгород, ул. Федосеенко, д. 64</w:t>
            </w: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 xml:space="preserve">Почтовый адрес: 603127, г. Нижний Новгород, </w:t>
            </w: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ул. Федосеенко, д. 64</w:t>
            </w:r>
          </w:p>
          <w:p w:rsidR="00862579" w:rsidRPr="00A0681A" w:rsidRDefault="00862579">
            <w:pPr>
              <w:spacing w:line="276" w:lineRule="auto"/>
              <w:rPr>
                <w:sz w:val="20"/>
                <w:highlight w:val="yellow"/>
              </w:rPr>
            </w:pPr>
          </w:p>
          <w:p w:rsidR="00862579" w:rsidRPr="00A0681A" w:rsidRDefault="00862579">
            <w:pPr>
              <w:spacing w:line="276" w:lineRule="auto"/>
              <w:rPr>
                <w:sz w:val="20"/>
                <w:highlight w:val="yellow"/>
              </w:rPr>
            </w:pPr>
            <w:r w:rsidRPr="00A0681A">
              <w:rPr>
                <w:sz w:val="20"/>
              </w:rPr>
              <w:t>Телефон/факс: (831) 202-51-63</w:t>
            </w:r>
          </w:p>
          <w:p w:rsidR="00862579" w:rsidRPr="00A0681A" w:rsidRDefault="00862579">
            <w:pPr>
              <w:spacing w:line="276" w:lineRule="auto"/>
              <w:rPr>
                <w:sz w:val="20"/>
              </w:rPr>
            </w:pPr>
          </w:p>
          <w:p w:rsidR="00862579" w:rsidRPr="00A0681A" w:rsidRDefault="00862579">
            <w:pPr>
              <w:spacing w:line="276" w:lineRule="auto"/>
              <w:rPr>
                <w:sz w:val="20"/>
                <w:highlight w:val="yellow"/>
                <w:lang w:val="en-US"/>
              </w:rPr>
            </w:pPr>
            <w:r w:rsidRPr="00A0681A">
              <w:rPr>
                <w:sz w:val="20"/>
              </w:rPr>
              <w:t>Е</w:t>
            </w:r>
            <w:r w:rsidRPr="00A0681A">
              <w:rPr>
                <w:sz w:val="20"/>
                <w:lang w:val="en-US"/>
              </w:rPr>
              <w:t xml:space="preserve">-mail: </w:t>
            </w:r>
            <w:hyperlink r:id="rId13" w:history="1">
              <w:r w:rsidR="006D5888" w:rsidRPr="00A0681A">
                <w:rPr>
                  <w:rStyle w:val="a7"/>
                  <w:sz w:val="20"/>
                  <w:lang w:val="en-US"/>
                </w:rPr>
                <w:t>elektromas@mail.ru</w:t>
              </w:r>
            </w:hyperlink>
          </w:p>
        </w:tc>
      </w:tr>
      <w:tr w:rsidR="00403D3C" w:rsidRPr="00403D3C" w:rsidTr="00822DDD">
        <w:trPr>
          <w:trHeight w:val="35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A0681A">
              <w:rPr>
                <w:b/>
                <w:sz w:val="20"/>
              </w:rPr>
              <w:t>2.2. «Организации, обладающие правом владения и пользования тепловыми сетями»</w:t>
            </w:r>
          </w:p>
        </w:tc>
      </w:tr>
      <w:tr w:rsidR="006D5888" w:rsidRPr="006C04C0" w:rsidTr="00822DDD">
        <w:trPr>
          <w:trHeight w:val="185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888" w:rsidRPr="00A0681A" w:rsidRDefault="008A5BF2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8A5BF2">
              <w:rPr>
                <w:bCs/>
                <w:sz w:val="20"/>
              </w:rPr>
              <w:t>2.2.580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АКЦИОНЕРНОЕ ОБЩЕСТВО «ЗАВОД «ЭЛЕКТРОМАШ»</w:t>
            </w: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АО «ЗАВОД «ЭЛЕКТРОМАШ»</w:t>
            </w: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Генеральный директор: Дробышев Фёдор Васильевич</w:t>
            </w: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ИНН 5263125030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Юридический адрес: 603127, г. Нижний Новгород, ул. Федосеенко, д. 64</w:t>
            </w: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 xml:space="preserve">Почтовый адрес: 603127, г. Нижний Новгород, </w:t>
            </w: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ул. Федосеенко, д. 64</w:t>
            </w:r>
          </w:p>
          <w:p w:rsidR="006D5888" w:rsidRPr="00A0681A" w:rsidRDefault="006D5888" w:rsidP="007141F1">
            <w:pPr>
              <w:spacing w:line="276" w:lineRule="auto"/>
              <w:rPr>
                <w:sz w:val="20"/>
                <w:highlight w:val="yellow"/>
              </w:rPr>
            </w:pPr>
          </w:p>
          <w:p w:rsidR="006D5888" w:rsidRPr="00A0681A" w:rsidRDefault="006D5888" w:rsidP="007141F1">
            <w:pPr>
              <w:spacing w:line="276" w:lineRule="auto"/>
              <w:rPr>
                <w:sz w:val="20"/>
                <w:highlight w:val="yellow"/>
              </w:rPr>
            </w:pPr>
            <w:r w:rsidRPr="00A0681A">
              <w:rPr>
                <w:sz w:val="20"/>
              </w:rPr>
              <w:t>Телефон/факс: (831) 202-51-63</w:t>
            </w:r>
          </w:p>
          <w:p w:rsidR="006D5888" w:rsidRPr="00A0681A" w:rsidRDefault="006D5888" w:rsidP="007141F1">
            <w:pPr>
              <w:spacing w:line="276" w:lineRule="auto"/>
              <w:rPr>
                <w:sz w:val="20"/>
              </w:rPr>
            </w:pPr>
          </w:p>
          <w:p w:rsidR="006D5888" w:rsidRPr="00A0681A" w:rsidRDefault="006D5888" w:rsidP="007141F1">
            <w:pPr>
              <w:spacing w:line="276" w:lineRule="auto"/>
              <w:rPr>
                <w:sz w:val="20"/>
                <w:highlight w:val="yellow"/>
                <w:lang w:val="en-US"/>
              </w:rPr>
            </w:pPr>
            <w:r w:rsidRPr="00A0681A">
              <w:rPr>
                <w:sz w:val="20"/>
              </w:rPr>
              <w:t>Е</w:t>
            </w:r>
            <w:r w:rsidRPr="00A0681A">
              <w:rPr>
                <w:sz w:val="20"/>
                <w:lang w:val="en-US"/>
              </w:rPr>
              <w:t xml:space="preserve">-mail: </w:t>
            </w:r>
            <w:hyperlink r:id="rId14" w:history="1">
              <w:r w:rsidRPr="00A0681A">
                <w:rPr>
                  <w:rStyle w:val="a7"/>
                  <w:sz w:val="20"/>
                  <w:lang w:val="en-US"/>
                </w:rPr>
                <w:t>elektromas@mail.ru</w:t>
              </w:r>
            </w:hyperlink>
          </w:p>
        </w:tc>
      </w:tr>
      <w:tr w:rsidR="006D5888" w:rsidRPr="00825FAA" w:rsidTr="006D5888">
        <w:trPr>
          <w:trHeight w:val="1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888" w:rsidRPr="00A0681A" w:rsidRDefault="006D5888" w:rsidP="006D5888">
            <w:pPr>
              <w:spacing w:line="276" w:lineRule="auto"/>
              <w:jc w:val="center"/>
              <w:rPr>
                <w:sz w:val="20"/>
              </w:rPr>
            </w:pPr>
            <w:r w:rsidRPr="00A0681A">
              <w:rPr>
                <w:b/>
                <w:sz w:val="20"/>
              </w:rPr>
              <w:t>3. «Газ»</w:t>
            </w:r>
          </w:p>
        </w:tc>
      </w:tr>
      <w:tr w:rsidR="006D5888" w:rsidRPr="006D5888" w:rsidTr="006D5888">
        <w:trPr>
          <w:trHeight w:val="27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888" w:rsidRPr="00A0681A" w:rsidRDefault="006D5888" w:rsidP="006D5888">
            <w:pPr>
              <w:spacing w:line="276" w:lineRule="auto"/>
              <w:jc w:val="center"/>
              <w:rPr>
                <w:sz w:val="20"/>
              </w:rPr>
            </w:pPr>
            <w:r w:rsidRPr="00A0681A">
              <w:rPr>
                <w:b/>
                <w:sz w:val="20"/>
              </w:rPr>
              <w:t xml:space="preserve">3.3. «Организации,  обладающие правом  </w:t>
            </w:r>
            <w:r w:rsidR="00D831BE" w:rsidRPr="00A0681A">
              <w:rPr>
                <w:b/>
                <w:sz w:val="20"/>
              </w:rPr>
              <w:t>владения и пользования газораспределительными сетями и оборудованием</w:t>
            </w:r>
            <w:r w:rsidRPr="00A0681A">
              <w:rPr>
                <w:b/>
                <w:sz w:val="20"/>
              </w:rPr>
              <w:t>»</w:t>
            </w:r>
          </w:p>
        </w:tc>
      </w:tr>
      <w:tr w:rsidR="006D5888" w:rsidRPr="006C04C0" w:rsidTr="00822DDD">
        <w:trPr>
          <w:trHeight w:val="185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888" w:rsidRPr="00A0681A" w:rsidRDefault="008A5BF2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8A5BF2">
              <w:rPr>
                <w:bCs/>
                <w:sz w:val="20"/>
              </w:rPr>
              <w:lastRenderedPageBreak/>
              <w:t>3.3.14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888" w:rsidRPr="00A0681A" w:rsidRDefault="006D5888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ОБЩЕСТВО С ОГРАНИЧЕННОЙ ОТВЕТСТВЕННОСТЬЮ «ЗЕФС-ГАЗОРАСПРЕДЕЛЕНИЕ»</w:t>
            </w: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ООО «ЗЕФС-ГАЗОРАСПРЕДЕЛЕНИЕ»</w:t>
            </w: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Генеральный директор: Воронин Иван Алексеевич</w:t>
            </w: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ИНН</w:t>
            </w:r>
            <w:r w:rsidRPr="00A0681A">
              <w:rPr>
                <w:rFonts w:ascii="TimesNewRomanPSMT" w:hAnsi="TimesNewRomanPSMT" w:cs="TimesNewRomanPSMT"/>
                <w:sz w:val="20"/>
              </w:rPr>
              <w:t xml:space="preserve"> </w:t>
            </w:r>
            <w:r w:rsidRPr="00A0681A">
              <w:rPr>
                <w:sz w:val="20"/>
              </w:rPr>
              <w:t>5258070795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888" w:rsidRPr="00A0681A" w:rsidRDefault="006D5888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Юридический адрес: 603032, г. Нижний Новгород, ул. Каширская, д. 71, пом. 1.</w:t>
            </w: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</w:p>
          <w:p w:rsidR="00D831BE" w:rsidRPr="00A0681A" w:rsidRDefault="006D5888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Почтовый адрес: 603032, г. Нижний Новгород,</w:t>
            </w: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ул. Каширская, д. 71, пом. 1.</w:t>
            </w: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</w:p>
          <w:p w:rsidR="006D5888" w:rsidRPr="00A0681A" w:rsidRDefault="00DA1038">
            <w:pPr>
              <w:spacing w:line="276" w:lineRule="auto"/>
              <w:rPr>
                <w:sz w:val="20"/>
              </w:rPr>
            </w:pPr>
            <w:r w:rsidRPr="00A0681A">
              <w:rPr>
                <w:sz w:val="20"/>
              </w:rPr>
              <w:t>Телефон</w:t>
            </w:r>
            <w:r w:rsidR="006D5888" w:rsidRPr="00A0681A">
              <w:rPr>
                <w:sz w:val="20"/>
              </w:rPr>
              <w:t xml:space="preserve">: </w:t>
            </w:r>
            <w:r w:rsidR="00D831BE" w:rsidRPr="00A0681A">
              <w:rPr>
                <w:sz w:val="20"/>
              </w:rPr>
              <w:t xml:space="preserve">(831) </w:t>
            </w:r>
            <w:r w:rsidR="006D5888" w:rsidRPr="00A0681A">
              <w:rPr>
                <w:sz w:val="20"/>
              </w:rPr>
              <w:t>250-58-22</w:t>
            </w:r>
            <w:r w:rsidRPr="00A0681A">
              <w:rPr>
                <w:sz w:val="20"/>
              </w:rPr>
              <w:t>, (905) 194-49-09</w:t>
            </w:r>
          </w:p>
          <w:p w:rsidR="006D5888" w:rsidRPr="00A0681A" w:rsidRDefault="006D5888">
            <w:pPr>
              <w:spacing w:line="276" w:lineRule="auto"/>
              <w:rPr>
                <w:sz w:val="20"/>
              </w:rPr>
            </w:pPr>
          </w:p>
          <w:p w:rsidR="006D5888" w:rsidRPr="00A0681A" w:rsidRDefault="006D5888">
            <w:pPr>
              <w:spacing w:line="276" w:lineRule="auto"/>
              <w:rPr>
                <w:sz w:val="20"/>
                <w:lang w:val="en-US"/>
              </w:rPr>
            </w:pPr>
            <w:r w:rsidRPr="00A0681A">
              <w:rPr>
                <w:sz w:val="20"/>
              </w:rPr>
              <w:t>Е</w:t>
            </w:r>
            <w:r w:rsidRPr="00A0681A">
              <w:rPr>
                <w:sz w:val="20"/>
                <w:lang w:val="en-US"/>
              </w:rPr>
              <w:t>-mail: baldove@mail.ru</w:t>
            </w:r>
          </w:p>
        </w:tc>
      </w:tr>
      <w:tr w:rsidR="00403D3C" w:rsidRPr="00403D3C" w:rsidTr="00822DDD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A0681A">
              <w:rPr>
                <w:rFonts w:eastAsia="Calibri"/>
                <w:b/>
                <w:sz w:val="20"/>
              </w:rPr>
              <w:t>4. «Водоснабжение и водоотведение»</w:t>
            </w:r>
          </w:p>
        </w:tc>
      </w:tr>
      <w:tr w:rsidR="00403D3C" w:rsidRPr="00403D3C" w:rsidTr="00822DDD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0681A">
              <w:rPr>
                <w:rFonts w:eastAsia="Calibri"/>
                <w:b/>
                <w:sz w:val="20"/>
                <w:lang w:eastAsia="en-US"/>
              </w:rPr>
              <w:t>4.1. «Водоснабжение»</w:t>
            </w:r>
          </w:p>
        </w:tc>
      </w:tr>
      <w:tr w:rsidR="00B83888" w:rsidRPr="00B83888" w:rsidTr="00822DDD">
        <w:trPr>
          <w:trHeight w:val="30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888" w:rsidRPr="00A0681A" w:rsidRDefault="008A5BF2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8A5BF2">
              <w:rPr>
                <w:rFonts w:eastAsia="Calibri"/>
                <w:sz w:val="20"/>
                <w:lang w:eastAsia="en-US"/>
              </w:rPr>
              <w:t>4.1.204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ПРУДОВСКОЕ МУНИЦИПАЛЬНОЕ УНИТАРНОЕ ПРЕДПРИЯТИЕ ЖИЛИЩНО-КОММУНАЛЬНОГО ХОЗЯЙСТВА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ПРУДОВСКОЕ МУП ЖКХ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Директор: Сницарь Валентин Артемович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ИНН 5219005129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 xml:space="preserve">Юридический адрес: 606707, Нижегородская область, Краснобаковский муниципальный район, </w:t>
            </w: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п. Пруды, ул. Центральная,  д. 17А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Почтовый адрес: 606707, Нижегородская область, Краснобаковский муниципальный район, п. Пруды, ул. Центральная,  д. 17А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Телефон/факс:  (831-56) 2-37-11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  <w:lang w:val="en-US"/>
              </w:rPr>
              <w:t>E</w:t>
            </w:r>
            <w:r w:rsidRPr="00A0681A">
              <w:rPr>
                <w:sz w:val="20"/>
              </w:rPr>
              <w:t>-</w:t>
            </w:r>
            <w:r w:rsidRPr="00A0681A">
              <w:rPr>
                <w:sz w:val="20"/>
                <w:lang w:val="en-US"/>
              </w:rPr>
              <w:t>mail</w:t>
            </w:r>
            <w:r w:rsidRPr="00A0681A">
              <w:rPr>
                <w:sz w:val="20"/>
              </w:rPr>
              <w:t xml:space="preserve">: </w:t>
            </w:r>
            <w:r w:rsidRPr="00A0681A">
              <w:rPr>
                <w:sz w:val="20"/>
                <w:lang w:val="en-US"/>
              </w:rPr>
              <w:t>prud</w:t>
            </w:r>
            <w:r w:rsidRPr="00A0681A">
              <w:rPr>
                <w:sz w:val="20"/>
              </w:rPr>
              <w:t>.</w:t>
            </w:r>
            <w:r w:rsidRPr="00A0681A">
              <w:rPr>
                <w:sz w:val="20"/>
                <w:lang w:val="en-US"/>
              </w:rPr>
              <w:t>mup</w:t>
            </w:r>
            <w:r w:rsidRPr="00A0681A">
              <w:rPr>
                <w:sz w:val="20"/>
              </w:rPr>
              <w:t>@</w:t>
            </w:r>
            <w:r w:rsidRPr="00A0681A">
              <w:rPr>
                <w:sz w:val="20"/>
                <w:lang w:val="en-US"/>
              </w:rPr>
              <w:t>mail</w:t>
            </w:r>
            <w:r w:rsidRPr="00A0681A">
              <w:rPr>
                <w:sz w:val="20"/>
              </w:rPr>
              <w:t>.</w:t>
            </w:r>
            <w:r w:rsidRPr="00A0681A">
              <w:rPr>
                <w:sz w:val="20"/>
                <w:lang w:val="en-US"/>
              </w:rPr>
              <w:t>ru</w:t>
            </w:r>
          </w:p>
        </w:tc>
      </w:tr>
      <w:tr w:rsidR="00DA1038" w:rsidRPr="006C04C0" w:rsidTr="00822DDD">
        <w:trPr>
          <w:trHeight w:val="30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038" w:rsidRPr="00A0681A" w:rsidRDefault="008A5BF2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8A5BF2">
              <w:rPr>
                <w:rFonts w:eastAsia="Calibri"/>
                <w:sz w:val="20"/>
                <w:lang w:eastAsia="en-US"/>
              </w:rPr>
              <w:t>4.1.205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038" w:rsidRPr="00A0681A" w:rsidRDefault="00DA103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 xml:space="preserve">БЕЛОВСКОЕ МУНИЦИПАЛЬНОЕ УНИТАРНОЕ ПРЕДПРИЯТИЕ ЖИЛИЩНО-КОММУНАЛЬНОГО ХОЗЯЙСТВА </w:t>
            </w:r>
          </w:p>
          <w:p w:rsidR="00DA1038" w:rsidRPr="00A0681A" w:rsidRDefault="00DA1038" w:rsidP="007141F1">
            <w:pPr>
              <w:rPr>
                <w:sz w:val="20"/>
                <w:highlight w:val="yellow"/>
              </w:rPr>
            </w:pPr>
          </w:p>
          <w:p w:rsidR="00DA1038" w:rsidRPr="00A0681A" w:rsidRDefault="00DA103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БЕЛОВСКОЕ МУП ЖКХ</w:t>
            </w:r>
          </w:p>
          <w:p w:rsidR="00DA1038" w:rsidRPr="00A0681A" w:rsidRDefault="00DA1038" w:rsidP="007141F1">
            <w:pPr>
              <w:rPr>
                <w:sz w:val="20"/>
              </w:rPr>
            </w:pPr>
          </w:p>
          <w:p w:rsidR="00DA1038" w:rsidRPr="00A0681A" w:rsidRDefault="00DA103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Директор: Ваганов Виктор Иванович</w:t>
            </w:r>
          </w:p>
          <w:p w:rsidR="00DA1038" w:rsidRPr="00A0681A" w:rsidRDefault="00DA1038" w:rsidP="007141F1">
            <w:pPr>
              <w:rPr>
                <w:sz w:val="20"/>
              </w:rPr>
            </w:pPr>
          </w:p>
          <w:p w:rsidR="00DA1038" w:rsidRPr="00A0681A" w:rsidRDefault="00DA103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ИНН 5236002745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038" w:rsidRPr="00A0681A" w:rsidRDefault="00DA103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Юридический адрес: 606548, Нижегородская область, городской округ город Чкаловск, с. Белое, ул. Центральная, д. 54</w:t>
            </w:r>
          </w:p>
          <w:p w:rsidR="00DA1038" w:rsidRPr="00A0681A" w:rsidRDefault="00DA1038" w:rsidP="007141F1">
            <w:pPr>
              <w:rPr>
                <w:sz w:val="20"/>
              </w:rPr>
            </w:pPr>
          </w:p>
          <w:p w:rsidR="00DA1038" w:rsidRPr="00A0681A" w:rsidRDefault="00DA103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 xml:space="preserve">Почтовый адрес: 606548, Нижегородская область, городской округ город Чкаловск, с. Белое, </w:t>
            </w:r>
          </w:p>
          <w:p w:rsidR="00DA1038" w:rsidRPr="00A0681A" w:rsidRDefault="00DA103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ул. Центральная, д. 54</w:t>
            </w:r>
          </w:p>
          <w:p w:rsidR="00DA1038" w:rsidRPr="00A0681A" w:rsidRDefault="00DA1038" w:rsidP="007141F1">
            <w:pPr>
              <w:rPr>
                <w:sz w:val="20"/>
              </w:rPr>
            </w:pPr>
          </w:p>
          <w:p w:rsidR="00DA1038" w:rsidRPr="00A0681A" w:rsidRDefault="00DA103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Телефон/факс:  (831) 603 -15-36</w:t>
            </w:r>
          </w:p>
          <w:p w:rsidR="00DA1038" w:rsidRPr="00A0681A" w:rsidRDefault="00DA1038" w:rsidP="007141F1">
            <w:pPr>
              <w:rPr>
                <w:sz w:val="20"/>
              </w:rPr>
            </w:pPr>
          </w:p>
          <w:p w:rsidR="00DA1038" w:rsidRPr="00A0681A" w:rsidRDefault="00DA1038" w:rsidP="007141F1">
            <w:pPr>
              <w:rPr>
                <w:sz w:val="20"/>
                <w:lang w:val="en-US"/>
              </w:rPr>
            </w:pPr>
            <w:r w:rsidRPr="00A0681A">
              <w:rPr>
                <w:sz w:val="20"/>
              </w:rPr>
              <w:t>Е</w:t>
            </w:r>
            <w:r w:rsidRPr="00A0681A">
              <w:rPr>
                <w:sz w:val="20"/>
                <w:lang w:val="en-US"/>
              </w:rPr>
              <w:t>-mail: belov-zhkh@rambler.ru</w:t>
            </w:r>
          </w:p>
        </w:tc>
      </w:tr>
      <w:tr w:rsidR="00403D3C" w:rsidRPr="00403D3C" w:rsidTr="00822DDD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A0681A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0681A">
              <w:rPr>
                <w:rFonts w:eastAsia="Calibri"/>
                <w:b/>
                <w:sz w:val="20"/>
                <w:lang w:eastAsia="en-US"/>
              </w:rPr>
              <w:t>4.3. «Водоотведение и очистка сточных вод»</w:t>
            </w:r>
          </w:p>
        </w:tc>
      </w:tr>
      <w:tr w:rsidR="00B83888" w:rsidRPr="00B83888" w:rsidTr="00B83888">
        <w:trPr>
          <w:trHeight w:val="5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888" w:rsidRPr="00A0681A" w:rsidRDefault="008A5BF2" w:rsidP="007141F1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8A5BF2">
              <w:rPr>
                <w:rFonts w:eastAsia="Calibri"/>
                <w:sz w:val="20"/>
                <w:lang w:eastAsia="en-US"/>
              </w:rPr>
              <w:t>4.3.178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ПРУДОВСКОЕ МУНИЦИПАЛЬНОЕ УНИТАРНОЕ ПРЕДПРИЯТИЕ ЖИЛИЩНО-КОММУНАЛЬНОГО ХОЗЯЙСТВА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ПРУДОВСКОЕ МУП ЖКХ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Директор: Сницарь Валентин Артемович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ИНН 5219005129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 xml:space="preserve">Юридический адрес: 606707, Нижегородская область, Краснобаковский муниципальный район, </w:t>
            </w: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п. Пруды, ул. Центральная,  д. 17А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Почтовый адрес: 606707, Нижегородская область, Краснобаковский муниципальный район, п. Пруды, ул. Центральная,  д. 17А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Телефон/факс:  (831-56) 2-37-11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  <w:lang w:val="en-US"/>
              </w:rPr>
              <w:t>E</w:t>
            </w:r>
            <w:r w:rsidRPr="00A0681A">
              <w:rPr>
                <w:sz w:val="20"/>
              </w:rPr>
              <w:t>-</w:t>
            </w:r>
            <w:r w:rsidRPr="00A0681A">
              <w:rPr>
                <w:sz w:val="20"/>
                <w:lang w:val="en-US"/>
              </w:rPr>
              <w:t>mail</w:t>
            </w:r>
            <w:r w:rsidRPr="00A0681A">
              <w:rPr>
                <w:sz w:val="20"/>
              </w:rPr>
              <w:t xml:space="preserve">: </w:t>
            </w:r>
            <w:r w:rsidRPr="00A0681A">
              <w:rPr>
                <w:sz w:val="20"/>
                <w:lang w:val="en-US"/>
              </w:rPr>
              <w:t>prud</w:t>
            </w:r>
            <w:r w:rsidRPr="00A0681A">
              <w:rPr>
                <w:sz w:val="20"/>
              </w:rPr>
              <w:t>.</w:t>
            </w:r>
            <w:r w:rsidRPr="00A0681A">
              <w:rPr>
                <w:sz w:val="20"/>
                <w:lang w:val="en-US"/>
              </w:rPr>
              <w:t>mup</w:t>
            </w:r>
            <w:r w:rsidRPr="00A0681A">
              <w:rPr>
                <w:sz w:val="20"/>
              </w:rPr>
              <w:t>@</w:t>
            </w:r>
            <w:r w:rsidRPr="00A0681A">
              <w:rPr>
                <w:sz w:val="20"/>
                <w:lang w:val="en-US"/>
              </w:rPr>
              <w:t>mail</w:t>
            </w:r>
            <w:r w:rsidRPr="00A0681A">
              <w:rPr>
                <w:sz w:val="20"/>
              </w:rPr>
              <w:t>.</w:t>
            </w:r>
            <w:r w:rsidRPr="00A0681A">
              <w:rPr>
                <w:sz w:val="20"/>
                <w:lang w:val="en-US"/>
              </w:rPr>
              <w:t>ru</w:t>
            </w:r>
          </w:p>
        </w:tc>
      </w:tr>
      <w:tr w:rsidR="00B83888" w:rsidRPr="006C04C0" w:rsidTr="00B83888">
        <w:trPr>
          <w:trHeight w:val="5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888" w:rsidRPr="00A0681A" w:rsidRDefault="008A5BF2" w:rsidP="007141F1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8A5BF2">
              <w:rPr>
                <w:rFonts w:eastAsia="Calibri"/>
                <w:sz w:val="20"/>
                <w:lang w:eastAsia="en-US"/>
              </w:rPr>
              <w:t>4.3.179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 xml:space="preserve">БЕЛОВСКОЕ МУНИЦИПАЛЬНОЕ УНИТАРНОЕ ПРЕДПРИЯТИЕ ЖИЛИЩНО-КОММУНАЛЬНОГО ХОЗЯЙСТВА 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БЕЛОВСКОЕ МУП ЖКХ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Директор: Ваганов Виктор Иванович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ИНН 5236002745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Юридический адрес: 606548, Нижегородская область, городской округ город Чкаловск, с. Белое, ул. Центральная, д. 54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 xml:space="preserve">Почтовый адрес: 606548, Нижегородская область, городской округ город Чкаловск, с. Белое, </w:t>
            </w: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ул. Центральная, д. 54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</w:rPr>
            </w:pPr>
            <w:r w:rsidRPr="00A0681A">
              <w:rPr>
                <w:sz w:val="20"/>
              </w:rPr>
              <w:t>Телефон/факс:  (831) 603 -15-36</w:t>
            </w:r>
          </w:p>
          <w:p w:rsidR="00B83888" w:rsidRPr="00A0681A" w:rsidRDefault="00B83888" w:rsidP="007141F1">
            <w:pPr>
              <w:rPr>
                <w:sz w:val="20"/>
              </w:rPr>
            </w:pPr>
          </w:p>
          <w:p w:rsidR="00B83888" w:rsidRPr="00A0681A" w:rsidRDefault="00B83888" w:rsidP="007141F1">
            <w:pPr>
              <w:rPr>
                <w:sz w:val="20"/>
                <w:lang w:val="en-US"/>
              </w:rPr>
            </w:pPr>
            <w:r w:rsidRPr="00A0681A">
              <w:rPr>
                <w:sz w:val="20"/>
              </w:rPr>
              <w:t>Е</w:t>
            </w:r>
            <w:r w:rsidRPr="00A0681A">
              <w:rPr>
                <w:sz w:val="20"/>
                <w:lang w:val="en-US"/>
              </w:rPr>
              <w:t>-mail: belov-zhkh@rambler.ru</w:t>
            </w:r>
          </w:p>
        </w:tc>
      </w:tr>
      <w:tr w:rsidR="00D7166B" w:rsidRPr="00D7166B" w:rsidTr="00336B42">
        <w:trPr>
          <w:trHeight w:val="30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6B" w:rsidRPr="008A5BF2" w:rsidRDefault="008A5BF2" w:rsidP="00336B42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8A5BF2">
              <w:rPr>
                <w:rFonts w:eastAsia="Calibri"/>
                <w:sz w:val="20"/>
                <w:lang w:eastAsia="en-US"/>
              </w:rPr>
              <w:t>4.3.180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6B" w:rsidRPr="00A0681A" w:rsidRDefault="00D7166B" w:rsidP="00336B42">
            <w:pPr>
              <w:rPr>
                <w:sz w:val="20"/>
              </w:rPr>
            </w:pPr>
            <w:r w:rsidRPr="00A0681A">
              <w:rPr>
                <w:sz w:val="20"/>
              </w:rPr>
              <w:t xml:space="preserve">ОБЩЕСТВО С ОГРАНИЧЕННОЙ ОТВЕТСТВЕННОСТЬЮ «ВОЛГА-УПРАВЛЯЮЩАЯ КОМПАНИЯ </w:t>
            </w:r>
            <w:r w:rsidRPr="00A0681A">
              <w:rPr>
                <w:sz w:val="20"/>
              </w:rPr>
              <w:lastRenderedPageBreak/>
              <w:t>«ЖИЛИЩНО-КОММУНАЛЬНОГО ХОЗЯЙСТВА»</w:t>
            </w:r>
          </w:p>
          <w:p w:rsidR="00D7166B" w:rsidRPr="00A0681A" w:rsidRDefault="00D7166B" w:rsidP="00336B42">
            <w:pPr>
              <w:rPr>
                <w:sz w:val="20"/>
              </w:rPr>
            </w:pPr>
          </w:p>
          <w:p w:rsidR="00D7166B" w:rsidRPr="00A0681A" w:rsidRDefault="00D7166B" w:rsidP="00336B42">
            <w:pPr>
              <w:rPr>
                <w:sz w:val="20"/>
              </w:rPr>
            </w:pPr>
            <w:r w:rsidRPr="00A0681A">
              <w:rPr>
                <w:sz w:val="20"/>
              </w:rPr>
              <w:t>ООО «ВОЛГА-УК «ЖКХ»</w:t>
            </w:r>
          </w:p>
          <w:p w:rsidR="00D7166B" w:rsidRPr="00A0681A" w:rsidRDefault="00D7166B" w:rsidP="00336B42">
            <w:pPr>
              <w:rPr>
                <w:sz w:val="20"/>
              </w:rPr>
            </w:pPr>
          </w:p>
          <w:p w:rsidR="00D7166B" w:rsidRPr="00A0681A" w:rsidRDefault="00D7166B" w:rsidP="00336B42">
            <w:pPr>
              <w:rPr>
                <w:sz w:val="20"/>
              </w:rPr>
            </w:pPr>
            <w:r w:rsidRPr="00A0681A">
              <w:rPr>
                <w:sz w:val="20"/>
              </w:rPr>
              <w:t>Директор: Карпенко Станислав Анатольевич</w:t>
            </w:r>
          </w:p>
          <w:p w:rsidR="00D7166B" w:rsidRPr="00A0681A" w:rsidRDefault="00D7166B" w:rsidP="00336B42">
            <w:pPr>
              <w:rPr>
                <w:sz w:val="20"/>
              </w:rPr>
            </w:pPr>
          </w:p>
          <w:p w:rsidR="00D7166B" w:rsidRPr="00A0681A" w:rsidRDefault="00D7166B" w:rsidP="00336B42">
            <w:pPr>
              <w:rPr>
                <w:sz w:val="20"/>
              </w:rPr>
            </w:pPr>
            <w:r w:rsidRPr="00A0681A">
              <w:rPr>
                <w:sz w:val="20"/>
              </w:rPr>
              <w:t>ИНН 5244023957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6B" w:rsidRPr="00A0681A" w:rsidRDefault="00D7166B" w:rsidP="00336B42">
            <w:pPr>
              <w:rPr>
                <w:sz w:val="20"/>
              </w:rPr>
            </w:pPr>
            <w:r w:rsidRPr="00A0681A">
              <w:rPr>
                <w:sz w:val="20"/>
              </w:rPr>
              <w:lastRenderedPageBreak/>
              <w:t>Юридический адрес: 606407, Нижегородская область, г. Балахна, ул. Горького, д. 1</w:t>
            </w:r>
          </w:p>
          <w:p w:rsidR="00D7166B" w:rsidRPr="00A0681A" w:rsidRDefault="00D7166B" w:rsidP="00336B42">
            <w:pPr>
              <w:rPr>
                <w:sz w:val="20"/>
              </w:rPr>
            </w:pPr>
          </w:p>
          <w:p w:rsidR="00D7166B" w:rsidRPr="00A0681A" w:rsidRDefault="00D7166B" w:rsidP="00336B42">
            <w:pPr>
              <w:rPr>
                <w:sz w:val="20"/>
              </w:rPr>
            </w:pPr>
            <w:r w:rsidRPr="00A0681A">
              <w:rPr>
                <w:sz w:val="20"/>
              </w:rPr>
              <w:lastRenderedPageBreak/>
              <w:t>Почтовый адрес: 606407, Нижегородская область,</w:t>
            </w:r>
          </w:p>
          <w:p w:rsidR="00D7166B" w:rsidRPr="00A0681A" w:rsidRDefault="00D7166B" w:rsidP="00336B42">
            <w:pPr>
              <w:rPr>
                <w:sz w:val="20"/>
              </w:rPr>
            </w:pPr>
            <w:r w:rsidRPr="00A0681A">
              <w:rPr>
                <w:sz w:val="20"/>
              </w:rPr>
              <w:t xml:space="preserve"> г. Балахна, ул. Горького, д. 1</w:t>
            </w:r>
          </w:p>
          <w:p w:rsidR="00D7166B" w:rsidRPr="00A0681A" w:rsidRDefault="00D7166B" w:rsidP="00336B42">
            <w:pPr>
              <w:rPr>
                <w:sz w:val="20"/>
              </w:rPr>
            </w:pPr>
          </w:p>
          <w:p w:rsidR="00D7166B" w:rsidRPr="00A0681A" w:rsidRDefault="00D7166B" w:rsidP="00336B42">
            <w:pPr>
              <w:rPr>
                <w:sz w:val="20"/>
              </w:rPr>
            </w:pPr>
            <w:r w:rsidRPr="00A0681A">
              <w:rPr>
                <w:sz w:val="20"/>
              </w:rPr>
              <w:t>Телефон: (831-44) 9-18-15</w:t>
            </w:r>
          </w:p>
          <w:p w:rsidR="00D7166B" w:rsidRPr="00A0681A" w:rsidRDefault="00D7166B" w:rsidP="00336B42">
            <w:pPr>
              <w:rPr>
                <w:sz w:val="20"/>
              </w:rPr>
            </w:pPr>
          </w:p>
          <w:p w:rsidR="00D7166B" w:rsidRPr="00A0681A" w:rsidRDefault="00D7166B" w:rsidP="00336B42">
            <w:pPr>
              <w:rPr>
                <w:sz w:val="20"/>
              </w:rPr>
            </w:pPr>
            <w:r w:rsidRPr="00A0681A">
              <w:rPr>
                <w:sz w:val="20"/>
                <w:lang w:val="en-US"/>
              </w:rPr>
              <w:t>E</w:t>
            </w:r>
            <w:r w:rsidRPr="00A0681A">
              <w:rPr>
                <w:sz w:val="20"/>
              </w:rPr>
              <w:t>-</w:t>
            </w:r>
            <w:r w:rsidRPr="00A0681A">
              <w:rPr>
                <w:sz w:val="20"/>
                <w:lang w:val="en-US"/>
              </w:rPr>
              <w:t>mail</w:t>
            </w:r>
            <w:r w:rsidRPr="00A0681A">
              <w:rPr>
                <w:sz w:val="20"/>
              </w:rPr>
              <w:t xml:space="preserve">: </w:t>
            </w:r>
            <w:r w:rsidRPr="00A0681A">
              <w:rPr>
                <w:sz w:val="20"/>
                <w:lang w:val="en-US"/>
              </w:rPr>
              <w:t>office</w:t>
            </w:r>
            <w:r w:rsidRPr="00A0681A">
              <w:rPr>
                <w:sz w:val="20"/>
              </w:rPr>
              <w:t>@</w:t>
            </w:r>
            <w:r w:rsidRPr="00A0681A">
              <w:rPr>
                <w:sz w:val="20"/>
                <w:lang w:val="en-US"/>
              </w:rPr>
              <w:t>volga</w:t>
            </w:r>
            <w:r w:rsidRPr="00A0681A">
              <w:rPr>
                <w:sz w:val="20"/>
              </w:rPr>
              <w:t>-</w:t>
            </w:r>
            <w:r w:rsidRPr="00A0681A">
              <w:rPr>
                <w:sz w:val="20"/>
                <w:lang w:val="en-US"/>
              </w:rPr>
              <w:t>gkh</w:t>
            </w:r>
            <w:r w:rsidRPr="00A0681A">
              <w:rPr>
                <w:sz w:val="20"/>
              </w:rPr>
              <w:t>.</w:t>
            </w:r>
            <w:r w:rsidRPr="00A0681A">
              <w:rPr>
                <w:sz w:val="20"/>
                <w:lang w:val="en-US"/>
              </w:rPr>
              <w:t>ru</w:t>
            </w:r>
          </w:p>
        </w:tc>
      </w:tr>
    </w:tbl>
    <w:p w:rsidR="0093499A" w:rsidRPr="000F2C3F" w:rsidRDefault="000F2C3F" w:rsidP="0093499A">
      <w:pPr>
        <w:spacing w:line="276" w:lineRule="auto"/>
        <w:ind w:firstLine="720"/>
        <w:jc w:val="both"/>
        <w:rPr>
          <w:szCs w:val="28"/>
        </w:rPr>
      </w:pPr>
      <w:r w:rsidRPr="000F2C3F">
        <w:rPr>
          <w:b/>
          <w:szCs w:val="28"/>
        </w:rPr>
        <w:lastRenderedPageBreak/>
        <w:t>3.</w:t>
      </w:r>
      <w:r w:rsidRPr="000F2C3F">
        <w:rPr>
          <w:szCs w:val="28"/>
        </w:rPr>
        <w:t xml:space="preserve"> 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государственное регулирование:</w:t>
      </w:r>
    </w:p>
    <w:p w:rsidR="000F2C3F" w:rsidRDefault="0093499A" w:rsidP="000F2C3F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3.1</w:t>
      </w:r>
      <w:r w:rsidR="000F2C3F" w:rsidRPr="000F2C3F">
        <w:rPr>
          <w:b/>
          <w:i/>
          <w:szCs w:val="28"/>
        </w:rPr>
        <w:t>.</w:t>
      </w:r>
      <w:r w:rsidR="000F2C3F" w:rsidRPr="000F2C3F">
        <w:rPr>
          <w:szCs w:val="28"/>
        </w:rPr>
        <w:t xml:space="preserve"> По разделу 2.1. «Производители тепловой энергии и мощности»:</w:t>
      </w:r>
    </w:p>
    <w:p w:rsidR="006E4242" w:rsidRDefault="006E4242" w:rsidP="006E4242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- ОБЩЕСТВО С ОГРАНИЧЕННОЙ ОТВЕТСТВЕННОСТЬЮ ТОРГОВОЕ ПРЕДПРИЯТИЕ «НИЖЕГОРОДЕЦ», г. Нижний Новгород, рег. № 2.1.22;</w:t>
      </w:r>
    </w:p>
    <w:p w:rsidR="006E4242" w:rsidRDefault="006E4242" w:rsidP="006E4242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- ГОСУДАРСТВЕННОЕ БЮДЖЕТНОЕ ПРОФЕССИОНАЛЬНОЕ ОБРАЗОВАТЕЛЬНОЕ УЧРЕЖДЕНИЕ «ЛЫСКОВСКИЙ АГРОТЕХНИЧЕСКИЙ ТЕХНИКУМ»,  г. Лысково Нижегородской области, рег. № 2.1.183.</w:t>
      </w:r>
    </w:p>
    <w:p w:rsidR="000F2C3F" w:rsidRDefault="0098775C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3.2</w:t>
      </w:r>
      <w:r w:rsidR="000F2C3F" w:rsidRPr="000F2C3F">
        <w:rPr>
          <w:b/>
          <w:i/>
          <w:szCs w:val="28"/>
        </w:rPr>
        <w:t>.</w:t>
      </w:r>
      <w:r w:rsidR="000F2C3F" w:rsidRPr="000F2C3F">
        <w:rPr>
          <w:szCs w:val="28"/>
        </w:rPr>
        <w:t xml:space="preserve"> По разделу 2.2. «Организации, обладающие правом владения и пользования тепловыми сетями»:</w:t>
      </w:r>
    </w:p>
    <w:p w:rsidR="006E4242" w:rsidRPr="00BD125C" w:rsidRDefault="006E4242" w:rsidP="006E4242">
      <w:pPr>
        <w:spacing w:line="276" w:lineRule="auto"/>
        <w:ind w:firstLine="720"/>
        <w:jc w:val="both"/>
        <w:rPr>
          <w:szCs w:val="28"/>
        </w:rPr>
      </w:pPr>
      <w:r w:rsidRPr="006E4242">
        <w:rPr>
          <w:szCs w:val="28"/>
        </w:rPr>
        <w:t>- ОБЩЕСТВО С ОГРАНИЧЕННОЙ ОТВЕТСТВЕННОСТЬЮ ТОРГОВОЕ ПРЕДПРИЯТИЕ «НИЖЕГОРОДЕЦ», г. Нижний Новгород, рег. № 2.2.26</w:t>
      </w:r>
      <w:r w:rsidR="00BD125C">
        <w:rPr>
          <w:szCs w:val="28"/>
        </w:rPr>
        <w:t>;</w:t>
      </w:r>
    </w:p>
    <w:p w:rsidR="006E4242" w:rsidRDefault="006E4242" w:rsidP="006E4242">
      <w:pPr>
        <w:spacing w:line="276" w:lineRule="auto"/>
        <w:ind w:firstLine="720"/>
        <w:jc w:val="both"/>
        <w:rPr>
          <w:szCs w:val="28"/>
        </w:rPr>
      </w:pPr>
      <w:r w:rsidRPr="006E4242">
        <w:rPr>
          <w:szCs w:val="28"/>
        </w:rPr>
        <w:t>- ГОСУДАРСТВЕННОЕ БЮДЖЕТНОЕ ПРОФЕССИОНАЛЬНОЕ ОБРАЗОВАТЕЛЬНОЕ УЧРЕЖДЕНИЕ «ЛЫСКОВСКИЙ АГРОТЕХНИЧЕСКИЙ ТЕХНИКУМ»,  г. Лысково Нижего</w:t>
      </w:r>
      <w:r>
        <w:rPr>
          <w:szCs w:val="28"/>
        </w:rPr>
        <w:t>родской области, рег. № 2.2.196;</w:t>
      </w:r>
    </w:p>
    <w:p w:rsidR="006E4242" w:rsidRPr="006E4242" w:rsidRDefault="006E4242" w:rsidP="006E4242">
      <w:pPr>
        <w:spacing w:line="276" w:lineRule="auto"/>
        <w:ind w:firstLine="720"/>
        <w:jc w:val="both"/>
      </w:pPr>
      <w:r>
        <w:t>- Индивидуальный предприниматель МАСЛОВ СЕРГЕЙ БОРИСОВИЧ,                  г. Балахна</w:t>
      </w:r>
      <w:r w:rsidRPr="006E4242">
        <w:rPr>
          <w:szCs w:val="28"/>
        </w:rPr>
        <w:t xml:space="preserve"> </w:t>
      </w:r>
      <w:r w:rsidRPr="006E4242">
        <w:t>Нижегородской области</w:t>
      </w:r>
      <w:r>
        <w:t>,  рег. № 2.2.418.</w:t>
      </w:r>
    </w:p>
    <w:p w:rsidR="000F2C3F" w:rsidRDefault="0098775C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3.3</w:t>
      </w:r>
      <w:r w:rsidR="000F2C3F" w:rsidRPr="000F2C3F">
        <w:rPr>
          <w:b/>
          <w:i/>
          <w:szCs w:val="28"/>
        </w:rPr>
        <w:t xml:space="preserve">. </w:t>
      </w:r>
      <w:r w:rsidR="000F2C3F" w:rsidRPr="000F2C3F">
        <w:rPr>
          <w:szCs w:val="28"/>
        </w:rPr>
        <w:t>По разделу 4.1</w:t>
      </w:r>
      <w:r w:rsidR="00310E87">
        <w:rPr>
          <w:szCs w:val="28"/>
        </w:rPr>
        <w:t>.</w:t>
      </w:r>
      <w:r w:rsidR="000F2C3F" w:rsidRPr="000F2C3F">
        <w:rPr>
          <w:szCs w:val="28"/>
        </w:rPr>
        <w:t xml:space="preserve"> «Водоснабжение»:</w:t>
      </w:r>
    </w:p>
    <w:p w:rsidR="00501ADC" w:rsidRPr="000F2C3F" w:rsidRDefault="00501ADC" w:rsidP="006E4242">
      <w:pPr>
        <w:spacing w:line="276" w:lineRule="auto"/>
        <w:ind w:firstLine="720"/>
        <w:jc w:val="both"/>
        <w:rPr>
          <w:szCs w:val="28"/>
        </w:rPr>
      </w:pPr>
      <w:r w:rsidRPr="000F2C3F">
        <w:rPr>
          <w:szCs w:val="28"/>
        </w:rPr>
        <w:t xml:space="preserve">- </w:t>
      </w:r>
      <w:r w:rsidR="006E4242">
        <w:rPr>
          <w:szCs w:val="28"/>
        </w:rPr>
        <w:t>ОТКРЫТОЕ АКЦИОНЕРНОЕ ОБЩЕСТВО «</w:t>
      </w:r>
      <w:r w:rsidR="006E4242" w:rsidRPr="006E4242">
        <w:rPr>
          <w:szCs w:val="28"/>
        </w:rPr>
        <w:t>ЗАВОД</w:t>
      </w:r>
      <w:r w:rsidR="006E4242">
        <w:rPr>
          <w:szCs w:val="28"/>
        </w:rPr>
        <w:t xml:space="preserve"> ТЕХНОЛОГИЧЕСКОГО ОБОРУДОВАНИЯ «КАМЕЯ», </w:t>
      </w:r>
      <w:r w:rsidR="006E4242" w:rsidRPr="006E4242">
        <w:rPr>
          <w:szCs w:val="28"/>
        </w:rPr>
        <w:t>г.</w:t>
      </w:r>
      <w:r w:rsidR="006E4242">
        <w:rPr>
          <w:szCs w:val="28"/>
        </w:rPr>
        <w:t xml:space="preserve"> Нижний Новгород, </w:t>
      </w:r>
      <w:r w:rsidRPr="000F2C3F">
        <w:rPr>
          <w:szCs w:val="28"/>
        </w:rPr>
        <w:t xml:space="preserve">рег. № </w:t>
      </w:r>
      <w:r w:rsidR="006E4242">
        <w:rPr>
          <w:szCs w:val="28"/>
        </w:rPr>
        <w:t>4.1.181.</w:t>
      </w:r>
    </w:p>
    <w:p w:rsidR="000F2C3F" w:rsidRPr="000F2C3F" w:rsidRDefault="006E4242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0F2C3F" w:rsidRPr="000F2C3F">
        <w:rPr>
          <w:b/>
          <w:szCs w:val="28"/>
        </w:rPr>
        <w:t>.</w:t>
      </w:r>
      <w:r w:rsidR="000F2C3F" w:rsidRPr="000F2C3F">
        <w:rPr>
          <w:szCs w:val="28"/>
        </w:rPr>
        <w:t xml:space="preserve"> Настоящее решение вступает в силу со дня его принятия.</w:t>
      </w:r>
    </w:p>
    <w:p w:rsidR="00E46CE4" w:rsidRDefault="00E46CE4" w:rsidP="002E0EF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A645E2" w:rsidRDefault="00A645E2" w:rsidP="002C26A3">
      <w:pPr>
        <w:tabs>
          <w:tab w:val="left" w:pos="1897"/>
        </w:tabs>
        <w:spacing w:line="276" w:lineRule="auto"/>
        <w:rPr>
          <w:szCs w:val="28"/>
        </w:rPr>
      </w:pPr>
    </w:p>
    <w:p w:rsidR="007A3847" w:rsidRPr="002C26A3" w:rsidRDefault="007A3847" w:rsidP="002C26A3">
      <w:pPr>
        <w:tabs>
          <w:tab w:val="left" w:pos="1897"/>
        </w:tabs>
        <w:spacing w:line="276" w:lineRule="auto"/>
        <w:rPr>
          <w:szCs w:val="28"/>
        </w:rPr>
      </w:pPr>
    </w:p>
    <w:p w:rsidR="008A5BF2" w:rsidRDefault="008A5BF2" w:rsidP="00C062C8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И.о.руководителя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Ю.Л.Алешина</w:t>
      </w:r>
    </w:p>
    <w:p w:rsidR="00A645E2" w:rsidRPr="00A645E2" w:rsidRDefault="00A645E2" w:rsidP="008A5BF2">
      <w:pPr>
        <w:tabs>
          <w:tab w:val="left" w:pos="1897"/>
        </w:tabs>
        <w:spacing w:line="276" w:lineRule="auto"/>
        <w:rPr>
          <w:szCs w:val="28"/>
        </w:rPr>
      </w:pPr>
    </w:p>
    <w:sectPr w:rsidR="00A645E2" w:rsidRPr="00A645E2" w:rsidSect="00917D4D">
      <w:type w:val="continuous"/>
      <w:pgSz w:w="11906" w:h="16838" w:code="9"/>
      <w:pgMar w:top="1134" w:right="707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028" w:rsidRDefault="00D97028">
      <w:r>
        <w:separator/>
      </w:r>
    </w:p>
  </w:endnote>
  <w:endnote w:type="continuationSeparator" w:id="0">
    <w:p w:rsidR="00D97028" w:rsidRDefault="00D9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028" w:rsidRDefault="00D97028">
      <w:r>
        <w:separator/>
      </w:r>
    </w:p>
  </w:footnote>
  <w:footnote w:type="continuationSeparator" w:id="0">
    <w:p w:rsidR="00D97028" w:rsidRDefault="00D97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28" w:rsidRDefault="00D970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7028" w:rsidRDefault="00D970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28" w:rsidRDefault="00D970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C04C0">
      <w:rPr>
        <w:rStyle w:val="a9"/>
        <w:noProof/>
      </w:rPr>
      <w:t>4</w:t>
    </w:r>
    <w:r>
      <w:rPr>
        <w:rStyle w:val="a9"/>
      </w:rPr>
      <w:fldChar w:fldCharType="end"/>
    </w:r>
  </w:p>
  <w:p w:rsidR="00D97028" w:rsidRDefault="00D9702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28" w:rsidRDefault="006C04C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97028" w:rsidRPr="00E52B15" w:rsidRDefault="00D9702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97028" w:rsidRPr="00561114" w:rsidRDefault="00D9702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97028" w:rsidRPr="00561114" w:rsidRDefault="00D9702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97028" w:rsidRPr="000F7B5C" w:rsidRDefault="00D97028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97028" w:rsidRPr="000F7B5C" w:rsidRDefault="00D9702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97028" w:rsidRDefault="00D97028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97028" w:rsidRDefault="00D9702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97028" w:rsidRPr="002B6128" w:rsidRDefault="00D9702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97028" w:rsidRDefault="00D97028" w:rsidP="00276416">
                <w:pPr>
                  <w:ind w:right="-70"/>
                  <w:rPr>
                    <w:sz w:val="20"/>
                  </w:rPr>
                </w:pPr>
              </w:p>
              <w:p w:rsidR="00D97028" w:rsidRPr="001772E6" w:rsidRDefault="00D9702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97028" w:rsidRDefault="00D97028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713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05A"/>
    <w:multiLevelType w:val="hybridMultilevel"/>
    <w:tmpl w:val="FB0C93A0"/>
    <w:lvl w:ilvl="0" w:tplc="F4E0D1E0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17738A0"/>
    <w:multiLevelType w:val="hybridMultilevel"/>
    <w:tmpl w:val="4916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D26061"/>
    <w:multiLevelType w:val="hybridMultilevel"/>
    <w:tmpl w:val="4DB6CAF8"/>
    <w:lvl w:ilvl="0" w:tplc="035AF2BA">
      <w:start w:val="1"/>
      <w:numFmt w:val="decimal"/>
      <w:lvlText w:val="%1."/>
      <w:lvlJc w:val="left"/>
      <w:pPr>
        <w:ind w:left="2036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1F4EDF"/>
    <w:multiLevelType w:val="hybridMultilevel"/>
    <w:tmpl w:val="B26C8CC2"/>
    <w:lvl w:ilvl="0" w:tplc="FEBABF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0AB66C8"/>
    <w:multiLevelType w:val="hybridMultilevel"/>
    <w:tmpl w:val="C9B22EE0"/>
    <w:lvl w:ilvl="0" w:tplc="6E867B8A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11F5D42"/>
    <w:multiLevelType w:val="hybridMultilevel"/>
    <w:tmpl w:val="E3B2AF0C"/>
    <w:lvl w:ilvl="0" w:tplc="34E6A7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4">
    <w:nsid w:val="2F800FB2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6018E"/>
    <w:multiLevelType w:val="hybridMultilevel"/>
    <w:tmpl w:val="897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3267092"/>
    <w:multiLevelType w:val="multilevel"/>
    <w:tmpl w:val="CF22FF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18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0E2D00"/>
    <w:multiLevelType w:val="hybridMultilevel"/>
    <w:tmpl w:val="CCDA6A3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4CCF7456"/>
    <w:multiLevelType w:val="hybridMultilevel"/>
    <w:tmpl w:val="800022B2"/>
    <w:lvl w:ilvl="0" w:tplc="A21CB4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4D0D249C"/>
    <w:multiLevelType w:val="hybridMultilevel"/>
    <w:tmpl w:val="338618B8"/>
    <w:lvl w:ilvl="0" w:tplc="6DA8393C">
      <w:start w:val="1"/>
      <w:numFmt w:val="decimal"/>
      <w:lvlText w:val="%1."/>
      <w:lvlJc w:val="left"/>
      <w:pPr>
        <w:ind w:left="1530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4E7B0628"/>
    <w:multiLevelType w:val="hybridMultilevel"/>
    <w:tmpl w:val="BBD2E158"/>
    <w:lvl w:ilvl="0" w:tplc="76A291E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AAE1E15"/>
    <w:multiLevelType w:val="hybridMultilevel"/>
    <w:tmpl w:val="53A2F966"/>
    <w:lvl w:ilvl="0" w:tplc="02FAAA22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1">
    <w:nsid w:val="5EBC2567"/>
    <w:multiLevelType w:val="hybridMultilevel"/>
    <w:tmpl w:val="EDA80FA6"/>
    <w:lvl w:ilvl="0" w:tplc="36141C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5FF336AD"/>
    <w:multiLevelType w:val="hybridMultilevel"/>
    <w:tmpl w:val="2566262E"/>
    <w:lvl w:ilvl="0" w:tplc="E68E8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64371E0"/>
    <w:multiLevelType w:val="hybridMultilevel"/>
    <w:tmpl w:val="6E2E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74629AB"/>
    <w:multiLevelType w:val="hybridMultilevel"/>
    <w:tmpl w:val="E67C9FA0"/>
    <w:lvl w:ilvl="0" w:tplc="B89CED66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37">
    <w:nsid w:val="69E70CD9"/>
    <w:multiLevelType w:val="multilevel"/>
    <w:tmpl w:val="1E74A09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38">
    <w:nsid w:val="6AE407DB"/>
    <w:multiLevelType w:val="hybridMultilevel"/>
    <w:tmpl w:val="69F4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0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6D1642B3"/>
    <w:multiLevelType w:val="hybridMultilevel"/>
    <w:tmpl w:val="53FC7BE0"/>
    <w:lvl w:ilvl="0" w:tplc="3ADC69B2">
      <w:start w:val="1"/>
      <w:numFmt w:val="decimal"/>
      <w:lvlText w:val="%1."/>
      <w:lvlJc w:val="left"/>
      <w:pPr>
        <w:ind w:left="1215" w:hanging="495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43">
    <w:nsid w:val="771D6A45"/>
    <w:multiLevelType w:val="hybridMultilevel"/>
    <w:tmpl w:val="19727164"/>
    <w:lvl w:ilvl="0" w:tplc="5F20A7E8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9"/>
  </w:num>
  <w:num w:numId="3">
    <w:abstractNumId w:val="23"/>
  </w:num>
  <w:num w:numId="4">
    <w:abstractNumId w:val="20"/>
  </w:num>
  <w:num w:numId="5">
    <w:abstractNumId w:val="44"/>
  </w:num>
  <w:num w:numId="6">
    <w:abstractNumId w:val="10"/>
  </w:num>
  <w:num w:numId="7">
    <w:abstractNumId w:val="34"/>
  </w:num>
  <w:num w:numId="8">
    <w:abstractNumId w:val="27"/>
  </w:num>
  <w:num w:numId="9">
    <w:abstractNumId w:val="40"/>
  </w:num>
  <w:num w:numId="10">
    <w:abstractNumId w:val="18"/>
  </w:num>
  <w:num w:numId="11">
    <w:abstractNumId w:val="22"/>
  </w:num>
  <w:num w:numId="12">
    <w:abstractNumId w:val="42"/>
  </w:num>
  <w:num w:numId="13">
    <w:abstractNumId w:val="13"/>
  </w:num>
  <w:num w:numId="14">
    <w:abstractNumId w:val="3"/>
  </w:num>
  <w:num w:numId="15">
    <w:abstractNumId w:val="7"/>
  </w:num>
  <w:num w:numId="16">
    <w:abstractNumId w:val="36"/>
  </w:num>
  <w:num w:numId="17">
    <w:abstractNumId w:val="33"/>
  </w:num>
  <w:num w:numId="18">
    <w:abstractNumId w:val="6"/>
  </w:num>
  <w:num w:numId="19">
    <w:abstractNumId w:val="32"/>
  </w:num>
  <w:num w:numId="20">
    <w:abstractNumId w:val="43"/>
  </w:num>
  <w:num w:numId="21">
    <w:abstractNumId w:val="35"/>
  </w:num>
  <w:num w:numId="22">
    <w:abstractNumId w:val="31"/>
  </w:num>
  <w:num w:numId="23">
    <w:abstractNumId w:val="25"/>
  </w:num>
  <w:num w:numId="24">
    <w:abstractNumId w:val="8"/>
  </w:num>
  <w:num w:numId="25">
    <w:abstractNumId w:val="9"/>
  </w:num>
  <w:num w:numId="26">
    <w:abstractNumId w:val="29"/>
  </w:num>
  <w:num w:numId="27">
    <w:abstractNumId w:val="21"/>
  </w:num>
  <w:num w:numId="28">
    <w:abstractNumId w:val="37"/>
  </w:num>
  <w:num w:numId="29">
    <w:abstractNumId w:val="17"/>
  </w:num>
  <w:num w:numId="30">
    <w:abstractNumId w:val="41"/>
  </w:num>
  <w:num w:numId="31">
    <w:abstractNumId w:val="12"/>
  </w:num>
  <w:num w:numId="32">
    <w:abstractNumId w:val="28"/>
  </w:num>
  <w:num w:numId="33">
    <w:abstractNumId w:val="19"/>
  </w:num>
  <w:num w:numId="34">
    <w:abstractNumId w:val="2"/>
  </w:num>
  <w:num w:numId="35">
    <w:abstractNumId w:val="0"/>
  </w:num>
  <w:num w:numId="36">
    <w:abstractNumId w:val="14"/>
  </w:num>
  <w:num w:numId="37">
    <w:abstractNumId w:val="24"/>
  </w:num>
  <w:num w:numId="38">
    <w:abstractNumId w:val="16"/>
  </w:num>
  <w:num w:numId="39">
    <w:abstractNumId w:val="30"/>
  </w:num>
  <w:num w:numId="40">
    <w:abstractNumId w:val="15"/>
  </w:num>
  <w:num w:numId="41">
    <w:abstractNumId w:val="4"/>
  </w:num>
  <w:num w:numId="42">
    <w:abstractNumId w:val="38"/>
  </w:num>
  <w:num w:numId="43">
    <w:abstractNumId w:val="1"/>
  </w:num>
  <w:num w:numId="44">
    <w:abstractNumId w:val="5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F0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1B3E"/>
    <w:rsid w:val="00012D56"/>
    <w:rsid w:val="000150C8"/>
    <w:rsid w:val="000153AB"/>
    <w:rsid w:val="000162FE"/>
    <w:rsid w:val="00020271"/>
    <w:rsid w:val="00020DDA"/>
    <w:rsid w:val="0002168F"/>
    <w:rsid w:val="000224C4"/>
    <w:rsid w:val="000230DD"/>
    <w:rsid w:val="00023F65"/>
    <w:rsid w:val="000242A1"/>
    <w:rsid w:val="00024547"/>
    <w:rsid w:val="000270AA"/>
    <w:rsid w:val="000309A5"/>
    <w:rsid w:val="000319FD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505"/>
    <w:rsid w:val="000427B9"/>
    <w:rsid w:val="00042DB5"/>
    <w:rsid w:val="00042EE3"/>
    <w:rsid w:val="00044C84"/>
    <w:rsid w:val="000450F5"/>
    <w:rsid w:val="000456BC"/>
    <w:rsid w:val="000457FA"/>
    <w:rsid w:val="0004612F"/>
    <w:rsid w:val="00050275"/>
    <w:rsid w:val="000504CE"/>
    <w:rsid w:val="000510BD"/>
    <w:rsid w:val="000510F2"/>
    <w:rsid w:val="00052063"/>
    <w:rsid w:val="00052FD5"/>
    <w:rsid w:val="00053324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39E"/>
    <w:rsid w:val="00065440"/>
    <w:rsid w:val="00065CC1"/>
    <w:rsid w:val="00066193"/>
    <w:rsid w:val="00066B10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5295"/>
    <w:rsid w:val="000766C8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DA5"/>
    <w:rsid w:val="000A46B0"/>
    <w:rsid w:val="000A5127"/>
    <w:rsid w:val="000A6524"/>
    <w:rsid w:val="000A7F91"/>
    <w:rsid w:val="000B08DB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3F"/>
    <w:rsid w:val="000F3A04"/>
    <w:rsid w:val="000F3C08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360C"/>
    <w:rsid w:val="0010362E"/>
    <w:rsid w:val="00104EBD"/>
    <w:rsid w:val="00105359"/>
    <w:rsid w:val="00106C2D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27B51"/>
    <w:rsid w:val="00130B52"/>
    <w:rsid w:val="00130C1A"/>
    <w:rsid w:val="00130DE0"/>
    <w:rsid w:val="00130EFC"/>
    <w:rsid w:val="00131FCF"/>
    <w:rsid w:val="0013218E"/>
    <w:rsid w:val="001323DD"/>
    <w:rsid w:val="00134510"/>
    <w:rsid w:val="001348C5"/>
    <w:rsid w:val="0013500F"/>
    <w:rsid w:val="001352A1"/>
    <w:rsid w:val="0013666D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000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1D81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54A4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4C7"/>
    <w:rsid w:val="001A77C9"/>
    <w:rsid w:val="001B0311"/>
    <w:rsid w:val="001B03B6"/>
    <w:rsid w:val="001B13E5"/>
    <w:rsid w:val="001B2043"/>
    <w:rsid w:val="001B3F51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F6D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C46"/>
    <w:rsid w:val="001F7C23"/>
    <w:rsid w:val="001F7D26"/>
    <w:rsid w:val="0020073D"/>
    <w:rsid w:val="0020205D"/>
    <w:rsid w:val="00202C9C"/>
    <w:rsid w:val="0020311F"/>
    <w:rsid w:val="00204172"/>
    <w:rsid w:val="0020444D"/>
    <w:rsid w:val="0020499D"/>
    <w:rsid w:val="00204F61"/>
    <w:rsid w:val="0020505B"/>
    <w:rsid w:val="0020522B"/>
    <w:rsid w:val="00205BE6"/>
    <w:rsid w:val="00206822"/>
    <w:rsid w:val="00206D6F"/>
    <w:rsid w:val="00207AE1"/>
    <w:rsid w:val="002100ED"/>
    <w:rsid w:val="00210FE8"/>
    <w:rsid w:val="00211540"/>
    <w:rsid w:val="00211DF1"/>
    <w:rsid w:val="00211FC0"/>
    <w:rsid w:val="00212EEC"/>
    <w:rsid w:val="002138A8"/>
    <w:rsid w:val="002165E3"/>
    <w:rsid w:val="0021757A"/>
    <w:rsid w:val="002175D4"/>
    <w:rsid w:val="0022015C"/>
    <w:rsid w:val="002201C5"/>
    <w:rsid w:val="00220928"/>
    <w:rsid w:val="0022190C"/>
    <w:rsid w:val="00221FC9"/>
    <w:rsid w:val="00222158"/>
    <w:rsid w:val="002234AA"/>
    <w:rsid w:val="00223530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022"/>
    <w:rsid w:val="00253EC6"/>
    <w:rsid w:val="0025431A"/>
    <w:rsid w:val="0025461E"/>
    <w:rsid w:val="002550AC"/>
    <w:rsid w:val="0025534D"/>
    <w:rsid w:val="0026018C"/>
    <w:rsid w:val="00260BCA"/>
    <w:rsid w:val="00260E76"/>
    <w:rsid w:val="0026161C"/>
    <w:rsid w:val="00261DB4"/>
    <w:rsid w:val="00262CFC"/>
    <w:rsid w:val="0026323E"/>
    <w:rsid w:val="00263858"/>
    <w:rsid w:val="00263872"/>
    <w:rsid w:val="00264905"/>
    <w:rsid w:val="00264A08"/>
    <w:rsid w:val="00264C0D"/>
    <w:rsid w:val="00265AF9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CE6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92"/>
    <w:rsid w:val="00290E3E"/>
    <w:rsid w:val="00291F65"/>
    <w:rsid w:val="00291FD5"/>
    <w:rsid w:val="0029254A"/>
    <w:rsid w:val="002925F7"/>
    <w:rsid w:val="00293AB1"/>
    <w:rsid w:val="00295C5E"/>
    <w:rsid w:val="00296042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2C7"/>
    <w:rsid w:val="002B5FF7"/>
    <w:rsid w:val="002B6128"/>
    <w:rsid w:val="002B7A21"/>
    <w:rsid w:val="002C0ADD"/>
    <w:rsid w:val="002C0F07"/>
    <w:rsid w:val="002C130B"/>
    <w:rsid w:val="002C26A3"/>
    <w:rsid w:val="002C274A"/>
    <w:rsid w:val="002C29DD"/>
    <w:rsid w:val="002C4FB7"/>
    <w:rsid w:val="002C57B4"/>
    <w:rsid w:val="002C6567"/>
    <w:rsid w:val="002C6CB0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EF2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B"/>
    <w:rsid w:val="002F013F"/>
    <w:rsid w:val="002F0938"/>
    <w:rsid w:val="002F116F"/>
    <w:rsid w:val="002F1F2E"/>
    <w:rsid w:val="002F24DD"/>
    <w:rsid w:val="002F696E"/>
    <w:rsid w:val="002F7650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0E87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524E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605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6E6"/>
    <w:rsid w:val="003503C1"/>
    <w:rsid w:val="00351425"/>
    <w:rsid w:val="003516BB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2C4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5AF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74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4942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C22"/>
    <w:rsid w:val="003E5D0F"/>
    <w:rsid w:val="003E636C"/>
    <w:rsid w:val="003E79EF"/>
    <w:rsid w:val="003E7C4A"/>
    <w:rsid w:val="003F0199"/>
    <w:rsid w:val="003F081E"/>
    <w:rsid w:val="003F13DE"/>
    <w:rsid w:val="003F1412"/>
    <w:rsid w:val="003F1B0B"/>
    <w:rsid w:val="003F2F38"/>
    <w:rsid w:val="003F3486"/>
    <w:rsid w:val="003F3A06"/>
    <w:rsid w:val="003F4275"/>
    <w:rsid w:val="003F44C3"/>
    <w:rsid w:val="003F58D7"/>
    <w:rsid w:val="003F59D4"/>
    <w:rsid w:val="003F6BAF"/>
    <w:rsid w:val="003F6BD8"/>
    <w:rsid w:val="003F6C08"/>
    <w:rsid w:val="00400C24"/>
    <w:rsid w:val="00401081"/>
    <w:rsid w:val="0040150E"/>
    <w:rsid w:val="00401777"/>
    <w:rsid w:val="004017C1"/>
    <w:rsid w:val="00401BEE"/>
    <w:rsid w:val="00401D61"/>
    <w:rsid w:val="00403D3C"/>
    <w:rsid w:val="00403DA5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112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31B1"/>
    <w:rsid w:val="004443B1"/>
    <w:rsid w:val="004444FB"/>
    <w:rsid w:val="00444A7D"/>
    <w:rsid w:val="00445355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449E"/>
    <w:rsid w:val="0048553E"/>
    <w:rsid w:val="00491392"/>
    <w:rsid w:val="00491539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2E74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4D77"/>
    <w:rsid w:val="004C5876"/>
    <w:rsid w:val="004C725D"/>
    <w:rsid w:val="004C740C"/>
    <w:rsid w:val="004C7B64"/>
    <w:rsid w:val="004D0766"/>
    <w:rsid w:val="004D1570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F0E"/>
    <w:rsid w:val="004E2102"/>
    <w:rsid w:val="004E21EA"/>
    <w:rsid w:val="004E334E"/>
    <w:rsid w:val="004E3CB7"/>
    <w:rsid w:val="004E449F"/>
    <w:rsid w:val="004E462A"/>
    <w:rsid w:val="004E5E07"/>
    <w:rsid w:val="004E617D"/>
    <w:rsid w:val="004E687B"/>
    <w:rsid w:val="004F036C"/>
    <w:rsid w:val="004F2231"/>
    <w:rsid w:val="004F2877"/>
    <w:rsid w:val="004F3351"/>
    <w:rsid w:val="004F35E3"/>
    <w:rsid w:val="004F5FA5"/>
    <w:rsid w:val="004F6760"/>
    <w:rsid w:val="004F716A"/>
    <w:rsid w:val="004F7547"/>
    <w:rsid w:val="005004CE"/>
    <w:rsid w:val="005009B4"/>
    <w:rsid w:val="0050105A"/>
    <w:rsid w:val="005014EC"/>
    <w:rsid w:val="0050169D"/>
    <w:rsid w:val="00501909"/>
    <w:rsid w:val="00501ADC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F5B"/>
    <w:rsid w:val="00510C03"/>
    <w:rsid w:val="005117C8"/>
    <w:rsid w:val="00511F27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180"/>
    <w:rsid w:val="0052684E"/>
    <w:rsid w:val="00526BCC"/>
    <w:rsid w:val="00527955"/>
    <w:rsid w:val="00530735"/>
    <w:rsid w:val="005307A4"/>
    <w:rsid w:val="005307F4"/>
    <w:rsid w:val="00532383"/>
    <w:rsid w:val="00533131"/>
    <w:rsid w:val="005341AA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7C"/>
    <w:rsid w:val="00550EA0"/>
    <w:rsid w:val="005511F6"/>
    <w:rsid w:val="005527F1"/>
    <w:rsid w:val="00552872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0F0E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D8E"/>
    <w:rsid w:val="00566A1B"/>
    <w:rsid w:val="00566C77"/>
    <w:rsid w:val="00570A3E"/>
    <w:rsid w:val="0057117B"/>
    <w:rsid w:val="005727BF"/>
    <w:rsid w:val="00573C40"/>
    <w:rsid w:val="00573E7D"/>
    <w:rsid w:val="005754F6"/>
    <w:rsid w:val="0057586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04B7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03A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D7CBC"/>
    <w:rsid w:val="005E0AEF"/>
    <w:rsid w:val="005E1AA8"/>
    <w:rsid w:val="005E288B"/>
    <w:rsid w:val="005E29A4"/>
    <w:rsid w:val="005E35DF"/>
    <w:rsid w:val="005E36DB"/>
    <w:rsid w:val="005E3B1D"/>
    <w:rsid w:val="005E5737"/>
    <w:rsid w:val="005E5809"/>
    <w:rsid w:val="005E5E3D"/>
    <w:rsid w:val="005E60E9"/>
    <w:rsid w:val="005E65A4"/>
    <w:rsid w:val="005E6A2F"/>
    <w:rsid w:val="005E7AE2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2F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45B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2478"/>
    <w:rsid w:val="006A337F"/>
    <w:rsid w:val="006A4C2E"/>
    <w:rsid w:val="006A543C"/>
    <w:rsid w:val="006A6D14"/>
    <w:rsid w:val="006A74C9"/>
    <w:rsid w:val="006A7CF2"/>
    <w:rsid w:val="006B0536"/>
    <w:rsid w:val="006B119D"/>
    <w:rsid w:val="006B13FA"/>
    <w:rsid w:val="006B201C"/>
    <w:rsid w:val="006B237B"/>
    <w:rsid w:val="006B2E04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4C0"/>
    <w:rsid w:val="006C0C03"/>
    <w:rsid w:val="006C0DC6"/>
    <w:rsid w:val="006C1993"/>
    <w:rsid w:val="006C274E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556B"/>
    <w:rsid w:val="006D5888"/>
    <w:rsid w:val="006D66C9"/>
    <w:rsid w:val="006D6AA5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242"/>
    <w:rsid w:val="006E4E27"/>
    <w:rsid w:val="006E63F2"/>
    <w:rsid w:val="006E6D31"/>
    <w:rsid w:val="006E71CF"/>
    <w:rsid w:val="006E7A6D"/>
    <w:rsid w:val="006F060C"/>
    <w:rsid w:val="006F1B9C"/>
    <w:rsid w:val="006F21F4"/>
    <w:rsid w:val="006F310A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4AB"/>
    <w:rsid w:val="00700C2E"/>
    <w:rsid w:val="00702FCE"/>
    <w:rsid w:val="00705272"/>
    <w:rsid w:val="007057DB"/>
    <w:rsid w:val="00705AC4"/>
    <w:rsid w:val="00705E8A"/>
    <w:rsid w:val="00706086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52B"/>
    <w:rsid w:val="00722B42"/>
    <w:rsid w:val="00722BC7"/>
    <w:rsid w:val="00722FE3"/>
    <w:rsid w:val="00723570"/>
    <w:rsid w:val="00724E84"/>
    <w:rsid w:val="00725888"/>
    <w:rsid w:val="00725AF4"/>
    <w:rsid w:val="00726319"/>
    <w:rsid w:val="00726EF0"/>
    <w:rsid w:val="007278C3"/>
    <w:rsid w:val="00730B14"/>
    <w:rsid w:val="00730F9F"/>
    <w:rsid w:val="007318BA"/>
    <w:rsid w:val="00732E82"/>
    <w:rsid w:val="0073314F"/>
    <w:rsid w:val="00733B5A"/>
    <w:rsid w:val="00734A44"/>
    <w:rsid w:val="007351DB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4F7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3855"/>
    <w:rsid w:val="00793FB4"/>
    <w:rsid w:val="007948B9"/>
    <w:rsid w:val="0079522B"/>
    <w:rsid w:val="0079541F"/>
    <w:rsid w:val="00796081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847"/>
    <w:rsid w:val="007A3DAF"/>
    <w:rsid w:val="007A4631"/>
    <w:rsid w:val="007A482D"/>
    <w:rsid w:val="007A499F"/>
    <w:rsid w:val="007A5537"/>
    <w:rsid w:val="007A554F"/>
    <w:rsid w:val="007A597F"/>
    <w:rsid w:val="007A5C22"/>
    <w:rsid w:val="007A7B73"/>
    <w:rsid w:val="007A7C0D"/>
    <w:rsid w:val="007B015E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AE"/>
    <w:rsid w:val="007E42E5"/>
    <w:rsid w:val="007E4A8C"/>
    <w:rsid w:val="007E4F43"/>
    <w:rsid w:val="007E5A9F"/>
    <w:rsid w:val="007E6E42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316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7781"/>
    <w:rsid w:val="00821D12"/>
    <w:rsid w:val="008237FF"/>
    <w:rsid w:val="00824716"/>
    <w:rsid w:val="00824A4C"/>
    <w:rsid w:val="00825182"/>
    <w:rsid w:val="00825767"/>
    <w:rsid w:val="00825DA7"/>
    <w:rsid w:val="00825FAA"/>
    <w:rsid w:val="008261D0"/>
    <w:rsid w:val="00826B20"/>
    <w:rsid w:val="00826FF9"/>
    <w:rsid w:val="00827634"/>
    <w:rsid w:val="008308CA"/>
    <w:rsid w:val="0083116C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5F52"/>
    <w:rsid w:val="00846080"/>
    <w:rsid w:val="00846AE6"/>
    <w:rsid w:val="00846BDB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9B2"/>
    <w:rsid w:val="0086213B"/>
    <w:rsid w:val="00862579"/>
    <w:rsid w:val="0086325B"/>
    <w:rsid w:val="00864414"/>
    <w:rsid w:val="008654D5"/>
    <w:rsid w:val="008657A8"/>
    <w:rsid w:val="00866010"/>
    <w:rsid w:val="00866DFB"/>
    <w:rsid w:val="00867142"/>
    <w:rsid w:val="00867688"/>
    <w:rsid w:val="00867D97"/>
    <w:rsid w:val="00867F7F"/>
    <w:rsid w:val="008724E1"/>
    <w:rsid w:val="0087367B"/>
    <w:rsid w:val="008736D2"/>
    <w:rsid w:val="00873CC3"/>
    <w:rsid w:val="008740B5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655"/>
    <w:rsid w:val="00891A61"/>
    <w:rsid w:val="00891DBE"/>
    <w:rsid w:val="00892F0C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BF2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DBB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5E7E"/>
    <w:rsid w:val="008E64F4"/>
    <w:rsid w:val="008F00E0"/>
    <w:rsid w:val="008F01FA"/>
    <w:rsid w:val="008F15B5"/>
    <w:rsid w:val="008F211E"/>
    <w:rsid w:val="008F28BA"/>
    <w:rsid w:val="008F47DF"/>
    <w:rsid w:val="008F4A14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39F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4D"/>
    <w:rsid w:val="0092009B"/>
    <w:rsid w:val="009208A8"/>
    <w:rsid w:val="00920C68"/>
    <w:rsid w:val="009212C6"/>
    <w:rsid w:val="00921632"/>
    <w:rsid w:val="009216E4"/>
    <w:rsid w:val="00921724"/>
    <w:rsid w:val="00921F76"/>
    <w:rsid w:val="00921FEC"/>
    <w:rsid w:val="00922084"/>
    <w:rsid w:val="00922D2D"/>
    <w:rsid w:val="009237A8"/>
    <w:rsid w:val="00923AEC"/>
    <w:rsid w:val="00924683"/>
    <w:rsid w:val="00924AA7"/>
    <w:rsid w:val="009261BB"/>
    <w:rsid w:val="009266BD"/>
    <w:rsid w:val="00926A20"/>
    <w:rsid w:val="00927565"/>
    <w:rsid w:val="00930209"/>
    <w:rsid w:val="0093499A"/>
    <w:rsid w:val="00934C0C"/>
    <w:rsid w:val="009351D3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38C"/>
    <w:rsid w:val="00955693"/>
    <w:rsid w:val="00955921"/>
    <w:rsid w:val="00956EA6"/>
    <w:rsid w:val="009576D2"/>
    <w:rsid w:val="00957A15"/>
    <w:rsid w:val="00961596"/>
    <w:rsid w:val="00961CBB"/>
    <w:rsid w:val="00962A39"/>
    <w:rsid w:val="00963B38"/>
    <w:rsid w:val="0096491C"/>
    <w:rsid w:val="00964AA0"/>
    <w:rsid w:val="0096520B"/>
    <w:rsid w:val="00965439"/>
    <w:rsid w:val="00965473"/>
    <w:rsid w:val="00965753"/>
    <w:rsid w:val="009657D6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278"/>
    <w:rsid w:val="00980984"/>
    <w:rsid w:val="0098156E"/>
    <w:rsid w:val="00982B4D"/>
    <w:rsid w:val="00984A90"/>
    <w:rsid w:val="00985572"/>
    <w:rsid w:val="00986384"/>
    <w:rsid w:val="009865BD"/>
    <w:rsid w:val="0098674B"/>
    <w:rsid w:val="0098775C"/>
    <w:rsid w:val="00990006"/>
    <w:rsid w:val="00990A0E"/>
    <w:rsid w:val="00990B24"/>
    <w:rsid w:val="009919FA"/>
    <w:rsid w:val="00991CFB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1FC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096"/>
    <w:rsid w:val="009C6A54"/>
    <w:rsid w:val="009C799E"/>
    <w:rsid w:val="009D0360"/>
    <w:rsid w:val="009D0483"/>
    <w:rsid w:val="009D080C"/>
    <w:rsid w:val="009D0B51"/>
    <w:rsid w:val="009D1DC4"/>
    <w:rsid w:val="009D1EEB"/>
    <w:rsid w:val="009D2DB8"/>
    <w:rsid w:val="009D3BD6"/>
    <w:rsid w:val="009D3F80"/>
    <w:rsid w:val="009D4854"/>
    <w:rsid w:val="009D4EF4"/>
    <w:rsid w:val="009D5076"/>
    <w:rsid w:val="009D60AC"/>
    <w:rsid w:val="009D6301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623"/>
    <w:rsid w:val="00A03F8F"/>
    <w:rsid w:val="00A04E56"/>
    <w:rsid w:val="00A061B6"/>
    <w:rsid w:val="00A0681A"/>
    <w:rsid w:val="00A06B37"/>
    <w:rsid w:val="00A06CDD"/>
    <w:rsid w:val="00A07424"/>
    <w:rsid w:val="00A078BB"/>
    <w:rsid w:val="00A10DBA"/>
    <w:rsid w:val="00A10FD2"/>
    <w:rsid w:val="00A11C2A"/>
    <w:rsid w:val="00A121A5"/>
    <w:rsid w:val="00A12790"/>
    <w:rsid w:val="00A131A8"/>
    <w:rsid w:val="00A131C1"/>
    <w:rsid w:val="00A13360"/>
    <w:rsid w:val="00A142FB"/>
    <w:rsid w:val="00A148D7"/>
    <w:rsid w:val="00A14ECD"/>
    <w:rsid w:val="00A15826"/>
    <w:rsid w:val="00A16E6D"/>
    <w:rsid w:val="00A17AFA"/>
    <w:rsid w:val="00A20B7E"/>
    <w:rsid w:val="00A211C8"/>
    <w:rsid w:val="00A217CA"/>
    <w:rsid w:val="00A23F1E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2ED"/>
    <w:rsid w:val="00A36450"/>
    <w:rsid w:val="00A40F15"/>
    <w:rsid w:val="00A413F6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20D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574BA"/>
    <w:rsid w:val="00A57FFD"/>
    <w:rsid w:val="00A609A8"/>
    <w:rsid w:val="00A61635"/>
    <w:rsid w:val="00A61873"/>
    <w:rsid w:val="00A631CB"/>
    <w:rsid w:val="00A635DD"/>
    <w:rsid w:val="00A6394C"/>
    <w:rsid w:val="00A63BB2"/>
    <w:rsid w:val="00A642FD"/>
    <w:rsid w:val="00A645E2"/>
    <w:rsid w:val="00A65BD1"/>
    <w:rsid w:val="00A662D9"/>
    <w:rsid w:val="00A66394"/>
    <w:rsid w:val="00A67424"/>
    <w:rsid w:val="00A67B54"/>
    <w:rsid w:val="00A7037B"/>
    <w:rsid w:val="00A71D0C"/>
    <w:rsid w:val="00A72128"/>
    <w:rsid w:val="00A725A0"/>
    <w:rsid w:val="00A72C7A"/>
    <w:rsid w:val="00A7341C"/>
    <w:rsid w:val="00A73A52"/>
    <w:rsid w:val="00A73F05"/>
    <w:rsid w:val="00A74352"/>
    <w:rsid w:val="00A753E7"/>
    <w:rsid w:val="00A760F8"/>
    <w:rsid w:val="00A76C32"/>
    <w:rsid w:val="00A76E4D"/>
    <w:rsid w:val="00A77367"/>
    <w:rsid w:val="00A77C95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DC2"/>
    <w:rsid w:val="00AA090C"/>
    <w:rsid w:val="00AA0977"/>
    <w:rsid w:val="00AA09EC"/>
    <w:rsid w:val="00AA0C3F"/>
    <w:rsid w:val="00AA0F7E"/>
    <w:rsid w:val="00AA11D4"/>
    <w:rsid w:val="00AA125B"/>
    <w:rsid w:val="00AA1857"/>
    <w:rsid w:val="00AA1D14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1A18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043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6B6"/>
    <w:rsid w:val="00AF0664"/>
    <w:rsid w:val="00AF0A13"/>
    <w:rsid w:val="00AF1543"/>
    <w:rsid w:val="00AF1E94"/>
    <w:rsid w:val="00AF226F"/>
    <w:rsid w:val="00AF26B3"/>
    <w:rsid w:val="00AF26FD"/>
    <w:rsid w:val="00AF3939"/>
    <w:rsid w:val="00AF3A34"/>
    <w:rsid w:val="00AF6C5E"/>
    <w:rsid w:val="00AF73DC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A7"/>
    <w:rsid w:val="00B139FA"/>
    <w:rsid w:val="00B14324"/>
    <w:rsid w:val="00B145AB"/>
    <w:rsid w:val="00B14848"/>
    <w:rsid w:val="00B14A6F"/>
    <w:rsid w:val="00B15830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5520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55FE0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410"/>
    <w:rsid w:val="00B83888"/>
    <w:rsid w:val="00B839F7"/>
    <w:rsid w:val="00B83BB1"/>
    <w:rsid w:val="00B83D4E"/>
    <w:rsid w:val="00B84442"/>
    <w:rsid w:val="00B857F0"/>
    <w:rsid w:val="00B86284"/>
    <w:rsid w:val="00B86588"/>
    <w:rsid w:val="00B911DD"/>
    <w:rsid w:val="00B919A9"/>
    <w:rsid w:val="00B919B6"/>
    <w:rsid w:val="00B920B0"/>
    <w:rsid w:val="00B938D9"/>
    <w:rsid w:val="00B9478B"/>
    <w:rsid w:val="00B94D8A"/>
    <w:rsid w:val="00B957E5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A78C6"/>
    <w:rsid w:val="00BB0327"/>
    <w:rsid w:val="00BB1498"/>
    <w:rsid w:val="00BB23E5"/>
    <w:rsid w:val="00BB2F1A"/>
    <w:rsid w:val="00BB3AE8"/>
    <w:rsid w:val="00BB559D"/>
    <w:rsid w:val="00BB593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25C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2F01"/>
    <w:rsid w:val="00BE32E6"/>
    <w:rsid w:val="00BE36D8"/>
    <w:rsid w:val="00BE40A7"/>
    <w:rsid w:val="00BE4403"/>
    <w:rsid w:val="00BE45B5"/>
    <w:rsid w:val="00BE491E"/>
    <w:rsid w:val="00BE527A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1F"/>
    <w:rsid w:val="00C039DB"/>
    <w:rsid w:val="00C04826"/>
    <w:rsid w:val="00C04ACE"/>
    <w:rsid w:val="00C05A23"/>
    <w:rsid w:val="00C062C8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3B5B"/>
    <w:rsid w:val="00C23E62"/>
    <w:rsid w:val="00C2414D"/>
    <w:rsid w:val="00C2444E"/>
    <w:rsid w:val="00C246E1"/>
    <w:rsid w:val="00C253A8"/>
    <w:rsid w:val="00C26C19"/>
    <w:rsid w:val="00C26F7A"/>
    <w:rsid w:val="00C27B84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0"/>
    <w:rsid w:val="00C425B7"/>
    <w:rsid w:val="00C425E3"/>
    <w:rsid w:val="00C42EA9"/>
    <w:rsid w:val="00C43D52"/>
    <w:rsid w:val="00C446DE"/>
    <w:rsid w:val="00C44FE0"/>
    <w:rsid w:val="00C46E74"/>
    <w:rsid w:val="00C5054A"/>
    <w:rsid w:val="00C50B61"/>
    <w:rsid w:val="00C50F07"/>
    <w:rsid w:val="00C5156D"/>
    <w:rsid w:val="00C519DE"/>
    <w:rsid w:val="00C532A8"/>
    <w:rsid w:val="00C537F0"/>
    <w:rsid w:val="00C53C27"/>
    <w:rsid w:val="00C5473E"/>
    <w:rsid w:val="00C5534D"/>
    <w:rsid w:val="00C55436"/>
    <w:rsid w:val="00C55C94"/>
    <w:rsid w:val="00C565CD"/>
    <w:rsid w:val="00C566AC"/>
    <w:rsid w:val="00C57255"/>
    <w:rsid w:val="00C578AA"/>
    <w:rsid w:val="00C57A7A"/>
    <w:rsid w:val="00C62CC8"/>
    <w:rsid w:val="00C6321D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4C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3AE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EA0"/>
    <w:rsid w:val="00CC183A"/>
    <w:rsid w:val="00CC3954"/>
    <w:rsid w:val="00CC47F1"/>
    <w:rsid w:val="00CC4EE8"/>
    <w:rsid w:val="00CC7276"/>
    <w:rsid w:val="00CC79BD"/>
    <w:rsid w:val="00CC7AED"/>
    <w:rsid w:val="00CD0475"/>
    <w:rsid w:val="00CD04FF"/>
    <w:rsid w:val="00CD076D"/>
    <w:rsid w:val="00CD0FE2"/>
    <w:rsid w:val="00CD15B6"/>
    <w:rsid w:val="00CD3CB3"/>
    <w:rsid w:val="00CD53D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45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083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77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54A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01C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72D"/>
    <w:rsid w:val="00D62919"/>
    <w:rsid w:val="00D62C67"/>
    <w:rsid w:val="00D6351E"/>
    <w:rsid w:val="00D65783"/>
    <w:rsid w:val="00D65A31"/>
    <w:rsid w:val="00D65C56"/>
    <w:rsid w:val="00D66259"/>
    <w:rsid w:val="00D663D9"/>
    <w:rsid w:val="00D6767A"/>
    <w:rsid w:val="00D67724"/>
    <w:rsid w:val="00D67913"/>
    <w:rsid w:val="00D67B5F"/>
    <w:rsid w:val="00D702F0"/>
    <w:rsid w:val="00D7166B"/>
    <w:rsid w:val="00D71D04"/>
    <w:rsid w:val="00D71DED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06A"/>
    <w:rsid w:val="00D831BE"/>
    <w:rsid w:val="00D838D3"/>
    <w:rsid w:val="00D83F1D"/>
    <w:rsid w:val="00D83FDB"/>
    <w:rsid w:val="00D8417F"/>
    <w:rsid w:val="00D8474E"/>
    <w:rsid w:val="00D8664A"/>
    <w:rsid w:val="00D91255"/>
    <w:rsid w:val="00D91523"/>
    <w:rsid w:val="00D91BCF"/>
    <w:rsid w:val="00D93545"/>
    <w:rsid w:val="00D9372D"/>
    <w:rsid w:val="00D94042"/>
    <w:rsid w:val="00D9469A"/>
    <w:rsid w:val="00D97028"/>
    <w:rsid w:val="00D9724C"/>
    <w:rsid w:val="00D9738A"/>
    <w:rsid w:val="00DA0301"/>
    <w:rsid w:val="00DA1038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BD3"/>
    <w:rsid w:val="00DC2FB4"/>
    <w:rsid w:val="00DC3638"/>
    <w:rsid w:val="00DC402C"/>
    <w:rsid w:val="00DC41C9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EEB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46CE4"/>
    <w:rsid w:val="00E509D8"/>
    <w:rsid w:val="00E50AA0"/>
    <w:rsid w:val="00E51985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4A6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D72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77590"/>
    <w:rsid w:val="00E81325"/>
    <w:rsid w:val="00E826FD"/>
    <w:rsid w:val="00E8300F"/>
    <w:rsid w:val="00E85825"/>
    <w:rsid w:val="00E85D27"/>
    <w:rsid w:val="00E864B9"/>
    <w:rsid w:val="00E87644"/>
    <w:rsid w:val="00E87DCA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49F"/>
    <w:rsid w:val="00EA4814"/>
    <w:rsid w:val="00EA5304"/>
    <w:rsid w:val="00EA68E2"/>
    <w:rsid w:val="00EB11E0"/>
    <w:rsid w:val="00EB193E"/>
    <w:rsid w:val="00EB283F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F55"/>
    <w:rsid w:val="00ED4EBB"/>
    <w:rsid w:val="00EE0634"/>
    <w:rsid w:val="00EE0972"/>
    <w:rsid w:val="00EE1A32"/>
    <w:rsid w:val="00EE22F5"/>
    <w:rsid w:val="00EE35F4"/>
    <w:rsid w:val="00EE44B8"/>
    <w:rsid w:val="00EE4C5C"/>
    <w:rsid w:val="00EE614B"/>
    <w:rsid w:val="00EE67AB"/>
    <w:rsid w:val="00EE717E"/>
    <w:rsid w:val="00EE72B8"/>
    <w:rsid w:val="00EF0970"/>
    <w:rsid w:val="00EF1A11"/>
    <w:rsid w:val="00EF2FA2"/>
    <w:rsid w:val="00EF3525"/>
    <w:rsid w:val="00EF3622"/>
    <w:rsid w:val="00EF475F"/>
    <w:rsid w:val="00EF5B2F"/>
    <w:rsid w:val="00EF6065"/>
    <w:rsid w:val="00EF615D"/>
    <w:rsid w:val="00EF6258"/>
    <w:rsid w:val="00EF6F7B"/>
    <w:rsid w:val="00EF727E"/>
    <w:rsid w:val="00EF7417"/>
    <w:rsid w:val="00EF795E"/>
    <w:rsid w:val="00EF7A0E"/>
    <w:rsid w:val="00F00008"/>
    <w:rsid w:val="00F005D4"/>
    <w:rsid w:val="00F0141D"/>
    <w:rsid w:val="00F01AFA"/>
    <w:rsid w:val="00F02648"/>
    <w:rsid w:val="00F034E3"/>
    <w:rsid w:val="00F03C07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553B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A0C"/>
    <w:rsid w:val="00F37D6D"/>
    <w:rsid w:val="00F404E2"/>
    <w:rsid w:val="00F40898"/>
    <w:rsid w:val="00F419CC"/>
    <w:rsid w:val="00F422B9"/>
    <w:rsid w:val="00F4277B"/>
    <w:rsid w:val="00F44B7D"/>
    <w:rsid w:val="00F462D0"/>
    <w:rsid w:val="00F47124"/>
    <w:rsid w:val="00F4782A"/>
    <w:rsid w:val="00F503F3"/>
    <w:rsid w:val="00F5046C"/>
    <w:rsid w:val="00F5088E"/>
    <w:rsid w:val="00F50B19"/>
    <w:rsid w:val="00F50B78"/>
    <w:rsid w:val="00F5101C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19E"/>
    <w:rsid w:val="00F71056"/>
    <w:rsid w:val="00F71854"/>
    <w:rsid w:val="00F71AB8"/>
    <w:rsid w:val="00F723C9"/>
    <w:rsid w:val="00F737FA"/>
    <w:rsid w:val="00F73970"/>
    <w:rsid w:val="00F73E8F"/>
    <w:rsid w:val="00F74556"/>
    <w:rsid w:val="00F760F3"/>
    <w:rsid w:val="00F76231"/>
    <w:rsid w:val="00F76356"/>
    <w:rsid w:val="00F771BB"/>
    <w:rsid w:val="00F77B52"/>
    <w:rsid w:val="00F805C6"/>
    <w:rsid w:val="00F80A9E"/>
    <w:rsid w:val="00F81A85"/>
    <w:rsid w:val="00F81CC8"/>
    <w:rsid w:val="00F81F06"/>
    <w:rsid w:val="00F821F9"/>
    <w:rsid w:val="00F82884"/>
    <w:rsid w:val="00F83C76"/>
    <w:rsid w:val="00F8442D"/>
    <w:rsid w:val="00F84A4D"/>
    <w:rsid w:val="00F85B74"/>
    <w:rsid w:val="00F85ECB"/>
    <w:rsid w:val="00F86DAE"/>
    <w:rsid w:val="00F86E41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9F1"/>
    <w:rsid w:val="00FA43E7"/>
    <w:rsid w:val="00FA4E77"/>
    <w:rsid w:val="00FA5FCC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3D9"/>
    <w:rsid w:val="00FC132D"/>
    <w:rsid w:val="00FC34C3"/>
    <w:rsid w:val="00FC36BD"/>
    <w:rsid w:val="00FC3975"/>
    <w:rsid w:val="00FC3983"/>
    <w:rsid w:val="00FC3CD7"/>
    <w:rsid w:val="00FC40D3"/>
    <w:rsid w:val="00FC5317"/>
    <w:rsid w:val="00FC55A0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15F"/>
    <w:rsid w:val="00FF294A"/>
    <w:rsid w:val="00FF3CA6"/>
    <w:rsid w:val="00FF438F"/>
    <w:rsid w:val="00FF4746"/>
    <w:rsid w:val="00FF4C6C"/>
    <w:rsid w:val="00FF6DBB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C7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  <w:style w:type="numbering" w:customStyle="1" w:styleId="11">
    <w:name w:val="Нет списка1"/>
    <w:next w:val="a2"/>
    <w:uiPriority w:val="99"/>
    <w:semiHidden/>
    <w:unhideWhenUsed/>
    <w:rsid w:val="00E46CE4"/>
  </w:style>
  <w:style w:type="character" w:customStyle="1" w:styleId="12">
    <w:name w:val="Текст выноски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13">
    <w:name w:val="Схема документа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BodyTextChar">
    <w:name w:val="Body Text Char"/>
    <w:aliases w:val="Знак Char"/>
    <w:basedOn w:val="a0"/>
    <w:uiPriority w:val="99"/>
    <w:locked/>
    <w:rsid w:val="00E46CE4"/>
    <w:rPr>
      <w:rFonts w:cs="Times New Roman"/>
      <w:sz w:val="28"/>
      <w:szCs w:val="28"/>
    </w:rPr>
  </w:style>
  <w:style w:type="character" w:styleId="aff">
    <w:name w:val="Book Title"/>
    <w:basedOn w:val="a0"/>
    <w:uiPriority w:val="33"/>
    <w:qFormat/>
    <w:rsid w:val="00E46CE4"/>
    <w:rPr>
      <w:rFonts w:cs="Times New Roman"/>
      <w:b/>
      <w:bCs/>
      <w:i/>
      <w:iCs/>
      <w:spacing w:val="5"/>
    </w:rPr>
  </w:style>
  <w:style w:type="numbering" w:customStyle="1" w:styleId="110">
    <w:name w:val="Нет списка11"/>
    <w:next w:val="a2"/>
    <w:uiPriority w:val="99"/>
    <w:semiHidden/>
    <w:unhideWhenUsed/>
    <w:rsid w:val="00E46CE4"/>
  </w:style>
  <w:style w:type="table" w:customStyle="1" w:styleId="14">
    <w:name w:val="Сетка таблицы1"/>
    <w:basedOn w:val="a1"/>
    <w:next w:val="a8"/>
    <w:uiPriority w:val="59"/>
    <w:rsid w:val="00E46C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E46CE4"/>
  </w:style>
  <w:style w:type="table" w:customStyle="1" w:styleId="112">
    <w:name w:val="Сетка таблицы11"/>
    <w:basedOn w:val="a1"/>
    <w:next w:val="a8"/>
    <w:uiPriority w:val="59"/>
    <w:rsid w:val="00E46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99"/>
    <w:rsid w:val="00E46CE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aliases w:val="Знак Знак1"/>
    <w:basedOn w:val="a0"/>
    <w:uiPriority w:val="99"/>
    <w:semiHidden/>
    <w:rsid w:val="00E46CE4"/>
    <w:rPr>
      <w:sz w:val="28"/>
      <w:szCs w:val="28"/>
    </w:rPr>
  </w:style>
  <w:style w:type="table" w:customStyle="1" w:styleId="130">
    <w:name w:val="Сетка таблицы13"/>
    <w:basedOn w:val="a1"/>
    <w:uiPriority w:val="59"/>
    <w:rsid w:val="00E46C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F2C3F"/>
  </w:style>
  <w:style w:type="numbering" w:customStyle="1" w:styleId="121">
    <w:name w:val="Нет списка12"/>
    <w:next w:val="a2"/>
    <w:uiPriority w:val="99"/>
    <w:semiHidden/>
    <w:unhideWhenUsed/>
    <w:rsid w:val="000F2C3F"/>
  </w:style>
  <w:style w:type="numbering" w:customStyle="1" w:styleId="1120">
    <w:name w:val="Нет списка112"/>
    <w:next w:val="a2"/>
    <w:uiPriority w:val="99"/>
    <w:semiHidden/>
    <w:unhideWhenUsed/>
    <w:rsid w:val="000F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lektromas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729D5755169A02789460323F9D874F58C68B95EA377BB5A1DBD9897947A0CD29B4EAC15A18FAY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elektromas@mail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45A90-A288-4D5E-A93A-42FEFC1B5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1906</TotalTime>
  <Pages>4</Pages>
  <Words>875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71</cp:revision>
  <cp:lastPrinted>2018-05-21T07:03:00Z</cp:lastPrinted>
  <dcterms:created xsi:type="dcterms:W3CDTF">2017-05-12T11:08:00Z</dcterms:created>
  <dcterms:modified xsi:type="dcterms:W3CDTF">2018-05-21T07:03:00Z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