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8A10AE" w:rsidP="00B4350F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B4350F">
              <w:t>18.05.2018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8A10AE" w:rsidP="003A159A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3A159A">
              <w:t>17/4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8A10AE" w:rsidP="00C06AC3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B64538">
              <w:t>О признании утратившим силу решени</w:t>
            </w:r>
            <w:r w:rsidR="00C06AC3">
              <w:t>я</w:t>
            </w:r>
            <w:r w:rsidR="00B64538">
              <w:t xml:space="preserve"> региональной службы по тарифам </w:t>
            </w:r>
            <w:r w:rsidR="00C06AC3">
              <w:t>Н</w:t>
            </w:r>
            <w:r w:rsidR="00B64538">
              <w:t>ижегородской области</w:t>
            </w:r>
            <w:r w:rsidR="00C06AC3">
              <w:t xml:space="preserve"> от 29 октября 2009 года № 33/1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01F6B" w:rsidRDefault="00201F6B" w:rsidP="00DD2C81">
      <w:pPr>
        <w:tabs>
          <w:tab w:val="left" w:pos="1897"/>
        </w:tabs>
        <w:jc w:val="center"/>
        <w:rPr>
          <w:szCs w:val="28"/>
        </w:rPr>
      </w:pPr>
    </w:p>
    <w:p w:rsidR="00201F6B" w:rsidRDefault="00201F6B" w:rsidP="00DD2C81">
      <w:pPr>
        <w:tabs>
          <w:tab w:val="left" w:pos="1897"/>
        </w:tabs>
        <w:jc w:val="center"/>
        <w:rPr>
          <w:szCs w:val="28"/>
        </w:rPr>
      </w:pPr>
    </w:p>
    <w:p w:rsidR="00201F6B" w:rsidRDefault="003A159A" w:rsidP="00DD2C81">
      <w:pPr>
        <w:tabs>
          <w:tab w:val="left" w:pos="1897"/>
        </w:tabs>
        <w:jc w:val="center"/>
        <w:rPr>
          <w:szCs w:val="28"/>
        </w:rPr>
      </w:pPr>
      <w:r>
        <w:rPr>
          <w:szCs w:val="28"/>
        </w:rPr>
        <w:t xml:space="preserve"> </w:t>
      </w:r>
    </w:p>
    <w:p w:rsidR="008E4588" w:rsidRPr="00DD0433" w:rsidRDefault="00E05C5E" w:rsidP="00DD043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В </w:t>
      </w:r>
      <w:r w:rsidR="00C06AC3">
        <w:rPr>
          <w:szCs w:val="28"/>
        </w:rPr>
        <w:t>целях приведения в соответствие с действующим законодательством</w:t>
      </w:r>
      <w:r w:rsidR="008E4588" w:rsidRPr="00DD0433">
        <w:rPr>
          <w:szCs w:val="28"/>
        </w:rPr>
        <w:t>:</w:t>
      </w:r>
    </w:p>
    <w:p w:rsidR="00E05C5E" w:rsidRPr="00DD0433" w:rsidRDefault="00C06AC3" w:rsidP="00C06AC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C06AC3">
        <w:rPr>
          <w:b/>
          <w:szCs w:val="28"/>
        </w:rPr>
        <w:t>1.</w:t>
      </w:r>
      <w:r>
        <w:rPr>
          <w:szCs w:val="28"/>
        </w:rPr>
        <w:t xml:space="preserve"> Признать утратившим силу </w:t>
      </w:r>
      <w:r w:rsidR="00DD0433" w:rsidRPr="00DD0433">
        <w:rPr>
          <w:noProof/>
          <w:szCs w:val="28"/>
        </w:rPr>
        <w:t>решение региональной службы по</w:t>
      </w:r>
      <w:r>
        <w:rPr>
          <w:noProof/>
          <w:szCs w:val="28"/>
        </w:rPr>
        <w:t xml:space="preserve"> тарифам Нижегородской области </w:t>
      </w:r>
      <w:r w:rsidR="00DD0433" w:rsidRPr="00DD0433">
        <w:rPr>
          <w:noProof/>
          <w:szCs w:val="28"/>
        </w:rPr>
        <w:t xml:space="preserve">от </w:t>
      </w:r>
      <w:r>
        <w:rPr>
          <w:noProof/>
          <w:szCs w:val="28"/>
        </w:rPr>
        <w:t>29 октября</w:t>
      </w:r>
      <w:r w:rsidR="00DD0433" w:rsidRPr="00DD0433">
        <w:rPr>
          <w:noProof/>
          <w:szCs w:val="28"/>
        </w:rPr>
        <w:t xml:space="preserve"> 2009 года № </w:t>
      </w:r>
      <w:r>
        <w:rPr>
          <w:noProof/>
          <w:szCs w:val="28"/>
        </w:rPr>
        <w:t>33</w:t>
      </w:r>
      <w:r w:rsidR="00DD0433" w:rsidRPr="00DD0433">
        <w:rPr>
          <w:szCs w:val="28"/>
        </w:rPr>
        <w:t xml:space="preserve">/1 «Об утверждении </w:t>
      </w:r>
      <w:r>
        <w:rPr>
          <w:szCs w:val="28"/>
        </w:rPr>
        <w:t xml:space="preserve">показателей критериев </w:t>
      </w:r>
      <w:r w:rsidR="00DD0433" w:rsidRPr="00DD0433">
        <w:rPr>
          <w:szCs w:val="28"/>
        </w:rPr>
        <w:t xml:space="preserve">доступности для </w:t>
      </w:r>
      <w:r>
        <w:rPr>
          <w:szCs w:val="28"/>
        </w:rPr>
        <w:t>населения платы за коммунальные услуги».</w:t>
      </w:r>
    </w:p>
    <w:p w:rsidR="008E4588" w:rsidRPr="0077405C" w:rsidRDefault="00201F6B" w:rsidP="00E26E7C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b/>
        </w:rPr>
        <w:t>2</w:t>
      </w:r>
      <w:r w:rsidR="008E4588" w:rsidRPr="00333FEE">
        <w:rPr>
          <w:b/>
        </w:rPr>
        <w:t>.</w:t>
      </w:r>
      <w:r w:rsidR="008E4588">
        <w:t xml:space="preserve"> </w:t>
      </w:r>
      <w:r w:rsidR="008E4588" w:rsidRPr="00386563">
        <w:t xml:space="preserve">Настоящее решение вступает в силу </w:t>
      </w:r>
      <w:r w:rsidR="00C06AC3">
        <w:t>со дня его принятия</w:t>
      </w:r>
      <w:r w:rsidR="008E4588" w:rsidRPr="00386563">
        <w:t>.</w:t>
      </w:r>
    </w:p>
    <w:p w:rsidR="00201F6B" w:rsidRDefault="00201F6B" w:rsidP="008508A3">
      <w:pPr>
        <w:tabs>
          <w:tab w:val="left" w:pos="1897"/>
        </w:tabs>
        <w:spacing w:line="276" w:lineRule="auto"/>
        <w:rPr>
          <w:szCs w:val="28"/>
        </w:rPr>
      </w:pPr>
    </w:p>
    <w:p w:rsidR="00201F6B" w:rsidRDefault="00C06AC3" w:rsidP="008508A3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 xml:space="preserve"> </w:t>
      </w:r>
    </w:p>
    <w:p w:rsidR="00BE3E96" w:rsidRDefault="00BE3E96" w:rsidP="008508A3">
      <w:pPr>
        <w:tabs>
          <w:tab w:val="left" w:pos="1897"/>
        </w:tabs>
        <w:spacing w:line="276" w:lineRule="auto"/>
        <w:rPr>
          <w:szCs w:val="28"/>
        </w:rPr>
      </w:pPr>
      <w:bookmarkStart w:id="2" w:name="_GoBack"/>
      <w:bookmarkEnd w:id="2"/>
    </w:p>
    <w:p w:rsidR="00BE3E96" w:rsidRPr="00BE3E96" w:rsidRDefault="00BE3E96" w:rsidP="00BE3E96">
      <w:pPr>
        <w:tabs>
          <w:tab w:val="left" w:pos="1897"/>
        </w:tabs>
        <w:spacing w:line="276" w:lineRule="auto"/>
        <w:rPr>
          <w:szCs w:val="28"/>
        </w:rPr>
      </w:pPr>
      <w:proofErr w:type="spellStart"/>
      <w:r w:rsidRPr="00BE3E96">
        <w:rPr>
          <w:szCs w:val="28"/>
        </w:rPr>
        <w:t>И.о</w:t>
      </w:r>
      <w:proofErr w:type="gramStart"/>
      <w:r w:rsidRPr="00BE3E96">
        <w:rPr>
          <w:szCs w:val="28"/>
        </w:rPr>
        <w:t>.р</w:t>
      </w:r>
      <w:proofErr w:type="gramEnd"/>
      <w:r w:rsidRPr="00BE3E96">
        <w:rPr>
          <w:szCs w:val="28"/>
        </w:rPr>
        <w:t>уководителя</w:t>
      </w:r>
      <w:proofErr w:type="spellEnd"/>
      <w:r w:rsidRPr="00BE3E96">
        <w:rPr>
          <w:szCs w:val="28"/>
        </w:rPr>
        <w:t xml:space="preserve"> службы</w:t>
      </w:r>
      <w:r w:rsidRPr="00BE3E96">
        <w:rPr>
          <w:szCs w:val="28"/>
        </w:rPr>
        <w:tab/>
      </w:r>
      <w:r w:rsidRPr="00BE3E96">
        <w:rPr>
          <w:szCs w:val="28"/>
        </w:rPr>
        <w:tab/>
      </w:r>
      <w:r w:rsidRPr="00BE3E96">
        <w:rPr>
          <w:szCs w:val="28"/>
        </w:rPr>
        <w:tab/>
      </w:r>
      <w:r w:rsidRPr="00BE3E96">
        <w:rPr>
          <w:szCs w:val="28"/>
        </w:rPr>
        <w:tab/>
      </w:r>
      <w:r w:rsidRPr="00BE3E96">
        <w:rPr>
          <w:szCs w:val="28"/>
        </w:rPr>
        <w:tab/>
      </w:r>
      <w:r w:rsidRPr="00BE3E96">
        <w:rPr>
          <w:szCs w:val="28"/>
        </w:rPr>
        <w:tab/>
      </w:r>
      <w:r w:rsidRPr="00BE3E96">
        <w:rPr>
          <w:szCs w:val="28"/>
        </w:rPr>
        <w:tab/>
      </w:r>
      <w:proofErr w:type="spellStart"/>
      <w:r w:rsidRPr="00BE3E96">
        <w:rPr>
          <w:szCs w:val="28"/>
        </w:rPr>
        <w:t>Ю.Л.Алешина</w:t>
      </w:r>
      <w:proofErr w:type="spellEnd"/>
    </w:p>
    <w:p w:rsidR="00D52BC1" w:rsidRDefault="00D52BC1" w:rsidP="00BE3E96">
      <w:pPr>
        <w:tabs>
          <w:tab w:val="left" w:pos="1897"/>
        </w:tabs>
        <w:spacing w:line="276" w:lineRule="auto"/>
        <w:rPr>
          <w:szCs w:val="28"/>
        </w:rPr>
      </w:pPr>
    </w:p>
    <w:sectPr w:rsidR="00D52BC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672" w:rsidRDefault="00450672">
      <w:r>
        <w:separator/>
      </w:r>
    </w:p>
  </w:endnote>
  <w:endnote w:type="continuationSeparator" w:id="0">
    <w:p w:rsidR="00450672" w:rsidRDefault="00450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672" w:rsidRDefault="00450672">
      <w:r>
        <w:separator/>
      </w:r>
    </w:p>
  </w:footnote>
  <w:footnote w:type="continuationSeparator" w:id="0">
    <w:p w:rsidR="00450672" w:rsidRDefault="00450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BC1" w:rsidRDefault="008A10AE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52BC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2BC1" w:rsidRDefault="00D52B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BC1" w:rsidRDefault="008A10AE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52BC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D0433">
      <w:rPr>
        <w:rStyle w:val="a9"/>
        <w:noProof/>
      </w:rPr>
      <w:t>2</w:t>
    </w:r>
    <w:r>
      <w:rPr>
        <w:rStyle w:val="a9"/>
      </w:rPr>
      <w:fldChar w:fldCharType="end"/>
    </w:r>
  </w:p>
  <w:p w:rsidR="00D52BC1" w:rsidRDefault="00D52B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BC1" w:rsidRDefault="00165EB1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2BC1" w:rsidRPr="00E52B15" w:rsidRDefault="00D52BC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D52BC1" w:rsidRPr="00561114" w:rsidRDefault="00D52BC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D52BC1" w:rsidRPr="00561114" w:rsidRDefault="00D52BC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D52BC1" w:rsidRPr="000F7B5C" w:rsidRDefault="00D52BC1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D52BC1" w:rsidRPr="000F7B5C" w:rsidRDefault="00D52BC1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D52BC1" w:rsidRDefault="00D52BC1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D52BC1" w:rsidRDefault="00D52BC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D52BC1" w:rsidRPr="002B6128" w:rsidRDefault="00D52BC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D52BC1" w:rsidRDefault="00D52BC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D52BC1" w:rsidRPr="001772E6" w:rsidRDefault="00D52BC1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D52BC1" w:rsidRDefault="00D52BC1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D52BC1" w:rsidRPr="00E52B15" w:rsidRDefault="00D52BC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D52BC1" w:rsidRPr="00561114" w:rsidRDefault="00D52BC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D52BC1" w:rsidRPr="00561114" w:rsidRDefault="00D52BC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D52BC1" w:rsidRPr="000F7B5C" w:rsidRDefault="00D52BC1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D52BC1" w:rsidRPr="000F7B5C" w:rsidRDefault="00D52BC1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D52BC1" w:rsidRDefault="00D52BC1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D52BC1" w:rsidRDefault="00D52BC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D52BC1" w:rsidRPr="002B6128" w:rsidRDefault="00D52BC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D52BC1" w:rsidRDefault="00D52BC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D52BC1" w:rsidRPr="001772E6" w:rsidRDefault="00D52BC1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D52BC1" w:rsidRDefault="00D52BC1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E9F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7AB"/>
    <w:rsid w:val="00151C04"/>
    <w:rsid w:val="001536E8"/>
    <w:rsid w:val="00153921"/>
    <w:rsid w:val="00154CA3"/>
    <w:rsid w:val="00154CAE"/>
    <w:rsid w:val="00155407"/>
    <w:rsid w:val="00155782"/>
    <w:rsid w:val="00155AB6"/>
    <w:rsid w:val="00156185"/>
    <w:rsid w:val="001565BE"/>
    <w:rsid w:val="00156FD2"/>
    <w:rsid w:val="00160550"/>
    <w:rsid w:val="0016188A"/>
    <w:rsid w:val="00163069"/>
    <w:rsid w:val="001645F5"/>
    <w:rsid w:val="00164601"/>
    <w:rsid w:val="00164DF8"/>
    <w:rsid w:val="00165EB1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0DB2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1F6B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669F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247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1CA8"/>
    <w:rsid w:val="00362AD8"/>
    <w:rsid w:val="003632AA"/>
    <w:rsid w:val="00364DC7"/>
    <w:rsid w:val="00365621"/>
    <w:rsid w:val="00365AD4"/>
    <w:rsid w:val="00365B6E"/>
    <w:rsid w:val="00366330"/>
    <w:rsid w:val="00366EA9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59A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672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76F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3A6D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1ABB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37B"/>
    <w:rsid w:val="006B3167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1B1C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3895"/>
    <w:rsid w:val="0084484D"/>
    <w:rsid w:val="00844FDE"/>
    <w:rsid w:val="00845075"/>
    <w:rsid w:val="008454E4"/>
    <w:rsid w:val="00846080"/>
    <w:rsid w:val="00846AE6"/>
    <w:rsid w:val="00847285"/>
    <w:rsid w:val="00847A36"/>
    <w:rsid w:val="008508A3"/>
    <w:rsid w:val="00850F5F"/>
    <w:rsid w:val="008523EB"/>
    <w:rsid w:val="008528FF"/>
    <w:rsid w:val="00853600"/>
    <w:rsid w:val="00853663"/>
    <w:rsid w:val="00853AB4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5ABE"/>
    <w:rsid w:val="00897844"/>
    <w:rsid w:val="0089794A"/>
    <w:rsid w:val="008A10AE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588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17D0C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A7BD8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77EE5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50F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4538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3E96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AC3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40DC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3B07"/>
    <w:rsid w:val="00D04B35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70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2BC1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43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4DCB"/>
    <w:rsid w:val="00DE54B1"/>
    <w:rsid w:val="00DE6801"/>
    <w:rsid w:val="00DF0B70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5C5E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26E7C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352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543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uiPriority w:val="99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uiPriority w:val="99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7</TotalTime>
  <Pages>1</Pages>
  <Words>71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8</cp:revision>
  <cp:lastPrinted>2018-05-17T07:35:00Z</cp:lastPrinted>
  <dcterms:created xsi:type="dcterms:W3CDTF">2018-04-17T08:54:00Z</dcterms:created>
  <dcterms:modified xsi:type="dcterms:W3CDTF">2018-05-17T07:35:00Z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