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9657D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466E6">
              <w:t>23</w:t>
            </w:r>
            <w:r w:rsidR="004C4D77">
              <w:t>.</w:t>
            </w:r>
            <w:r w:rsidR="009657D6">
              <w:t>04</w:t>
            </w:r>
            <w:r w:rsidR="00101FEB">
              <w:rPr>
                <w:noProof/>
              </w:rPr>
              <w:t>.201</w:t>
            </w:r>
            <w:r w:rsidR="009657D6">
              <w:rPr>
                <w:noProof/>
              </w:rPr>
              <w:t>8</w:t>
            </w:r>
            <w:r w:rsidR="00101FEB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412A6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12A61">
              <w:t>16/3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 xml:space="preserve">О формировании Информационной базы организаций Нижегородской области, </w:t>
            </w:r>
            <w:r w:rsidR="009F5A8C">
              <w:rPr>
                <w:noProof/>
              </w:rPr>
              <w:br/>
            </w:r>
            <w:bookmarkStart w:id="2" w:name="_GoBack"/>
            <w:bookmarkEnd w:id="2"/>
            <w:r w:rsidR="00A645E2" w:rsidRPr="00A645E2">
              <w:rPr>
                <w:noProof/>
              </w:rPr>
              <w:t>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A574BA" w:rsidRDefault="00A574BA" w:rsidP="00507F5B">
      <w:pPr>
        <w:tabs>
          <w:tab w:val="left" w:pos="1897"/>
        </w:tabs>
        <w:jc w:val="center"/>
      </w:pPr>
    </w:p>
    <w:p w:rsidR="003945AF" w:rsidRPr="00560F0E" w:rsidRDefault="003945AF" w:rsidP="003945AF">
      <w:pPr>
        <w:tabs>
          <w:tab w:val="left" w:pos="1897"/>
        </w:tabs>
        <w:jc w:val="center"/>
      </w:pPr>
    </w:p>
    <w:p w:rsidR="002E0EF2" w:rsidRDefault="002C26A3" w:rsidP="002E0EF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2C26A3">
        <w:rPr>
          <w:szCs w:val="28"/>
        </w:rPr>
        <w:t xml:space="preserve">На основании данных, представленных организациями, в отношении которых осуществляется государственное регулирование: </w:t>
      </w:r>
    </w:p>
    <w:p w:rsidR="000F2C3F" w:rsidRPr="000F2C3F" w:rsidRDefault="000F2C3F" w:rsidP="00507F5B">
      <w:pPr>
        <w:spacing w:line="276" w:lineRule="auto"/>
        <w:ind w:firstLine="720"/>
        <w:jc w:val="both"/>
        <w:rPr>
          <w:szCs w:val="28"/>
        </w:rPr>
      </w:pPr>
      <w:r w:rsidRPr="000F2C3F">
        <w:rPr>
          <w:b/>
          <w:szCs w:val="28"/>
        </w:rPr>
        <w:t>1</w:t>
      </w:r>
      <w:r w:rsidRPr="000F2C3F">
        <w:rPr>
          <w:szCs w:val="28"/>
        </w:rPr>
        <w:t xml:space="preserve">. </w:t>
      </w:r>
      <w:r w:rsidR="00507F5B" w:rsidRPr="00507F5B">
        <w:rPr>
          <w:szCs w:val="28"/>
        </w:rPr>
        <w:t xml:space="preserve">В связи с приведением предприятием организационно-правовой формы в соответствие со </w:t>
      </w:r>
      <w:hyperlink r:id="rId12" w:history="1">
        <w:r w:rsidR="00507F5B" w:rsidRPr="00507F5B">
          <w:rPr>
            <w:rStyle w:val="a7"/>
            <w:szCs w:val="28"/>
          </w:rPr>
          <w:t>ст. 66</w:t>
        </w:r>
      </w:hyperlink>
      <w:r w:rsidR="00507F5B" w:rsidRPr="00507F5B">
        <w:rPr>
          <w:szCs w:val="28"/>
        </w:rPr>
        <w:t xml:space="preserve"> Гражданского кодекса Российской Федерации, внести в Информационную базу организаций Нижегородской области, в отношении которых осуществляется государственное регулирование, изменения, изложив </w:t>
      </w:r>
      <w:r w:rsidR="00507F5B">
        <w:rPr>
          <w:szCs w:val="28"/>
        </w:rPr>
        <w:t xml:space="preserve">строки </w:t>
      </w:r>
      <w:r w:rsidR="00507F5B">
        <w:t>1.1.138, 2.1.140, 2.2.150</w:t>
      </w:r>
      <w:r w:rsidRPr="000F2C3F">
        <w:rPr>
          <w:szCs w:val="28"/>
        </w:rPr>
        <w:t xml:space="preserve"> в следующей редакции: </w:t>
      </w:r>
    </w:p>
    <w:p w:rsidR="009D6301" w:rsidRPr="000F2C3F" w:rsidRDefault="000F2C3F" w:rsidP="009D6301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0F2C3F">
        <w:rPr>
          <w:szCs w:val="28"/>
        </w:rPr>
        <w:t xml:space="preserve">«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118"/>
        <w:gridCol w:w="3851"/>
        <w:gridCol w:w="4827"/>
      </w:tblGrid>
      <w:tr w:rsidR="00403D3C" w:rsidRPr="00403D3C" w:rsidTr="00822DDD">
        <w:trPr>
          <w:trHeight w:val="470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Рег. №</w:t>
            </w:r>
          </w:p>
        </w:tc>
        <w:tc>
          <w:tcPr>
            <w:tcW w:w="3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Полное наименование организации, сокращенное наименование организации, ФИО руководителя организации, ФИО предпринимателя, ИНН</w:t>
            </w:r>
          </w:p>
        </w:tc>
        <w:tc>
          <w:tcPr>
            <w:tcW w:w="4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Юридический и (или) почтовый адрес, телефон, факс, E-</w:t>
            </w:r>
            <w:proofErr w:type="spellStart"/>
            <w:r w:rsidRPr="00403D3C">
              <w:rPr>
                <w:sz w:val="20"/>
              </w:rPr>
              <w:t>mail</w:t>
            </w:r>
            <w:proofErr w:type="spellEnd"/>
          </w:p>
        </w:tc>
      </w:tr>
      <w:tr w:rsidR="00403D3C" w:rsidRPr="00403D3C" w:rsidTr="00822DDD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2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3</w:t>
            </w:r>
          </w:p>
        </w:tc>
      </w:tr>
      <w:tr w:rsidR="00403D3C" w:rsidRPr="00403D3C" w:rsidTr="00822DDD">
        <w:trPr>
          <w:trHeight w:val="235"/>
        </w:trPr>
        <w:tc>
          <w:tcPr>
            <w:tcW w:w="97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b/>
                <w:sz w:val="20"/>
              </w:rPr>
              <w:t>1. Электрическая энергия и мощность</w:t>
            </w:r>
          </w:p>
        </w:tc>
      </w:tr>
      <w:tr w:rsidR="00403D3C" w:rsidRPr="00403D3C" w:rsidTr="00822DDD">
        <w:trPr>
          <w:trHeight w:val="235"/>
        </w:trPr>
        <w:tc>
          <w:tcPr>
            <w:tcW w:w="97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sz w:val="20"/>
              </w:rPr>
            </w:pPr>
            <w:r w:rsidRPr="00403D3C">
              <w:rPr>
                <w:b/>
                <w:sz w:val="20"/>
              </w:rPr>
              <w:t>1.3. «Организации, обладающие правом владения и пользования электрическими сетями»</w:t>
            </w:r>
          </w:p>
        </w:tc>
      </w:tr>
      <w:tr w:rsidR="00403D3C" w:rsidRPr="00403D3C" w:rsidTr="00822DDD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1.3.138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АКЦИОНЕРНОЕ ОБЩЕСТВО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«МЕЖДУНАРОДНЫЙ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АО «МЕЖДУНАРОДНЫЙ АЭРОПОРТ 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Исполнительный директор: Букин Денис Дмитриевич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ИНН 5256045754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603056, г. Нижний Новгород, 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Почтовый адрес: 603056, г. Нижний Новгород,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Телефон: (831) 261-80-08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Факс: (831) 294-39-81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403D3C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403D3C">
              <w:rPr>
                <w:sz w:val="20"/>
              </w:rPr>
              <w:t xml:space="preserve">: </w:t>
            </w:r>
            <w:r w:rsidRPr="00403D3C">
              <w:rPr>
                <w:sz w:val="20"/>
                <w:lang w:val="en-US"/>
              </w:rPr>
              <w:t>airport</w:t>
            </w:r>
            <w:r w:rsidRPr="00403D3C">
              <w:rPr>
                <w:sz w:val="20"/>
              </w:rPr>
              <w:t>@</w:t>
            </w:r>
            <w:proofErr w:type="spellStart"/>
            <w:r w:rsidRPr="00403D3C">
              <w:rPr>
                <w:sz w:val="20"/>
                <w:lang w:val="en-US"/>
              </w:rPr>
              <w:t>airportnn</w:t>
            </w:r>
            <w:proofErr w:type="spellEnd"/>
            <w:r w:rsidRPr="00403D3C">
              <w:rPr>
                <w:sz w:val="20"/>
              </w:rPr>
              <w:t>.</w:t>
            </w:r>
            <w:proofErr w:type="spellStart"/>
            <w:r w:rsidRPr="00403D3C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403D3C" w:rsidRPr="00403D3C" w:rsidTr="00822DDD">
        <w:trPr>
          <w:trHeight w:val="235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</w:rPr>
            </w:pPr>
            <w:r w:rsidRPr="00403D3C">
              <w:rPr>
                <w:b/>
                <w:bCs/>
                <w:sz w:val="20"/>
              </w:rPr>
              <w:t>2. Тепловая энергия и мощность</w:t>
            </w:r>
          </w:p>
        </w:tc>
      </w:tr>
      <w:tr w:rsidR="00403D3C" w:rsidRPr="00403D3C" w:rsidTr="00822DDD">
        <w:trPr>
          <w:trHeight w:val="235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</w:rPr>
            </w:pPr>
            <w:r w:rsidRPr="00403D3C">
              <w:rPr>
                <w:b/>
                <w:bCs/>
                <w:sz w:val="20"/>
              </w:rPr>
              <w:t>2.1. «Производители тепловой энергии и мощности»</w:t>
            </w:r>
          </w:p>
        </w:tc>
      </w:tr>
      <w:tr w:rsidR="00403D3C" w:rsidRPr="00403D3C" w:rsidTr="00822DDD">
        <w:trPr>
          <w:trHeight w:val="939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2.1.140</w:t>
            </w:r>
          </w:p>
        </w:tc>
        <w:tc>
          <w:tcPr>
            <w:tcW w:w="3851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АКЦИОНЕРНОЕ ОБЩЕСТВО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«МЕЖДУНАРОДНЫЙ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>АО «МЕЖДУНАРОДНЫЙ АЭРОПОРТ 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Исполнительный директор: Букин Денис Дмитриевич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ИНН 5256045754</w:t>
            </w:r>
          </w:p>
        </w:tc>
        <w:tc>
          <w:tcPr>
            <w:tcW w:w="4827" w:type="dxa"/>
            <w:vMerge w:val="restart"/>
            <w:tcBorders>
              <w:top w:val="nil"/>
              <w:left w:val="nil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>Юридический адрес: 603056, г. Нижний Новгород,   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603056, г. Нижний Новгород,         </w:t>
            </w:r>
            <w:r w:rsidRPr="00403D3C">
              <w:rPr>
                <w:sz w:val="20"/>
              </w:rPr>
              <w:lastRenderedPageBreak/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Телефон: (831) 261-80-08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Факс: (831) 294-39-81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403D3C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403D3C">
              <w:rPr>
                <w:sz w:val="20"/>
              </w:rPr>
              <w:t xml:space="preserve">: </w:t>
            </w:r>
            <w:r w:rsidRPr="00403D3C">
              <w:rPr>
                <w:sz w:val="20"/>
                <w:lang w:val="en-US"/>
              </w:rPr>
              <w:t>airport</w:t>
            </w:r>
            <w:r w:rsidRPr="00403D3C">
              <w:rPr>
                <w:sz w:val="20"/>
              </w:rPr>
              <w:t>@</w:t>
            </w:r>
            <w:proofErr w:type="spellStart"/>
            <w:r w:rsidRPr="00403D3C">
              <w:rPr>
                <w:sz w:val="20"/>
                <w:lang w:val="en-US"/>
              </w:rPr>
              <w:t>airportnn</w:t>
            </w:r>
            <w:proofErr w:type="spellEnd"/>
            <w:r w:rsidRPr="00403D3C">
              <w:rPr>
                <w:sz w:val="20"/>
              </w:rPr>
              <w:t>.</w:t>
            </w:r>
            <w:proofErr w:type="spellStart"/>
            <w:r w:rsidRPr="00403D3C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403D3C" w:rsidRPr="00403D3C" w:rsidTr="00822DDD">
        <w:trPr>
          <w:trHeight w:val="2024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</w:rPr>
            </w:pPr>
            <w:r w:rsidRPr="00403D3C">
              <w:rPr>
                <w:b/>
                <w:bCs/>
                <w:sz w:val="20"/>
              </w:rPr>
              <w:lastRenderedPageBreak/>
              <w:t> </w:t>
            </w:r>
          </w:p>
          <w:p w:rsidR="00403D3C" w:rsidRPr="00403D3C" w:rsidRDefault="00403D3C" w:rsidP="00403D3C">
            <w:pPr>
              <w:jc w:val="center"/>
              <w:rPr>
                <w:b/>
                <w:bCs/>
                <w:sz w:val="20"/>
              </w:rPr>
            </w:pPr>
            <w:r w:rsidRPr="00403D3C">
              <w:rPr>
                <w:b/>
                <w:bCs/>
                <w:sz w:val="20"/>
                <w:lang w:val="en-US"/>
              </w:rPr>
              <w:t> </w:t>
            </w:r>
          </w:p>
          <w:p w:rsidR="00403D3C" w:rsidRPr="00403D3C" w:rsidRDefault="00403D3C" w:rsidP="00403D3C">
            <w:pPr>
              <w:jc w:val="center"/>
              <w:rPr>
                <w:b/>
                <w:bCs/>
                <w:sz w:val="20"/>
              </w:rPr>
            </w:pPr>
            <w:r w:rsidRPr="00403D3C">
              <w:rPr>
                <w:b/>
                <w:bCs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0"/>
              </w:rPr>
            </w:pPr>
          </w:p>
        </w:tc>
        <w:tc>
          <w:tcPr>
            <w:tcW w:w="482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</w:p>
        </w:tc>
      </w:tr>
      <w:tr w:rsidR="00403D3C" w:rsidRPr="00403D3C" w:rsidTr="00822DDD">
        <w:trPr>
          <w:trHeight w:val="262"/>
        </w:trPr>
        <w:tc>
          <w:tcPr>
            <w:tcW w:w="9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403D3C">
              <w:rPr>
                <w:b/>
                <w:bCs/>
                <w:sz w:val="20"/>
              </w:rPr>
              <w:lastRenderedPageBreak/>
              <w:t>2.2. «Организации, обладающие правом владения и пользования тепловыми сетями»</w:t>
            </w:r>
          </w:p>
        </w:tc>
      </w:tr>
      <w:tr w:rsidR="00403D3C" w:rsidRPr="00403D3C" w:rsidTr="00822DDD">
        <w:trPr>
          <w:trHeight w:val="252"/>
        </w:trPr>
        <w:tc>
          <w:tcPr>
            <w:tcW w:w="111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2.2.150</w:t>
            </w: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АКЦИОНЕРНОЕ ОБЩЕСТВО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«МЕЖДУНАРОДНЫЙ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АО «МЕЖДУНАРОДНЫЙ АЭРОПОРТ 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Исполнительный директор: Букин Денис Дмитриевич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ИНН 5256045754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Юридический адрес: 603056, г. Нижний Новгород,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Почтовый адрес: 603056, г. Нижний Новгород,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Телефон: (831) 261-80-08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Факс: (831) 294-39-81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403D3C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403D3C">
              <w:rPr>
                <w:sz w:val="20"/>
              </w:rPr>
              <w:t xml:space="preserve">: </w:t>
            </w:r>
            <w:r w:rsidRPr="00403D3C">
              <w:rPr>
                <w:sz w:val="20"/>
                <w:lang w:val="en-US"/>
              </w:rPr>
              <w:t>airport</w:t>
            </w:r>
            <w:r w:rsidRPr="00403D3C">
              <w:rPr>
                <w:sz w:val="20"/>
              </w:rPr>
              <w:t>@</w:t>
            </w:r>
            <w:proofErr w:type="spellStart"/>
            <w:r w:rsidRPr="00403D3C">
              <w:rPr>
                <w:sz w:val="20"/>
                <w:lang w:val="en-US"/>
              </w:rPr>
              <w:t>airportnn</w:t>
            </w:r>
            <w:proofErr w:type="spellEnd"/>
            <w:r w:rsidRPr="00403D3C">
              <w:rPr>
                <w:sz w:val="20"/>
              </w:rPr>
              <w:t>.</w:t>
            </w:r>
            <w:proofErr w:type="spellStart"/>
            <w:r w:rsidRPr="00403D3C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403D3C" w:rsidRPr="00403D3C" w:rsidTr="00822DDD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  <w:szCs w:val="24"/>
              </w:rPr>
            </w:pPr>
            <w:r w:rsidRPr="00403D3C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</w:tr>
      <w:tr w:rsidR="00403D3C" w:rsidRPr="00403D3C" w:rsidTr="00822DDD">
        <w:trPr>
          <w:trHeight w:val="235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  <w:szCs w:val="24"/>
              </w:rPr>
            </w:pPr>
            <w:r w:rsidRPr="00403D3C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</w:tr>
      <w:tr w:rsidR="00403D3C" w:rsidRPr="00403D3C" w:rsidTr="00822DDD">
        <w:trPr>
          <w:trHeight w:val="436"/>
        </w:trPr>
        <w:tc>
          <w:tcPr>
            <w:tcW w:w="11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  <w:szCs w:val="24"/>
              </w:rPr>
            </w:pPr>
            <w:r w:rsidRPr="00403D3C">
              <w:rPr>
                <w:b/>
                <w:bCs/>
                <w:sz w:val="20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</w:tr>
      <w:tr w:rsidR="00403D3C" w:rsidRPr="00403D3C" w:rsidTr="00822DDD">
        <w:trPr>
          <w:trHeight w:val="80"/>
        </w:trPr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jc w:val="center"/>
              <w:rPr>
                <w:b/>
                <w:bCs/>
                <w:sz w:val="20"/>
                <w:szCs w:val="24"/>
              </w:rPr>
            </w:pPr>
            <w:r w:rsidRPr="00403D3C">
              <w:rPr>
                <w:b/>
                <w:bCs/>
                <w:sz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D3C" w:rsidRPr="00403D3C" w:rsidRDefault="00403D3C" w:rsidP="00403D3C">
            <w:pPr>
              <w:rPr>
                <w:sz w:val="22"/>
                <w:szCs w:val="22"/>
              </w:rPr>
            </w:pPr>
          </w:p>
        </w:tc>
      </w:tr>
    </w:tbl>
    <w:p w:rsidR="000F2C3F" w:rsidRPr="000F2C3F" w:rsidRDefault="000F2C3F" w:rsidP="000F2C3F">
      <w:pPr>
        <w:ind w:right="-2" w:firstLine="708"/>
        <w:jc w:val="both"/>
        <w:rPr>
          <w:sz w:val="24"/>
          <w:szCs w:val="24"/>
        </w:rPr>
      </w:pPr>
      <w:r w:rsidRPr="000F2C3F">
        <w:rPr>
          <w:szCs w:val="28"/>
        </w:rPr>
        <w:t xml:space="preserve">                                                                                                                            </w:t>
      </w:r>
      <w:r w:rsidRPr="000F2C3F">
        <w:rPr>
          <w:sz w:val="24"/>
          <w:szCs w:val="24"/>
        </w:rPr>
        <w:t xml:space="preserve"> ».</w:t>
      </w:r>
    </w:p>
    <w:p w:rsidR="000F2C3F" w:rsidRPr="000F2C3F" w:rsidRDefault="000F2C3F" w:rsidP="000F2C3F">
      <w:pPr>
        <w:spacing w:line="276" w:lineRule="auto"/>
        <w:ind w:firstLine="720"/>
        <w:jc w:val="both"/>
        <w:rPr>
          <w:szCs w:val="28"/>
        </w:rPr>
      </w:pPr>
      <w:r w:rsidRPr="000F2C3F">
        <w:rPr>
          <w:b/>
          <w:szCs w:val="28"/>
        </w:rPr>
        <w:t>2</w:t>
      </w:r>
      <w:r w:rsidRPr="000F2C3F">
        <w:rPr>
          <w:szCs w:val="28"/>
        </w:rPr>
        <w:t>. Включить в Информационную базу организаций Нижегородской области, в отношении которых осуществляется государственное регулирование, следующие организации: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811"/>
        <w:gridCol w:w="4836"/>
      </w:tblGrid>
      <w:tr w:rsidR="00403D3C" w:rsidRPr="00403D3C" w:rsidTr="00822DDD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Рег. №</w:t>
            </w:r>
          </w:p>
        </w:tc>
        <w:tc>
          <w:tcPr>
            <w:tcW w:w="3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ФИО предпринимателя, ИНН</w:t>
            </w:r>
          </w:p>
        </w:tc>
        <w:tc>
          <w:tcPr>
            <w:tcW w:w="4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Юридический и (или) почтовый адрес, телефон, факс, E-</w:t>
            </w:r>
            <w:proofErr w:type="spellStart"/>
            <w:r w:rsidRPr="00403D3C">
              <w:rPr>
                <w:sz w:val="20"/>
              </w:rPr>
              <w:t>mail</w:t>
            </w:r>
            <w:proofErr w:type="spellEnd"/>
          </w:p>
        </w:tc>
      </w:tr>
      <w:tr w:rsidR="00403D3C" w:rsidRPr="00403D3C" w:rsidTr="00822DDD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3</w:t>
            </w:r>
          </w:p>
        </w:tc>
      </w:tr>
      <w:tr w:rsidR="00403D3C" w:rsidRPr="00403D3C" w:rsidTr="00822DDD">
        <w:trPr>
          <w:trHeight w:val="7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1. «Электрическая энергия и мощность»</w:t>
            </w:r>
          </w:p>
        </w:tc>
      </w:tr>
      <w:tr w:rsidR="00403D3C" w:rsidRPr="00403D3C" w:rsidTr="00822DDD">
        <w:trPr>
          <w:trHeight w:val="22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403D3C">
              <w:rPr>
                <w:b/>
                <w:sz w:val="20"/>
              </w:rPr>
              <w:t>1.1. «</w:t>
            </w:r>
            <w:proofErr w:type="spellStart"/>
            <w:r w:rsidRPr="00403D3C">
              <w:rPr>
                <w:b/>
                <w:sz w:val="20"/>
              </w:rPr>
              <w:t>Энергосбытовые</w:t>
            </w:r>
            <w:proofErr w:type="spellEnd"/>
            <w:r w:rsidRPr="00403D3C">
              <w:rPr>
                <w:b/>
                <w:sz w:val="20"/>
              </w:rPr>
              <w:t xml:space="preserve"> и </w:t>
            </w:r>
            <w:proofErr w:type="spellStart"/>
            <w:r w:rsidRPr="00403D3C">
              <w:rPr>
                <w:b/>
                <w:sz w:val="20"/>
              </w:rPr>
              <w:t>энергоснабжающие</w:t>
            </w:r>
            <w:proofErr w:type="spellEnd"/>
            <w:r w:rsidRPr="00403D3C">
              <w:rPr>
                <w:b/>
                <w:sz w:val="20"/>
              </w:rPr>
              <w:t xml:space="preserve"> организации»</w:t>
            </w:r>
          </w:p>
        </w:tc>
      </w:tr>
      <w:tr w:rsidR="00403D3C" w:rsidRPr="009F5A8C" w:rsidTr="00822DDD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030327" w:rsidP="00403D3C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1.1.18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ОБЩЕСТВО С </w:t>
            </w:r>
            <w:proofErr w:type="gramStart"/>
            <w:r w:rsidRPr="00403D3C">
              <w:rPr>
                <w:sz w:val="20"/>
              </w:rPr>
              <w:t>ОГРАНИЧЕННОЙ</w:t>
            </w:r>
            <w:proofErr w:type="gramEnd"/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ОТВЕТСТВЕННОСТЬЮ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«МЕЖРЕГИОНАЛЬНОЕ АГЕНТСТВО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РЫНКА ЭЛЕКТРОЭНЕРГИИ И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МОЩНОСТИ»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ООО «МАРЭМ+»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Генеральный директор: Архипченко Александр Юрьевич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ИНН 7702387915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121096, г. Москва, ул. Василисы Кожиной, д. 1, </w:t>
            </w:r>
            <w:proofErr w:type="spellStart"/>
            <w:r w:rsidRPr="00403D3C">
              <w:rPr>
                <w:sz w:val="20"/>
              </w:rPr>
              <w:t>эт</w:t>
            </w:r>
            <w:proofErr w:type="spellEnd"/>
            <w:r w:rsidRPr="00403D3C">
              <w:rPr>
                <w:sz w:val="20"/>
              </w:rPr>
              <w:t xml:space="preserve">. 5, пом. </w:t>
            </w:r>
            <w:r w:rsidRPr="00403D3C">
              <w:rPr>
                <w:sz w:val="20"/>
                <w:lang w:val="en-US"/>
              </w:rPr>
              <w:t>I</w:t>
            </w:r>
            <w:r w:rsidRPr="00403D3C">
              <w:rPr>
                <w:sz w:val="20"/>
              </w:rPr>
              <w:t xml:space="preserve">, ком. 68 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121096, г. Москва, ул. Василисы Кожиной, д. 1, </w:t>
            </w:r>
            <w:proofErr w:type="spellStart"/>
            <w:r w:rsidRPr="00403D3C">
              <w:rPr>
                <w:sz w:val="20"/>
              </w:rPr>
              <w:t>эт</w:t>
            </w:r>
            <w:proofErr w:type="spellEnd"/>
            <w:r w:rsidRPr="00403D3C">
              <w:rPr>
                <w:sz w:val="20"/>
              </w:rPr>
              <w:t xml:space="preserve">. 5, пом. </w:t>
            </w:r>
            <w:r w:rsidRPr="00403D3C">
              <w:rPr>
                <w:sz w:val="20"/>
                <w:lang w:val="en-US"/>
              </w:rPr>
              <w:t>I</w:t>
            </w:r>
            <w:r w:rsidRPr="00403D3C">
              <w:rPr>
                <w:sz w:val="20"/>
              </w:rPr>
              <w:t>, ком. 68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Телефон: (495) 720-49-15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Факс</w:t>
            </w:r>
            <w:r w:rsidRPr="00403D3C">
              <w:rPr>
                <w:sz w:val="20"/>
                <w:lang w:val="en-US"/>
              </w:rPr>
              <w:t xml:space="preserve">: </w:t>
            </w:r>
            <w:r w:rsidRPr="00403D3C">
              <w:rPr>
                <w:sz w:val="20"/>
              </w:rPr>
              <w:t xml:space="preserve">(495) </w:t>
            </w:r>
            <w:r w:rsidRPr="00403D3C">
              <w:rPr>
                <w:sz w:val="20"/>
                <w:lang w:val="en-US"/>
              </w:rPr>
              <w:t xml:space="preserve"> </w:t>
            </w:r>
            <w:r w:rsidRPr="00403D3C">
              <w:rPr>
                <w:sz w:val="20"/>
              </w:rPr>
              <w:t>720-49-16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403D3C">
              <w:rPr>
                <w:sz w:val="20"/>
                <w:lang w:val="en-US"/>
              </w:rPr>
              <w:t>-mail: irinavka@eurosib.ru</w:t>
            </w:r>
          </w:p>
        </w:tc>
      </w:tr>
      <w:tr w:rsidR="00403D3C" w:rsidRPr="00403D3C" w:rsidTr="00822DDD">
        <w:trPr>
          <w:trHeight w:val="3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b/>
                <w:sz w:val="20"/>
              </w:rPr>
            </w:pPr>
            <w:r w:rsidRPr="00403D3C">
              <w:rPr>
                <w:b/>
                <w:sz w:val="20"/>
              </w:rPr>
              <w:t>1.4. «Производители электрической энергии и мощности»</w:t>
            </w:r>
          </w:p>
        </w:tc>
      </w:tr>
      <w:tr w:rsidR="00403D3C" w:rsidRPr="009F5A8C" w:rsidTr="00822DDD">
        <w:trPr>
          <w:trHeight w:val="27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030327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030327">
              <w:rPr>
                <w:bCs/>
                <w:sz w:val="20"/>
              </w:rPr>
              <w:t>1.4.12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АКЦИОНЕРНОЕ ОБЩЕСТВО «ВОЛГА»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АО «ВОЛГА»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Генеральный директор: </w:t>
            </w:r>
            <w:proofErr w:type="spellStart"/>
            <w:r w:rsidRPr="00403D3C">
              <w:rPr>
                <w:sz w:val="20"/>
              </w:rPr>
              <w:t>Старун</w:t>
            </w:r>
            <w:proofErr w:type="spellEnd"/>
            <w:r w:rsidRPr="00403D3C">
              <w:rPr>
                <w:sz w:val="20"/>
              </w:rPr>
              <w:t xml:space="preserve"> Алексей Владимирович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ИНН</w:t>
            </w:r>
            <w:r w:rsidRPr="00403D3C">
              <w:rPr>
                <w:rFonts w:ascii="TimesNewRomanPSMT" w:hAnsi="TimesNewRomanPSMT" w:cs="TimesNewRomanPSMT"/>
                <w:sz w:val="20"/>
              </w:rPr>
              <w:t xml:space="preserve"> </w:t>
            </w:r>
            <w:r w:rsidRPr="00403D3C">
              <w:rPr>
                <w:sz w:val="20"/>
              </w:rPr>
              <w:t>5244009279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proofErr w:type="gramStart"/>
            <w:r w:rsidRPr="00403D3C">
              <w:rPr>
                <w:sz w:val="20"/>
              </w:rPr>
              <w:t>Юридический адрес: 606407, Нижегородская область, г. Балахна, ул. Горького, д. 1</w:t>
            </w:r>
            <w:proofErr w:type="gramEnd"/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Почтовый адрес: 606407, Нижегородская область,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г. Балахна, ул. Горького, д. 1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Телефон/факс: (831) 444-10-11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B83BB1" w:rsidRDefault="00403D3C" w:rsidP="00403D3C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B83BB1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B83BB1">
              <w:rPr>
                <w:sz w:val="20"/>
                <w:lang w:val="en-US"/>
              </w:rPr>
              <w:t xml:space="preserve">: </w:t>
            </w:r>
            <w:r w:rsidRPr="00403D3C">
              <w:rPr>
                <w:sz w:val="20"/>
                <w:lang w:val="en-US"/>
              </w:rPr>
              <w:t>info</w:t>
            </w:r>
            <w:r w:rsidRPr="00B83BB1">
              <w:rPr>
                <w:sz w:val="20"/>
                <w:lang w:val="en-US"/>
              </w:rPr>
              <w:t>@</w:t>
            </w:r>
            <w:r w:rsidRPr="00403D3C">
              <w:rPr>
                <w:sz w:val="20"/>
                <w:lang w:val="en-US"/>
              </w:rPr>
              <w:t>volga</w:t>
            </w:r>
            <w:r w:rsidRPr="00B83BB1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paper</w:t>
            </w:r>
            <w:r w:rsidRPr="00B83BB1">
              <w:rPr>
                <w:sz w:val="20"/>
                <w:lang w:val="en-US"/>
              </w:rPr>
              <w:t>.</w:t>
            </w:r>
            <w:r w:rsidRPr="00403D3C">
              <w:rPr>
                <w:sz w:val="20"/>
                <w:lang w:val="en-US"/>
              </w:rPr>
              <w:t>ru</w:t>
            </w:r>
          </w:p>
        </w:tc>
      </w:tr>
      <w:tr w:rsidR="00403D3C" w:rsidRPr="009F5A8C" w:rsidTr="00822DDD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030327" w:rsidRDefault="00030327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030327">
              <w:rPr>
                <w:bCs/>
                <w:sz w:val="20"/>
              </w:rPr>
              <w:t>1.4.13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ПУБЛИЧНОЕ АКЦИОНЕРНОЕ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ОБЩЕСТВО «</w:t>
            </w:r>
            <w:proofErr w:type="gramStart"/>
            <w:r w:rsidRPr="00403D3C">
              <w:rPr>
                <w:sz w:val="20"/>
              </w:rPr>
              <w:t>ФЕДЕРАЛЬНАЯ</w:t>
            </w:r>
            <w:proofErr w:type="gramEnd"/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>ГИДРОГЕНЕРИРУЮЩАЯ КОМПАНИЯ - РУСГИДРО»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ПАО «РУСГИДРО»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Председатель Правления-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генеральный директор: </w:t>
            </w:r>
            <w:proofErr w:type="spellStart"/>
            <w:r w:rsidRPr="00403D3C">
              <w:rPr>
                <w:sz w:val="20"/>
              </w:rPr>
              <w:t>Шульгинов</w:t>
            </w:r>
            <w:proofErr w:type="spellEnd"/>
            <w:r w:rsidRPr="00403D3C">
              <w:rPr>
                <w:sz w:val="20"/>
              </w:rPr>
              <w:t xml:space="preserve"> Николай Григорьевич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ИНН 2460066195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 xml:space="preserve">Юридический адрес: 660017, г. Красноярск, 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ул. Дубровинского, д. 43, корп. 1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Почтовый адрес: 127006, Москва, ул. Малая Дмитровка, д. 7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rFonts w:eastAsia="Calibri"/>
                <w:sz w:val="20"/>
                <w:lang w:eastAsia="en-US"/>
              </w:rPr>
            </w:pPr>
            <w:proofErr w:type="gramStart"/>
            <w:r w:rsidRPr="00403D3C">
              <w:rPr>
                <w:rFonts w:eastAsia="Calibri"/>
                <w:sz w:val="20"/>
                <w:lang w:eastAsia="en-US"/>
              </w:rPr>
              <w:t>Юридический/почтовый адрес филиала «</w:t>
            </w:r>
            <w:r w:rsidRPr="00403D3C">
              <w:rPr>
                <w:sz w:val="20"/>
              </w:rPr>
              <w:t>НИЖЕГОРОДСКАЯ ГЭС»</w:t>
            </w:r>
            <w:r w:rsidRPr="00403D3C">
              <w:rPr>
                <w:rFonts w:eastAsia="Calibri"/>
                <w:sz w:val="20"/>
                <w:lang w:eastAsia="en-US"/>
              </w:rPr>
              <w:t xml:space="preserve">: 606520, Нижегородская область, Городецкий муниципальный район, </w:t>
            </w:r>
            <w:r w:rsidRPr="00403D3C">
              <w:rPr>
                <w:rFonts w:eastAsia="Calibri"/>
                <w:sz w:val="20"/>
                <w:lang w:eastAsia="en-US"/>
              </w:rPr>
              <w:br/>
              <w:t>г. Заволжье,  ул. Привокзальная, д. 14</w:t>
            </w:r>
            <w:proofErr w:type="gramEnd"/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Телефон:  (495) 225-32-32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Телефон</w:t>
            </w:r>
            <w:r w:rsidRPr="00403D3C">
              <w:rPr>
                <w:rFonts w:eastAsia="Calibri"/>
                <w:sz w:val="20"/>
                <w:lang w:eastAsia="en-US"/>
              </w:rPr>
              <w:t xml:space="preserve"> </w:t>
            </w:r>
            <w:r w:rsidRPr="00403D3C">
              <w:rPr>
                <w:sz w:val="20"/>
              </w:rPr>
              <w:t>филиала: (83161) 7-96-79</w:t>
            </w:r>
          </w:p>
          <w:p w:rsidR="00403D3C" w:rsidRPr="00403D3C" w:rsidRDefault="00403D3C" w:rsidP="00403D3C">
            <w:pPr>
              <w:spacing w:after="200" w:line="276" w:lineRule="auto"/>
              <w:contextualSpacing/>
              <w:rPr>
                <w:rFonts w:eastAsia="Calibri"/>
                <w:sz w:val="20"/>
                <w:lang w:eastAsia="en-US"/>
              </w:rPr>
            </w:pPr>
          </w:p>
          <w:p w:rsidR="00403D3C" w:rsidRPr="00403D3C" w:rsidRDefault="00403D3C" w:rsidP="00403D3C">
            <w:pPr>
              <w:spacing w:after="200" w:line="276" w:lineRule="auto"/>
              <w:contextualSpacing/>
              <w:rPr>
                <w:rFonts w:eastAsia="Calibri"/>
                <w:sz w:val="20"/>
                <w:lang w:eastAsia="en-US"/>
              </w:rPr>
            </w:pPr>
            <w:r w:rsidRPr="00403D3C">
              <w:rPr>
                <w:rFonts w:eastAsia="Calibri"/>
                <w:sz w:val="20"/>
                <w:lang w:eastAsia="en-US"/>
              </w:rPr>
              <w:t>Факс</w:t>
            </w:r>
            <w:r w:rsidRPr="00403D3C">
              <w:rPr>
                <w:sz w:val="20"/>
              </w:rPr>
              <w:t xml:space="preserve"> </w:t>
            </w:r>
            <w:r w:rsidRPr="00403D3C">
              <w:rPr>
                <w:rFonts w:eastAsia="Calibri"/>
                <w:sz w:val="20"/>
                <w:lang w:eastAsia="en-US"/>
              </w:rPr>
              <w:t>филиала:  (83161) 7-96-80</w:t>
            </w:r>
          </w:p>
          <w:p w:rsidR="00403D3C" w:rsidRPr="00403D3C" w:rsidRDefault="00403D3C" w:rsidP="00403D3C">
            <w:pPr>
              <w:spacing w:after="200" w:line="276" w:lineRule="auto"/>
              <w:contextualSpacing/>
              <w:rPr>
                <w:rFonts w:eastAsia="Calibri"/>
                <w:sz w:val="20"/>
                <w:lang w:eastAsia="en-US"/>
              </w:rPr>
            </w:pPr>
          </w:p>
          <w:p w:rsidR="00403D3C" w:rsidRPr="00B83BB1" w:rsidRDefault="00403D3C" w:rsidP="00403D3C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B83BB1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B83BB1">
              <w:rPr>
                <w:sz w:val="20"/>
                <w:lang w:val="en-US"/>
              </w:rPr>
              <w:t xml:space="preserve">: </w:t>
            </w:r>
            <w:r w:rsidRPr="00403D3C">
              <w:rPr>
                <w:sz w:val="20"/>
                <w:lang w:val="en-US"/>
              </w:rPr>
              <w:t>og</w:t>
            </w:r>
            <w:r w:rsidRPr="00B83BB1">
              <w:rPr>
                <w:sz w:val="20"/>
                <w:lang w:val="en-US"/>
              </w:rPr>
              <w:t>_</w:t>
            </w:r>
            <w:r w:rsidRPr="00403D3C">
              <w:rPr>
                <w:sz w:val="20"/>
                <w:lang w:val="en-US"/>
              </w:rPr>
              <w:t>nigges</w:t>
            </w:r>
            <w:r w:rsidRPr="00B83BB1">
              <w:rPr>
                <w:sz w:val="20"/>
                <w:lang w:val="en-US"/>
              </w:rPr>
              <w:t>@</w:t>
            </w:r>
            <w:r w:rsidRPr="00403D3C">
              <w:rPr>
                <w:sz w:val="20"/>
                <w:lang w:val="en-US"/>
              </w:rPr>
              <w:t>nigges</w:t>
            </w:r>
            <w:r w:rsidRPr="00B83BB1">
              <w:rPr>
                <w:sz w:val="20"/>
                <w:lang w:val="en-US"/>
              </w:rPr>
              <w:t>.</w:t>
            </w:r>
            <w:r w:rsidRPr="00403D3C">
              <w:rPr>
                <w:sz w:val="20"/>
                <w:lang w:val="en-US"/>
              </w:rPr>
              <w:t>rushydro</w:t>
            </w:r>
            <w:r w:rsidRPr="00B83BB1">
              <w:rPr>
                <w:sz w:val="20"/>
                <w:lang w:val="en-US"/>
              </w:rPr>
              <w:t>.</w:t>
            </w:r>
            <w:r w:rsidRPr="00403D3C">
              <w:rPr>
                <w:sz w:val="20"/>
                <w:lang w:val="en-US"/>
              </w:rPr>
              <w:t>ru</w:t>
            </w:r>
          </w:p>
        </w:tc>
      </w:tr>
      <w:tr w:rsidR="00403D3C" w:rsidRPr="00403D3C" w:rsidTr="00822DDD">
        <w:trPr>
          <w:trHeight w:val="1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lastRenderedPageBreak/>
              <w:t>2. Тепловая энергия и мощность</w:t>
            </w:r>
          </w:p>
        </w:tc>
      </w:tr>
      <w:tr w:rsidR="00403D3C" w:rsidRPr="00403D3C" w:rsidTr="00822DDD">
        <w:trPr>
          <w:trHeight w:val="1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2.1. «Производители тепловой энергии и мощности»</w:t>
            </w:r>
          </w:p>
        </w:tc>
      </w:tr>
      <w:tr w:rsidR="00403D3C" w:rsidRPr="009F5A8C" w:rsidTr="00822DDD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030327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030327">
              <w:rPr>
                <w:bCs/>
                <w:sz w:val="20"/>
              </w:rPr>
              <w:t>2.1.633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ОБЩЕСТВО С </w:t>
            </w:r>
            <w:proofErr w:type="gramStart"/>
            <w:r w:rsidRPr="00403D3C">
              <w:rPr>
                <w:sz w:val="20"/>
              </w:rPr>
              <w:t>ОГРАНИЧЕННОЙ</w:t>
            </w:r>
            <w:proofErr w:type="gramEnd"/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ОТВЕТСТВЕННОСТЬЮ «ВИКТОРИЯ»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ООО «ВИКТОРИЯ»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Генеральный директор: Кузьмина Татьяна Анатольевна 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ИНН 5257002249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603086, г. Нижний Новгород, ул. </w:t>
            </w:r>
            <w:proofErr w:type="spellStart"/>
            <w:r w:rsidRPr="00403D3C">
              <w:rPr>
                <w:sz w:val="20"/>
              </w:rPr>
              <w:t>Бетанкура</w:t>
            </w:r>
            <w:proofErr w:type="spellEnd"/>
            <w:r w:rsidRPr="00403D3C">
              <w:rPr>
                <w:sz w:val="20"/>
              </w:rPr>
              <w:t>, д. 29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603086, г. Нижний Новгород, </w:t>
            </w:r>
          </w:p>
          <w:p w:rsidR="00403D3C" w:rsidRPr="00403D3C" w:rsidRDefault="001954A4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proofErr w:type="spellStart"/>
            <w:r>
              <w:rPr>
                <w:sz w:val="20"/>
              </w:rPr>
              <w:t>Бетанкура</w:t>
            </w:r>
            <w:proofErr w:type="spellEnd"/>
            <w:r>
              <w:rPr>
                <w:sz w:val="20"/>
              </w:rPr>
              <w:t>, д. 29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Телефон: (831) 299-87-77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12A61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>Факс</w:t>
            </w:r>
            <w:r w:rsidRPr="00412A61">
              <w:rPr>
                <w:sz w:val="20"/>
              </w:rPr>
              <w:t>: (831) 299-87-40</w:t>
            </w:r>
          </w:p>
          <w:p w:rsidR="00403D3C" w:rsidRPr="00412A61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403D3C">
              <w:rPr>
                <w:sz w:val="20"/>
                <w:lang w:val="en-US"/>
              </w:rPr>
              <w:t xml:space="preserve">-mail: </w:t>
            </w:r>
            <w:proofErr w:type="spellStart"/>
            <w:r w:rsidRPr="00403D3C">
              <w:rPr>
                <w:sz w:val="20"/>
                <w:lang w:val="en-US"/>
              </w:rPr>
              <w:t>kvarz</w:t>
            </w:r>
            <w:proofErr w:type="spellEnd"/>
            <w:r w:rsidRPr="00403D3C">
              <w:rPr>
                <w:sz w:val="20"/>
                <w:lang w:val="en-US"/>
              </w:rPr>
              <w:t>@ mail.nnov.ru</w:t>
            </w:r>
          </w:p>
        </w:tc>
      </w:tr>
      <w:tr w:rsidR="00403D3C" w:rsidRPr="00403D3C" w:rsidTr="00822DDD">
        <w:trPr>
          <w:trHeight w:val="35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b/>
                <w:sz w:val="20"/>
              </w:rPr>
              <w:t>2.2. «Организации, обладающие правом владения и пользования тепловыми сетями»</w:t>
            </w:r>
          </w:p>
        </w:tc>
      </w:tr>
      <w:tr w:rsidR="00403D3C" w:rsidRPr="009F5A8C" w:rsidTr="00822DDD">
        <w:trPr>
          <w:trHeight w:val="185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030327" w:rsidRDefault="00030327" w:rsidP="00403D3C">
            <w:pPr>
              <w:spacing w:line="276" w:lineRule="auto"/>
              <w:jc w:val="center"/>
              <w:rPr>
                <w:bCs/>
                <w:sz w:val="20"/>
              </w:rPr>
            </w:pPr>
            <w:r w:rsidRPr="00030327">
              <w:rPr>
                <w:bCs/>
                <w:sz w:val="20"/>
              </w:rPr>
              <w:t>2.2.579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030327" w:rsidRDefault="00403D3C" w:rsidP="00403D3C">
            <w:pPr>
              <w:rPr>
                <w:sz w:val="20"/>
              </w:rPr>
            </w:pPr>
            <w:r w:rsidRPr="00030327">
              <w:rPr>
                <w:sz w:val="20"/>
              </w:rPr>
              <w:t>ОБЩЕСТВО С ОГРАНИЧЕННОЙ ОТВЕТСТВЕННОСТЬЮ «СТН-ЭНЕРГОСЕТИ»</w:t>
            </w:r>
          </w:p>
          <w:p w:rsidR="00403D3C" w:rsidRPr="00030327" w:rsidRDefault="00403D3C" w:rsidP="00403D3C">
            <w:pPr>
              <w:rPr>
                <w:sz w:val="20"/>
              </w:rPr>
            </w:pPr>
          </w:p>
          <w:p w:rsidR="00403D3C" w:rsidRPr="00030327" w:rsidRDefault="00403D3C" w:rsidP="00403D3C">
            <w:pPr>
              <w:rPr>
                <w:sz w:val="20"/>
              </w:rPr>
            </w:pPr>
            <w:r w:rsidRPr="00030327">
              <w:rPr>
                <w:sz w:val="20"/>
              </w:rPr>
              <w:t>ООО «СТН-ЭНЕРГОСЕТИ»</w:t>
            </w:r>
          </w:p>
          <w:p w:rsidR="00403D3C" w:rsidRPr="00030327" w:rsidRDefault="00403D3C" w:rsidP="00403D3C">
            <w:pPr>
              <w:rPr>
                <w:sz w:val="20"/>
              </w:rPr>
            </w:pPr>
          </w:p>
          <w:p w:rsidR="00403D3C" w:rsidRPr="00030327" w:rsidRDefault="00403D3C" w:rsidP="00403D3C">
            <w:pPr>
              <w:rPr>
                <w:sz w:val="20"/>
              </w:rPr>
            </w:pPr>
            <w:r w:rsidRPr="00030327">
              <w:rPr>
                <w:sz w:val="20"/>
              </w:rPr>
              <w:t xml:space="preserve">Директор: </w:t>
            </w:r>
            <w:proofErr w:type="spellStart"/>
            <w:r w:rsidRPr="00030327">
              <w:rPr>
                <w:sz w:val="20"/>
              </w:rPr>
              <w:t>Будников</w:t>
            </w:r>
            <w:proofErr w:type="spellEnd"/>
            <w:r w:rsidRPr="00030327">
              <w:rPr>
                <w:sz w:val="20"/>
              </w:rPr>
              <w:t xml:space="preserve"> Виктор Владимирович</w:t>
            </w:r>
          </w:p>
          <w:p w:rsidR="00403D3C" w:rsidRPr="00030327" w:rsidRDefault="00403D3C" w:rsidP="00403D3C">
            <w:pPr>
              <w:rPr>
                <w:sz w:val="20"/>
              </w:rPr>
            </w:pPr>
          </w:p>
          <w:p w:rsidR="00403D3C" w:rsidRPr="00030327" w:rsidRDefault="00403D3C" w:rsidP="00403D3C">
            <w:pPr>
              <w:rPr>
                <w:sz w:val="20"/>
              </w:rPr>
            </w:pPr>
            <w:r w:rsidRPr="00030327">
              <w:rPr>
                <w:sz w:val="20"/>
              </w:rPr>
              <w:t>ИНН 5260283448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Юридический адрес: 603000, г. Нижний Новгород, ул. Максима Горького, д. 117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603000, г. Нижний Новгород, 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ул. Максима Горького, д. 117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Телефон: (831) 296-09-43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Факс: (831) 296-09-43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403D3C">
              <w:rPr>
                <w:sz w:val="20"/>
                <w:lang w:val="en-US"/>
              </w:rPr>
              <w:t>-mail: office@stnn.ru</w:t>
            </w:r>
          </w:p>
        </w:tc>
      </w:tr>
      <w:tr w:rsidR="00403D3C" w:rsidRPr="00403D3C" w:rsidTr="00822DDD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rFonts w:eastAsia="Calibri"/>
                <w:b/>
                <w:sz w:val="20"/>
              </w:rPr>
              <w:t>4. «Водоснабжение и водоотведение»</w:t>
            </w:r>
          </w:p>
        </w:tc>
      </w:tr>
      <w:tr w:rsidR="00403D3C" w:rsidRPr="00403D3C" w:rsidTr="00822DDD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4.1. «Водоснабжение»</w:t>
            </w:r>
          </w:p>
        </w:tc>
      </w:tr>
      <w:tr w:rsidR="00403D3C" w:rsidRPr="00403D3C" w:rsidTr="00822DDD">
        <w:trPr>
          <w:trHeight w:val="3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030327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030327">
              <w:rPr>
                <w:rFonts w:eastAsia="Calibri"/>
                <w:sz w:val="20"/>
                <w:lang w:eastAsia="en-US"/>
              </w:rPr>
              <w:t>4.1.203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АКЦИОНЕРНОЕ ОБЩЕСТВО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«МЕЖДУНАРОДНЫЙ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АО «МЕЖДУНАРОДНЫЙ АЭРОПОРТ 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Исполнительный директор: Букин Денис Дмитриевич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ИНН 5256045754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603056, г. Нижний Новгород, </w:t>
            </w:r>
          </w:p>
          <w:p w:rsid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Почтовый адрес: 603056, г. Нижний Новгород,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Телефон: (831) 261-80-08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Факс: (831) 294-39-81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403D3C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403D3C">
              <w:rPr>
                <w:sz w:val="20"/>
              </w:rPr>
              <w:t xml:space="preserve">: </w:t>
            </w:r>
            <w:r w:rsidRPr="00403D3C">
              <w:rPr>
                <w:sz w:val="20"/>
                <w:lang w:val="en-US"/>
              </w:rPr>
              <w:t>airport</w:t>
            </w:r>
            <w:r w:rsidRPr="00403D3C">
              <w:rPr>
                <w:sz w:val="20"/>
              </w:rPr>
              <w:t>@</w:t>
            </w:r>
            <w:proofErr w:type="spellStart"/>
            <w:r w:rsidRPr="00403D3C">
              <w:rPr>
                <w:sz w:val="20"/>
                <w:lang w:val="en-US"/>
              </w:rPr>
              <w:t>airportnn</w:t>
            </w:r>
            <w:proofErr w:type="spellEnd"/>
            <w:r w:rsidRPr="00403D3C">
              <w:rPr>
                <w:sz w:val="20"/>
              </w:rPr>
              <w:t>.</w:t>
            </w:r>
            <w:proofErr w:type="spellStart"/>
            <w:r w:rsidRPr="00403D3C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403D3C" w:rsidRPr="00403D3C" w:rsidTr="00822DDD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4.3. «Водоотведение и очистка сточных вод»</w:t>
            </w:r>
          </w:p>
        </w:tc>
      </w:tr>
      <w:tr w:rsidR="00403D3C" w:rsidRPr="00403D3C" w:rsidTr="00822DDD">
        <w:trPr>
          <w:trHeight w:val="5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030327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030327">
              <w:rPr>
                <w:rFonts w:eastAsia="Calibri"/>
                <w:sz w:val="20"/>
                <w:lang w:eastAsia="en-US"/>
              </w:rPr>
              <w:t>4.3.177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АКЦИОНЕРНОЕ ОБЩЕСТВО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«МЕЖДУНАРОДНЫЙ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АО «МЕЖДУНАРОДНЫЙ АЭРОПОРТ НИЖНИЙ НОВГОРОД»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Исполнительный директор: Букин Денис Дмитриевич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ИНН 5256045754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 xml:space="preserve">Юридический адрес: 603056, г. Нижний Новгород, </w:t>
            </w:r>
          </w:p>
          <w:p w:rsid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>Почтовый адрес: 603056, г. Нижний Новгород,</w:t>
            </w: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п. Аэропорт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Телефон: (831) 261-80-08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Факс: (831) 294-39-81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403D3C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403D3C">
              <w:rPr>
                <w:sz w:val="20"/>
              </w:rPr>
              <w:t xml:space="preserve">: </w:t>
            </w:r>
            <w:r w:rsidRPr="00403D3C">
              <w:rPr>
                <w:sz w:val="20"/>
                <w:lang w:val="en-US"/>
              </w:rPr>
              <w:t>airport</w:t>
            </w:r>
            <w:r w:rsidRPr="00403D3C">
              <w:rPr>
                <w:sz w:val="20"/>
              </w:rPr>
              <w:t>@</w:t>
            </w:r>
            <w:proofErr w:type="spellStart"/>
            <w:r w:rsidRPr="00403D3C">
              <w:rPr>
                <w:sz w:val="20"/>
                <w:lang w:val="en-US"/>
              </w:rPr>
              <w:t>airportnn</w:t>
            </w:r>
            <w:proofErr w:type="spellEnd"/>
            <w:r w:rsidRPr="00403D3C">
              <w:rPr>
                <w:sz w:val="20"/>
              </w:rPr>
              <w:t>.</w:t>
            </w:r>
            <w:proofErr w:type="spellStart"/>
            <w:r w:rsidRPr="00403D3C">
              <w:rPr>
                <w:sz w:val="20"/>
                <w:lang w:val="en-US"/>
              </w:rPr>
              <w:t>ru</w:t>
            </w:r>
            <w:proofErr w:type="spellEnd"/>
          </w:p>
        </w:tc>
      </w:tr>
    </w:tbl>
    <w:p w:rsidR="0093499A" w:rsidRPr="000F2C3F" w:rsidRDefault="000F2C3F" w:rsidP="0093499A">
      <w:pPr>
        <w:spacing w:line="276" w:lineRule="auto"/>
        <w:ind w:firstLine="720"/>
        <w:jc w:val="both"/>
        <w:rPr>
          <w:szCs w:val="28"/>
        </w:rPr>
      </w:pPr>
      <w:r w:rsidRPr="000F2C3F">
        <w:rPr>
          <w:b/>
          <w:szCs w:val="28"/>
        </w:rPr>
        <w:lastRenderedPageBreak/>
        <w:t>3.</w:t>
      </w:r>
      <w:r w:rsidRPr="000F2C3F">
        <w:rPr>
          <w:szCs w:val="28"/>
        </w:rPr>
        <w:t xml:space="preserve"> 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государственное регулирование:</w:t>
      </w:r>
    </w:p>
    <w:p w:rsidR="000F2C3F" w:rsidRDefault="0093499A" w:rsidP="000F2C3F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3.1</w:t>
      </w:r>
      <w:r w:rsidR="000F2C3F" w:rsidRPr="000F2C3F">
        <w:rPr>
          <w:b/>
          <w:i/>
          <w:szCs w:val="28"/>
        </w:rPr>
        <w:t>.</w:t>
      </w:r>
      <w:r w:rsidR="000F2C3F" w:rsidRPr="000F2C3F">
        <w:rPr>
          <w:szCs w:val="28"/>
        </w:rPr>
        <w:t xml:space="preserve"> По разделу 2.1. «Производители тепловой энергии и мощности»:</w:t>
      </w:r>
    </w:p>
    <w:p w:rsidR="002201C5" w:rsidRPr="000F2C3F" w:rsidRDefault="002201C5" w:rsidP="000F2C3F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- ОТКРЫТОЕ А</w:t>
      </w:r>
      <w:r w:rsidR="00A4520D">
        <w:rPr>
          <w:szCs w:val="28"/>
        </w:rPr>
        <w:t xml:space="preserve">КЦИОНЕРНОЕ ОБЩЕСТВО «ТЕПЛОВИК»,                           </w:t>
      </w:r>
      <w:proofErr w:type="spellStart"/>
      <w:r w:rsidR="00A4520D" w:rsidRPr="00A4520D">
        <w:rPr>
          <w:szCs w:val="28"/>
        </w:rPr>
        <w:t>р.п</w:t>
      </w:r>
      <w:proofErr w:type="spellEnd"/>
      <w:r w:rsidR="00A4520D" w:rsidRPr="00A4520D">
        <w:rPr>
          <w:szCs w:val="28"/>
        </w:rPr>
        <w:t>. Воротынец Нижегородской области</w:t>
      </w:r>
      <w:r>
        <w:rPr>
          <w:szCs w:val="28"/>
        </w:rPr>
        <w:t xml:space="preserve">, </w:t>
      </w:r>
      <w:r w:rsidRPr="002201C5">
        <w:rPr>
          <w:szCs w:val="28"/>
        </w:rPr>
        <w:t>рег. № 2.1.174;</w:t>
      </w:r>
    </w:p>
    <w:p w:rsidR="000F2C3F" w:rsidRDefault="000F2C3F" w:rsidP="000F2C3F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 w:rsidRPr="000F2C3F">
        <w:rPr>
          <w:szCs w:val="28"/>
        </w:rPr>
        <w:t xml:space="preserve">- </w:t>
      </w:r>
      <w:r w:rsidR="0093499A" w:rsidRPr="0093499A">
        <w:rPr>
          <w:szCs w:val="28"/>
        </w:rPr>
        <w:t>МУНИЦ</w:t>
      </w:r>
      <w:r w:rsidR="0093499A">
        <w:rPr>
          <w:szCs w:val="28"/>
        </w:rPr>
        <w:t>ИПАЛЬНОЕ УНИТАРНОЕ ПРЕДПРИЯТИЕ «МУНИЦИПАЛЬНОЕ ПРЕДПРИЯТИЕ «ТЕПЛОЭНЕРГО» МУНИЦИПАЛЬНОГО ОБРАЗОВАНИЯ «</w:t>
      </w:r>
      <w:r w:rsidR="0093499A" w:rsidRPr="0093499A">
        <w:rPr>
          <w:szCs w:val="28"/>
        </w:rPr>
        <w:t>БАЛАХНИНСКИЙ МУНИЦИПАЛЬ</w:t>
      </w:r>
      <w:r w:rsidR="0093499A">
        <w:rPr>
          <w:szCs w:val="28"/>
        </w:rPr>
        <w:t>НЫЙ РАЙОН НИЖЕГОРОДСКАЯ ОБЛАСТЬ»</w:t>
      </w:r>
      <w:r w:rsidRPr="000F2C3F">
        <w:rPr>
          <w:szCs w:val="28"/>
        </w:rPr>
        <w:t xml:space="preserve">, </w:t>
      </w:r>
      <w:r w:rsidR="0098775C" w:rsidRPr="0098775C">
        <w:rPr>
          <w:szCs w:val="28"/>
        </w:rPr>
        <w:t>г. Балахна Нижегородской области</w:t>
      </w:r>
      <w:r w:rsidRPr="000F2C3F">
        <w:rPr>
          <w:szCs w:val="28"/>
        </w:rPr>
        <w:t xml:space="preserve">, рег. № </w:t>
      </w:r>
      <w:r w:rsidR="0098775C" w:rsidRPr="0098775C">
        <w:rPr>
          <w:szCs w:val="28"/>
        </w:rPr>
        <w:t>2.1.487</w:t>
      </w:r>
      <w:r w:rsidR="002201C5">
        <w:rPr>
          <w:szCs w:val="28"/>
        </w:rPr>
        <w:t>;</w:t>
      </w:r>
    </w:p>
    <w:p w:rsidR="002201C5" w:rsidRPr="000F2C3F" w:rsidRDefault="002201C5" w:rsidP="002201C5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2201C5">
        <w:rPr>
          <w:szCs w:val="28"/>
        </w:rPr>
        <w:t>МУНИЦ</w:t>
      </w:r>
      <w:r>
        <w:rPr>
          <w:szCs w:val="28"/>
        </w:rPr>
        <w:t>ИПАЛЬНОЕ УНИТАРНОЕ ПРЕДПРИЯТИЕ «</w:t>
      </w:r>
      <w:r w:rsidRPr="002201C5">
        <w:rPr>
          <w:szCs w:val="28"/>
        </w:rPr>
        <w:t>ЖИЛИЩНИК</w:t>
      </w:r>
      <w:r>
        <w:rPr>
          <w:szCs w:val="28"/>
        </w:rPr>
        <w:t>»</w:t>
      </w:r>
      <w:r w:rsidRPr="002201C5">
        <w:rPr>
          <w:szCs w:val="28"/>
        </w:rPr>
        <w:t xml:space="preserve"> ВОЛОДАРСКОГО РАЙОНА</w:t>
      </w:r>
      <w:r>
        <w:rPr>
          <w:szCs w:val="28"/>
        </w:rPr>
        <w:t xml:space="preserve">, </w:t>
      </w:r>
      <w:proofErr w:type="spellStart"/>
      <w:r w:rsidRPr="002201C5">
        <w:rPr>
          <w:szCs w:val="28"/>
        </w:rPr>
        <w:t>р.п</w:t>
      </w:r>
      <w:proofErr w:type="spellEnd"/>
      <w:r w:rsidRPr="002201C5">
        <w:rPr>
          <w:szCs w:val="28"/>
        </w:rPr>
        <w:t>. Центральный</w:t>
      </w:r>
      <w:r w:rsidRPr="002201C5">
        <w:t xml:space="preserve"> </w:t>
      </w:r>
      <w:r>
        <w:rPr>
          <w:szCs w:val="28"/>
        </w:rPr>
        <w:t>Володарского муниципального</w:t>
      </w:r>
      <w:r w:rsidRPr="002201C5">
        <w:rPr>
          <w:szCs w:val="28"/>
        </w:rPr>
        <w:t xml:space="preserve"> район</w:t>
      </w:r>
      <w:r>
        <w:rPr>
          <w:szCs w:val="28"/>
        </w:rPr>
        <w:t>а</w:t>
      </w:r>
      <w:r w:rsidRPr="002201C5">
        <w:rPr>
          <w:szCs w:val="28"/>
        </w:rPr>
        <w:t xml:space="preserve"> Нижегородской области</w:t>
      </w:r>
      <w:r>
        <w:rPr>
          <w:szCs w:val="28"/>
        </w:rPr>
        <w:t>,</w:t>
      </w:r>
      <w:r w:rsidRPr="002201C5">
        <w:rPr>
          <w:szCs w:val="28"/>
        </w:rPr>
        <w:t xml:space="preserve"> рег. № </w:t>
      </w:r>
      <w:r>
        <w:rPr>
          <w:szCs w:val="28"/>
        </w:rPr>
        <w:t>2.1.544</w:t>
      </w:r>
      <w:r w:rsidR="00501ADC">
        <w:rPr>
          <w:szCs w:val="28"/>
        </w:rPr>
        <w:t>.</w:t>
      </w:r>
    </w:p>
    <w:p w:rsidR="000F2C3F" w:rsidRDefault="0098775C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3.2</w:t>
      </w:r>
      <w:r w:rsidR="000F2C3F" w:rsidRPr="000F2C3F">
        <w:rPr>
          <w:b/>
          <w:i/>
          <w:szCs w:val="28"/>
        </w:rPr>
        <w:t>.</w:t>
      </w:r>
      <w:r w:rsidR="000F2C3F" w:rsidRPr="000F2C3F">
        <w:rPr>
          <w:szCs w:val="28"/>
        </w:rPr>
        <w:t xml:space="preserve"> По разделу 2.2. «Организации, обладающие правом владения и пользования тепловыми сетями»:</w:t>
      </w:r>
    </w:p>
    <w:p w:rsidR="002201C5" w:rsidRPr="000F2C3F" w:rsidRDefault="002201C5" w:rsidP="002201C5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2201C5">
        <w:rPr>
          <w:szCs w:val="28"/>
        </w:rPr>
        <w:t xml:space="preserve">ОТКРЫТОЕ АКЦИОНЕРНОЕ ОБЩЕСТВО «ТЕПЛОВИК», </w:t>
      </w:r>
      <w:r w:rsidR="00A4520D">
        <w:rPr>
          <w:szCs w:val="28"/>
        </w:rPr>
        <w:t xml:space="preserve">                           </w:t>
      </w:r>
      <w:proofErr w:type="spellStart"/>
      <w:r w:rsidR="00A4520D" w:rsidRPr="00A4520D">
        <w:rPr>
          <w:szCs w:val="28"/>
        </w:rPr>
        <w:t>р.п</w:t>
      </w:r>
      <w:proofErr w:type="spellEnd"/>
      <w:r w:rsidR="00A4520D" w:rsidRPr="00A4520D">
        <w:rPr>
          <w:szCs w:val="28"/>
        </w:rPr>
        <w:t>. Воротынец Нижегородской области</w:t>
      </w:r>
      <w:r w:rsidRPr="002201C5">
        <w:rPr>
          <w:szCs w:val="28"/>
        </w:rPr>
        <w:t xml:space="preserve">, рег. № </w:t>
      </w:r>
      <w:r>
        <w:rPr>
          <w:szCs w:val="28"/>
        </w:rPr>
        <w:t>2.2.186</w:t>
      </w:r>
      <w:r w:rsidRPr="002201C5">
        <w:rPr>
          <w:szCs w:val="28"/>
        </w:rPr>
        <w:t>;</w:t>
      </w:r>
    </w:p>
    <w:p w:rsidR="000F2C3F" w:rsidRDefault="0098775C" w:rsidP="000F2C3F">
      <w:pPr>
        <w:spacing w:line="276" w:lineRule="auto"/>
        <w:ind w:firstLine="720"/>
        <w:jc w:val="both"/>
        <w:rPr>
          <w:szCs w:val="28"/>
        </w:rPr>
      </w:pPr>
      <w:r w:rsidRPr="0098775C">
        <w:rPr>
          <w:szCs w:val="28"/>
        </w:rPr>
        <w:t>- МУНИЦИПАЛЬНОЕ УНИТАРНОЕ ПРЕДПРИЯТИЕ «МУНИЦИПАЛЬНОЕ ПРЕДПРИЯТИЕ «ТЕПЛОЭНЕРГО» МУНИЦИПАЛЬНОГО ОБРАЗОВАНИЯ «БАЛАХНИНСКИЙ МУНИЦИПАЛЬНЫЙ РАЙОН НИЖЕГОРОДСКАЯ ОБЛАСТЬ», г. Балахна Нижегородской области</w:t>
      </w:r>
      <w:r w:rsidR="000F2C3F" w:rsidRPr="000F2C3F">
        <w:rPr>
          <w:szCs w:val="28"/>
        </w:rPr>
        <w:t xml:space="preserve">, рег. № </w:t>
      </w:r>
      <w:r w:rsidRPr="0098775C">
        <w:rPr>
          <w:szCs w:val="28"/>
        </w:rPr>
        <w:t>2.2.483</w:t>
      </w:r>
      <w:r w:rsidR="000F2C3F" w:rsidRPr="000F2C3F">
        <w:rPr>
          <w:szCs w:val="28"/>
        </w:rPr>
        <w:t>;</w:t>
      </w:r>
    </w:p>
    <w:p w:rsidR="00501ADC" w:rsidRPr="000F2C3F" w:rsidRDefault="00501ADC" w:rsidP="000F2C3F">
      <w:pPr>
        <w:spacing w:line="276" w:lineRule="auto"/>
        <w:ind w:firstLine="720"/>
        <w:jc w:val="both"/>
        <w:rPr>
          <w:szCs w:val="28"/>
        </w:rPr>
      </w:pPr>
      <w:r w:rsidRPr="00501ADC">
        <w:rPr>
          <w:szCs w:val="28"/>
        </w:rPr>
        <w:t xml:space="preserve">- МУНИЦИПАЛЬНОЕ УНИТАРНОЕ ПРЕДПРИЯТИЕ «ЖИЛИЩНИК» ВОЛОДАРСКОГО РАЙОНА, </w:t>
      </w:r>
      <w:proofErr w:type="spellStart"/>
      <w:r w:rsidRPr="00501ADC">
        <w:rPr>
          <w:szCs w:val="28"/>
        </w:rPr>
        <w:t>р.п</w:t>
      </w:r>
      <w:proofErr w:type="spellEnd"/>
      <w:r w:rsidRPr="00501ADC">
        <w:rPr>
          <w:szCs w:val="28"/>
        </w:rPr>
        <w:t>. Центральный Володарского муниципального района Нижегородской области</w:t>
      </w:r>
      <w:r>
        <w:rPr>
          <w:szCs w:val="28"/>
        </w:rPr>
        <w:t xml:space="preserve">, </w:t>
      </w:r>
      <w:r w:rsidRPr="00501ADC">
        <w:rPr>
          <w:szCs w:val="28"/>
        </w:rPr>
        <w:t xml:space="preserve">рег. № </w:t>
      </w:r>
      <w:r>
        <w:rPr>
          <w:szCs w:val="28"/>
        </w:rPr>
        <w:t>2.2.527.</w:t>
      </w:r>
    </w:p>
    <w:p w:rsidR="000F2C3F" w:rsidRDefault="0098775C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3.3</w:t>
      </w:r>
      <w:r w:rsidR="000F2C3F" w:rsidRPr="000F2C3F">
        <w:rPr>
          <w:b/>
          <w:i/>
          <w:szCs w:val="28"/>
        </w:rPr>
        <w:t xml:space="preserve">. </w:t>
      </w:r>
      <w:r w:rsidR="000F2C3F" w:rsidRPr="000F2C3F">
        <w:rPr>
          <w:szCs w:val="28"/>
        </w:rPr>
        <w:t>По разделу 4.1</w:t>
      </w:r>
      <w:r w:rsidR="00310E87">
        <w:rPr>
          <w:szCs w:val="28"/>
        </w:rPr>
        <w:t>.</w:t>
      </w:r>
      <w:r w:rsidR="000F2C3F" w:rsidRPr="000F2C3F">
        <w:rPr>
          <w:szCs w:val="28"/>
        </w:rPr>
        <w:t xml:space="preserve"> «Водоснабжение»:</w:t>
      </w:r>
    </w:p>
    <w:p w:rsidR="00501ADC" w:rsidRPr="000F2C3F" w:rsidRDefault="00501ADC" w:rsidP="00501ADC">
      <w:pPr>
        <w:spacing w:line="276" w:lineRule="auto"/>
        <w:ind w:firstLine="720"/>
        <w:jc w:val="both"/>
        <w:rPr>
          <w:szCs w:val="28"/>
        </w:rPr>
      </w:pPr>
      <w:r w:rsidRPr="000F2C3F">
        <w:rPr>
          <w:szCs w:val="28"/>
        </w:rPr>
        <w:t xml:space="preserve">- </w:t>
      </w:r>
      <w:r w:rsidRPr="0098775C">
        <w:rPr>
          <w:szCs w:val="28"/>
        </w:rPr>
        <w:t>МУНИЦИПАЛЬНОЕ УНИТАРНОЕ ПРЕДПРИЯТИЕ «МУНИЦИПАЛЬНОЕ ПРЕДПРИЯТИЕ «ТЕПЛОЭНЕРГО» МУНИЦИПАЛЬНОГО ОБРАЗОВАНИЯ «БАЛАХНИНСКИЙ МУНИЦИПАЛЬНЫЙ РАЙОН НИЖЕГОРОДСКАЯ ОБЛАСТЬ», г. Балахна Нижегородской области</w:t>
      </w:r>
      <w:r w:rsidRPr="000F2C3F">
        <w:rPr>
          <w:szCs w:val="28"/>
        </w:rPr>
        <w:t xml:space="preserve">, рег. № </w:t>
      </w:r>
      <w:r w:rsidRPr="0098775C">
        <w:rPr>
          <w:szCs w:val="28"/>
        </w:rPr>
        <w:t>4.1.99</w:t>
      </w:r>
      <w:r w:rsidRPr="000F2C3F">
        <w:rPr>
          <w:szCs w:val="28"/>
        </w:rPr>
        <w:t>;</w:t>
      </w:r>
    </w:p>
    <w:p w:rsidR="00501ADC" w:rsidRDefault="00501ADC" w:rsidP="00501ADC">
      <w:pPr>
        <w:spacing w:line="276" w:lineRule="auto"/>
        <w:ind w:firstLine="720"/>
        <w:jc w:val="both"/>
        <w:rPr>
          <w:szCs w:val="28"/>
        </w:rPr>
      </w:pPr>
      <w:r w:rsidRPr="00501ADC">
        <w:rPr>
          <w:szCs w:val="28"/>
        </w:rPr>
        <w:lastRenderedPageBreak/>
        <w:t xml:space="preserve">- МУНИЦИПАЛЬНОЕ УНИТАРНОЕ ПРЕДПРИЯТИЕ «ЖИЛИЩНИК» ВОЛОДАРСКОГО РАЙОНА, </w:t>
      </w:r>
      <w:proofErr w:type="spellStart"/>
      <w:r w:rsidRPr="00501ADC">
        <w:rPr>
          <w:szCs w:val="28"/>
        </w:rPr>
        <w:t>р.п</w:t>
      </w:r>
      <w:proofErr w:type="spellEnd"/>
      <w:r w:rsidRPr="00501ADC">
        <w:rPr>
          <w:szCs w:val="28"/>
        </w:rPr>
        <w:t xml:space="preserve">. Центральный Володарского муниципального района Нижегородской области, рег. № </w:t>
      </w:r>
      <w:r>
        <w:rPr>
          <w:szCs w:val="28"/>
        </w:rPr>
        <w:t>4.1</w:t>
      </w:r>
      <w:r w:rsidRPr="00501ADC">
        <w:rPr>
          <w:szCs w:val="28"/>
        </w:rPr>
        <w:t>.</w:t>
      </w:r>
      <w:r>
        <w:rPr>
          <w:szCs w:val="28"/>
        </w:rPr>
        <w:t>103</w:t>
      </w:r>
      <w:r w:rsidRPr="00501ADC">
        <w:rPr>
          <w:szCs w:val="28"/>
        </w:rPr>
        <w:t>;</w:t>
      </w:r>
    </w:p>
    <w:p w:rsidR="002201C5" w:rsidRPr="000F2C3F" w:rsidRDefault="002201C5" w:rsidP="000F2C3F">
      <w:pPr>
        <w:spacing w:line="276" w:lineRule="auto"/>
        <w:ind w:firstLine="720"/>
        <w:jc w:val="both"/>
        <w:rPr>
          <w:szCs w:val="28"/>
        </w:rPr>
      </w:pPr>
      <w:r w:rsidRPr="002201C5">
        <w:rPr>
          <w:szCs w:val="28"/>
        </w:rPr>
        <w:t xml:space="preserve">- ОТКРЫТОЕ АКЦИОНЕРНОЕ ОБЩЕСТВО «ТЕПЛОВИК», </w:t>
      </w:r>
      <w:r w:rsidR="00A4520D">
        <w:rPr>
          <w:szCs w:val="28"/>
        </w:rPr>
        <w:t xml:space="preserve">                            </w:t>
      </w:r>
      <w:proofErr w:type="spellStart"/>
      <w:r w:rsidR="00A4520D" w:rsidRPr="00A4520D">
        <w:rPr>
          <w:szCs w:val="28"/>
        </w:rPr>
        <w:t>р.п</w:t>
      </w:r>
      <w:proofErr w:type="spellEnd"/>
      <w:r w:rsidR="00A4520D" w:rsidRPr="00A4520D">
        <w:rPr>
          <w:szCs w:val="28"/>
        </w:rPr>
        <w:t>. Воротынец Нижегородской области</w:t>
      </w:r>
      <w:r w:rsidRPr="002201C5">
        <w:rPr>
          <w:szCs w:val="28"/>
        </w:rPr>
        <w:t xml:space="preserve">, рег. № </w:t>
      </w:r>
      <w:r>
        <w:rPr>
          <w:szCs w:val="28"/>
        </w:rPr>
        <w:t>4.1</w:t>
      </w:r>
      <w:r w:rsidRPr="002201C5">
        <w:rPr>
          <w:szCs w:val="28"/>
        </w:rPr>
        <w:t>.</w:t>
      </w:r>
      <w:r>
        <w:rPr>
          <w:szCs w:val="28"/>
        </w:rPr>
        <w:t>1</w:t>
      </w:r>
      <w:r w:rsidR="00501ADC">
        <w:rPr>
          <w:szCs w:val="28"/>
        </w:rPr>
        <w:t>35.</w:t>
      </w:r>
    </w:p>
    <w:p w:rsidR="000F2C3F" w:rsidRDefault="0098775C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3.4</w:t>
      </w:r>
      <w:r w:rsidR="000F2C3F" w:rsidRPr="000F2C3F">
        <w:rPr>
          <w:b/>
          <w:i/>
          <w:szCs w:val="28"/>
        </w:rPr>
        <w:t xml:space="preserve">. </w:t>
      </w:r>
      <w:r w:rsidR="000F2C3F" w:rsidRPr="000F2C3F">
        <w:rPr>
          <w:szCs w:val="28"/>
        </w:rPr>
        <w:t>По разделу 4.3</w:t>
      </w:r>
      <w:r w:rsidR="00310E87">
        <w:rPr>
          <w:szCs w:val="28"/>
        </w:rPr>
        <w:t>.</w:t>
      </w:r>
      <w:r w:rsidR="000F2C3F" w:rsidRPr="000F2C3F">
        <w:rPr>
          <w:szCs w:val="28"/>
        </w:rPr>
        <w:t xml:space="preserve"> «Водоотведение и очистка сточных вод»:</w:t>
      </w:r>
    </w:p>
    <w:p w:rsidR="00501ADC" w:rsidRPr="000F2C3F" w:rsidRDefault="00501ADC" w:rsidP="00501ADC">
      <w:pPr>
        <w:spacing w:line="276" w:lineRule="auto"/>
        <w:ind w:firstLine="720"/>
        <w:jc w:val="both"/>
        <w:rPr>
          <w:szCs w:val="28"/>
        </w:rPr>
      </w:pPr>
      <w:r w:rsidRPr="0098775C">
        <w:rPr>
          <w:szCs w:val="28"/>
        </w:rPr>
        <w:t>- МУНИЦИПАЛЬНОЕ УНИТАРНОЕ ПРЕДПРИЯТИЕ «МУНИЦИПАЛЬНОЕ ПРЕДПРИЯТИЕ «ТЕПЛОЭНЕРГО» МУНИЦИПАЛЬНОГО ОБРАЗОВАНИЯ «БАЛАХНИНСКИЙ МУНИЦИПАЛЬНЫЙ РАЙОН НИЖЕГОРОДСКАЯ ОБЛАСТЬ», г. Балахна Нижегородской области</w:t>
      </w:r>
      <w:r w:rsidRPr="000F2C3F">
        <w:rPr>
          <w:szCs w:val="28"/>
        </w:rPr>
        <w:t xml:space="preserve">, рег. № </w:t>
      </w:r>
      <w:r w:rsidRPr="0098775C">
        <w:rPr>
          <w:szCs w:val="28"/>
        </w:rPr>
        <w:t>4.3.82</w:t>
      </w:r>
      <w:r w:rsidRPr="000F2C3F">
        <w:rPr>
          <w:szCs w:val="28"/>
        </w:rPr>
        <w:t>;</w:t>
      </w:r>
    </w:p>
    <w:p w:rsidR="00501ADC" w:rsidRDefault="00501ADC" w:rsidP="00501ADC">
      <w:pPr>
        <w:spacing w:line="276" w:lineRule="auto"/>
        <w:ind w:firstLine="720"/>
        <w:jc w:val="both"/>
        <w:rPr>
          <w:szCs w:val="28"/>
        </w:rPr>
      </w:pPr>
      <w:r w:rsidRPr="00501ADC">
        <w:rPr>
          <w:szCs w:val="28"/>
        </w:rPr>
        <w:t xml:space="preserve">- МУНИЦИПАЛЬНОЕ УНИТАРНОЕ ПРЕДПРИЯТИЕ «ЖИЛИЩНИК» ВОЛОДАРСКОГО РАЙОНА, </w:t>
      </w:r>
      <w:proofErr w:type="spellStart"/>
      <w:r w:rsidRPr="00501ADC">
        <w:rPr>
          <w:szCs w:val="28"/>
        </w:rPr>
        <w:t>р.п</w:t>
      </w:r>
      <w:proofErr w:type="spellEnd"/>
      <w:r w:rsidRPr="00501ADC">
        <w:rPr>
          <w:szCs w:val="28"/>
        </w:rPr>
        <w:t>. Центральный Володарского муниципального района Нижегородской области, рег. № 4.</w:t>
      </w:r>
      <w:r>
        <w:rPr>
          <w:szCs w:val="28"/>
        </w:rPr>
        <w:t>3</w:t>
      </w:r>
      <w:r w:rsidRPr="00501ADC">
        <w:rPr>
          <w:szCs w:val="28"/>
        </w:rPr>
        <w:t>.</w:t>
      </w:r>
      <w:r>
        <w:rPr>
          <w:szCs w:val="28"/>
        </w:rPr>
        <w:t>86</w:t>
      </w:r>
      <w:r w:rsidRPr="00501ADC">
        <w:rPr>
          <w:szCs w:val="28"/>
        </w:rPr>
        <w:t>;</w:t>
      </w:r>
    </w:p>
    <w:p w:rsidR="002201C5" w:rsidRPr="000F2C3F" w:rsidRDefault="002201C5" w:rsidP="002201C5">
      <w:pPr>
        <w:spacing w:line="276" w:lineRule="auto"/>
        <w:ind w:firstLine="720"/>
        <w:jc w:val="both"/>
        <w:rPr>
          <w:szCs w:val="28"/>
        </w:rPr>
      </w:pPr>
      <w:r w:rsidRPr="002201C5">
        <w:rPr>
          <w:szCs w:val="28"/>
        </w:rPr>
        <w:t xml:space="preserve">- ОТКРЫТОЕ АКЦИОНЕРНОЕ ОБЩЕСТВО «ТЕПЛОВИК», </w:t>
      </w:r>
      <w:r w:rsidR="00A4520D">
        <w:rPr>
          <w:szCs w:val="28"/>
        </w:rPr>
        <w:t xml:space="preserve">                            </w:t>
      </w:r>
      <w:proofErr w:type="spellStart"/>
      <w:r w:rsidR="00A4520D" w:rsidRPr="00A4520D">
        <w:rPr>
          <w:szCs w:val="28"/>
        </w:rPr>
        <w:t>р.п</w:t>
      </w:r>
      <w:proofErr w:type="spellEnd"/>
      <w:r w:rsidR="00A4520D" w:rsidRPr="00A4520D">
        <w:rPr>
          <w:szCs w:val="28"/>
        </w:rPr>
        <w:t>. Воротынец Нижегородской области</w:t>
      </w:r>
      <w:r w:rsidRPr="002201C5">
        <w:rPr>
          <w:szCs w:val="28"/>
        </w:rPr>
        <w:t>, рег. № 4.</w:t>
      </w:r>
      <w:r>
        <w:rPr>
          <w:szCs w:val="28"/>
        </w:rPr>
        <w:t>3</w:t>
      </w:r>
      <w:r w:rsidRPr="002201C5">
        <w:rPr>
          <w:szCs w:val="28"/>
        </w:rPr>
        <w:t>.1</w:t>
      </w:r>
      <w:r>
        <w:rPr>
          <w:szCs w:val="28"/>
        </w:rPr>
        <w:t>13</w:t>
      </w:r>
      <w:r w:rsidR="00501ADC">
        <w:rPr>
          <w:szCs w:val="28"/>
        </w:rPr>
        <w:t>.</w:t>
      </w:r>
    </w:p>
    <w:p w:rsidR="000F2C3F" w:rsidRPr="000F2C3F" w:rsidRDefault="00A65BD1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4</w:t>
      </w:r>
      <w:r w:rsidR="000F2C3F" w:rsidRPr="000F2C3F">
        <w:rPr>
          <w:b/>
          <w:i/>
          <w:szCs w:val="28"/>
        </w:rPr>
        <w:t>.</w:t>
      </w:r>
      <w:r w:rsidR="000F2C3F" w:rsidRPr="000F2C3F">
        <w:rPr>
          <w:szCs w:val="28"/>
        </w:rPr>
        <w:t xml:space="preserve"> В связи с ликвидацией юридического лица, исключить из Информационной базы организаций Нижегородской области, в отношении которых осуществляетс</w:t>
      </w:r>
      <w:r w:rsidR="00310E87">
        <w:rPr>
          <w:szCs w:val="28"/>
        </w:rPr>
        <w:t>я государственное регулирование, п</w:t>
      </w:r>
      <w:r w:rsidRPr="00A65BD1">
        <w:rPr>
          <w:szCs w:val="28"/>
        </w:rPr>
        <w:t>о разделу 4.3</w:t>
      </w:r>
      <w:r w:rsidR="00310E87">
        <w:rPr>
          <w:szCs w:val="28"/>
        </w:rPr>
        <w:t>.</w:t>
      </w:r>
      <w:r w:rsidRPr="00A65BD1">
        <w:rPr>
          <w:szCs w:val="28"/>
        </w:rPr>
        <w:t xml:space="preserve"> «Водоо</w:t>
      </w:r>
      <w:r w:rsidR="00310E87">
        <w:rPr>
          <w:szCs w:val="28"/>
        </w:rPr>
        <w:t xml:space="preserve">тведение и очистка сточных вод» </w:t>
      </w:r>
      <w:r w:rsidRPr="00A65BD1">
        <w:rPr>
          <w:szCs w:val="28"/>
        </w:rPr>
        <w:t>ОБЩЕСТВО С</w:t>
      </w:r>
      <w:r>
        <w:rPr>
          <w:szCs w:val="28"/>
        </w:rPr>
        <w:t xml:space="preserve"> ОГРАНИЧЕННОЙ ОТВЕТСТВЕННОСТЬЮ «</w:t>
      </w:r>
      <w:r w:rsidRPr="00A65BD1">
        <w:rPr>
          <w:szCs w:val="28"/>
        </w:rPr>
        <w:t xml:space="preserve">ВОДОКАНАЛ </w:t>
      </w:r>
      <w:r>
        <w:rPr>
          <w:szCs w:val="28"/>
        </w:rPr>
        <w:t>ГОРОДА НАВАШИНО»</w:t>
      </w:r>
      <w:r w:rsidR="000F2C3F" w:rsidRPr="000F2C3F">
        <w:rPr>
          <w:szCs w:val="28"/>
        </w:rPr>
        <w:t>,</w:t>
      </w:r>
      <w:r w:rsidR="002201C5" w:rsidRPr="002201C5">
        <w:rPr>
          <w:sz w:val="22"/>
          <w:szCs w:val="22"/>
        </w:rPr>
        <w:t xml:space="preserve"> </w:t>
      </w:r>
      <w:r w:rsidR="002201C5" w:rsidRPr="002201C5">
        <w:rPr>
          <w:szCs w:val="28"/>
        </w:rPr>
        <w:t>г. Нижний Новгород</w:t>
      </w:r>
      <w:r w:rsidR="002201C5">
        <w:rPr>
          <w:szCs w:val="28"/>
        </w:rPr>
        <w:t>,</w:t>
      </w:r>
      <w:r w:rsidR="000F2C3F" w:rsidRPr="000F2C3F">
        <w:rPr>
          <w:szCs w:val="28"/>
        </w:rPr>
        <w:t xml:space="preserve"> рег. № </w:t>
      </w:r>
      <w:r w:rsidRPr="00A65BD1">
        <w:rPr>
          <w:szCs w:val="28"/>
        </w:rPr>
        <w:t>4.3.57</w:t>
      </w:r>
      <w:r w:rsidR="000F2C3F" w:rsidRPr="000F2C3F">
        <w:rPr>
          <w:szCs w:val="28"/>
        </w:rPr>
        <w:t xml:space="preserve">. </w:t>
      </w:r>
    </w:p>
    <w:p w:rsidR="000F2C3F" w:rsidRPr="000F2C3F" w:rsidRDefault="00A65BD1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0F2C3F" w:rsidRPr="000F2C3F">
        <w:rPr>
          <w:b/>
          <w:szCs w:val="28"/>
        </w:rPr>
        <w:t>.</w:t>
      </w:r>
      <w:r w:rsidR="000F2C3F" w:rsidRPr="000F2C3F">
        <w:rPr>
          <w:szCs w:val="28"/>
        </w:rPr>
        <w:t xml:space="preserve"> Настоящее решение вступает в силу со дня его принятия.</w:t>
      </w:r>
    </w:p>
    <w:p w:rsidR="00E46CE4" w:rsidRDefault="00E46CE4" w:rsidP="002E0EF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A645E2" w:rsidRDefault="00A645E2" w:rsidP="002C26A3">
      <w:pPr>
        <w:tabs>
          <w:tab w:val="left" w:pos="1897"/>
        </w:tabs>
        <w:spacing w:line="276" w:lineRule="auto"/>
        <w:rPr>
          <w:szCs w:val="28"/>
        </w:rPr>
      </w:pPr>
    </w:p>
    <w:p w:rsidR="007A3847" w:rsidRPr="002C26A3" w:rsidRDefault="007A3847" w:rsidP="002C26A3">
      <w:pPr>
        <w:tabs>
          <w:tab w:val="left" w:pos="1897"/>
        </w:tabs>
        <w:spacing w:line="276" w:lineRule="auto"/>
        <w:rPr>
          <w:szCs w:val="28"/>
        </w:rPr>
      </w:pPr>
    </w:p>
    <w:p w:rsidR="00A645E2" w:rsidRPr="00A645E2" w:rsidRDefault="00310E87" w:rsidP="002C26A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8D4DBB">
        <w:rPr>
          <w:szCs w:val="28"/>
        </w:rPr>
        <w:t>уководител</w:t>
      </w:r>
      <w:r>
        <w:rPr>
          <w:szCs w:val="28"/>
        </w:rPr>
        <w:t>ь</w:t>
      </w:r>
      <w:r w:rsidR="00A645E2" w:rsidRPr="002C26A3">
        <w:rPr>
          <w:szCs w:val="28"/>
        </w:rPr>
        <w:t xml:space="preserve"> службы</w:t>
      </w:r>
      <w:r w:rsidR="00A645E2" w:rsidRPr="002C26A3">
        <w:rPr>
          <w:szCs w:val="28"/>
        </w:rPr>
        <w:tab/>
      </w:r>
      <w:r w:rsidR="00A645E2" w:rsidRPr="002C26A3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3F1412">
        <w:rPr>
          <w:szCs w:val="28"/>
        </w:rPr>
        <w:t xml:space="preserve"> </w:t>
      </w:r>
      <w:r>
        <w:rPr>
          <w:szCs w:val="28"/>
        </w:rPr>
        <w:t xml:space="preserve">             </w:t>
      </w:r>
      <w:proofErr w:type="spellStart"/>
      <w:r>
        <w:rPr>
          <w:szCs w:val="28"/>
        </w:rPr>
        <w:t>А.Г.Малухин</w:t>
      </w:r>
      <w:proofErr w:type="spellEnd"/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28" w:rsidRDefault="00D97028">
      <w:r>
        <w:separator/>
      </w:r>
    </w:p>
  </w:endnote>
  <w:endnote w:type="continuationSeparator" w:id="0">
    <w:p w:rsidR="00D97028" w:rsidRDefault="00D9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28" w:rsidRDefault="00D97028">
      <w:r>
        <w:separator/>
      </w:r>
    </w:p>
  </w:footnote>
  <w:footnote w:type="continuationSeparator" w:id="0">
    <w:p w:rsidR="00D97028" w:rsidRDefault="00D97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28" w:rsidRDefault="00D970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7028" w:rsidRDefault="00D970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28" w:rsidRDefault="00D9702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5A8C">
      <w:rPr>
        <w:rStyle w:val="a9"/>
        <w:noProof/>
      </w:rPr>
      <w:t>5</w:t>
    </w:r>
    <w:r>
      <w:rPr>
        <w:rStyle w:val="a9"/>
      </w:rPr>
      <w:fldChar w:fldCharType="end"/>
    </w:r>
  </w:p>
  <w:p w:rsidR="00D97028" w:rsidRDefault="00D9702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28" w:rsidRDefault="009F5A8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97028" w:rsidRPr="00E52B15" w:rsidRDefault="00D9702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97028" w:rsidRPr="00561114" w:rsidRDefault="00D9702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97028" w:rsidRPr="00561114" w:rsidRDefault="00D9702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97028" w:rsidRPr="000F7B5C" w:rsidRDefault="00D9702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97028" w:rsidRPr="000F7B5C" w:rsidRDefault="00D9702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97028" w:rsidRDefault="00D9702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97028" w:rsidRDefault="00D9702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97028" w:rsidRPr="002B6128" w:rsidRDefault="00D9702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97028" w:rsidRDefault="00D97028" w:rsidP="00276416">
                <w:pPr>
                  <w:ind w:right="-70"/>
                  <w:rPr>
                    <w:sz w:val="20"/>
                  </w:rPr>
                </w:pPr>
              </w:p>
              <w:p w:rsidR="00D97028" w:rsidRPr="001772E6" w:rsidRDefault="00D9702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97028" w:rsidRDefault="00D9702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4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8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1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37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38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0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3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9"/>
  </w:num>
  <w:num w:numId="3">
    <w:abstractNumId w:val="23"/>
  </w:num>
  <w:num w:numId="4">
    <w:abstractNumId w:val="20"/>
  </w:num>
  <w:num w:numId="5">
    <w:abstractNumId w:val="44"/>
  </w:num>
  <w:num w:numId="6">
    <w:abstractNumId w:val="10"/>
  </w:num>
  <w:num w:numId="7">
    <w:abstractNumId w:val="34"/>
  </w:num>
  <w:num w:numId="8">
    <w:abstractNumId w:val="27"/>
  </w:num>
  <w:num w:numId="9">
    <w:abstractNumId w:val="40"/>
  </w:num>
  <w:num w:numId="10">
    <w:abstractNumId w:val="18"/>
  </w:num>
  <w:num w:numId="11">
    <w:abstractNumId w:val="22"/>
  </w:num>
  <w:num w:numId="12">
    <w:abstractNumId w:val="42"/>
  </w:num>
  <w:num w:numId="13">
    <w:abstractNumId w:val="13"/>
  </w:num>
  <w:num w:numId="14">
    <w:abstractNumId w:val="3"/>
  </w:num>
  <w:num w:numId="15">
    <w:abstractNumId w:val="7"/>
  </w:num>
  <w:num w:numId="16">
    <w:abstractNumId w:val="36"/>
  </w:num>
  <w:num w:numId="17">
    <w:abstractNumId w:val="33"/>
  </w:num>
  <w:num w:numId="18">
    <w:abstractNumId w:val="6"/>
  </w:num>
  <w:num w:numId="19">
    <w:abstractNumId w:val="32"/>
  </w:num>
  <w:num w:numId="20">
    <w:abstractNumId w:val="43"/>
  </w:num>
  <w:num w:numId="21">
    <w:abstractNumId w:val="35"/>
  </w:num>
  <w:num w:numId="22">
    <w:abstractNumId w:val="31"/>
  </w:num>
  <w:num w:numId="23">
    <w:abstractNumId w:val="25"/>
  </w:num>
  <w:num w:numId="24">
    <w:abstractNumId w:val="8"/>
  </w:num>
  <w:num w:numId="25">
    <w:abstractNumId w:val="9"/>
  </w:num>
  <w:num w:numId="26">
    <w:abstractNumId w:val="29"/>
  </w:num>
  <w:num w:numId="27">
    <w:abstractNumId w:val="21"/>
  </w:num>
  <w:num w:numId="28">
    <w:abstractNumId w:val="37"/>
  </w:num>
  <w:num w:numId="29">
    <w:abstractNumId w:val="17"/>
  </w:num>
  <w:num w:numId="30">
    <w:abstractNumId w:val="41"/>
  </w:num>
  <w:num w:numId="31">
    <w:abstractNumId w:val="12"/>
  </w:num>
  <w:num w:numId="32">
    <w:abstractNumId w:val="28"/>
  </w:num>
  <w:num w:numId="33">
    <w:abstractNumId w:val="19"/>
  </w:num>
  <w:num w:numId="34">
    <w:abstractNumId w:val="2"/>
  </w:num>
  <w:num w:numId="35">
    <w:abstractNumId w:val="0"/>
  </w:num>
  <w:num w:numId="36">
    <w:abstractNumId w:val="14"/>
  </w:num>
  <w:num w:numId="37">
    <w:abstractNumId w:val="24"/>
  </w:num>
  <w:num w:numId="38">
    <w:abstractNumId w:val="16"/>
  </w:num>
  <w:num w:numId="39">
    <w:abstractNumId w:val="30"/>
  </w:num>
  <w:num w:numId="40">
    <w:abstractNumId w:val="15"/>
  </w:num>
  <w:num w:numId="41">
    <w:abstractNumId w:val="4"/>
  </w:num>
  <w:num w:numId="42">
    <w:abstractNumId w:val="38"/>
  </w:num>
  <w:num w:numId="43">
    <w:abstractNumId w:val="1"/>
  </w:num>
  <w:num w:numId="44">
    <w:abstractNumId w:val="5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D56"/>
    <w:rsid w:val="000150C8"/>
    <w:rsid w:val="000153AB"/>
    <w:rsid w:val="000162FE"/>
    <w:rsid w:val="00020271"/>
    <w:rsid w:val="00020DDA"/>
    <w:rsid w:val="0002168F"/>
    <w:rsid w:val="000224C4"/>
    <w:rsid w:val="000230DD"/>
    <w:rsid w:val="00023F65"/>
    <w:rsid w:val="000242A1"/>
    <w:rsid w:val="00024547"/>
    <w:rsid w:val="000270AA"/>
    <w:rsid w:val="00030327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DA5"/>
    <w:rsid w:val="000A46B0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3A04"/>
    <w:rsid w:val="000F3C08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360C"/>
    <w:rsid w:val="0010362E"/>
    <w:rsid w:val="00104EBD"/>
    <w:rsid w:val="00105359"/>
    <w:rsid w:val="00106C2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F6D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100ED"/>
    <w:rsid w:val="00210FE8"/>
    <w:rsid w:val="00211540"/>
    <w:rsid w:val="00211DF1"/>
    <w:rsid w:val="00211FC0"/>
    <w:rsid w:val="00212EEC"/>
    <w:rsid w:val="002138A8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CE6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524E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2C4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2A61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4D77"/>
    <w:rsid w:val="004C5876"/>
    <w:rsid w:val="004C725D"/>
    <w:rsid w:val="004C740C"/>
    <w:rsid w:val="004C7B64"/>
    <w:rsid w:val="004D0766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2231"/>
    <w:rsid w:val="004F2877"/>
    <w:rsid w:val="004F3351"/>
    <w:rsid w:val="004F35E3"/>
    <w:rsid w:val="004F5FA5"/>
    <w:rsid w:val="004F6760"/>
    <w:rsid w:val="004F716A"/>
    <w:rsid w:val="004F7547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955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B7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5DF"/>
    <w:rsid w:val="005E36DB"/>
    <w:rsid w:val="005E3B1D"/>
    <w:rsid w:val="005E5737"/>
    <w:rsid w:val="005E5809"/>
    <w:rsid w:val="005E5E3D"/>
    <w:rsid w:val="005E60E9"/>
    <w:rsid w:val="005E65A4"/>
    <w:rsid w:val="005E6A2F"/>
    <w:rsid w:val="005E7AE2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201C"/>
    <w:rsid w:val="006B237B"/>
    <w:rsid w:val="006B2E04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B73"/>
    <w:rsid w:val="007A7C0D"/>
    <w:rsid w:val="007B015E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A9F"/>
    <w:rsid w:val="007E6E42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116C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9B2"/>
    <w:rsid w:val="0086213B"/>
    <w:rsid w:val="0086325B"/>
    <w:rsid w:val="00864414"/>
    <w:rsid w:val="008654D5"/>
    <w:rsid w:val="008657A8"/>
    <w:rsid w:val="00866010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F00E0"/>
    <w:rsid w:val="008F01FA"/>
    <w:rsid w:val="008F15B5"/>
    <w:rsid w:val="008F211E"/>
    <w:rsid w:val="008F28BA"/>
    <w:rsid w:val="008F47DF"/>
    <w:rsid w:val="008F4A14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565"/>
    <w:rsid w:val="00930209"/>
    <w:rsid w:val="0093499A"/>
    <w:rsid w:val="00934C0C"/>
    <w:rsid w:val="009351D3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38C"/>
    <w:rsid w:val="00955693"/>
    <w:rsid w:val="00955921"/>
    <w:rsid w:val="00956EA6"/>
    <w:rsid w:val="009576D2"/>
    <w:rsid w:val="00957A15"/>
    <w:rsid w:val="00961596"/>
    <w:rsid w:val="00961CBB"/>
    <w:rsid w:val="00962A39"/>
    <w:rsid w:val="00963B38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78"/>
    <w:rsid w:val="00980984"/>
    <w:rsid w:val="0098156E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1FC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854"/>
    <w:rsid w:val="009D4EF4"/>
    <w:rsid w:val="009D5076"/>
    <w:rsid w:val="009D60AC"/>
    <w:rsid w:val="009D6301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A8C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E6D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5E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55FE0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410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E5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3E5"/>
    <w:rsid w:val="00BB2F1A"/>
    <w:rsid w:val="00BB3AE8"/>
    <w:rsid w:val="00BB559D"/>
    <w:rsid w:val="00BB593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E0"/>
    <w:rsid w:val="00C46E74"/>
    <w:rsid w:val="00C5054A"/>
    <w:rsid w:val="00C50B61"/>
    <w:rsid w:val="00C50F07"/>
    <w:rsid w:val="00C5156D"/>
    <w:rsid w:val="00C519DE"/>
    <w:rsid w:val="00C532A8"/>
    <w:rsid w:val="00C537F0"/>
    <w:rsid w:val="00C53C27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2CC8"/>
    <w:rsid w:val="00C6321D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EA0"/>
    <w:rsid w:val="00CC183A"/>
    <w:rsid w:val="00CC3954"/>
    <w:rsid w:val="00CC47F1"/>
    <w:rsid w:val="00CC4EE8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01C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BD3"/>
    <w:rsid w:val="00DC2FB4"/>
    <w:rsid w:val="00DC3638"/>
    <w:rsid w:val="00DC402C"/>
    <w:rsid w:val="00DC41C9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EEB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5825"/>
    <w:rsid w:val="00E85D27"/>
    <w:rsid w:val="00E864B9"/>
    <w:rsid w:val="00E87644"/>
    <w:rsid w:val="00E87DCA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68E2"/>
    <w:rsid w:val="00EB11E0"/>
    <w:rsid w:val="00EB193E"/>
    <w:rsid w:val="00EB283F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3C76"/>
    <w:rsid w:val="00F8442D"/>
    <w:rsid w:val="00F84A4D"/>
    <w:rsid w:val="00F85B74"/>
    <w:rsid w:val="00F85ECB"/>
    <w:rsid w:val="00F86DAE"/>
    <w:rsid w:val="00F86E41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9F1"/>
    <w:rsid w:val="00FA43E7"/>
    <w:rsid w:val="00FA4E77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C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729D5755169A02789460323F9D874F58C68B95EA377BB5A1DBD9897947A0CD29B4EAC15A18FAY5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218F5-C398-4413-856A-35BEA94F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1712</TotalTime>
  <Pages>5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65</cp:revision>
  <cp:lastPrinted>2018-04-23T12:54:00Z</cp:lastPrinted>
  <dcterms:created xsi:type="dcterms:W3CDTF">2017-05-12T11:08:00Z</dcterms:created>
  <dcterms:modified xsi:type="dcterms:W3CDTF">2018-04-23T12:54:00Z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