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901D7" w:rsidP="00BB2C9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5F59A1">
              <w:t>1</w:t>
            </w:r>
            <w:r w:rsidR="00BB2C92">
              <w:t>9.04</w:t>
            </w:r>
            <w:r w:rsidR="005F59A1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901D7" w:rsidP="00A1752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17529">
              <w:t>15/3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5F59A1" w:rsidRDefault="002901D7" w:rsidP="005F59A1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5F59A1">
              <w:t xml:space="preserve">О прекращении рассмотрения дела </w:t>
            </w:r>
          </w:p>
          <w:p w:rsidR="0085764D" w:rsidRPr="00252D0D" w:rsidRDefault="005F59A1" w:rsidP="00F42F9B">
            <w:pPr>
              <w:jc w:val="center"/>
            </w:pPr>
            <w:r>
              <w:t xml:space="preserve">об установлении ОБЩЕСТВУ С ОГРАНИЧЕННОЙ ОТВЕТСТВЕННОСТЬЮ </w:t>
            </w:r>
            <w:r w:rsidR="00BB2C92">
              <w:t>«ВИКТОРИЯ»</w:t>
            </w:r>
            <w:r w:rsidR="00F42F9B">
              <w:t xml:space="preserve"> </w:t>
            </w:r>
            <w:r w:rsidR="00F42F9B" w:rsidRPr="00F42F9B">
              <w:t>(ИНН 5257002249)</w:t>
            </w:r>
            <w:r w:rsidR="00BB2C92">
              <w:t>, г. Нижний Новгород</w:t>
            </w:r>
            <w:r>
              <w:t xml:space="preserve">, тарифов на горячую воду, поставляемую потребителям </w:t>
            </w:r>
            <w:r w:rsidR="00BB2C92">
              <w:br/>
              <w:t>г. Нижнего Новгорода</w:t>
            </w:r>
            <w:r>
              <w:t xml:space="preserve"> с использованием закрытой системы горячего водоснабжения</w:t>
            </w:r>
            <w:r w:rsidR="002901D7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32EA6" w:rsidRDefault="00432EA6" w:rsidP="004E5FD2">
      <w:pPr>
        <w:pStyle w:val="ac"/>
        <w:jc w:val="center"/>
      </w:pPr>
    </w:p>
    <w:p w:rsidR="004E5FD2" w:rsidRDefault="004E5FD2" w:rsidP="004E5FD2">
      <w:pPr>
        <w:pStyle w:val="ac"/>
        <w:jc w:val="center"/>
      </w:pPr>
      <w:bookmarkStart w:id="2" w:name="_GoBack"/>
      <w:bookmarkEnd w:id="2"/>
    </w:p>
    <w:p w:rsidR="008A2EBB" w:rsidRDefault="008A2EBB" w:rsidP="004E5FD2">
      <w:pPr>
        <w:pStyle w:val="ac"/>
        <w:jc w:val="center"/>
        <w:rPr>
          <w:sz w:val="24"/>
          <w:szCs w:val="24"/>
        </w:rPr>
      </w:pPr>
    </w:p>
    <w:p w:rsidR="00432EA6" w:rsidRDefault="00576386" w:rsidP="005F59A1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proofErr w:type="gramStart"/>
      <w:r w:rsidRPr="00576386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материалов, </w:t>
      </w:r>
      <w:r w:rsidR="009834D5" w:rsidRPr="009834D5">
        <w:t xml:space="preserve">представленных </w:t>
      </w:r>
      <w:r w:rsidR="005F59A1" w:rsidRPr="00E0026C">
        <w:rPr>
          <w:bCs/>
          <w:szCs w:val="28"/>
        </w:rPr>
        <w:t xml:space="preserve">ОБЩЕСТВОМ С ОГРАНИЧЕННОЙ ОТВЕТСТВЕННОСТЬЮ </w:t>
      </w:r>
      <w:r w:rsidR="00BB2C92" w:rsidRPr="00E0026C">
        <w:rPr>
          <w:bCs/>
          <w:szCs w:val="28"/>
        </w:rPr>
        <w:t>«</w:t>
      </w:r>
      <w:r w:rsidR="00BB2C92">
        <w:rPr>
          <w:bCs/>
          <w:szCs w:val="28"/>
        </w:rPr>
        <w:t>ВИКТОРИЯ</w:t>
      </w:r>
      <w:r w:rsidR="00BB2C92" w:rsidRPr="00E0026C">
        <w:rPr>
          <w:bCs/>
          <w:szCs w:val="28"/>
        </w:rPr>
        <w:t>»</w:t>
      </w:r>
      <w:r w:rsidR="00F42F9B" w:rsidRPr="00F42F9B">
        <w:t xml:space="preserve"> </w:t>
      </w:r>
      <w:r w:rsidR="00F42F9B" w:rsidRPr="00F42F9B">
        <w:rPr>
          <w:bCs/>
          <w:szCs w:val="28"/>
        </w:rPr>
        <w:t>(ИНН 5257002249)</w:t>
      </w:r>
      <w:r w:rsidR="00BB2C92" w:rsidRPr="00E0026C">
        <w:rPr>
          <w:bCs/>
          <w:szCs w:val="28"/>
        </w:rPr>
        <w:t xml:space="preserve">, г. </w:t>
      </w:r>
      <w:r w:rsidR="00BB2C92">
        <w:rPr>
          <w:bCs/>
          <w:szCs w:val="28"/>
        </w:rPr>
        <w:t>Нижний Новгород</w:t>
      </w:r>
      <w:r w:rsidR="005F59A1" w:rsidRPr="007263E4">
        <w:rPr>
          <w:noProof/>
        </w:rPr>
        <w:t>,</w:t>
      </w:r>
      <w:r w:rsidR="005F59A1" w:rsidRPr="007263E4">
        <w:rPr>
          <w:bCs/>
          <w:szCs w:val="28"/>
        </w:rPr>
        <w:t xml:space="preserve"> </w:t>
      </w:r>
      <w:r w:rsidR="005F59A1" w:rsidRPr="007263E4">
        <w:rPr>
          <w:szCs w:val="28"/>
        </w:rPr>
        <w:t>э</w:t>
      </w:r>
      <w:r w:rsidR="005F59A1">
        <w:rPr>
          <w:szCs w:val="28"/>
        </w:rPr>
        <w:t xml:space="preserve">кспертного заключения </w:t>
      </w:r>
      <w:r w:rsidR="005F59A1" w:rsidRPr="00C87690">
        <w:rPr>
          <w:szCs w:val="28"/>
        </w:rPr>
        <w:t xml:space="preserve">рег. </w:t>
      </w:r>
      <w:r w:rsidR="005F59A1" w:rsidRPr="00211925">
        <w:rPr>
          <w:szCs w:val="28"/>
        </w:rPr>
        <w:t>№ в-</w:t>
      </w:r>
      <w:r w:rsidR="00211925" w:rsidRPr="00211925">
        <w:rPr>
          <w:szCs w:val="28"/>
        </w:rPr>
        <w:t>83</w:t>
      </w:r>
      <w:r w:rsidR="005F59A1" w:rsidRPr="00211925">
        <w:rPr>
          <w:szCs w:val="28"/>
        </w:rPr>
        <w:t xml:space="preserve"> от </w:t>
      </w:r>
      <w:r w:rsidR="00211925" w:rsidRPr="00211925">
        <w:rPr>
          <w:szCs w:val="28"/>
        </w:rPr>
        <w:t xml:space="preserve">11 апреля </w:t>
      </w:r>
      <w:r w:rsidR="00BB2C92" w:rsidRPr="00211925">
        <w:rPr>
          <w:szCs w:val="28"/>
        </w:rPr>
        <w:t>2018</w:t>
      </w:r>
      <w:r w:rsidR="005F59A1" w:rsidRPr="00211925">
        <w:rPr>
          <w:szCs w:val="28"/>
        </w:rPr>
        <w:t xml:space="preserve"> года:</w:t>
      </w:r>
      <w:proofErr w:type="gramEnd"/>
    </w:p>
    <w:p w:rsidR="00432EA6" w:rsidRDefault="00432EA6" w:rsidP="00432EA6">
      <w:pPr>
        <w:tabs>
          <w:tab w:val="left" w:pos="142"/>
        </w:tabs>
        <w:spacing w:line="276" w:lineRule="auto"/>
        <w:ind w:firstLine="709"/>
        <w:jc w:val="both"/>
        <w:rPr>
          <w:b/>
          <w:noProof/>
        </w:rPr>
      </w:pPr>
      <w:r w:rsidRPr="002C5620">
        <w:rPr>
          <w:b/>
        </w:rPr>
        <w:t>1.</w:t>
      </w:r>
      <w:r>
        <w:t xml:space="preserve"> В</w:t>
      </w:r>
      <w:r w:rsidRPr="007263E4">
        <w:t xml:space="preserve"> связи с не предоставлением документов, необходимых для расчета экономически обоснованных тарифов, и с учетом истечения срока рассмотрения вопроса об установлении тарифов, </w:t>
      </w:r>
      <w:r w:rsidRPr="007263E4">
        <w:rPr>
          <w:noProof/>
        </w:rPr>
        <w:t xml:space="preserve">рассмотрение дела об установлении </w:t>
      </w:r>
      <w:r w:rsidR="005F59A1" w:rsidRPr="00E0026C">
        <w:rPr>
          <w:bCs/>
          <w:szCs w:val="28"/>
        </w:rPr>
        <w:t>ОБЩЕСТВ</w:t>
      </w:r>
      <w:r w:rsidR="005F59A1">
        <w:rPr>
          <w:bCs/>
          <w:szCs w:val="28"/>
        </w:rPr>
        <w:t>У</w:t>
      </w:r>
      <w:r w:rsidR="005F59A1" w:rsidRPr="00E0026C">
        <w:rPr>
          <w:bCs/>
          <w:szCs w:val="28"/>
        </w:rPr>
        <w:t xml:space="preserve"> С ОГРАНИЧЕННОЙ ОТВЕТСТВЕННОСТЬЮ </w:t>
      </w:r>
      <w:r w:rsidR="00BB2C92" w:rsidRPr="00E0026C">
        <w:rPr>
          <w:bCs/>
          <w:szCs w:val="28"/>
        </w:rPr>
        <w:t>«</w:t>
      </w:r>
      <w:r w:rsidR="00BB2C92">
        <w:rPr>
          <w:bCs/>
          <w:szCs w:val="28"/>
        </w:rPr>
        <w:t>ВИКТОРИЯ</w:t>
      </w:r>
      <w:r w:rsidR="00BB2C92" w:rsidRPr="00E0026C">
        <w:rPr>
          <w:bCs/>
          <w:szCs w:val="28"/>
        </w:rPr>
        <w:t>»</w:t>
      </w:r>
      <w:r w:rsidR="00F42F9B" w:rsidRPr="00F42F9B">
        <w:t xml:space="preserve"> </w:t>
      </w:r>
      <w:r w:rsidR="00F42F9B" w:rsidRPr="00F42F9B">
        <w:rPr>
          <w:bCs/>
          <w:szCs w:val="28"/>
        </w:rPr>
        <w:t>(ИНН 5257002249)</w:t>
      </w:r>
      <w:r w:rsidR="00BB2C92" w:rsidRPr="00E0026C">
        <w:rPr>
          <w:bCs/>
          <w:szCs w:val="28"/>
        </w:rPr>
        <w:t xml:space="preserve">, г. </w:t>
      </w:r>
      <w:r w:rsidR="00BB2C92">
        <w:rPr>
          <w:bCs/>
          <w:szCs w:val="28"/>
        </w:rPr>
        <w:t>Нижний Новгород</w:t>
      </w:r>
      <w:r w:rsidR="005F59A1" w:rsidRPr="007263E4">
        <w:rPr>
          <w:noProof/>
        </w:rPr>
        <w:t>,</w:t>
      </w:r>
      <w:r w:rsidR="005F59A1">
        <w:rPr>
          <w:noProof/>
        </w:rPr>
        <w:t xml:space="preserve"> </w:t>
      </w:r>
      <w:r w:rsidRPr="00CD1F1F">
        <w:t>тарифов на горячую воду, поставляемую</w:t>
      </w:r>
      <w:r w:rsidRPr="00C2647E">
        <w:t xml:space="preserve"> потребителям </w:t>
      </w:r>
      <w:r w:rsidR="00BB2C92">
        <w:rPr>
          <w:noProof/>
        </w:rPr>
        <w:t>г. Нижнего Новгорода</w:t>
      </w:r>
      <w:r w:rsidR="00097279">
        <w:t xml:space="preserve"> </w:t>
      </w:r>
      <w:r w:rsidRPr="00CD1F1F">
        <w:t>с использованием закрытой системы горячего водоснабжения, прекратить</w:t>
      </w:r>
      <w:r>
        <w:rPr>
          <w:b/>
          <w:noProof/>
        </w:rPr>
        <w:t>.</w:t>
      </w:r>
    </w:p>
    <w:p w:rsidR="00432EA6" w:rsidRPr="008A2E8A" w:rsidRDefault="00432EA6" w:rsidP="00432EA6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432EA6" w:rsidRDefault="00432EA6" w:rsidP="00432EA6">
      <w:pPr>
        <w:tabs>
          <w:tab w:val="left" w:pos="1897"/>
        </w:tabs>
        <w:spacing w:line="276" w:lineRule="auto"/>
        <w:rPr>
          <w:szCs w:val="28"/>
        </w:rPr>
      </w:pPr>
    </w:p>
    <w:p w:rsidR="00432EA6" w:rsidRPr="008A2E8A" w:rsidRDefault="00432EA6" w:rsidP="00432EA6">
      <w:pPr>
        <w:tabs>
          <w:tab w:val="left" w:pos="1897"/>
        </w:tabs>
        <w:spacing w:line="276" w:lineRule="auto"/>
        <w:rPr>
          <w:szCs w:val="28"/>
        </w:rPr>
      </w:pPr>
    </w:p>
    <w:p w:rsidR="00432EA6" w:rsidRDefault="00432EA6" w:rsidP="00432EA6">
      <w:pPr>
        <w:tabs>
          <w:tab w:val="left" w:pos="1897"/>
        </w:tabs>
        <w:spacing w:line="276" w:lineRule="auto"/>
        <w:rPr>
          <w:szCs w:val="28"/>
        </w:rPr>
      </w:pPr>
    </w:p>
    <w:p w:rsidR="00C54BD9" w:rsidRPr="00C54BD9" w:rsidRDefault="00432EA6" w:rsidP="00A91AE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И.о.руководителя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</w:t>
      </w:r>
      <w:r w:rsidR="00BB2C92">
        <w:rPr>
          <w:szCs w:val="28"/>
        </w:rPr>
        <w:t>Ю.Л.Алешина</w:t>
      </w:r>
    </w:p>
    <w:sectPr w:rsidR="00C54BD9" w:rsidRPr="00C54BD9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D9" w:rsidRDefault="00C54BD9">
      <w:r>
        <w:separator/>
      </w:r>
    </w:p>
  </w:endnote>
  <w:endnote w:type="continuationSeparator" w:id="0">
    <w:p w:rsidR="00C54BD9" w:rsidRDefault="00C5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D9" w:rsidRDefault="00C54BD9">
      <w:r>
        <w:separator/>
      </w:r>
    </w:p>
  </w:footnote>
  <w:footnote w:type="continuationSeparator" w:id="0">
    <w:p w:rsidR="00C54BD9" w:rsidRDefault="00C54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901D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901D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87690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A1752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8434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8436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8435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8433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E52B15" w:rsidRPr="00E52B15" w:rsidRDefault="005018C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CXPRzf1OuUqUl4ZlIijSDiPK9Gg=" w:salt="xyQ9NRvDaoOKpMtsnPSCM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8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F9E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1E9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42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0EDD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79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D7C64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6F9E"/>
    <w:rsid w:val="00207AE1"/>
    <w:rsid w:val="002100ED"/>
    <w:rsid w:val="00210FE8"/>
    <w:rsid w:val="00211925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1D7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289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EA6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41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051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5FD2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8CF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5D2"/>
    <w:rsid w:val="00544C00"/>
    <w:rsid w:val="00545B0D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386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9A1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A7F2B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0FDB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BB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34D5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529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1AE3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BC2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C92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47E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4BD9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690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10B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1F1F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9777B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16C8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2F9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0B9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A10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10B9"/>
    <w:rPr>
      <w:sz w:val="28"/>
    </w:rPr>
  </w:style>
  <w:style w:type="paragraph" w:styleId="a5">
    <w:name w:val="footer"/>
    <w:basedOn w:val="a"/>
    <w:link w:val="a6"/>
    <w:uiPriority w:val="99"/>
    <w:rsid w:val="00CA10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10B9"/>
    <w:rPr>
      <w:sz w:val="28"/>
    </w:rPr>
  </w:style>
  <w:style w:type="character" w:styleId="a7">
    <w:name w:val="Hyperlink"/>
    <w:basedOn w:val="a0"/>
    <w:uiPriority w:val="99"/>
    <w:rsid w:val="00CA10B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10B9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C54BD9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C54BD9"/>
    <w:rPr>
      <w:rFonts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C54BD9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C54BD9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</TotalTime>
  <Pages>1</Pages>
  <Words>162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14</cp:revision>
  <cp:lastPrinted>2006-05-23T08:04:00Z</cp:lastPrinted>
  <dcterms:created xsi:type="dcterms:W3CDTF">2017-07-24T09:43:00Z</dcterms:created>
  <dcterms:modified xsi:type="dcterms:W3CDTF">2018-04-19T08:03:00Z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