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2701E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701EC">
              <w:t>19.04</w:t>
            </w:r>
            <w:r w:rsidR="00FD2C3C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B5384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5384B">
              <w:t>15/2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AF510C" w:rsidRDefault="00E077A1" w:rsidP="00AF510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 xml:space="preserve">об установлении </w:t>
            </w:r>
            <w:r w:rsidR="00FD2C3C" w:rsidRPr="00FD2C3C">
              <w:rPr>
                <w:noProof/>
              </w:rPr>
              <w:t>ОБЩЕСТВУ С ОГРАНИЧЕННОЙ ОТВЕТСТВЕННОСТЬЮ «</w:t>
            </w:r>
            <w:r w:rsidR="002701EC">
              <w:rPr>
                <w:noProof/>
              </w:rPr>
              <w:t>ВИКТОРИЯ</w:t>
            </w:r>
            <w:r w:rsidR="00FD2C3C" w:rsidRPr="00FD2C3C">
              <w:rPr>
                <w:noProof/>
              </w:rPr>
              <w:t>»</w:t>
            </w:r>
            <w:r w:rsidR="00AF510C">
              <w:rPr>
                <w:noProof/>
              </w:rPr>
              <w:t xml:space="preserve"> </w:t>
            </w:r>
            <w:r w:rsidR="00AF510C" w:rsidRPr="00AF510C">
              <w:rPr>
                <w:noProof/>
              </w:rPr>
              <w:t>(ИНН 5257002249)</w:t>
            </w:r>
            <w:r w:rsidR="00FD2C3C" w:rsidRPr="00FD2C3C">
              <w:rPr>
                <w:noProof/>
              </w:rPr>
              <w:t>, г. Ниж</w:t>
            </w:r>
            <w:r w:rsidR="002701EC">
              <w:rPr>
                <w:noProof/>
              </w:rPr>
              <w:t>ний Новгород</w:t>
            </w:r>
            <w:r w:rsidR="00FD2C3C" w:rsidRPr="00FD2C3C">
              <w:rPr>
                <w:noProof/>
              </w:rPr>
              <w:t>,</w:t>
            </w:r>
            <w:r w:rsidR="00FD2C3C">
              <w:rPr>
                <w:noProof/>
              </w:rPr>
              <w:t xml:space="preserve"> тарифов на тепловую энергию (мощность), поставляемую потребителям </w:t>
            </w:r>
          </w:p>
          <w:p w:rsidR="0085764D" w:rsidRPr="00252D0D" w:rsidRDefault="002701EC" w:rsidP="00AF510C">
            <w:pPr>
              <w:jc w:val="center"/>
            </w:pPr>
            <w:r>
              <w:rPr>
                <w:noProof/>
              </w:rPr>
              <w:t>г. Нижнего Новгорода</w:t>
            </w:r>
            <w:r w:rsidR="00E077A1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D76A2" w:rsidRDefault="00FD76A2" w:rsidP="000C3F54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263E4" w:rsidRP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</w:p>
    <w:p w:rsidR="008A2E8A" w:rsidRDefault="007263E4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7263E4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Pr="007263E4">
        <w:rPr>
          <w:szCs w:val="28"/>
        </w:rPr>
        <w:t xml:space="preserve">от 22 октября 2012 года № 1075 «О ценообразовании в сфере теплоснабжения» и на основании рассмотрения материалов, представленных </w:t>
      </w:r>
      <w:r w:rsidR="00FD2C3C" w:rsidRPr="00E0026C">
        <w:rPr>
          <w:bCs/>
          <w:szCs w:val="28"/>
        </w:rPr>
        <w:t>ОБЩЕСТВОМ С ОГРАНИЧЕННОЙ ОТВЕТСТВЕННОСТЬЮ «</w:t>
      </w:r>
      <w:r w:rsidR="002701EC">
        <w:rPr>
          <w:bCs/>
          <w:szCs w:val="28"/>
        </w:rPr>
        <w:t>ВИКТОРИЯ</w:t>
      </w:r>
      <w:r w:rsidR="00FD2C3C" w:rsidRPr="00E0026C">
        <w:rPr>
          <w:bCs/>
          <w:szCs w:val="28"/>
        </w:rPr>
        <w:t>»</w:t>
      </w:r>
      <w:r w:rsidR="00AF510C" w:rsidRPr="00AF510C">
        <w:t xml:space="preserve"> </w:t>
      </w:r>
      <w:r w:rsidR="00AF510C" w:rsidRPr="00AF510C">
        <w:rPr>
          <w:bCs/>
          <w:szCs w:val="28"/>
        </w:rPr>
        <w:t>(ИНН 5257002249)</w:t>
      </w:r>
      <w:r w:rsidR="00FD2C3C" w:rsidRPr="00E0026C">
        <w:rPr>
          <w:bCs/>
          <w:szCs w:val="28"/>
        </w:rPr>
        <w:t xml:space="preserve">, г. </w:t>
      </w:r>
      <w:r w:rsidR="002701EC">
        <w:rPr>
          <w:bCs/>
          <w:szCs w:val="28"/>
        </w:rPr>
        <w:t>Нижний Новгород</w:t>
      </w:r>
      <w:r w:rsidR="00FD76A2" w:rsidRPr="007263E4">
        <w:rPr>
          <w:noProof/>
        </w:rPr>
        <w:t>,</w:t>
      </w:r>
      <w:r w:rsidRPr="007263E4">
        <w:rPr>
          <w:bCs/>
          <w:szCs w:val="28"/>
        </w:rPr>
        <w:t xml:space="preserve">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FA60E5">
        <w:rPr>
          <w:szCs w:val="28"/>
        </w:rPr>
        <w:t xml:space="preserve">пертного заключения </w:t>
      </w:r>
      <w:r w:rsidR="00FD2C3C" w:rsidRPr="00E3356C">
        <w:rPr>
          <w:szCs w:val="28"/>
        </w:rPr>
        <w:t xml:space="preserve">рег. </w:t>
      </w:r>
      <w:r w:rsidR="00FD2C3C" w:rsidRPr="00015082">
        <w:rPr>
          <w:szCs w:val="28"/>
        </w:rPr>
        <w:t>№ в-</w:t>
      </w:r>
      <w:r w:rsidR="00015082" w:rsidRPr="00015082">
        <w:rPr>
          <w:szCs w:val="28"/>
        </w:rPr>
        <w:t>82</w:t>
      </w:r>
      <w:r w:rsidR="00E3356C" w:rsidRPr="00015082">
        <w:rPr>
          <w:szCs w:val="28"/>
        </w:rPr>
        <w:t xml:space="preserve"> </w:t>
      </w:r>
      <w:r w:rsidR="00EB0F68" w:rsidRPr="00015082">
        <w:rPr>
          <w:szCs w:val="28"/>
        </w:rPr>
        <w:t xml:space="preserve">от </w:t>
      </w:r>
      <w:r w:rsidR="00015082" w:rsidRPr="00015082">
        <w:rPr>
          <w:szCs w:val="28"/>
        </w:rPr>
        <w:t xml:space="preserve">11 апреля </w:t>
      </w:r>
      <w:r w:rsidR="00EB0F68" w:rsidRPr="00015082">
        <w:rPr>
          <w:szCs w:val="28"/>
        </w:rPr>
        <w:t>201</w:t>
      </w:r>
      <w:r w:rsidR="00FD2C3C" w:rsidRPr="00015082">
        <w:rPr>
          <w:szCs w:val="28"/>
        </w:rPr>
        <w:t>8</w:t>
      </w:r>
      <w:r w:rsidR="00EB0F68" w:rsidRPr="00A615DC">
        <w:rPr>
          <w:szCs w:val="28"/>
        </w:rPr>
        <w:t xml:space="preserve"> года:</w:t>
      </w:r>
      <w:proofErr w:type="gramEnd"/>
    </w:p>
    <w:p w:rsidR="007263E4" w:rsidRDefault="002C5620" w:rsidP="00FD2C3C">
      <w:pPr>
        <w:tabs>
          <w:tab w:val="left" w:pos="142"/>
        </w:tabs>
        <w:spacing w:line="276" w:lineRule="auto"/>
        <w:ind w:firstLine="709"/>
        <w:jc w:val="both"/>
        <w:rPr>
          <w:noProof/>
        </w:rPr>
      </w:pPr>
      <w:r w:rsidRPr="002C5620">
        <w:rPr>
          <w:b/>
        </w:rPr>
        <w:t>1.</w:t>
      </w:r>
      <w:r>
        <w:t xml:space="preserve"> В</w:t>
      </w:r>
      <w:r w:rsidR="007263E4" w:rsidRPr="007263E4">
        <w:t xml:space="preserve">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тарифов, </w:t>
      </w:r>
      <w:r w:rsidR="007263E4" w:rsidRPr="007263E4">
        <w:rPr>
          <w:noProof/>
        </w:rPr>
        <w:t xml:space="preserve">рассмотрение дела об установлении </w:t>
      </w:r>
      <w:r w:rsidR="00FD2C3C" w:rsidRPr="00E0026C">
        <w:rPr>
          <w:bCs/>
          <w:szCs w:val="28"/>
        </w:rPr>
        <w:t>ОБЩЕСТВ</w:t>
      </w:r>
      <w:r w:rsidR="00FD2C3C">
        <w:rPr>
          <w:bCs/>
          <w:szCs w:val="28"/>
        </w:rPr>
        <w:t>У</w:t>
      </w:r>
      <w:r w:rsidR="00FD2C3C" w:rsidRPr="00E0026C">
        <w:rPr>
          <w:bCs/>
          <w:szCs w:val="28"/>
        </w:rPr>
        <w:t xml:space="preserve"> С ОГРАНИЧЕННОЙ ОТВЕТСТВЕННОСТЬЮ «</w:t>
      </w:r>
      <w:r w:rsidR="002701EC">
        <w:rPr>
          <w:bCs/>
          <w:szCs w:val="28"/>
        </w:rPr>
        <w:t>ВИКТОРИЯ</w:t>
      </w:r>
      <w:r w:rsidR="00FD2C3C" w:rsidRPr="00E0026C">
        <w:rPr>
          <w:bCs/>
          <w:szCs w:val="28"/>
        </w:rPr>
        <w:t>»</w:t>
      </w:r>
      <w:r w:rsidR="00AF510C" w:rsidRPr="00AF510C">
        <w:rPr>
          <w:bCs/>
          <w:sz w:val="24"/>
          <w:szCs w:val="24"/>
        </w:rPr>
        <w:t xml:space="preserve"> </w:t>
      </w:r>
      <w:r w:rsidR="00AF510C" w:rsidRPr="00AF510C">
        <w:rPr>
          <w:bCs/>
          <w:szCs w:val="28"/>
        </w:rPr>
        <w:t>(ИНН 5257002249)</w:t>
      </w:r>
      <w:r w:rsidR="00AF510C">
        <w:rPr>
          <w:bCs/>
          <w:szCs w:val="28"/>
        </w:rPr>
        <w:t xml:space="preserve">, </w:t>
      </w:r>
      <w:r w:rsidR="00FD2C3C" w:rsidRPr="00E0026C">
        <w:rPr>
          <w:bCs/>
          <w:szCs w:val="28"/>
        </w:rPr>
        <w:t xml:space="preserve">г. </w:t>
      </w:r>
      <w:r w:rsidR="002701EC">
        <w:rPr>
          <w:bCs/>
          <w:szCs w:val="28"/>
        </w:rPr>
        <w:t>Нижний Новгород</w:t>
      </w:r>
      <w:r w:rsidR="00FD2C3C" w:rsidRPr="007263E4">
        <w:rPr>
          <w:noProof/>
        </w:rPr>
        <w:t>,</w:t>
      </w:r>
      <w:r w:rsidR="00FD2C3C">
        <w:rPr>
          <w:noProof/>
        </w:rPr>
        <w:t xml:space="preserve"> </w:t>
      </w:r>
      <w:r w:rsidR="007263E4" w:rsidRPr="007263E4">
        <w:rPr>
          <w:noProof/>
        </w:rPr>
        <w:t xml:space="preserve">тарифов </w:t>
      </w:r>
      <w:r w:rsidR="00FA60E5">
        <w:rPr>
          <w:noProof/>
        </w:rPr>
        <w:t>на тепловую энергию (мощность)</w:t>
      </w:r>
      <w:r w:rsidR="00A55EC5">
        <w:rPr>
          <w:noProof/>
        </w:rPr>
        <w:t xml:space="preserve">, поставляемую потребителям </w:t>
      </w:r>
      <w:r w:rsidR="002701EC">
        <w:rPr>
          <w:noProof/>
        </w:rPr>
        <w:t>г. Нижнего Новгорода</w:t>
      </w:r>
      <w:r w:rsidR="00A55EC5">
        <w:rPr>
          <w:noProof/>
        </w:rPr>
        <w:t>,</w:t>
      </w:r>
      <w:r w:rsidR="00FA60E5">
        <w:rPr>
          <w:noProof/>
        </w:rPr>
        <w:t xml:space="preserve"> </w:t>
      </w:r>
      <w:r w:rsidR="007263E4" w:rsidRPr="007263E4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8A2E8A" w:rsidRPr="008A2E8A" w:rsidRDefault="008A2E8A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Pr="007263E4" w:rsidRDefault="00A51944" w:rsidP="007263E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</w:t>
      </w:r>
      <w:r w:rsidR="007263E4">
        <w:rPr>
          <w:szCs w:val="28"/>
        </w:rPr>
        <w:t xml:space="preserve"> службы</w:t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0C3F54">
        <w:rPr>
          <w:szCs w:val="28"/>
        </w:rPr>
        <w:t xml:space="preserve">   </w:t>
      </w:r>
      <w:r>
        <w:rPr>
          <w:szCs w:val="28"/>
        </w:rPr>
        <w:t xml:space="preserve">         </w:t>
      </w:r>
      <w:r w:rsidR="002701EC">
        <w:rPr>
          <w:szCs w:val="28"/>
        </w:rPr>
        <w:t>Ю.Л.Алешина</w:t>
      </w:r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2C3C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B5384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E52B15" w:rsidRPr="00E52B15" w:rsidRDefault="0090360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15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84B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48</TotalTime>
  <Pages>1</Pages>
  <Words>146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24</cp:revision>
  <cp:lastPrinted>2006-05-23T08:04:00Z</cp:lastPrinted>
  <dcterms:created xsi:type="dcterms:W3CDTF">2017-05-15T12:40:00Z</dcterms:created>
  <dcterms:modified xsi:type="dcterms:W3CDTF">2018-04-19T08:03:00Z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