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70F59" w:rsidP="00700EF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700EF8">
              <w:t>05.04</w:t>
            </w:r>
            <w:r w:rsidR="00597467">
              <w:rPr>
                <w:noProof/>
              </w:rPr>
              <w:t>.201</w:t>
            </w:r>
            <w:r w:rsidR="00072D6F">
              <w:rPr>
                <w:noProof/>
              </w:rPr>
              <w:t>8</w:t>
            </w:r>
            <w:r w:rsidR="00597467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70F59" w:rsidP="008A12F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00EF8">
              <w:t>13/</w:t>
            </w:r>
            <w:r w:rsidR="008A12FE">
              <w:t>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A12FE" w:rsidRDefault="00E70F59" w:rsidP="008A12FE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8A12FE">
              <w:rPr>
                <w:noProof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8A12FE" w:rsidRDefault="008A12FE" w:rsidP="008A12FE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от 25 марта 2016 года № 7/14 «Об установлении на 2017 - 2019 годы требований к программам </w:t>
            </w:r>
          </w:p>
          <w:p w:rsidR="0085764D" w:rsidRPr="00252D0D" w:rsidRDefault="008A12FE" w:rsidP="008A12FE">
            <w:pPr>
              <w:jc w:val="center"/>
            </w:pPr>
            <w:r>
              <w:rPr>
                <w:noProof/>
              </w:rPr>
              <w:t>в области энергосбережения и повышения энергетической эффективности организаций Нижегородской области, осуществляющих деятельность по передаче электрической</w:t>
            </w:r>
            <w:r w:rsidR="00E70F59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A12FE" w:rsidRDefault="008A12FE" w:rsidP="008A12FE">
      <w:pPr>
        <w:tabs>
          <w:tab w:val="left" w:pos="1897"/>
        </w:tabs>
        <w:jc w:val="center"/>
        <w:rPr>
          <w:szCs w:val="28"/>
        </w:rPr>
      </w:pPr>
      <w:r w:rsidRPr="008A12FE">
        <w:rPr>
          <w:szCs w:val="28"/>
        </w:rPr>
        <w:t>энергии, в отношении которых осуществляется</w:t>
      </w:r>
    </w:p>
    <w:p w:rsidR="0085764D" w:rsidRPr="008A12FE" w:rsidRDefault="008A12FE" w:rsidP="008A12FE">
      <w:pPr>
        <w:tabs>
          <w:tab w:val="left" w:pos="1897"/>
        </w:tabs>
        <w:jc w:val="center"/>
        <w:rPr>
          <w:szCs w:val="28"/>
        </w:rPr>
      </w:pPr>
      <w:r w:rsidRPr="008A12FE">
        <w:rPr>
          <w:szCs w:val="28"/>
        </w:rPr>
        <w:t>государственное регулирование»</w:t>
      </w:r>
    </w:p>
    <w:p w:rsidR="002167D8" w:rsidRDefault="002167D8" w:rsidP="00252D0D">
      <w:pPr>
        <w:tabs>
          <w:tab w:val="left" w:pos="1897"/>
        </w:tabs>
        <w:ind w:firstLine="709"/>
      </w:pPr>
    </w:p>
    <w:p w:rsidR="008A12FE" w:rsidRDefault="008A12FE" w:rsidP="00252D0D">
      <w:pPr>
        <w:tabs>
          <w:tab w:val="left" w:pos="1897"/>
        </w:tabs>
        <w:ind w:firstLine="709"/>
      </w:pPr>
    </w:p>
    <w:p w:rsidR="008A12FE" w:rsidRDefault="008A12FE" w:rsidP="00252D0D">
      <w:pPr>
        <w:tabs>
          <w:tab w:val="left" w:pos="1897"/>
        </w:tabs>
        <w:ind w:firstLine="709"/>
      </w:pPr>
    </w:p>
    <w:p w:rsidR="008A12FE" w:rsidRPr="008A12FE" w:rsidRDefault="008A12FE" w:rsidP="008A12FE">
      <w:pPr>
        <w:spacing w:line="276" w:lineRule="auto"/>
        <w:ind w:firstLine="720"/>
        <w:jc w:val="both"/>
        <w:rPr>
          <w:szCs w:val="28"/>
        </w:rPr>
      </w:pPr>
      <w:r w:rsidRPr="008A12FE">
        <w:rPr>
          <w:szCs w:val="28"/>
        </w:rPr>
        <w:t>В соответствии с требованиями постановления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эффективности»:</w:t>
      </w:r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8A12FE">
        <w:rPr>
          <w:b/>
          <w:szCs w:val="28"/>
        </w:rPr>
        <w:t>1.</w:t>
      </w:r>
      <w:r w:rsidRPr="008A12FE">
        <w:rPr>
          <w:szCs w:val="28"/>
        </w:rPr>
        <w:t xml:space="preserve"> </w:t>
      </w:r>
      <w:proofErr w:type="gramStart"/>
      <w:r w:rsidRPr="008A12FE">
        <w:rPr>
          <w:szCs w:val="28"/>
        </w:rPr>
        <w:t xml:space="preserve">Внести в таблицу Приложения к решению региональной службы по тарифам Нижегородской области от 25 марта 2016 года № 7/14 </w:t>
      </w:r>
      <w:r>
        <w:rPr>
          <w:szCs w:val="28"/>
        </w:rPr>
        <w:br/>
      </w:r>
      <w:r w:rsidRPr="008A12FE">
        <w:rPr>
          <w:szCs w:val="28"/>
        </w:rPr>
        <w:t>«Об установлении на 2017 - 2019 годы требований к программам в области энергосбережения и повышения энергетической эффективности организаций Нижегородской области, осуществляющих деятельность по передаче электрической энергии, в отношении которых осуществляется государственное регулирование» следующие изменения:</w:t>
      </w:r>
      <w:proofErr w:type="gramEnd"/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8A12FE">
        <w:rPr>
          <w:szCs w:val="28"/>
        </w:rPr>
        <w:t xml:space="preserve">1) в строке  1 слова «ЗАКРЫТОЕ АКЦИОНЕРНОЕ ОБЩЕСТВО «ПРОМЫШЛЕННЫЕ КОМПЬЮТЕРНЫЕ ТЕХНОЛОГИИ» заменить словами «АКЦИОНЕРНОЕ ОБЩЕСТВО «ЭНЕРГОСЕТЕВАЯ КОМПАНИЯ»; </w:t>
      </w:r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8A12FE">
        <w:rPr>
          <w:szCs w:val="28"/>
        </w:rPr>
        <w:t>2) в строке 7 слова «ОТКРЫТОЕ АКЦИОНЕРНОЕ ОБЩЕСТВО» заменить словами «АКЦИОНЕРНОЕ ОБЩЕСТВО;</w:t>
      </w:r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8A12FE">
        <w:rPr>
          <w:szCs w:val="28"/>
        </w:rPr>
        <w:t>3) строки 14, 21, 23, 31, 32, 34, 36, 37 исключить;</w:t>
      </w:r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8A12FE">
        <w:rPr>
          <w:szCs w:val="28"/>
        </w:rPr>
        <w:t>4) в строке 19 слово «ВОЛОДАРСКЭНЕРГО» заменить словами «ВОЛОДАРСК-ЭНЕРГО»;</w:t>
      </w:r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proofErr w:type="gramStart"/>
      <w:r w:rsidRPr="008A12FE">
        <w:rPr>
          <w:szCs w:val="28"/>
        </w:rPr>
        <w:lastRenderedPageBreak/>
        <w:t>5) в строке 22 слова «ПУБЛИЧНОЕ АКЦИОНЕРНОЕ ОБЩЕСТВО «НИЖЕГОРОДСКИЙ АВИАСТРОИТЕЛЬНЫЙ ЗАВОД «СОКОЛ», г. Нижний Новгород» заменить словами «АКЦИОНЕРНОЕ ОБЩЕСТВО «РОССИЙСКАЯ САМОЛЕТОСТРОИТЕЛЬНАЯ КОРПОРАЦИЯ «МИГ», г. Москва»;</w:t>
      </w:r>
      <w:proofErr w:type="gramEnd"/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8A12FE">
        <w:rPr>
          <w:szCs w:val="28"/>
        </w:rPr>
        <w:t>6) в строке 29 слова «ОТКРЫТОЕ АКЦИОНЕРНОЕ ОБЩЕСТВО» заменить словами «ПУБЛИЧНОЕ АКЦИОНЕРНОЕ ОБЩЕСТВО»;</w:t>
      </w:r>
    </w:p>
    <w:p w:rsidR="008A12FE" w:rsidRPr="008A12FE" w:rsidRDefault="008A12FE" w:rsidP="008A12F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8A12FE">
        <w:rPr>
          <w:szCs w:val="28"/>
        </w:rPr>
        <w:t>7) в строках 30, 33 слова «АКЦИОНЕРНОЕ ОБЩЕСТВО» заменить словами «ПУБЛИЧНОЕ АКЦИОНЕРНОЕ ОБЩЕСТВО».</w:t>
      </w:r>
    </w:p>
    <w:p w:rsidR="008A12FE" w:rsidRPr="008A12FE" w:rsidRDefault="008A12FE" w:rsidP="008A12FE">
      <w:pPr>
        <w:spacing w:line="276" w:lineRule="auto"/>
        <w:ind w:firstLine="709"/>
        <w:jc w:val="both"/>
        <w:rPr>
          <w:szCs w:val="28"/>
        </w:rPr>
      </w:pPr>
      <w:r w:rsidRPr="008A12FE">
        <w:rPr>
          <w:b/>
          <w:szCs w:val="28"/>
        </w:rPr>
        <w:t>2.</w:t>
      </w:r>
      <w:r w:rsidRPr="008A12FE">
        <w:rPr>
          <w:szCs w:val="28"/>
        </w:rPr>
        <w:t xml:space="preserve"> Настоящее решение вступает в силу со дня его принятия.</w:t>
      </w:r>
    </w:p>
    <w:p w:rsidR="00986DB5" w:rsidRPr="008761F8" w:rsidRDefault="00986DB5" w:rsidP="008761F8">
      <w:pPr>
        <w:tabs>
          <w:tab w:val="left" w:pos="1897"/>
        </w:tabs>
        <w:spacing w:line="276" w:lineRule="auto"/>
        <w:ind w:firstLine="709"/>
        <w:rPr>
          <w:b/>
          <w:szCs w:val="28"/>
        </w:rPr>
      </w:pPr>
    </w:p>
    <w:p w:rsidR="00986DB5" w:rsidRDefault="00986DB5" w:rsidP="00427D62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055A86" w:rsidRPr="00427D62" w:rsidRDefault="00055A86" w:rsidP="00427D62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Pr="00FF2C8E" w:rsidRDefault="008A12FE" w:rsidP="008A12FE">
      <w:pPr>
        <w:tabs>
          <w:tab w:val="left" w:pos="1897"/>
        </w:tabs>
        <w:spacing w:line="276" w:lineRule="auto"/>
        <w:jc w:val="both"/>
        <w:rPr>
          <w:b/>
        </w:rPr>
      </w:pPr>
      <w:r>
        <w:rPr>
          <w:szCs w:val="28"/>
        </w:rPr>
        <w:t>Заместитель р</w:t>
      </w:r>
      <w:r w:rsidR="00597467">
        <w:rPr>
          <w:szCs w:val="28"/>
        </w:rPr>
        <w:t>уководител</w:t>
      </w:r>
      <w:r>
        <w:rPr>
          <w:szCs w:val="28"/>
        </w:rPr>
        <w:t>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proofErr w:type="spellStart"/>
      <w:r>
        <w:rPr>
          <w:szCs w:val="28"/>
        </w:rPr>
        <w:t>Л.Н.Климо</w:t>
      </w:r>
      <w:bookmarkStart w:id="2" w:name="_GoBack"/>
      <w:bookmarkEnd w:id="2"/>
      <w:r>
        <w:rPr>
          <w:szCs w:val="28"/>
        </w:rPr>
        <w:t>ва</w:t>
      </w:r>
      <w:proofErr w:type="spellEnd"/>
    </w:p>
    <w:sectPr w:rsidR="00597467" w:rsidRPr="00FF2C8E" w:rsidSect="00700EF8">
      <w:type w:val="continuous"/>
      <w:pgSz w:w="11906" w:h="16838" w:code="9"/>
      <w:pgMar w:top="1134" w:right="709" w:bottom="709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2B2" w:rsidRDefault="00FB62B2">
      <w:r>
        <w:separator/>
      </w:r>
    </w:p>
  </w:endnote>
  <w:endnote w:type="continuationSeparator" w:id="0">
    <w:p w:rsidR="00FB62B2" w:rsidRDefault="00F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2B2" w:rsidRDefault="00FB62B2">
      <w:r>
        <w:separator/>
      </w:r>
    </w:p>
  </w:footnote>
  <w:footnote w:type="continuationSeparator" w:id="0">
    <w:p w:rsidR="00FB62B2" w:rsidRDefault="00FB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12FE">
      <w:rPr>
        <w:rStyle w:val="a7"/>
        <w:noProof/>
      </w:rPr>
      <w:t>2</w: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05483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3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7ViT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2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62B2" w:rsidRPr="00E52B15" w:rsidRDefault="00FB62B2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B62B2" w:rsidRPr="00561114" w:rsidRDefault="00FB62B2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FB62B2" w:rsidRPr="00561114" w:rsidRDefault="00FB62B2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FB62B2" w:rsidRPr="000F7B5C" w:rsidRDefault="00FB62B2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FB62B2" w:rsidRPr="000F7B5C" w:rsidRDefault="00FB62B2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FB62B2" w:rsidRDefault="00FB62B2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FB62B2" w:rsidRDefault="00FB62B2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FB62B2" w:rsidRPr="002B6128" w:rsidRDefault="00FB62B2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FB62B2" w:rsidRDefault="00FB62B2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FB62B2" w:rsidRPr="001772E6" w:rsidRDefault="00FB62B2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B62B2" w:rsidRDefault="00FB62B2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f4pQ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" filled="f" stroked="f" strokecolor="white" strokeweight="0">
              <v:textbox inset="0,0,0,0">
                <w:txbxContent>
                  <w:p w:rsidR="00FB62B2" w:rsidRPr="00E52B15" w:rsidRDefault="00FB62B2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B62B2" w:rsidRPr="00561114" w:rsidRDefault="00FB62B2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FB62B2" w:rsidRPr="00561114" w:rsidRDefault="00FB62B2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FB62B2" w:rsidRPr="000F7B5C" w:rsidRDefault="00FB62B2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FB62B2" w:rsidRPr="000F7B5C" w:rsidRDefault="00FB62B2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FB62B2" w:rsidRDefault="00FB62B2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FB62B2" w:rsidRDefault="00FB62B2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FB62B2" w:rsidRPr="002B6128" w:rsidRDefault="00FB62B2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FB62B2" w:rsidRDefault="00FB62B2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FB62B2" w:rsidRPr="001772E6" w:rsidRDefault="00FB62B2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FB62B2" w:rsidRDefault="00FB62B2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673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831"/>
    <w:rsid w:val="00054BEC"/>
    <w:rsid w:val="00055A86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2D6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19C3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34C"/>
    <w:rsid w:val="001509C9"/>
    <w:rsid w:val="00151C04"/>
    <w:rsid w:val="001536E8"/>
    <w:rsid w:val="00153921"/>
    <w:rsid w:val="00154808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3D6D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9A3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B40"/>
    <w:rsid w:val="002165E3"/>
    <w:rsid w:val="002167D8"/>
    <w:rsid w:val="0021757A"/>
    <w:rsid w:val="002175D4"/>
    <w:rsid w:val="0022015C"/>
    <w:rsid w:val="00220928"/>
    <w:rsid w:val="0022190C"/>
    <w:rsid w:val="00221FC9"/>
    <w:rsid w:val="002234AA"/>
    <w:rsid w:val="00223530"/>
    <w:rsid w:val="0022396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77DD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5D50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EBB"/>
    <w:rsid w:val="002F696E"/>
    <w:rsid w:val="002F7A27"/>
    <w:rsid w:val="00300875"/>
    <w:rsid w:val="0030133D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84F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5FFA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9B8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18D"/>
    <w:rsid w:val="00427D62"/>
    <w:rsid w:val="004314B2"/>
    <w:rsid w:val="00432F4A"/>
    <w:rsid w:val="00433294"/>
    <w:rsid w:val="004336A4"/>
    <w:rsid w:val="00433788"/>
    <w:rsid w:val="004347D4"/>
    <w:rsid w:val="00435238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DB5"/>
    <w:rsid w:val="00455185"/>
    <w:rsid w:val="0045608B"/>
    <w:rsid w:val="004607E2"/>
    <w:rsid w:val="004608AC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2341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30F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35D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6DF2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3CF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D22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0EF8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5FD8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32C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8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629D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3A1B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4BE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E0C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5D6C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1F8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12FE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0E8D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38D4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86DB5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C9A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2433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09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113"/>
    <w:rsid w:val="00A849AD"/>
    <w:rsid w:val="00A8581E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8B4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D7EBA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5328"/>
    <w:rsid w:val="00C665FC"/>
    <w:rsid w:val="00C67FAE"/>
    <w:rsid w:val="00C71506"/>
    <w:rsid w:val="00C745BB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165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EA9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0C6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B03"/>
    <w:rsid w:val="00DC0CAB"/>
    <w:rsid w:val="00DC1623"/>
    <w:rsid w:val="00DC16F3"/>
    <w:rsid w:val="00DC213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46A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0A5"/>
    <w:rsid w:val="00E6729E"/>
    <w:rsid w:val="00E674D1"/>
    <w:rsid w:val="00E677C1"/>
    <w:rsid w:val="00E67C7C"/>
    <w:rsid w:val="00E706F7"/>
    <w:rsid w:val="00E70965"/>
    <w:rsid w:val="00E70F59"/>
    <w:rsid w:val="00E7239E"/>
    <w:rsid w:val="00E72AF6"/>
    <w:rsid w:val="00E734CA"/>
    <w:rsid w:val="00E73803"/>
    <w:rsid w:val="00E739F5"/>
    <w:rsid w:val="00E73BBD"/>
    <w:rsid w:val="00E742DF"/>
    <w:rsid w:val="00E75295"/>
    <w:rsid w:val="00E76142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73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B2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1C0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21AB-C5D6-40F9-85F8-ADFB0BEB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</TotalTime>
  <Pages>2</Pages>
  <Words>249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3</cp:revision>
  <cp:lastPrinted>2006-05-23T08:04:00Z</cp:lastPrinted>
  <dcterms:created xsi:type="dcterms:W3CDTF">2018-04-05T06:53:00Z</dcterms:created>
  <dcterms:modified xsi:type="dcterms:W3CDTF">2018-04-05T06:56:00Z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