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0688A" w:rsidP="007072D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072D7">
              <w:t>30.03.2018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0688A" w:rsidP="0093281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32817">
              <w:t>12</w:t>
            </w:r>
            <w:r w:rsidR="00932817">
              <w:rPr>
                <w:lang w:val="en-US"/>
              </w:rPr>
              <w:t>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00688A" w:rsidP="001425C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7072D7">
              <w:rPr>
                <w:noProof/>
              </w:rPr>
              <w:t xml:space="preserve">ОБЩЕСТВУ С ОГРАНИЧЕННОЙ ОТВЕТСТВЕННОСТЬЮ </w:t>
            </w:r>
            <w:r w:rsidR="007072D7" w:rsidRPr="007072D7">
              <w:rPr>
                <w:noProof/>
              </w:rPr>
              <w:t>«КАПИТАЛ-МЕНЕДЖМЕНТ»</w:t>
            </w:r>
            <w:r w:rsidR="007072D7">
              <w:rPr>
                <w:noProof/>
              </w:rPr>
              <w:t xml:space="preserve"> </w:t>
            </w:r>
            <w:r w:rsidR="007072D7">
              <w:rPr>
                <w:noProof/>
              </w:rPr>
              <w:br/>
              <w:t xml:space="preserve">(ИНН </w:t>
            </w:r>
            <w:r w:rsidR="007072D7" w:rsidRPr="007072D7">
              <w:rPr>
                <w:noProof/>
              </w:rPr>
              <w:t>5258135717</w:t>
            </w:r>
            <w:r w:rsidR="007072D7">
              <w:rPr>
                <w:noProof/>
              </w:rPr>
              <w:t>)</w:t>
            </w:r>
            <w:r w:rsidR="00CD7620" w:rsidRPr="00CD7620">
              <w:rPr>
                <w:noProof/>
              </w:rPr>
              <w:t>, г. Нижний Новгород</w:t>
            </w:r>
            <w:r w:rsidR="00CD7620">
              <w:rPr>
                <w:noProof/>
              </w:rPr>
              <w:t>, тарифов</w:t>
            </w:r>
            <w:r w:rsidR="007072D7">
              <w:rPr>
                <w:noProof/>
              </w:rPr>
              <w:t xml:space="preserve"> на тепловую энергию (мощность), поставляемую потребителям </w:t>
            </w:r>
            <w:r w:rsidR="001425CE" w:rsidRPr="001425CE">
              <w:rPr>
                <w:noProof/>
              </w:rPr>
              <w:t>Богородского муниципального района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D7620" w:rsidRDefault="00CD7620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E83A65" w:rsidRDefault="00E83A65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CD7620" w:rsidRPr="001425CE" w:rsidRDefault="00CD7620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1425CE" w:rsidRDefault="0049251F" w:rsidP="001425C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1425CE">
        <w:rPr>
          <w:szCs w:val="28"/>
        </w:rPr>
        <w:t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материалов, представленных</w:t>
      </w:r>
      <w:r w:rsidR="007072D7" w:rsidRPr="001425CE">
        <w:rPr>
          <w:szCs w:val="28"/>
        </w:rPr>
        <w:t xml:space="preserve"> ОБЩЕСТВОМ С ОГРАНИЧЕННОЙ ОТВЕТСТВЕННОСТЬЮ «КАПИТАЛ-МЕНЕДЖМЕНТ</w:t>
      </w:r>
      <w:r w:rsidR="00CD7620" w:rsidRPr="001425CE">
        <w:rPr>
          <w:szCs w:val="28"/>
        </w:rPr>
        <w:t>»</w:t>
      </w:r>
      <w:r w:rsidR="007072D7" w:rsidRPr="001425CE">
        <w:rPr>
          <w:szCs w:val="28"/>
        </w:rPr>
        <w:t xml:space="preserve"> (ИНН 5258135717)</w:t>
      </w:r>
      <w:r w:rsidR="00CD7620" w:rsidRPr="001425CE">
        <w:rPr>
          <w:szCs w:val="28"/>
        </w:rPr>
        <w:t>, г. Нижний Новгород</w:t>
      </w:r>
      <w:r w:rsidRPr="001425CE">
        <w:rPr>
          <w:noProof/>
          <w:szCs w:val="28"/>
        </w:rPr>
        <w:t xml:space="preserve">, </w:t>
      </w:r>
      <w:r w:rsidRPr="001425CE">
        <w:rPr>
          <w:szCs w:val="28"/>
        </w:rPr>
        <w:t xml:space="preserve">экспертного заключения </w:t>
      </w:r>
      <w:r w:rsidR="00F8649A" w:rsidRPr="00F8649A">
        <w:rPr>
          <w:bCs/>
          <w:szCs w:val="28"/>
        </w:rPr>
        <w:t xml:space="preserve">рег. № в-66 </w:t>
      </w:r>
      <w:r w:rsidR="00210405" w:rsidRPr="00F8649A">
        <w:rPr>
          <w:bCs/>
          <w:szCs w:val="28"/>
        </w:rPr>
        <w:t>от</w:t>
      </w:r>
      <w:r w:rsidR="00210405" w:rsidRPr="001425CE">
        <w:rPr>
          <w:bCs/>
          <w:szCs w:val="28"/>
        </w:rPr>
        <w:t xml:space="preserve"> </w:t>
      </w:r>
      <w:r w:rsidR="007072D7" w:rsidRPr="001425CE">
        <w:rPr>
          <w:bCs/>
          <w:szCs w:val="28"/>
        </w:rPr>
        <w:t>2</w:t>
      </w:r>
      <w:r w:rsidR="0018486D">
        <w:rPr>
          <w:bCs/>
          <w:szCs w:val="28"/>
        </w:rPr>
        <w:t>3</w:t>
      </w:r>
      <w:r w:rsidR="007072D7" w:rsidRPr="001425CE">
        <w:rPr>
          <w:bCs/>
          <w:szCs w:val="28"/>
        </w:rPr>
        <w:t xml:space="preserve"> марта </w:t>
      </w:r>
      <w:r w:rsidR="00210405" w:rsidRPr="001425CE">
        <w:rPr>
          <w:bCs/>
          <w:szCs w:val="28"/>
        </w:rPr>
        <w:t>2018 года:</w:t>
      </w:r>
      <w:proofErr w:type="gramEnd"/>
    </w:p>
    <w:p w:rsidR="0049251F" w:rsidRPr="001425CE" w:rsidRDefault="00C64A41" w:rsidP="001425C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425CE">
        <w:rPr>
          <w:b/>
          <w:szCs w:val="28"/>
        </w:rPr>
        <w:t>1.</w:t>
      </w:r>
      <w:r w:rsidR="00261B49" w:rsidRPr="001425CE">
        <w:rPr>
          <w:szCs w:val="28"/>
        </w:rPr>
        <w:t xml:space="preserve"> </w:t>
      </w:r>
      <w:r w:rsidR="0049251F" w:rsidRPr="001425CE">
        <w:rPr>
          <w:szCs w:val="28"/>
        </w:rPr>
        <w:t xml:space="preserve">Установить </w:t>
      </w:r>
      <w:r w:rsidR="007072D7" w:rsidRPr="001425CE">
        <w:rPr>
          <w:szCs w:val="28"/>
        </w:rPr>
        <w:t>ОБЩЕСТВУ С ОГРАНИЧЕННОЙ ОТВЕТСТВЕННОСТЬЮ «КАПИТАЛ-МЕНЕДЖМЕНТ» (ИНН 5258135717), г. Нижний Новгород</w:t>
      </w:r>
      <w:r w:rsidR="00CD7620" w:rsidRPr="001425CE">
        <w:rPr>
          <w:szCs w:val="28"/>
        </w:rPr>
        <w:t>,</w:t>
      </w:r>
      <w:r w:rsidR="0049251F" w:rsidRPr="001425CE">
        <w:rPr>
          <w:szCs w:val="28"/>
        </w:rPr>
        <w:t xml:space="preserve"> </w:t>
      </w:r>
      <w:r w:rsidR="0049251F" w:rsidRPr="001425CE">
        <w:rPr>
          <w:b/>
          <w:bCs/>
          <w:szCs w:val="28"/>
        </w:rPr>
        <w:t>тарифы на тепловую энергию (мощность)</w:t>
      </w:r>
      <w:r w:rsidR="0049251F" w:rsidRPr="001425CE">
        <w:rPr>
          <w:szCs w:val="28"/>
        </w:rPr>
        <w:t xml:space="preserve">, поставляемую потребителям </w:t>
      </w:r>
      <w:r w:rsidR="001425CE" w:rsidRPr="001425CE">
        <w:rPr>
          <w:szCs w:val="28"/>
        </w:rPr>
        <w:t>Богородского муниципального района Нижегородской области</w:t>
      </w:r>
      <w:r w:rsidR="0049251F" w:rsidRPr="001425CE">
        <w:rPr>
          <w:szCs w:val="28"/>
        </w:rPr>
        <w:t xml:space="preserve">, </w:t>
      </w:r>
      <w:r w:rsidR="0049251F" w:rsidRPr="001425CE">
        <w:rPr>
          <w:noProof/>
          <w:szCs w:val="28"/>
        </w:rPr>
        <w:t>согласно Приложению.</w:t>
      </w:r>
    </w:p>
    <w:p w:rsidR="0018486D" w:rsidRDefault="00C64A41" w:rsidP="0018486D">
      <w:pPr>
        <w:spacing w:line="276" w:lineRule="auto"/>
        <w:ind w:firstLine="720"/>
        <w:jc w:val="both"/>
        <w:rPr>
          <w:szCs w:val="28"/>
        </w:rPr>
      </w:pPr>
      <w:r w:rsidRPr="001425CE">
        <w:rPr>
          <w:b/>
          <w:szCs w:val="28"/>
        </w:rPr>
        <w:t>2.</w:t>
      </w:r>
      <w:r w:rsidRPr="001425CE">
        <w:rPr>
          <w:szCs w:val="28"/>
        </w:rPr>
        <w:t xml:space="preserve"> </w:t>
      </w:r>
      <w:r w:rsidR="007072D7" w:rsidRPr="001425CE">
        <w:rPr>
          <w:szCs w:val="28"/>
        </w:rPr>
        <w:t>ОБЩЕСТВО С ОГРАНИЧЕННОЙ ОТВЕТСТВЕННОСТЬЮ «КАПИТАЛ-МЕНЕДЖМЕНТ» (ИНН</w:t>
      </w:r>
      <w:r w:rsidR="007072D7">
        <w:t xml:space="preserve"> 5258135717)</w:t>
      </w:r>
      <w:r w:rsidR="007072D7" w:rsidRPr="00091997">
        <w:t>, г. Нижний Новгород</w:t>
      </w:r>
      <w:r w:rsidR="007072D7">
        <w:rPr>
          <w:bCs/>
          <w:szCs w:val="28"/>
        </w:rPr>
        <w:t>,</w:t>
      </w:r>
      <w:r w:rsidR="007072D7">
        <w:rPr>
          <w:szCs w:val="28"/>
        </w:rPr>
        <w:t xml:space="preserve"> </w:t>
      </w:r>
      <w:r w:rsidR="0018486D">
        <w:rPr>
          <w:szCs w:val="28"/>
        </w:rPr>
        <w:t xml:space="preserve">применяет упрощенную систему налогообложения и не является плательщиком НДС в соответствии со </w:t>
      </w:r>
      <w:hyperlink r:id="rId10" w:history="1">
        <w:r w:rsidR="0018486D">
          <w:rPr>
            <w:rStyle w:val="a7"/>
            <w:color w:val="000000"/>
            <w:szCs w:val="28"/>
          </w:rPr>
          <w:t>ст. 346</w:t>
        </w:r>
        <w:r w:rsidR="0018486D">
          <w:rPr>
            <w:rStyle w:val="a7"/>
            <w:color w:val="000000"/>
            <w:szCs w:val="28"/>
            <w:vertAlign w:val="superscript"/>
          </w:rPr>
          <w:t>11</w:t>
        </w:r>
        <w:r w:rsidR="0018486D">
          <w:rPr>
            <w:rStyle w:val="a7"/>
            <w:color w:val="000000"/>
            <w:szCs w:val="28"/>
          </w:rPr>
          <w:t xml:space="preserve"> главы 26</w:t>
        </w:r>
        <w:r w:rsidR="0018486D">
          <w:rPr>
            <w:rStyle w:val="a7"/>
            <w:color w:val="000000"/>
            <w:szCs w:val="28"/>
            <w:vertAlign w:val="superscript"/>
          </w:rPr>
          <w:t>2</w:t>
        </w:r>
        <w:r w:rsidR="0018486D">
          <w:rPr>
            <w:rStyle w:val="a7"/>
            <w:color w:val="000000"/>
            <w:szCs w:val="28"/>
          </w:rPr>
          <w:t xml:space="preserve"> </w:t>
        </w:r>
      </w:hyperlink>
      <w:r w:rsidR="0018486D">
        <w:rPr>
          <w:szCs w:val="28"/>
        </w:rPr>
        <w:t>Налогового кодекса Российской Федерации.</w:t>
      </w:r>
    </w:p>
    <w:p w:rsidR="00C64A41" w:rsidRPr="007C7BCD" w:rsidRDefault="0049251F" w:rsidP="0018486D">
      <w:pPr>
        <w:spacing w:line="276" w:lineRule="auto"/>
        <w:ind w:firstLine="709"/>
        <w:jc w:val="both"/>
      </w:pPr>
      <w:r w:rsidRPr="0049251F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7706AA" w:rsidRPr="00C26917" w:rsidRDefault="00C64A41" w:rsidP="00C2691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C26917">
        <w:rPr>
          <w:b/>
          <w:szCs w:val="28"/>
        </w:rPr>
        <w:lastRenderedPageBreak/>
        <w:t>3.</w:t>
      </w:r>
      <w:r w:rsidRPr="00C26917">
        <w:rPr>
          <w:szCs w:val="28"/>
        </w:rPr>
        <w:t xml:space="preserve">  </w:t>
      </w:r>
      <w:proofErr w:type="gramStart"/>
      <w:r w:rsidR="007706AA" w:rsidRPr="00C26917">
        <w:rPr>
          <w:szCs w:val="28"/>
        </w:rPr>
        <w:t xml:space="preserve">В связи с тем, что </w:t>
      </w:r>
      <w:r w:rsidR="00CD7620">
        <w:rPr>
          <w:szCs w:val="28"/>
        </w:rPr>
        <w:t xml:space="preserve">в отношении </w:t>
      </w:r>
      <w:r w:rsidR="007072D7">
        <w:t>ОБЩЕСТВА С ОГРАНИЧЕННОЙ ОТВЕТСТВЕННОСТЬЮ «КАПИТАЛ-МЕНЕДЖМЕНТ</w:t>
      </w:r>
      <w:r w:rsidR="007072D7" w:rsidRPr="00E63AAF">
        <w:t>»</w:t>
      </w:r>
      <w:r w:rsidR="007072D7">
        <w:t xml:space="preserve"> (ИНН 5258135717)</w:t>
      </w:r>
      <w:r w:rsidR="007072D7" w:rsidRPr="00091997">
        <w:t xml:space="preserve">, </w:t>
      </w:r>
      <w:r w:rsidR="007072D7">
        <w:br/>
      </w:r>
      <w:r w:rsidR="007072D7" w:rsidRPr="00091997">
        <w:t>г. Нижний Новгород</w:t>
      </w:r>
      <w:r w:rsidR="00CD7620" w:rsidRPr="00254A63">
        <w:rPr>
          <w:bCs/>
          <w:szCs w:val="28"/>
        </w:rPr>
        <w:t>, государственное регулирование в сфере</w:t>
      </w:r>
      <w:r w:rsidR="00CD7620">
        <w:rPr>
          <w:bCs/>
          <w:szCs w:val="28"/>
        </w:rPr>
        <w:t xml:space="preserve"> </w:t>
      </w:r>
      <w:r w:rsidR="00CD7620">
        <w:rPr>
          <w:noProof/>
          <w:szCs w:val="28"/>
        </w:rPr>
        <w:t xml:space="preserve">теплоснабжения </w:t>
      </w:r>
      <w:r w:rsidR="007706AA" w:rsidRPr="00C26917">
        <w:rPr>
          <w:szCs w:val="28"/>
        </w:rPr>
        <w:t xml:space="preserve">ранее не осуществлялось, и </w:t>
      </w:r>
      <w:r w:rsidR="00CD7620">
        <w:rPr>
          <w:szCs w:val="28"/>
        </w:rPr>
        <w:t>на основании пункта</w:t>
      </w:r>
      <w:r w:rsidR="007706AA" w:rsidRPr="00C26917">
        <w:rPr>
          <w:szCs w:val="28"/>
        </w:rPr>
        <w:t> 7 Правил регулирования цен (тарифов) в сфере теплоснабжения, утвержденных постановлением Правительства Российской Федерации от 22 октября 2012 года № 1075,</w:t>
      </w:r>
      <w:r w:rsidR="007706AA" w:rsidRPr="00C26917">
        <w:rPr>
          <w:noProof/>
          <w:szCs w:val="28"/>
        </w:rPr>
        <w:t xml:space="preserve"> т</w:t>
      </w:r>
      <w:r w:rsidR="007706AA" w:rsidRPr="00C26917">
        <w:rPr>
          <w:szCs w:val="28"/>
        </w:rPr>
        <w:t>арифы, установленные пунктом 1 настоящего решения, действуют с 1 </w:t>
      </w:r>
      <w:r w:rsidR="007072D7">
        <w:rPr>
          <w:szCs w:val="28"/>
        </w:rPr>
        <w:t xml:space="preserve">апреля </w:t>
      </w:r>
      <w:r w:rsidR="007072D7">
        <w:rPr>
          <w:szCs w:val="28"/>
        </w:rPr>
        <w:br/>
      </w:r>
      <w:r w:rsidR="007706AA" w:rsidRPr="00C26917">
        <w:rPr>
          <w:szCs w:val="28"/>
        </w:rPr>
        <w:t>по 31</w:t>
      </w:r>
      <w:proofErr w:type="gramEnd"/>
      <w:r w:rsidR="007706AA" w:rsidRPr="00C26917">
        <w:rPr>
          <w:szCs w:val="28"/>
        </w:rPr>
        <w:t xml:space="preserve"> декабря 2018 года включительно.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7072D7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>
        <w:rPr>
          <w:szCs w:val="28"/>
        </w:rPr>
        <w:t xml:space="preserve">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605661">
        <w:tc>
          <w:tcPr>
            <w:tcW w:w="3331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05661" w:rsidRDefault="00605661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Pr="00932817" w:rsidRDefault="00261B49" w:rsidP="007072D7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>
              <w:t xml:space="preserve">от </w:t>
            </w:r>
            <w:r w:rsidR="007072D7">
              <w:t>30 марта</w:t>
            </w:r>
            <w:r w:rsidR="00CD7620">
              <w:t xml:space="preserve"> </w:t>
            </w:r>
            <w:r w:rsidR="009D5B77">
              <w:t>2018</w:t>
            </w:r>
            <w:r w:rsidR="00856C14">
              <w:t xml:space="preserve"> года № </w:t>
            </w:r>
            <w:r w:rsidR="00932817">
              <w:rPr>
                <w:lang w:val="en-US"/>
              </w:rPr>
              <w:t>12/3</w:t>
            </w:r>
            <w:bookmarkStart w:id="2" w:name="_GoBack"/>
            <w:bookmarkEnd w:id="2"/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Default="00856C14" w:rsidP="00856C14">
      <w:pPr>
        <w:rPr>
          <w:sz w:val="20"/>
        </w:rPr>
      </w:pPr>
    </w:p>
    <w:p w:rsidR="00856C14" w:rsidRPr="001425CE" w:rsidRDefault="0049251F" w:rsidP="00CD7620">
      <w:pPr>
        <w:tabs>
          <w:tab w:val="left" w:pos="1897"/>
        </w:tabs>
        <w:jc w:val="center"/>
        <w:rPr>
          <w:b/>
          <w:bCs/>
          <w:szCs w:val="28"/>
        </w:rPr>
      </w:pPr>
      <w:r w:rsidRPr="00CD7620">
        <w:rPr>
          <w:b/>
          <w:bCs/>
          <w:szCs w:val="28"/>
        </w:rPr>
        <w:t>Тарифы на тепловую энергию (мощность)</w:t>
      </w:r>
      <w:r w:rsidRPr="00CD7620">
        <w:rPr>
          <w:b/>
          <w:szCs w:val="28"/>
        </w:rPr>
        <w:t xml:space="preserve">, </w:t>
      </w:r>
      <w:r w:rsidRPr="007072D7">
        <w:rPr>
          <w:b/>
          <w:bCs/>
          <w:szCs w:val="28"/>
        </w:rPr>
        <w:t xml:space="preserve">поставляемую </w:t>
      </w:r>
      <w:r w:rsidR="007072D7" w:rsidRPr="007072D7">
        <w:rPr>
          <w:b/>
        </w:rPr>
        <w:t xml:space="preserve">ОБЩЕСТВОМ </w:t>
      </w:r>
      <w:r w:rsidR="007072D7">
        <w:rPr>
          <w:b/>
        </w:rPr>
        <w:br/>
      </w:r>
      <w:r w:rsidR="007072D7" w:rsidRPr="007072D7">
        <w:rPr>
          <w:b/>
        </w:rPr>
        <w:t>С ОГРАНИЧЕННОЙ ОТВЕТСТВЕННОСТЬЮ «КАПИТАЛ-МЕНЕДЖМЕНТ» (ИНН 5258135717), г. Нижний Новгород</w:t>
      </w:r>
      <w:r w:rsidRPr="007072D7">
        <w:rPr>
          <w:b/>
          <w:bCs/>
          <w:szCs w:val="28"/>
          <w:lang w:eastAsia="en-US"/>
        </w:rPr>
        <w:t xml:space="preserve">, </w:t>
      </w:r>
      <w:r w:rsidRPr="007072D7">
        <w:rPr>
          <w:b/>
          <w:bCs/>
          <w:szCs w:val="28"/>
        </w:rPr>
        <w:t xml:space="preserve"> </w:t>
      </w:r>
      <w:r w:rsidR="007072D7">
        <w:rPr>
          <w:b/>
          <w:bCs/>
          <w:szCs w:val="28"/>
        </w:rPr>
        <w:br/>
      </w:r>
      <w:r w:rsidRPr="007072D7">
        <w:rPr>
          <w:b/>
          <w:bCs/>
          <w:szCs w:val="28"/>
        </w:rPr>
        <w:t>потребителям</w:t>
      </w:r>
      <w:r w:rsidRPr="00CD7620">
        <w:rPr>
          <w:b/>
          <w:bCs/>
          <w:szCs w:val="28"/>
        </w:rPr>
        <w:t xml:space="preserve"> </w:t>
      </w:r>
      <w:r w:rsidR="001425CE" w:rsidRPr="001425CE">
        <w:rPr>
          <w:b/>
          <w:szCs w:val="28"/>
        </w:rPr>
        <w:t>Богородского муниципального района Нижегородской области</w:t>
      </w:r>
    </w:p>
    <w:p w:rsidR="00856C14" w:rsidRPr="00EE7BD8" w:rsidRDefault="00856C14" w:rsidP="00856C14">
      <w:pPr>
        <w:tabs>
          <w:tab w:val="left" w:pos="1616"/>
        </w:tabs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561"/>
        <w:gridCol w:w="2694"/>
        <w:gridCol w:w="850"/>
        <w:gridCol w:w="1134"/>
        <w:gridCol w:w="1134"/>
      </w:tblGrid>
      <w:tr w:rsidR="00261B49" w:rsidRPr="00261B49" w:rsidTr="00261B49">
        <w:tc>
          <w:tcPr>
            <w:tcW w:w="516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0566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60566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61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694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268" w:type="dxa"/>
            <w:gridSpan w:val="2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261B49" w:rsidRPr="00261B49" w:rsidTr="00261B49">
        <w:tc>
          <w:tcPr>
            <w:tcW w:w="516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1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261B49" w:rsidRPr="00605661" w:rsidRDefault="00261B49" w:rsidP="007072D7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 </w:t>
            </w:r>
            <w:r w:rsidRPr="00605661">
              <w:rPr>
                <w:b/>
                <w:sz w:val="18"/>
                <w:szCs w:val="18"/>
              </w:rPr>
              <w:t xml:space="preserve">с 1 </w:t>
            </w:r>
            <w:r w:rsidR="007072D7">
              <w:rPr>
                <w:b/>
                <w:sz w:val="18"/>
                <w:szCs w:val="18"/>
              </w:rPr>
              <w:t>апреля</w:t>
            </w:r>
            <w:r w:rsidRPr="00605661">
              <w:rPr>
                <w:b/>
                <w:sz w:val="18"/>
                <w:szCs w:val="18"/>
              </w:rPr>
              <w:t xml:space="preserve"> по 30 июня</w:t>
            </w:r>
          </w:p>
        </w:tc>
        <w:tc>
          <w:tcPr>
            <w:tcW w:w="1134" w:type="dxa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с 1 июля по 31 декабря</w:t>
            </w:r>
          </w:p>
        </w:tc>
      </w:tr>
      <w:tr w:rsidR="00261B49" w:rsidRPr="00261B49" w:rsidTr="00261B49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</w:t>
            </w:r>
          </w:p>
        </w:tc>
        <w:tc>
          <w:tcPr>
            <w:tcW w:w="3561" w:type="dxa"/>
            <w:vMerge w:val="restart"/>
          </w:tcPr>
          <w:p w:rsidR="00261B49" w:rsidRPr="007072D7" w:rsidRDefault="007072D7" w:rsidP="00CD76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</w:t>
            </w:r>
            <w:r w:rsidRPr="007072D7">
              <w:rPr>
                <w:sz w:val="22"/>
                <w:szCs w:val="22"/>
              </w:rPr>
              <w:t xml:space="preserve"> С ОГРАНИЧЕННОЙ ОТВЕТСТВЕННОСТЬЮ «КАПИТАЛ-МЕНЕДЖМЕНТ» (ИНН 5258135717), г. Нижний Новгород</w:t>
            </w:r>
          </w:p>
        </w:tc>
        <w:tc>
          <w:tcPr>
            <w:tcW w:w="5812" w:type="dxa"/>
            <w:gridSpan w:val="4"/>
          </w:tcPr>
          <w:p w:rsidR="00261B49" w:rsidRPr="00605661" w:rsidRDefault="00A237B9" w:rsidP="00CD7620">
            <w:pPr>
              <w:jc w:val="both"/>
              <w:rPr>
                <w:b/>
                <w:bCs/>
                <w:sz w:val="22"/>
                <w:szCs w:val="22"/>
              </w:rPr>
            </w:pPr>
            <w:r w:rsidRPr="00B71833">
              <w:rPr>
                <w:b/>
                <w:bCs/>
                <w:sz w:val="22"/>
                <w:szCs w:val="22"/>
              </w:rPr>
              <w:t xml:space="preserve">Для </w:t>
            </w:r>
            <w:r w:rsidRPr="00B64FD2">
              <w:rPr>
                <w:b/>
                <w:bCs/>
                <w:sz w:val="22"/>
                <w:szCs w:val="22"/>
              </w:rPr>
              <w:t>потребителей, в случае отсутствия дифференциации</w:t>
            </w:r>
            <w:r w:rsidRPr="00B71833">
              <w:rPr>
                <w:b/>
                <w:bCs/>
                <w:sz w:val="22"/>
                <w:szCs w:val="22"/>
              </w:rPr>
              <w:t xml:space="preserve"> тарифов по схеме подключения</w:t>
            </w:r>
            <w:r w:rsidR="0053720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61B49" w:rsidRPr="00261B49" w:rsidTr="00F8649A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1.1.</w:t>
            </w:r>
          </w:p>
        </w:tc>
        <w:tc>
          <w:tcPr>
            <w:tcW w:w="3561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261B49" w:rsidRPr="00605661" w:rsidRDefault="00261B49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  <w:vAlign w:val="center"/>
          </w:tcPr>
          <w:p w:rsidR="00261B49" w:rsidRPr="001C268F" w:rsidRDefault="00261B49" w:rsidP="00F8649A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261B49" w:rsidRPr="000076D2" w:rsidRDefault="00F8649A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0076D2">
              <w:rPr>
                <w:sz w:val="24"/>
                <w:szCs w:val="24"/>
              </w:rPr>
              <w:t>2431,78</w:t>
            </w:r>
          </w:p>
        </w:tc>
        <w:tc>
          <w:tcPr>
            <w:tcW w:w="1134" w:type="dxa"/>
            <w:vAlign w:val="center"/>
          </w:tcPr>
          <w:p w:rsidR="00261B49" w:rsidRPr="000076D2" w:rsidRDefault="00F8649A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0076D2">
              <w:rPr>
                <w:rFonts w:eastAsiaTheme="minorEastAsia"/>
                <w:bCs/>
                <w:iCs/>
                <w:color w:val="000000"/>
                <w:sz w:val="24"/>
                <w:szCs w:val="24"/>
              </w:rPr>
              <w:t>2526,6</w:t>
            </w:r>
            <w:r w:rsidR="00D4389F" w:rsidRPr="000076D2">
              <w:rPr>
                <w:rFonts w:eastAsiaTheme="minorEastAsia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261B49" w:rsidRPr="00261B49" w:rsidTr="00261B49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61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261B49" w:rsidRPr="00261B49" w:rsidRDefault="00261B49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261B49" w:rsidRPr="00261B49" w:rsidTr="00F8649A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1.2.</w:t>
            </w:r>
          </w:p>
        </w:tc>
        <w:tc>
          <w:tcPr>
            <w:tcW w:w="3561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261B49" w:rsidRPr="00605661" w:rsidRDefault="00261B49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  <w:vAlign w:val="center"/>
          </w:tcPr>
          <w:p w:rsidR="00261B49" w:rsidRPr="001C268F" w:rsidRDefault="00261B49" w:rsidP="00F8649A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261B49" w:rsidRPr="000076D2" w:rsidRDefault="00F8649A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0076D2">
              <w:rPr>
                <w:sz w:val="24"/>
                <w:szCs w:val="24"/>
              </w:rPr>
              <w:t>2431,78</w:t>
            </w:r>
          </w:p>
        </w:tc>
        <w:tc>
          <w:tcPr>
            <w:tcW w:w="1134" w:type="dxa"/>
            <w:vAlign w:val="center"/>
          </w:tcPr>
          <w:p w:rsidR="00261B49" w:rsidRPr="000076D2" w:rsidRDefault="00F8649A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0076D2">
              <w:rPr>
                <w:rFonts w:eastAsiaTheme="minorEastAsia"/>
                <w:bCs/>
                <w:iCs/>
                <w:color w:val="000000"/>
                <w:sz w:val="24"/>
                <w:szCs w:val="24"/>
              </w:rPr>
              <w:t>2526,6</w:t>
            </w:r>
            <w:r w:rsidR="00D4389F" w:rsidRPr="000076D2">
              <w:rPr>
                <w:rFonts w:eastAsiaTheme="minorEastAsia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856C14" w:rsidRPr="00856C14" w:rsidRDefault="00856C14" w:rsidP="00856C14">
      <w:pPr>
        <w:tabs>
          <w:tab w:val="left" w:pos="4162"/>
        </w:tabs>
        <w:rPr>
          <w:szCs w:val="28"/>
        </w:rPr>
      </w:pPr>
    </w:p>
    <w:sectPr w:rsidR="00856C14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FE" w:rsidRDefault="007C0DFE">
      <w:r>
        <w:separator/>
      </w:r>
    </w:p>
  </w:endnote>
  <w:endnote w:type="continuationSeparator" w:id="0">
    <w:p w:rsidR="007C0DFE" w:rsidRDefault="007C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FE" w:rsidRDefault="007C0DFE">
      <w:r>
        <w:separator/>
      </w:r>
    </w:p>
  </w:footnote>
  <w:footnote w:type="continuationSeparator" w:id="0">
    <w:p w:rsidR="007C0DFE" w:rsidRDefault="007C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32817">
      <w:rPr>
        <w:rStyle w:val="a9"/>
        <w:noProof/>
      </w:rPr>
      <w:t>3</w: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93281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7C0DFE" w:rsidRPr="00E52B15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7C0DFE" w:rsidRDefault="007C0DFE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7C0DFE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7C0DFE" w:rsidRPr="002B6128" w:rsidRDefault="007C0DFE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7C0DFE" w:rsidRDefault="007C0DFE" w:rsidP="00276416">
                <w:pPr>
                  <w:ind w:right="-70"/>
                  <w:rPr>
                    <w:sz w:val="20"/>
                  </w:rPr>
                </w:pPr>
              </w:p>
              <w:p w:rsidR="007C0DFE" w:rsidRPr="001772E6" w:rsidRDefault="007C0DFE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7C0DFE" w:rsidRDefault="007C0DFE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688A"/>
    <w:rsid w:val="0000703E"/>
    <w:rsid w:val="000074BC"/>
    <w:rsid w:val="000076D2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7DE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5CE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86D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268F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23D"/>
    <w:rsid w:val="00207AE1"/>
    <w:rsid w:val="002100ED"/>
    <w:rsid w:val="00210405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7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209"/>
    <w:rsid w:val="00540128"/>
    <w:rsid w:val="0054056C"/>
    <w:rsid w:val="00540D7F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661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5936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2D7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6AA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DFE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817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0AC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7B9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390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B5B"/>
    <w:rsid w:val="00C23E62"/>
    <w:rsid w:val="00C2414D"/>
    <w:rsid w:val="00C2444E"/>
    <w:rsid w:val="00C253A8"/>
    <w:rsid w:val="00C26917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620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89F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49A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6ECFDF709A800A82B3B59128C052AEE4214D89D324DC5548A875CE51892C6915C11BD03B688D145cDb8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129</TotalTime>
  <Pages>3</Pages>
  <Words>330</Words>
  <Characters>2674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39</cp:revision>
  <cp:lastPrinted>2018-01-24T06:41:00Z</cp:lastPrinted>
  <dcterms:created xsi:type="dcterms:W3CDTF">2017-05-15T12:40:00Z</dcterms:created>
  <dcterms:modified xsi:type="dcterms:W3CDTF">2018-03-30T09:00:00Z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