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69696D" w:rsidP="0053360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533608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9696D" w:rsidP="00AE134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E134A">
              <w:t>10</w:t>
            </w:r>
            <w:r w:rsidR="00AE134A">
              <w:rPr>
                <w:lang w:val="en-US"/>
              </w:rPr>
              <w:t>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69696D" w:rsidP="0053360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427D62">
              <w:rPr>
                <w:noProof/>
              </w:rPr>
              <w:t xml:space="preserve">Об установлении </w:t>
            </w:r>
            <w:r w:rsidR="002F2572">
              <w:rPr>
                <w:noProof/>
              </w:rPr>
              <w:t>на 2018-202</w:t>
            </w:r>
            <w:r w:rsidR="009D5192">
              <w:rPr>
                <w:noProof/>
              </w:rPr>
              <w:t>7</w:t>
            </w:r>
            <w:r w:rsidR="002F2572">
              <w:rPr>
                <w:noProof/>
              </w:rPr>
              <w:t xml:space="preserve"> г</w:t>
            </w:r>
            <w:r w:rsidR="00533608">
              <w:rPr>
                <w:noProof/>
              </w:rPr>
              <w:t>оды</w:t>
            </w:r>
            <w:r w:rsidR="002F2572">
              <w:rPr>
                <w:noProof/>
              </w:rPr>
              <w:t xml:space="preserve"> </w:t>
            </w:r>
            <w:r w:rsidR="00427D62">
              <w:rPr>
                <w:noProof/>
              </w:rPr>
              <w:t>требований к программ</w:t>
            </w:r>
            <w:r w:rsidR="00B4513D">
              <w:rPr>
                <w:noProof/>
              </w:rPr>
              <w:t>е</w:t>
            </w:r>
            <w:r w:rsidR="00427D62">
              <w:rPr>
                <w:noProof/>
              </w:rPr>
              <w:t xml:space="preserve"> в области энергосбережения и повышения энергетической эффективности в сфере теплоснабжения </w:t>
            </w:r>
            <w:r w:rsidR="009D5192" w:rsidRPr="009D5192">
              <w:rPr>
                <w:noProof/>
              </w:rPr>
              <w:t>ОБЩЕСТВ</w:t>
            </w:r>
            <w:r w:rsidR="009D5192">
              <w:rPr>
                <w:noProof/>
              </w:rPr>
              <w:t>А</w:t>
            </w:r>
            <w:r w:rsidR="009D5192" w:rsidRPr="009D5192">
              <w:rPr>
                <w:noProof/>
              </w:rPr>
              <w:t xml:space="preserve"> С ОГРАНИЧЕННОЙ ОТВЕТСТВЕННОСТЬЮ </w:t>
            </w:r>
            <w:r w:rsidR="00533608" w:rsidRPr="00533608">
              <w:rPr>
                <w:noProof/>
              </w:rPr>
              <w:t>«УПРАВЛЯЮЩАЯ КОМПАНИЯ «НИЖЕГОРОДСКАЯ ОБЛАСТНАЯ КОММУНАЛЬНАЯ КОМПАНИЯ»,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533608">
      <w:pPr>
        <w:tabs>
          <w:tab w:val="left" w:pos="1897"/>
        </w:tabs>
        <w:jc w:val="center"/>
      </w:pPr>
    </w:p>
    <w:p w:rsidR="00597467" w:rsidRDefault="00597467" w:rsidP="00252D0D">
      <w:pPr>
        <w:tabs>
          <w:tab w:val="left" w:pos="1897"/>
        </w:tabs>
        <w:ind w:firstLine="709"/>
      </w:pPr>
    </w:p>
    <w:p w:rsidR="00427D62" w:rsidRPr="00427D62" w:rsidRDefault="00427D62" w:rsidP="00533608">
      <w:pPr>
        <w:pStyle w:val="a9"/>
        <w:spacing w:line="276" w:lineRule="auto"/>
        <w:ind w:firstLine="720"/>
      </w:pPr>
      <w:r w:rsidRPr="00427D62">
        <w:t xml:space="preserve">В соответствии с Федеральным </w:t>
      </w:r>
      <w:hyperlink r:id="rId10" w:history="1">
        <w:r w:rsidRPr="00427D62">
          <w:rPr>
            <w:rStyle w:val="a5"/>
          </w:rPr>
          <w:t>законом</w:t>
        </w:r>
      </w:hyperlink>
      <w:r w:rsidRPr="00427D62">
        <w:t xml:space="preserve"> от 23 ноября 2009 года № 261-ФЗ </w:t>
      </w:r>
      <w:r w:rsidRPr="00427D62">
        <w:br/>
        <w:t xml:space="preserve">«Об энергосбережении </w:t>
      </w:r>
      <w:proofErr w:type="gramStart"/>
      <w:r w:rsidRPr="00427D62">
        <w:t>и</w:t>
      </w:r>
      <w:proofErr w:type="gramEnd"/>
      <w:r w:rsidRPr="00427D62">
        <w:t xml:space="preserve"> о повышении энергетической эффективности </w:t>
      </w:r>
      <w:r w:rsidR="00533608">
        <w:br/>
      </w:r>
      <w:r w:rsidRPr="00427D62">
        <w:t xml:space="preserve">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427D62">
        <w:t xml:space="preserve">№ 171 «Об утверждении </w:t>
      </w:r>
      <w:hyperlink r:id="rId11" w:history="1">
        <w:proofErr w:type="gramStart"/>
        <w:r w:rsidRPr="00427D62">
          <w:rPr>
            <w:rStyle w:val="a5"/>
          </w:rPr>
          <w:t>Положени</w:t>
        </w:r>
      </w:hyperlink>
      <w:r w:rsidRPr="00427D62">
        <w:t>я</w:t>
      </w:r>
      <w:proofErr w:type="gramEnd"/>
      <w:r w:rsidRPr="00427D62">
        <w:t xml:space="preserve"> о региональной службе по тарифам Нижегородской области»:</w:t>
      </w:r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t>1.</w:t>
      </w:r>
      <w:r w:rsidRPr="00427D62">
        <w:rPr>
          <w:szCs w:val="28"/>
        </w:rPr>
        <w:t xml:space="preserve"> Установить </w:t>
      </w:r>
      <w:r w:rsidR="002F2572">
        <w:rPr>
          <w:szCs w:val="28"/>
        </w:rPr>
        <w:t>на 2018-202</w:t>
      </w:r>
      <w:r w:rsidR="009D5192">
        <w:rPr>
          <w:szCs w:val="28"/>
        </w:rPr>
        <w:t>7</w:t>
      </w:r>
      <w:r w:rsidR="002F2572">
        <w:rPr>
          <w:szCs w:val="28"/>
        </w:rPr>
        <w:t xml:space="preserve"> </w:t>
      </w:r>
      <w:proofErr w:type="gramStart"/>
      <w:r w:rsidR="002F2572">
        <w:rPr>
          <w:szCs w:val="28"/>
        </w:rPr>
        <w:t>годы</w:t>
      </w:r>
      <w:proofErr w:type="gramEnd"/>
      <w:r w:rsidR="002F2572">
        <w:rPr>
          <w:szCs w:val="28"/>
        </w:rPr>
        <w:t xml:space="preserve"> </w:t>
      </w:r>
      <w:r w:rsidRPr="00427D62">
        <w:rPr>
          <w:szCs w:val="28"/>
        </w:rPr>
        <w:t>следующие требования к программ</w:t>
      </w:r>
      <w:r w:rsidR="002F2572">
        <w:rPr>
          <w:szCs w:val="28"/>
        </w:rPr>
        <w:t>е</w:t>
      </w:r>
      <w:r w:rsidRPr="00427D62">
        <w:rPr>
          <w:szCs w:val="28"/>
        </w:rPr>
        <w:t xml:space="preserve"> в области энергосбережения и повышения энергетической эффективности в сфере теплоснабжения </w:t>
      </w:r>
      <w:r w:rsidR="009D5192" w:rsidRPr="009D5192">
        <w:rPr>
          <w:noProof/>
        </w:rPr>
        <w:t>ОБЩЕСТВ</w:t>
      </w:r>
      <w:r w:rsidR="009D5192">
        <w:rPr>
          <w:noProof/>
        </w:rPr>
        <w:t>А</w:t>
      </w:r>
      <w:r w:rsidR="009D5192" w:rsidRPr="009D5192">
        <w:rPr>
          <w:noProof/>
        </w:rPr>
        <w:t xml:space="preserve"> С ОГРАНИЧЕННОЙ ОТВЕТСТВЕННОСТЬЮ </w:t>
      </w:r>
      <w:r w:rsidR="009D5192">
        <w:rPr>
          <w:noProof/>
        </w:rPr>
        <w:t>«</w:t>
      </w:r>
      <w:r w:rsidR="009D5192" w:rsidRPr="009D5192">
        <w:rPr>
          <w:noProof/>
        </w:rPr>
        <w:t xml:space="preserve">УПРАВЛЯЮЩАЯ КОМПАНИЯ </w:t>
      </w:r>
      <w:r w:rsidR="009D5192">
        <w:rPr>
          <w:noProof/>
        </w:rPr>
        <w:t>«</w:t>
      </w:r>
      <w:r w:rsidR="009D5192" w:rsidRPr="009D5192">
        <w:rPr>
          <w:noProof/>
        </w:rPr>
        <w:t>НИЖЕГОРОДСКАЯ ОБЛАСТНАЯ КОММУНАЛЬНАЯ КОМПАНИЯ</w:t>
      </w:r>
      <w:r w:rsidR="009D5192">
        <w:rPr>
          <w:noProof/>
        </w:rPr>
        <w:t>»</w:t>
      </w:r>
      <w:r w:rsidR="009D5192" w:rsidRPr="009D5192">
        <w:rPr>
          <w:noProof/>
        </w:rPr>
        <w:t>, г. Нижний Новгород</w:t>
      </w:r>
      <w:r w:rsidRPr="00427D62">
        <w:rPr>
          <w:szCs w:val="28"/>
        </w:rPr>
        <w:t>:</w:t>
      </w:r>
    </w:p>
    <w:p w:rsidR="00427D62" w:rsidRPr="00427D62" w:rsidRDefault="00427D62" w:rsidP="00533608">
      <w:pPr>
        <w:spacing w:line="276" w:lineRule="auto"/>
        <w:ind w:firstLine="720"/>
        <w:jc w:val="both"/>
        <w:rPr>
          <w:b/>
          <w:szCs w:val="28"/>
        </w:rPr>
      </w:pPr>
      <w:r w:rsidRPr="00427D62">
        <w:rPr>
          <w:b/>
          <w:szCs w:val="28"/>
        </w:rPr>
        <w:t>1.1.</w:t>
      </w:r>
      <w:r w:rsidRPr="00427D62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кг</w:t>
            </w:r>
            <w:proofErr w:type="gramStart"/>
            <w:r w:rsidRPr="003C5E21">
              <w:rPr>
                <w:sz w:val="22"/>
                <w:szCs w:val="22"/>
              </w:rPr>
              <w:t>.у</w:t>
            </w:r>
            <w:proofErr w:type="gramEnd"/>
            <w:r w:rsidRPr="003C5E21">
              <w:rPr>
                <w:sz w:val="22"/>
                <w:szCs w:val="22"/>
              </w:rPr>
              <w:t>.т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3C5E21">
              <w:rPr>
                <w:sz w:val="22"/>
                <w:szCs w:val="22"/>
              </w:rPr>
              <w:t>Гкал/м</w:t>
            </w:r>
            <w:proofErr w:type="gramStart"/>
            <w:r w:rsidRPr="003C5E2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Величина технологических потерь при передаче тепловой энергии, </w:t>
            </w:r>
            <w:r w:rsidRPr="003C5E21">
              <w:rPr>
                <w:sz w:val="22"/>
                <w:szCs w:val="22"/>
              </w:rPr>
              <w:lastRenderedPageBreak/>
              <w:t>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lastRenderedPageBreak/>
              <w:t>Гкал</w:t>
            </w:r>
          </w:p>
        </w:tc>
      </w:tr>
    </w:tbl>
    <w:p w:rsidR="00427D62" w:rsidRPr="00427D62" w:rsidRDefault="00427D62" w:rsidP="00427D62">
      <w:pPr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lastRenderedPageBreak/>
        <w:t>1.2.</w:t>
      </w:r>
      <w:r w:rsidRPr="00427D62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кВт</w:t>
            </w:r>
            <w:proofErr w:type="gramStart"/>
            <w:r w:rsidRPr="003C5E21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т.у.</w:t>
            </w:r>
            <w:proofErr w:type="gramStart"/>
            <w:r w:rsidRPr="003C5E21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</w:tbl>
    <w:p w:rsidR="00427D62" w:rsidRDefault="00427D62" w:rsidP="00427D62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427D62">
        <w:rPr>
          <w:b/>
          <w:sz w:val="28"/>
          <w:szCs w:val="28"/>
        </w:rPr>
        <w:t>1.3.</w:t>
      </w:r>
      <w:r w:rsidRPr="00427D62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№ </w:t>
            </w:r>
            <w:proofErr w:type="gramStart"/>
            <w:r w:rsidRPr="00DC41BE">
              <w:rPr>
                <w:sz w:val="22"/>
                <w:szCs w:val="22"/>
              </w:rPr>
              <w:t>п</w:t>
            </w:r>
            <w:proofErr w:type="gramEnd"/>
            <w:r w:rsidRPr="00DC41BE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Сроки их проведения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6D76E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C41BE">
              <w:rPr>
                <w:sz w:val="22"/>
                <w:szCs w:val="22"/>
              </w:rPr>
              <w:t>-202</w:t>
            </w:r>
            <w:r w:rsidR="006D76EF">
              <w:rPr>
                <w:sz w:val="22"/>
                <w:szCs w:val="22"/>
              </w:rPr>
              <w:t>7</w:t>
            </w:r>
            <w:r w:rsidRPr="00DC41BE">
              <w:rPr>
                <w:sz w:val="22"/>
                <w:szCs w:val="22"/>
              </w:rPr>
              <w:t xml:space="preserve"> </w:t>
            </w:r>
            <w:proofErr w:type="spellStart"/>
            <w:r w:rsidRPr="00DC41BE">
              <w:rPr>
                <w:sz w:val="22"/>
                <w:szCs w:val="22"/>
              </w:rPr>
              <w:t>г.</w:t>
            </w:r>
            <w:proofErr w:type="gramStart"/>
            <w:r w:rsidRPr="00DC41BE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DC41BE">
              <w:rPr>
                <w:sz w:val="22"/>
                <w:szCs w:val="22"/>
              </w:rPr>
              <w:t>энергоэффективного</w:t>
            </w:r>
            <w:proofErr w:type="spellEnd"/>
            <w:r w:rsidRPr="00DC41BE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DC41BE">
              <w:rPr>
                <w:sz w:val="22"/>
                <w:szCs w:val="22"/>
              </w:rPr>
              <w:t>энергоэффективного</w:t>
            </w:r>
            <w:proofErr w:type="spellEnd"/>
            <w:r w:rsidRPr="00DC41BE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DC41BE">
              <w:rPr>
                <w:sz w:val="22"/>
                <w:szCs w:val="22"/>
              </w:rPr>
              <w:t>применени</w:t>
            </w:r>
            <w:r w:rsidRPr="00DC41BE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sz w:val="22"/>
                <w:szCs w:val="22"/>
              </w:rPr>
              <w:t>е</w:t>
            </w:r>
            <w:proofErr w:type="gramEnd"/>
            <w:r w:rsidRPr="00DC41BE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Merge w:val="restart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Merge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EE4A6D" w:rsidRPr="002625FC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2625FC">
              <w:rPr>
                <w:sz w:val="22"/>
                <w:szCs w:val="22"/>
              </w:rPr>
              <w:t xml:space="preserve">- не менее </w:t>
            </w:r>
            <w:r>
              <w:rPr>
                <w:sz w:val="22"/>
                <w:szCs w:val="22"/>
              </w:rPr>
              <w:t>3</w:t>
            </w:r>
            <w:r w:rsidRPr="002625FC">
              <w:rPr>
                <w:sz w:val="22"/>
                <w:szCs w:val="22"/>
              </w:rPr>
              <w:t>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</w:tr>
      <w:tr w:rsidR="00EE4A6D" w:rsidRPr="003244CE" w:rsidTr="007C03EC">
        <w:tc>
          <w:tcPr>
            <w:tcW w:w="675" w:type="dxa"/>
            <w:vMerge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2019 год</w:t>
            </w:r>
          </w:p>
        </w:tc>
      </w:tr>
      <w:tr w:rsidR="00EE4A6D" w:rsidRPr="003244CE" w:rsidTr="007C03EC">
        <w:tc>
          <w:tcPr>
            <w:tcW w:w="675" w:type="dxa"/>
            <w:vMerge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2020 год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6D76E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C41BE">
              <w:rPr>
                <w:sz w:val="22"/>
                <w:szCs w:val="22"/>
              </w:rPr>
              <w:t>-202</w:t>
            </w:r>
            <w:r w:rsidR="006D76EF">
              <w:rPr>
                <w:sz w:val="22"/>
                <w:szCs w:val="22"/>
              </w:rPr>
              <w:t>7</w:t>
            </w:r>
            <w:r w:rsidRPr="00DC41BE">
              <w:rPr>
                <w:sz w:val="22"/>
                <w:szCs w:val="22"/>
              </w:rPr>
              <w:t xml:space="preserve"> </w:t>
            </w:r>
            <w:proofErr w:type="spellStart"/>
            <w:r w:rsidRPr="00DC41BE">
              <w:rPr>
                <w:sz w:val="22"/>
                <w:szCs w:val="22"/>
              </w:rPr>
              <w:t>г.г</w:t>
            </w:r>
            <w:proofErr w:type="spellEnd"/>
            <w:r w:rsidRPr="00DC41BE">
              <w:rPr>
                <w:sz w:val="22"/>
                <w:szCs w:val="22"/>
              </w:rPr>
              <w:t>.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EE4A6D" w:rsidRPr="003244CE" w:rsidTr="007C03EC">
        <w:tc>
          <w:tcPr>
            <w:tcW w:w="675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1666" w:type="dxa"/>
            <w:vAlign w:val="center"/>
          </w:tcPr>
          <w:p w:rsidR="00EE4A6D" w:rsidRPr="00DC41BE" w:rsidRDefault="00EE4A6D" w:rsidP="007C03E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</w:tbl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 xml:space="preserve">2. </w:t>
      </w:r>
      <w:r w:rsidRPr="00427D62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3.</w:t>
      </w:r>
      <w:r w:rsidRPr="00427D62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</w:t>
      </w:r>
      <w:r w:rsidR="008F3575">
        <w:rPr>
          <w:szCs w:val="28"/>
        </w:rPr>
        <w:t>е</w:t>
      </w:r>
      <w:r w:rsidRPr="00427D62">
        <w:rPr>
          <w:szCs w:val="28"/>
        </w:rPr>
        <w:t xml:space="preserve"> отдельно в отношении каждого мероприятия в следующем порядке:</w:t>
      </w:r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</w:t>
      </w:r>
      <w:r w:rsidRPr="00427D62">
        <w:rPr>
          <w:szCs w:val="28"/>
        </w:rPr>
        <w:lastRenderedPageBreak/>
        <w:t>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</w:t>
      </w:r>
      <w:r w:rsidR="008F3575">
        <w:rPr>
          <w:szCs w:val="28"/>
        </w:rPr>
        <w:t>ы</w:t>
      </w:r>
      <w:r w:rsidRPr="00427D62">
        <w:rPr>
          <w:szCs w:val="28"/>
        </w:rPr>
        <w:t xml:space="preserve">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4.</w:t>
      </w:r>
      <w:r w:rsidRPr="00427D62">
        <w:rPr>
          <w:szCs w:val="28"/>
        </w:rPr>
        <w:t xml:space="preserve"> </w:t>
      </w:r>
      <w:r w:rsidR="009D5192" w:rsidRPr="009D5192">
        <w:rPr>
          <w:noProof/>
        </w:rPr>
        <w:t>ОБЩЕСТВ</w:t>
      </w:r>
      <w:r w:rsidR="009D5192">
        <w:rPr>
          <w:noProof/>
        </w:rPr>
        <w:t>У</w:t>
      </w:r>
      <w:r w:rsidR="009D5192" w:rsidRPr="009D5192">
        <w:rPr>
          <w:noProof/>
        </w:rPr>
        <w:t xml:space="preserve"> С ОГРАНИЧЕННОЙ ОТВЕТСТВЕННОСТЬЮ </w:t>
      </w:r>
      <w:r w:rsidR="009D5192">
        <w:rPr>
          <w:noProof/>
        </w:rPr>
        <w:t>«</w:t>
      </w:r>
      <w:r w:rsidR="009D5192" w:rsidRPr="009D5192">
        <w:rPr>
          <w:noProof/>
        </w:rPr>
        <w:t xml:space="preserve">УПРАВЛЯЮЩАЯ КОМПАНИЯ </w:t>
      </w:r>
      <w:r w:rsidR="009D5192">
        <w:rPr>
          <w:noProof/>
        </w:rPr>
        <w:t>«</w:t>
      </w:r>
      <w:r w:rsidR="009D5192" w:rsidRPr="009D5192">
        <w:rPr>
          <w:noProof/>
        </w:rPr>
        <w:t>НИЖЕГОРОДСКАЯ ОБЛАСТНАЯ КОММУНАЛЬНАЯ КОМПАНИЯ</w:t>
      </w:r>
      <w:r w:rsidR="009D5192">
        <w:rPr>
          <w:noProof/>
        </w:rPr>
        <w:t>»</w:t>
      </w:r>
      <w:r w:rsidR="009D5192" w:rsidRPr="009D5192">
        <w:rPr>
          <w:noProof/>
        </w:rPr>
        <w:t>, г. Нижний Новгород</w:t>
      </w:r>
      <w:r w:rsidRPr="00427D62">
        <w:rPr>
          <w:szCs w:val="28"/>
        </w:rPr>
        <w:t xml:space="preserve">, в течение 3 месяцев </w:t>
      </w:r>
      <w:r w:rsidR="00533608">
        <w:rPr>
          <w:szCs w:val="28"/>
        </w:rPr>
        <w:br/>
      </w:r>
      <w:proofErr w:type="gramStart"/>
      <w:r w:rsidRPr="00427D62">
        <w:rPr>
          <w:szCs w:val="28"/>
        </w:rPr>
        <w:t>с даты принятия</w:t>
      </w:r>
      <w:proofErr w:type="gramEnd"/>
      <w:r w:rsidRPr="00427D62">
        <w:rPr>
          <w:szCs w:val="28"/>
        </w:rPr>
        <w:t xml:space="preserve"> насто</w:t>
      </w:r>
      <w:r w:rsidR="008F3575">
        <w:rPr>
          <w:szCs w:val="28"/>
        </w:rPr>
        <w:t>ящего решения привести программу</w:t>
      </w:r>
      <w:r w:rsidRPr="00427D62">
        <w:rPr>
          <w:szCs w:val="28"/>
        </w:rPr>
        <w:t xml:space="preserve">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427D62" w:rsidRPr="00427D62" w:rsidRDefault="00427D62" w:rsidP="0053360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5.</w:t>
      </w:r>
      <w:r w:rsidRPr="00427D62">
        <w:rPr>
          <w:szCs w:val="28"/>
        </w:rPr>
        <w:t xml:space="preserve"> </w:t>
      </w:r>
      <w:proofErr w:type="gramStart"/>
      <w:r w:rsidR="009D5192" w:rsidRPr="009D5192">
        <w:rPr>
          <w:noProof/>
        </w:rPr>
        <w:t>ОБЩЕСТВ</w:t>
      </w:r>
      <w:r w:rsidR="009D5192">
        <w:rPr>
          <w:noProof/>
        </w:rPr>
        <w:t>У</w:t>
      </w:r>
      <w:r w:rsidR="009D5192" w:rsidRPr="009D5192">
        <w:rPr>
          <w:noProof/>
        </w:rPr>
        <w:t xml:space="preserve"> С ОГРАНИЧЕННОЙ ОТВЕТСТВЕННОСТЬЮ </w:t>
      </w:r>
      <w:r w:rsidR="009D5192">
        <w:rPr>
          <w:noProof/>
        </w:rPr>
        <w:t>«</w:t>
      </w:r>
      <w:r w:rsidR="009D5192" w:rsidRPr="009D5192">
        <w:rPr>
          <w:noProof/>
        </w:rPr>
        <w:t xml:space="preserve">УПРАВЛЯЮЩАЯ КОМПАНИЯ </w:t>
      </w:r>
      <w:r w:rsidR="009D5192">
        <w:rPr>
          <w:noProof/>
        </w:rPr>
        <w:t>«</w:t>
      </w:r>
      <w:r w:rsidR="009D5192" w:rsidRPr="009D5192">
        <w:rPr>
          <w:noProof/>
        </w:rPr>
        <w:t>НИЖЕГОРОДСКАЯ ОБЛАСТНАЯ КОММУНАЛЬНАЯ КОМПАНИЯ</w:t>
      </w:r>
      <w:r w:rsidR="009D5192">
        <w:rPr>
          <w:noProof/>
        </w:rPr>
        <w:t>»</w:t>
      </w:r>
      <w:r w:rsidR="009D5192" w:rsidRPr="009D5192">
        <w:rPr>
          <w:noProof/>
        </w:rPr>
        <w:t>, г. Нижний Новгород</w:t>
      </w:r>
      <w:r w:rsidRPr="00427D62">
        <w:rPr>
          <w:szCs w:val="28"/>
        </w:rPr>
        <w:t xml:space="preserve">, ежегодно не позднее </w:t>
      </w:r>
      <w:r w:rsidR="00533608">
        <w:rPr>
          <w:szCs w:val="28"/>
        </w:rPr>
        <w:br/>
      </w:r>
      <w:r w:rsidRPr="00427D62">
        <w:rPr>
          <w:szCs w:val="28"/>
        </w:rPr>
        <w:t>1 февраля года, следующего за отчетным, представлять отчеты о фактическом исполнении требований к программ</w:t>
      </w:r>
      <w:r w:rsidR="008F3575">
        <w:rPr>
          <w:szCs w:val="28"/>
        </w:rPr>
        <w:t>е</w:t>
      </w:r>
      <w:bookmarkStart w:id="2" w:name="_GoBack"/>
      <w:bookmarkEnd w:id="2"/>
      <w:r w:rsidRPr="00427D62">
        <w:rPr>
          <w:szCs w:val="28"/>
        </w:rPr>
        <w:t xml:space="preserve"> в области энергосбережения и повышения энергетической эффективности.</w:t>
      </w:r>
      <w:proofErr w:type="gramEnd"/>
    </w:p>
    <w:p w:rsidR="00427D62" w:rsidRPr="00427D62" w:rsidRDefault="00427D62" w:rsidP="00533608">
      <w:pPr>
        <w:spacing w:line="276" w:lineRule="auto"/>
        <w:ind w:firstLine="709"/>
        <w:rPr>
          <w:szCs w:val="28"/>
        </w:rPr>
      </w:pPr>
      <w:r w:rsidRPr="00427D62">
        <w:rPr>
          <w:b/>
          <w:szCs w:val="28"/>
        </w:rPr>
        <w:t>6.</w:t>
      </w:r>
      <w:r w:rsidRPr="00427D62">
        <w:rPr>
          <w:szCs w:val="28"/>
        </w:rPr>
        <w:t xml:space="preserve"> Настоящее решение вступает в силу со дня его принятия.</w:t>
      </w:r>
    </w:p>
    <w:p w:rsidR="00597467" w:rsidRPr="00427D62" w:rsidRDefault="00597467" w:rsidP="00427D62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Pr="00DA0293" w:rsidRDefault="00DA0293" w:rsidP="00DA029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533608">
        <w:rPr>
          <w:szCs w:val="28"/>
        </w:rPr>
        <w:t xml:space="preserve">  </w:t>
      </w:r>
      <w:r w:rsidR="00533608">
        <w:t xml:space="preserve"> </w:t>
      </w:r>
      <w:proofErr w:type="spellStart"/>
      <w:r>
        <w:rPr>
          <w:szCs w:val="28"/>
        </w:rPr>
        <w:t>А.Г.Малухин</w:t>
      </w:r>
      <w:proofErr w:type="spellEnd"/>
    </w:p>
    <w:sectPr w:rsidR="00597467" w:rsidRPr="00DA0293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E2" w:rsidRDefault="003163E2">
      <w:r>
        <w:separator/>
      </w:r>
    </w:p>
  </w:endnote>
  <w:endnote w:type="continuationSeparator" w:id="0">
    <w:p w:rsidR="003163E2" w:rsidRDefault="0031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E2" w:rsidRDefault="003163E2">
      <w:r>
        <w:separator/>
      </w:r>
    </w:p>
  </w:footnote>
  <w:footnote w:type="continuationSeparator" w:id="0">
    <w:p w:rsidR="003163E2" w:rsidRDefault="00316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3575">
      <w:rPr>
        <w:rStyle w:val="a7"/>
        <w:noProof/>
      </w:rPr>
      <w:t>3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8F357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75" inset="0,0,0,0">
            <w:txbxContent>
              <w:p w:rsidR="00E52B15" w:rsidRPr="00E52B15" w:rsidRDefault="00597467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576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71C"/>
    <w:rsid w:val="002F116F"/>
    <w:rsid w:val="002F1F2E"/>
    <w:rsid w:val="002F24DD"/>
    <w:rsid w:val="002F2572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63E2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D62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3E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608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B2E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D76EF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6FD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5E73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3575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192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2F9C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34A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513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293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4B18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A6D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75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24</TotalTime>
  <Pages>3</Pages>
  <Words>727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15</cp:revision>
  <cp:lastPrinted>2018-03-26T07:25:00Z</cp:lastPrinted>
  <dcterms:created xsi:type="dcterms:W3CDTF">2017-03-13T09:47:00Z</dcterms:created>
  <dcterms:modified xsi:type="dcterms:W3CDTF">2018-03-26T07:26:00Z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