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0F2E6E" w:rsidP="00E76501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E76501">
              <w:rPr>
                <w:noProof/>
              </w:rPr>
              <w:t>22.03.2018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0F2E6E" w:rsidP="002243A2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2243A2">
              <w:rPr>
                <w:lang w:val="en-US"/>
              </w:rPr>
              <w:t>10/2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0F2E6E" w:rsidP="00E76501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7F7D9B" w:rsidRPr="007F7D9B">
              <w:rPr>
                <w:noProof/>
              </w:rPr>
              <w:t>Об установлении на 201</w:t>
            </w:r>
            <w:r w:rsidR="00E76501">
              <w:rPr>
                <w:noProof/>
              </w:rPr>
              <w:t>9</w:t>
            </w:r>
            <w:r w:rsidR="007F7D9B" w:rsidRPr="007F7D9B">
              <w:rPr>
                <w:noProof/>
              </w:rPr>
              <w:t>-202</w:t>
            </w:r>
            <w:r w:rsidR="00E76501">
              <w:rPr>
                <w:noProof/>
              </w:rPr>
              <w:t>1</w:t>
            </w:r>
            <w:r w:rsidR="007F7D9B" w:rsidRPr="007F7D9B">
              <w:rPr>
                <w:noProof/>
              </w:rPr>
              <w:t xml:space="preserve"> годы требований к программам в области энергосбережения и повышения энергетической эффективности для организаций Нижегородской области, осуществляющих деятельность по передаче электрической энергии, в отношении которых осуществляется государственное регулирование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252D0D">
      <w:pPr>
        <w:tabs>
          <w:tab w:val="left" w:pos="1897"/>
        </w:tabs>
        <w:ind w:firstLine="709"/>
      </w:pPr>
    </w:p>
    <w:p w:rsidR="00E76501" w:rsidRPr="00AA786F" w:rsidRDefault="00E76501" w:rsidP="002243A2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7F7D9B" w:rsidRPr="007F7D9B" w:rsidRDefault="007F7D9B" w:rsidP="007F7D9B">
      <w:pPr>
        <w:pStyle w:val="a9"/>
        <w:spacing w:line="276" w:lineRule="auto"/>
        <w:ind w:firstLine="720"/>
      </w:pPr>
      <w:r w:rsidRPr="007F7D9B">
        <w:t xml:space="preserve">В соответствии с Федеральным </w:t>
      </w:r>
      <w:hyperlink r:id="rId10" w:history="1">
        <w:r w:rsidRPr="007F7D9B">
          <w:rPr>
            <w:rStyle w:val="a5"/>
          </w:rPr>
          <w:t>законом</w:t>
        </w:r>
      </w:hyperlink>
      <w:r w:rsidRPr="007F7D9B">
        <w:t xml:space="preserve"> от 23 ноября 2009 года № 261-ФЗ </w:t>
      </w:r>
      <w:r w:rsidRPr="007F7D9B">
        <w:br/>
        <w:t xml:space="preserve">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Российской Федерации от 15 мая 2010 года № 340 «О порядке установления требований к программам в области энергосбережения и повышения энергетической эффективности» и постановлением Правительства Нижегородской области от 15 мая 2006 года </w:t>
      </w:r>
      <w:r>
        <w:br/>
      </w:r>
      <w:r w:rsidRPr="007F7D9B">
        <w:t>№ 171 «Об утверждении Положения о региональной службе по тарифам Нижегородской области»:</w:t>
      </w:r>
    </w:p>
    <w:p w:rsidR="007F7D9B" w:rsidRPr="007F7D9B" w:rsidRDefault="007F7D9B" w:rsidP="007F7D9B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7F7D9B">
        <w:rPr>
          <w:b/>
          <w:szCs w:val="28"/>
        </w:rPr>
        <w:t>1.</w:t>
      </w:r>
      <w:r w:rsidRPr="007F7D9B">
        <w:rPr>
          <w:szCs w:val="28"/>
        </w:rPr>
        <w:t xml:space="preserve"> Установить на 201</w:t>
      </w:r>
      <w:r w:rsidR="00E76501">
        <w:rPr>
          <w:szCs w:val="28"/>
        </w:rPr>
        <w:t>9</w:t>
      </w:r>
      <w:r w:rsidRPr="007F7D9B">
        <w:rPr>
          <w:szCs w:val="28"/>
        </w:rPr>
        <w:t>-202</w:t>
      </w:r>
      <w:r w:rsidR="00E76501">
        <w:rPr>
          <w:szCs w:val="28"/>
        </w:rPr>
        <w:t>1</w:t>
      </w:r>
      <w:r w:rsidRPr="007F7D9B">
        <w:rPr>
          <w:szCs w:val="28"/>
        </w:rPr>
        <w:t xml:space="preserve"> годы следующие требования к программам в области энергосбережения и повышения энергетической эффективности для организаций Нижегородской области согласно Приложению к настоящему решению, осуществляющих деятельность по передаче электрической энергии, в отношении которых осуществляется государственное регулирование:</w:t>
      </w:r>
    </w:p>
    <w:p w:rsidR="007F7D9B" w:rsidRPr="007F7D9B" w:rsidRDefault="007F7D9B" w:rsidP="007F7D9B">
      <w:pPr>
        <w:spacing w:line="276" w:lineRule="auto"/>
        <w:ind w:firstLine="720"/>
        <w:jc w:val="both"/>
        <w:rPr>
          <w:szCs w:val="28"/>
        </w:rPr>
      </w:pPr>
      <w:r w:rsidRPr="007F7D9B">
        <w:rPr>
          <w:b/>
          <w:szCs w:val="28"/>
        </w:rPr>
        <w:t>1.1.</w:t>
      </w:r>
      <w:r w:rsidRPr="007F7D9B">
        <w:rPr>
          <w:szCs w:val="28"/>
        </w:rPr>
        <w:t xml:space="preserve"> Целевые показатели энергосбережения и повышения энергетической эффективности: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6950"/>
        <w:gridCol w:w="2268"/>
      </w:tblGrid>
      <w:tr w:rsidR="007F7D9B" w:rsidRPr="005F02DE" w:rsidTr="0085785C">
        <w:trPr>
          <w:trHeight w:val="276"/>
        </w:trPr>
        <w:tc>
          <w:tcPr>
            <w:tcW w:w="563" w:type="dxa"/>
            <w:vAlign w:val="center"/>
          </w:tcPr>
          <w:p w:rsidR="007F7D9B" w:rsidRPr="008E351C" w:rsidRDefault="007F7D9B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№ п/п</w:t>
            </w:r>
          </w:p>
        </w:tc>
        <w:tc>
          <w:tcPr>
            <w:tcW w:w="6950" w:type="dxa"/>
            <w:vAlign w:val="center"/>
          </w:tcPr>
          <w:p w:rsidR="007F7D9B" w:rsidRPr="008E351C" w:rsidRDefault="007F7D9B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vAlign w:val="center"/>
          </w:tcPr>
          <w:p w:rsidR="007F7D9B" w:rsidRPr="008E351C" w:rsidRDefault="007F7D9B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Ед. изм.</w:t>
            </w:r>
          </w:p>
        </w:tc>
      </w:tr>
      <w:tr w:rsidR="007F7D9B" w:rsidRPr="005F02DE" w:rsidTr="0085785C">
        <w:trPr>
          <w:trHeight w:val="70"/>
        </w:trPr>
        <w:tc>
          <w:tcPr>
            <w:tcW w:w="563" w:type="dxa"/>
            <w:vAlign w:val="center"/>
          </w:tcPr>
          <w:p w:rsidR="007F7D9B" w:rsidRPr="008E351C" w:rsidRDefault="007F7D9B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1</w:t>
            </w:r>
          </w:p>
        </w:tc>
        <w:tc>
          <w:tcPr>
            <w:tcW w:w="6950" w:type="dxa"/>
            <w:vAlign w:val="center"/>
          </w:tcPr>
          <w:p w:rsidR="007F7D9B" w:rsidRPr="008E351C" w:rsidRDefault="007F7D9B" w:rsidP="008578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  <w:lang w:eastAsia="en-US"/>
              </w:rPr>
              <w:t>Удельный расход энергетических ресурсов при передаче электрической энергии, включая потери энергетических ресурсов</w:t>
            </w:r>
          </w:p>
        </w:tc>
        <w:tc>
          <w:tcPr>
            <w:tcW w:w="2268" w:type="dxa"/>
            <w:vAlign w:val="center"/>
          </w:tcPr>
          <w:p w:rsidR="007F7D9B" w:rsidRPr="008E351C" w:rsidRDefault="007F7D9B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т.у.т./кВт.ч</w:t>
            </w:r>
          </w:p>
        </w:tc>
      </w:tr>
      <w:tr w:rsidR="007F7D9B" w:rsidRPr="005F02DE" w:rsidTr="0085785C">
        <w:tc>
          <w:tcPr>
            <w:tcW w:w="563" w:type="dxa"/>
            <w:vAlign w:val="center"/>
          </w:tcPr>
          <w:p w:rsidR="007F7D9B" w:rsidRPr="008E351C" w:rsidRDefault="007F7D9B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2</w:t>
            </w:r>
          </w:p>
        </w:tc>
        <w:tc>
          <w:tcPr>
            <w:tcW w:w="6950" w:type="dxa"/>
            <w:vAlign w:val="center"/>
          </w:tcPr>
          <w:p w:rsidR="007F7D9B" w:rsidRPr="008E351C" w:rsidRDefault="007F7D9B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Удельный расход энергетических ресурсов в зданиях, строениях, сооружениях, находящихся в собственности регулируемой организации при осуществлении регулируемых видов деятельности</w:t>
            </w:r>
          </w:p>
        </w:tc>
        <w:tc>
          <w:tcPr>
            <w:tcW w:w="2268" w:type="dxa"/>
            <w:vAlign w:val="center"/>
          </w:tcPr>
          <w:p w:rsidR="007F7D9B" w:rsidRPr="008E351C" w:rsidRDefault="007F7D9B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т.у.т.</w:t>
            </w:r>
          </w:p>
        </w:tc>
      </w:tr>
    </w:tbl>
    <w:p w:rsidR="007F7D9B" w:rsidRPr="007F7D9B" w:rsidRDefault="007F7D9B" w:rsidP="007F7D9B">
      <w:pPr>
        <w:pStyle w:val="ab"/>
        <w:tabs>
          <w:tab w:val="left" w:pos="73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r w:rsidRPr="007F7D9B">
        <w:rPr>
          <w:b/>
          <w:sz w:val="28"/>
          <w:szCs w:val="28"/>
        </w:rPr>
        <w:lastRenderedPageBreak/>
        <w:t>1.2.</w:t>
      </w:r>
      <w:r w:rsidRPr="007F7D9B">
        <w:rPr>
          <w:sz w:val="28"/>
          <w:szCs w:val="28"/>
        </w:rPr>
        <w:t xml:space="preserve"> Перечень обязательных мероприятий по энергосбережению и повышению энергетической эффективности и сроки их проведения: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654"/>
        <w:gridCol w:w="1666"/>
      </w:tblGrid>
      <w:tr w:rsidR="00435CBC" w:rsidRPr="003244CE" w:rsidTr="00CF558F">
        <w:tc>
          <w:tcPr>
            <w:tcW w:w="675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№ п/п</w:t>
            </w:r>
          </w:p>
        </w:tc>
        <w:tc>
          <w:tcPr>
            <w:tcW w:w="7654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66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Сроки их проведения</w:t>
            </w:r>
          </w:p>
        </w:tc>
      </w:tr>
      <w:tr w:rsidR="00435CBC" w:rsidRPr="003244CE" w:rsidTr="00CF558F">
        <w:tc>
          <w:tcPr>
            <w:tcW w:w="675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1</w:t>
            </w:r>
          </w:p>
        </w:tc>
        <w:tc>
          <w:tcPr>
            <w:tcW w:w="7654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Технические и технологические мероприятия:</w:t>
            </w:r>
          </w:p>
        </w:tc>
        <w:tc>
          <w:tcPr>
            <w:tcW w:w="1666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E351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1</w:t>
            </w:r>
            <w:r w:rsidR="00AA786F" w:rsidRPr="009A672B">
              <w:rPr>
                <w:sz w:val="22"/>
                <w:szCs w:val="22"/>
              </w:rPr>
              <w:t xml:space="preserve"> </w:t>
            </w:r>
            <w:r w:rsidR="00AA786F" w:rsidRPr="009A672B">
              <w:rPr>
                <w:sz w:val="22"/>
                <w:szCs w:val="22"/>
              </w:rPr>
              <w:t>г.г.</w:t>
            </w:r>
          </w:p>
        </w:tc>
      </w:tr>
      <w:tr w:rsidR="00435CBC" w:rsidRPr="003244CE" w:rsidTr="00CF558F">
        <w:tc>
          <w:tcPr>
            <w:tcW w:w="675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1.1</w:t>
            </w:r>
          </w:p>
        </w:tc>
        <w:tc>
          <w:tcPr>
            <w:tcW w:w="7654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модернизация оборудования, используемого для передачи электрической энергии, в том числе внедрение в электросетевой комплекс современных инновационных технологий</w:t>
            </w:r>
          </w:p>
        </w:tc>
        <w:tc>
          <w:tcPr>
            <w:tcW w:w="1666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-</w:t>
            </w:r>
          </w:p>
        </w:tc>
      </w:tr>
      <w:tr w:rsidR="00435CBC" w:rsidRPr="003244CE" w:rsidTr="00CF558F">
        <w:tc>
          <w:tcPr>
            <w:tcW w:w="675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1.2</w:t>
            </w:r>
          </w:p>
        </w:tc>
        <w:tc>
          <w:tcPr>
            <w:tcW w:w="7654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применение современного электротехнического оборудования, отвечающего требованиям энергосбережения</w:t>
            </w:r>
          </w:p>
        </w:tc>
        <w:tc>
          <w:tcPr>
            <w:tcW w:w="1666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-</w:t>
            </w:r>
          </w:p>
        </w:tc>
      </w:tr>
      <w:tr w:rsidR="00435CBC" w:rsidRPr="003244CE" w:rsidTr="00CF558F">
        <w:tc>
          <w:tcPr>
            <w:tcW w:w="675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1.3</w:t>
            </w:r>
          </w:p>
        </w:tc>
        <w:tc>
          <w:tcPr>
            <w:tcW w:w="7654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оптимизация схемных режимов</w:t>
            </w:r>
          </w:p>
        </w:tc>
        <w:tc>
          <w:tcPr>
            <w:tcW w:w="1666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-</w:t>
            </w:r>
          </w:p>
        </w:tc>
      </w:tr>
      <w:tr w:rsidR="00435CBC" w:rsidRPr="003244CE" w:rsidTr="00CF558F">
        <w:tc>
          <w:tcPr>
            <w:tcW w:w="675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1.4</w:t>
            </w:r>
          </w:p>
        </w:tc>
        <w:tc>
          <w:tcPr>
            <w:tcW w:w="7654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установка регуляторов потребления тепловой энергии зданиями, строениями, сооружениями на собственные нужды</w:t>
            </w:r>
          </w:p>
        </w:tc>
        <w:tc>
          <w:tcPr>
            <w:tcW w:w="1666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-</w:t>
            </w:r>
          </w:p>
        </w:tc>
      </w:tr>
      <w:tr w:rsidR="00435CBC" w:rsidRPr="003244CE" w:rsidTr="00CF558F">
        <w:tc>
          <w:tcPr>
            <w:tcW w:w="675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1.5</w:t>
            </w:r>
          </w:p>
        </w:tc>
        <w:tc>
          <w:tcPr>
            <w:tcW w:w="7654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тепловая изоляция трубопроводов и оборудования, разводящих трубопроводов отопления и горячего водоснабжения в зданиях, строениях, сооружениях на собственные нужды</w:t>
            </w:r>
          </w:p>
        </w:tc>
        <w:tc>
          <w:tcPr>
            <w:tcW w:w="1666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-</w:t>
            </w:r>
          </w:p>
        </w:tc>
      </w:tr>
      <w:tr w:rsidR="00435CBC" w:rsidRPr="003244CE" w:rsidTr="00CF558F">
        <w:tc>
          <w:tcPr>
            <w:tcW w:w="675" w:type="dxa"/>
            <w:vMerge w:val="restart"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1.6.</w:t>
            </w:r>
          </w:p>
        </w:tc>
        <w:tc>
          <w:tcPr>
            <w:tcW w:w="7654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Доведение осветительных устройств с использованием светодиодов до уровня:</w:t>
            </w:r>
          </w:p>
        </w:tc>
        <w:tc>
          <w:tcPr>
            <w:tcW w:w="1666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435CBC" w:rsidRPr="003244CE" w:rsidTr="00CF558F">
        <w:tc>
          <w:tcPr>
            <w:tcW w:w="675" w:type="dxa"/>
            <w:vMerge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- не менее 50% общего объема использования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2019 год</w:t>
            </w:r>
          </w:p>
        </w:tc>
      </w:tr>
      <w:tr w:rsidR="00435CBC" w:rsidRPr="003244CE" w:rsidTr="00CF558F">
        <w:tc>
          <w:tcPr>
            <w:tcW w:w="675" w:type="dxa"/>
            <w:vMerge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- не менее 75% общего объема использования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2020 год</w:t>
            </w:r>
          </w:p>
        </w:tc>
      </w:tr>
      <w:tr w:rsidR="00435CBC" w:rsidRPr="003244CE" w:rsidTr="00CF558F">
        <w:tc>
          <w:tcPr>
            <w:tcW w:w="675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2</w:t>
            </w:r>
          </w:p>
        </w:tc>
        <w:tc>
          <w:tcPr>
            <w:tcW w:w="7654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Организационные мероприятия по энергосбережению и повышению энергетической эффективности:</w:t>
            </w:r>
          </w:p>
        </w:tc>
        <w:tc>
          <w:tcPr>
            <w:tcW w:w="1666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E351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1</w:t>
            </w:r>
            <w:r w:rsidR="00AA786F">
              <w:rPr>
                <w:sz w:val="22"/>
                <w:szCs w:val="22"/>
              </w:rPr>
              <w:t xml:space="preserve"> </w:t>
            </w:r>
            <w:r w:rsidR="00AA786F" w:rsidRPr="009A672B">
              <w:rPr>
                <w:sz w:val="22"/>
                <w:szCs w:val="22"/>
              </w:rPr>
              <w:t>г.г.</w:t>
            </w:r>
            <w:bookmarkStart w:id="2" w:name="_GoBack"/>
            <w:bookmarkEnd w:id="2"/>
          </w:p>
        </w:tc>
      </w:tr>
      <w:tr w:rsidR="00435CBC" w:rsidRPr="003244CE" w:rsidTr="00CF558F">
        <w:tc>
          <w:tcPr>
            <w:tcW w:w="675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2.1</w:t>
            </w:r>
          </w:p>
        </w:tc>
        <w:tc>
          <w:tcPr>
            <w:tcW w:w="7654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информирование потребителей об установке, замене вышедших из строя приборов учета  используемых энергетических ресурсов</w:t>
            </w:r>
          </w:p>
        </w:tc>
        <w:tc>
          <w:tcPr>
            <w:tcW w:w="1666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-</w:t>
            </w:r>
          </w:p>
        </w:tc>
      </w:tr>
      <w:tr w:rsidR="00435CBC" w:rsidRPr="003244CE" w:rsidTr="00CF558F">
        <w:tc>
          <w:tcPr>
            <w:tcW w:w="675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2.2</w:t>
            </w:r>
          </w:p>
        </w:tc>
        <w:tc>
          <w:tcPr>
            <w:tcW w:w="7654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оценка аварийности и потерь в электрических сетях</w:t>
            </w:r>
          </w:p>
        </w:tc>
        <w:tc>
          <w:tcPr>
            <w:tcW w:w="1666" w:type="dxa"/>
            <w:vAlign w:val="center"/>
          </w:tcPr>
          <w:p w:rsidR="00435CBC" w:rsidRPr="008E351C" w:rsidRDefault="00435CBC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8E351C">
              <w:rPr>
                <w:sz w:val="22"/>
                <w:szCs w:val="22"/>
              </w:rPr>
              <w:t>-</w:t>
            </w:r>
          </w:p>
        </w:tc>
      </w:tr>
    </w:tbl>
    <w:p w:rsidR="007F7D9B" w:rsidRPr="007F7D9B" w:rsidRDefault="007F7D9B" w:rsidP="007F7D9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Cs w:val="28"/>
        </w:rPr>
      </w:pPr>
      <w:r w:rsidRPr="007F7D9B">
        <w:rPr>
          <w:b/>
          <w:szCs w:val="28"/>
        </w:rPr>
        <w:t>2.</w:t>
      </w:r>
      <w:r w:rsidRPr="007F7D9B">
        <w:rPr>
          <w:szCs w:val="28"/>
        </w:rPr>
        <w:t xml:space="preserve"> В программе энергосбережения и повышения энергетической эффективности необходимо обязательно определять значения целевых показателей, мероприятия, направленные на их достижение, ожидаемый экономический, технологический эффект от реализации мероприятий и ожидаемые сроки их окупаемости.</w:t>
      </w:r>
    </w:p>
    <w:p w:rsidR="007F7D9B" w:rsidRPr="007F7D9B" w:rsidRDefault="007F7D9B" w:rsidP="007F7D9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F7D9B">
        <w:rPr>
          <w:b/>
          <w:szCs w:val="28"/>
        </w:rPr>
        <w:t xml:space="preserve">3. </w:t>
      </w:r>
      <w:r w:rsidRPr="007F7D9B">
        <w:rPr>
          <w:szCs w:val="28"/>
        </w:rPr>
        <w:t>Ожидаемый экономический и технологический эффект от реализации мероприятий и ожидаемые сроки их окупаемости определяются в программах отдельно в отношении каждого мероприятия в следующем порядке:</w:t>
      </w:r>
    </w:p>
    <w:p w:rsidR="007F7D9B" w:rsidRPr="007F7D9B" w:rsidRDefault="007F7D9B" w:rsidP="007F7D9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F7D9B">
        <w:rPr>
          <w:szCs w:val="28"/>
        </w:rPr>
        <w:t>- ожидаемый технологический эффект от реализации мероприятия определяется как планируемое сокращение расхода энергоресурсов в результате его выполнения и рассчитывается на каждый год реализации программы на протяжении всего срока ее реализации как разница ожидаемого значения показателя в году, предшествующем году начала осуществления данного мероприятия, и прогнозного значения показателя расхода энергетического ресурса в расчетном году реализации мероприятия в разрезе каждого вида энергетического ресурса;</w:t>
      </w:r>
    </w:p>
    <w:p w:rsidR="007F7D9B" w:rsidRPr="007F7D9B" w:rsidRDefault="007F7D9B" w:rsidP="007F7D9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F7D9B">
        <w:rPr>
          <w:szCs w:val="28"/>
        </w:rPr>
        <w:t xml:space="preserve">- ожидаемый экономический эффект от реализации мероприятия определяется как экономия расходов на приобретение энергетических ресурсов, достигнутая в результате его осуществления, рассчитанная на каждый год реализации программ на протяжении всего срока их реализации, исходя из </w:t>
      </w:r>
      <w:r w:rsidRPr="007F7D9B">
        <w:rPr>
          <w:szCs w:val="28"/>
        </w:rPr>
        <w:lastRenderedPageBreak/>
        <w:t>ожидаемого объема снижения потребления соответствующего энергетического ресурса в расчетном году реализации мероприятия и прогнозных цен на энергетические ресурсы на соответствующий период в разрезе каждого вида ресурса;</w:t>
      </w:r>
    </w:p>
    <w:p w:rsidR="007F7D9B" w:rsidRPr="007F7D9B" w:rsidRDefault="007F7D9B" w:rsidP="007F7D9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F7D9B">
        <w:rPr>
          <w:szCs w:val="28"/>
        </w:rPr>
        <w:t>- ожидаемый срок окупаемости мероприятия определяется как период, в течение которого затраты на выполнение соответствующего мероприятия будут компенсированы суммарной величиной ожидаемого экономического эффекта от его реализации.</w:t>
      </w:r>
    </w:p>
    <w:p w:rsidR="007F7D9B" w:rsidRPr="007F7D9B" w:rsidRDefault="007F7D9B" w:rsidP="007F7D9B">
      <w:pPr>
        <w:spacing w:line="276" w:lineRule="auto"/>
        <w:ind w:firstLine="709"/>
        <w:jc w:val="both"/>
        <w:rPr>
          <w:szCs w:val="28"/>
        </w:rPr>
      </w:pPr>
      <w:r w:rsidRPr="007F7D9B">
        <w:rPr>
          <w:b/>
          <w:szCs w:val="28"/>
        </w:rPr>
        <w:t>4.</w:t>
      </w:r>
      <w:r w:rsidRPr="007F7D9B">
        <w:rPr>
          <w:szCs w:val="28"/>
        </w:rPr>
        <w:t xml:space="preserve"> Организациям, указанным в Приложении к настоящему решению, в течение 3 месяцев с даты принятия настоящего решения привести программы в области энергосбережения и повышения энергетической эффективности в соответствие с требованиями, установленными настоящим решением.</w:t>
      </w:r>
    </w:p>
    <w:p w:rsidR="007F7D9B" w:rsidRPr="007F7D9B" w:rsidRDefault="007F7D9B" w:rsidP="007F7D9B">
      <w:pPr>
        <w:spacing w:line="276" w:lineRule="auto"/>
        <w:ind w:firstLine="709"/>
        <w:jc w:val="both"/>
        <w:rPr>
          <w:szCs w:val="28"/>
        </w:rPr>
      </w:pPr>
      <w:r w:rsidRPr="007F7D9B">
        <w:rPr>
          <w:b/>
          <w:szCs w:val="28"/>
        </w:rPr>
        <w:t>5.</w:t>
      </w:r>
      <w:r w:rsidRPr="007F7D9B">
        <w:rPr>
          <w:szCs w:val="28"/>
        </w:rPr>
        <w:t xml:space="preserve"> Организациям, указанным в Приложении к настоящему решению, представлять отчеты о фактическом исполнении в 201</w:t>
      </w:r>
      <w:r w:rsidR="00E76501">
        <w:rPr>
          <w:szCs w:val="28"/>
        </w:rPr>
        <w:t>9</w:t>
      </w:r>
      <w:r w:rsidRPr="007F7D9B">
        <w:rPr>
          <w:szCs w:val="28"/>
        </w:rPr>
        <w:t>-202</w:t>
      </w:r>
      <w:r w:rsidR="00E76501">
        <w:rPr>
          <w:szCs w:val="28"/>
        </w:rPr>
        <w:t>1</w:t>
      </w:r>
      <w:r w:rsidRPr="007F7D9B">
        <w:rPr>
          <w:szCs w:val="28"/>
        </w:rPr>
        <w:t xml:space="preserve"> годах требований к программам в области энергосбережения и повышения энергетической эффективности ежегодно не позднее 1 февраля года, следующего за отчетным.</w:t>
      </w:r>
    </w:p>
    <w:p w:rsidR="007F7D9B" w:rsidRPr="007F7D9B" w:rsidRDefault="007F7D9B" w:rsidP="007F7D9B">
      <w:pPr>
        <w:spacing w:line="276" w:lineRule="auto"/>
        <w:ind w:firstLine="709"/>
        <w:rPr>
          <w:szCs w:val="28"/>
        </w:rPr>
      </w:pPr>
      <w:r w:rsidRPr="007F7D9B">
        <w:rPr>
          <w:b/>
          <w:szCs w:val="28"/>
        </w:rPr>
        <w:t>6.</w:t>
      </w:r>
      <w:r w:rsidRPr="007F7D9B">
        <w:rPr>
          <w:szCs w:val="28"/>
        </w:rPr>
        <w:t xml:space="preserve"> Настоящее решение вступает в силу со дня его принятия.</w:t>
      </w:r>
    </w:p>
    <w:p w:rsidR="00597467" w:rsidRPr="00DD0CCC" w:rsidRDefault="00597467" w:rsidP="00DD0CCC">
      <w:pPr>
        <w:tabs>
          <w:tab w:val="left" w:pos="1897"/>
        </w:tabs>
        <w:spacing w:line="276" w:lineRule="auto"/>
        <w:ind w:firstLine="709"/>
        <w:rPr>
          <w:szCs w:val="28"/>
        </w:rPr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597467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r w:rsidR="00E76501">
        <w:rPr>
          <w:szCs w:val="28"/>
        </w:rPr>
        <w:t xml:space="preserve">       А.Г.Малухин</w:t>
      </w:r>
    </w:p>
    <w:p w:rsidR="00597467" w:rsidRDefault="00597467" w:rsidP="00597467">
      <w:pPr>
        <w:tabs>
          <w:tab w:val="left" w:pos="1897"/>
        </w:tabs>
        <w:ind w:left="5387"/>
        <w:jc w:val="center"/>
      </w:pPr>
      <w:r>
        <w:rPr>
          <w:szCs w:val="28"/>
        </w:rPr>
        <w:br w:type="page"/>
      </w:r>
      <w:r>
        <w:lastRenderedPageBreak/>
        <w:t>ПРИЛОЖЕНИЕ</w:t>
      </w:r>
    </w:p>
    <w:p w:rsidR="00597467" w:rsidRDefault="00597467" w:rsidP="00597467">
      <w:pPr>
        <w:tabs>
          <w:tab w:val="left" w:pos="1897"/>
        </w:tabs>
        <w:ind w:left="5387"/>
        <w:jc w:val="center"/>
      </w:pPr>
      <w:r>
        <w:t xml:space="preserve">к решению региональной службы по тарифам Нижегородской области </w:t>
      </w:r>
    </w:p>
    <w:p w:rsidR="00597467" w:rsidRPr="00AA786F" w:rsidRDefault="00597467" w:rsidP="00597467">
      <w:pPr>
        <w:tabs>
          <w:tab w:val="left" w:pos="1897"/>
        </w:tabs>
        <w:spacing w:line="276" w:lineRule="auto"/>
        <w:ind w:left="5387"/>
        <w:jc w:val="center"/>
        <w:rPr>
          <w:szCs w:val="28"/>
        </w:rPr>
      </w:pPr>
      <w:r>
        <w:t xml:space="preserve">от </w:t>
      </w:r>
      <w:r w:rsidR="00E76501">
        <w:t>22</w:t>
      </w:r>
      <w:r>
        <w:t xml:space="preserve"> марта 201</w:t>
      </w:r>
      <w:r w:rsidR="00E76501">
        <w:t>8</w:t>
      </w:r>
      <w:r>
        <w:t xml:space="preserve"> года № </w:t>
      </w:r>
      <w:r w:rsidR="002243A2" w:rsidRPr="00AA786F">
        <w:t>10/2</w:t>
      </w:r>
    </w:p>
    <w:p w:rsidR="00597467" w:rsidRPr="00597467" w:rsidRDefault="00597467" w:rsidP="00597467">
      <w:pPr>
        <w:ind w:left="5529"/>
        <w:jc w:val="center"/>
        <w:rPr>
          <w:szCs w:val="28"/>
        </w:rPr>
      </w:pPr>
    </w:p>
    <w:p w:rsidR="007F7D9B" w:rsidRPr="007F7D9B" w:rsidRDefault="007F7D9B" w:rsidP="007F7D9B">
      <w:pPr>
        <w:jc w:val="center"/>
        <w:rPr>
          <w:b/>
          <w:szCs w:val="28"/>
        </w:rPr>
      </w:pPr>
      <w:r w:rsidRPr="007F7D9B">
        <w:rPr>
          <w:b/>
          <w:szCs w:val="28"/>
        </w:rPr>
        <w:t>Организации Нижегородской области, осуществляющие деятельность в сфере передачи электрической энергии, в отношении которых осуществляется государственное регулирование</w:t>
      </w:r>
    </w:p>
    <w:p w:rsidR="007F7D9B" w:rsidRPr="0022797D" w:rsidRDefault="007F7D9B" w:rsidP="007F7D9B">
      <w:pPr>
        <w:jc w:val="both"/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60"/>
        <w:gridCol w:w="9236"/>
      </w:tblGrid>
      <w:tr w:rsidR="007F7D9B" w:rsidTr="00435CBC">
        <w:trPr>
          <w:trHeight w:val="27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D9B" w:rsidRPr="0022797D" w:rsidRDefault="007F7D9B" w:rsidP="008578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2797D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D9B" w:rsidRPr="0022797D" w:rsidRDefault="007F7D9B" w:rsidP="008578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2797D">
              <w:rPr>
                <w:b/>
                <w:bCs/>
                <w:color w:val="000000"/>
                <w:sz w:val="24"/>
                <w:szCs w:val="24"/>
              </w:rPr>
              <w:t>Наименование организации</w:t>
            </w:r>
          </w:p>
        </w:tc>
      </w:tr>
      <w:tr w:rsidR="007F7D9B" w:rsidTr="0085785C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D9B" w:rsidRPr="0022797D" w:rsidRDefault="007F7D9B" w:rsidP="0085785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D9B" w:rsidRPr="0022797D" w:rsidRDefault="007F7D9B" w:rsidP="0085785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F7D9B" w:rsidTr="00435CBC">
        <w:trPr>
          <w:trHeight w:val="1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D9B" w:rsidRPr="0022797D" w:rsidRDefault="007F7D9B" w:rsidP="008578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2797D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D9B" w:rsidRPr="0022797D" w:rsidRDefault="007F7D9B" w:rsidP="008578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2797D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F7D9B" w:rsidTr="00435CBC">
        <w:trPr>
          <w:trHeight w:val="6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D9B" w:rsidRPr="0022797D" w:rsidRDefault="007F7D9B" w:rsidP="0085785C">
            <w:pPr>
              <w:jc w:val="center"/>
              <w:rPr>
                <w:color w:val="000000"/>
                <w:sz w:val="24"/>
                <w:szCs w:val="24"/>
              </w:rPr>
            </w:pPr>
            <w:r w:rsidRPr="002279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7D9B" w:rsidRPr="00E76501" w:rsidRDefault="00435CBC" w:rsidP="00435CB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«НИЖЕГОРОДСКИЕ ПРОМЫШЛЕННЫЕ СЕТИ», г. Нижний Новгород</w:t>
            </w:r>
          </w:p>
        </w:tc>
      </w:tr>
      <w:tr w:rsidR="007F7D9B" w:rsidTr="00435CBC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D9B" w:rsidRPr="0022797D" w:rsidRDefault="007F7D9B" w:rsidP="0085785C">
            <w:pPr>
              <w:jc w:val="center"/>
              <w:rPr>
                <w:color w:val="000000"/>
                <w:sz w:val="24"/>
                <w:szCs w:val="24"/>
              </w:rPr>
            </w:pPr>
            <w:r w:rsidRPr="0022797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7D9B" w:rsidRPr="00E76501" w:rsidRDefault="00435CBC" w:rsidP="00435CB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«КОММУНАЛЬНАЯ СЕТЕВАЯ КОМПАНИЯ», г. Нижний Новгород</w:t>
            </w:r>
          </w:p>
        </w:tc>
      </w:tr>
      <w:tr w:rsidR="00435CBC" w:rsidRPr="00E76501" w:rsidTr="00435CBC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22797D" w:rsidRDefault="00435CBC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E76501" w:rsidRDefault="00435CBC" w:rsidP="00435CB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«КАПРОЛАКТАМ-ЭНЕРГО», г. Дзержинск Нижегородской области</w:t>
            </w:r>
          </w:p>
        </w:tc>
      </w:tr>
      <w:tr w:rsidR="00435CBC" w:rsidRPr="00E76501" w:rsidTr="00435CBC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22797D" w:rsidRDefault="00435CBC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E76501" w:rsidRDefault="00435CBC" w:rsidP="00435CB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«КСТОВСКИЕ ЭНЕРГОСЕТИ», г. Нижний Новгород</w:t>
            </w:r>
          </w:p>
        </w:tc>
      </w:tr>
      <w:tr w:rsidR="00435CBC" w:rsidRPr="00E76501" w:rsidTr="00435CBC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22797D" w:rsidRDefault="00435CBC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E76501" w:rsidRDefault="00435CBC" w:rsidP="00435CB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«ПСК «ТРАНСЭНЕРГО», г. Павлово Нижегородской области</w:t>
            </w:r>
          </w:p>
        </w:tc>
      </w:tr>
      <w:tr w:rsidR="00435CBC" w:rsidRPr="00E76501" w:rsidTr="00435CBC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22797D" w:rsidRDefault="00435CBC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E76501" w:rsidRDefault="00435CBC" w:rsidP="00435CB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«НИЖЕГОРОДСКАЯ ЭЛЕКТРОСЕРВИСНАЯ КОМПАНИЯ», г. Нижний Новгород</w:t>
            </w:r>
          </w:p>
        </w:tc>
      </w:tr>
      <w:tr w:rsidR="00435CBC" w:rsidRPr="00E76501" w:rsidTr="00435CBC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22797D" w:rsidRDefault="00435CBC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E76501" w:rsidRDefault="00435CBC" w:rsidP="00435CB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«НИЖЕГОРОДСКАЯ ЭЛЕКТРОСЕТЕВАЯ КОМПАНИЯ», г. Нижний Новгород</w:t>
            </w:r>
          </w:p>
        </w:tc>
      </w:tr>
      <w:tr w:rsidR="00435CBC" w:rsidRPr="00E76501" w:rsidTr="00435CBC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22797D" w:rsidRDefault="00435CBC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E76501" w:rsidRDefault="00435CBC" w:rsidP="00435CB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«НИЖЕГОРОДЭЛЕКТРОСЕТЬ», г. Нижний Новгород</w:t>
            </w:r>
          </w:p>
        </w:tc>
      </w:tr>
      <w:tr w:rsidR="00435CBC" w:rsidRPr="00E76501" w:rsidTr="00435CBC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22797D" w:rsidRDefault="00435CBC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E76501" w:rsidRDefault="00435CBC" w:rsidP="00435CB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«НОВАЯ ЭЛЕКТРИЧЕСКАЯ СЕТЬ», г. Нижний Новгород</w:t>
            </w:r>
          </w:p>
        </w:tc>
      </w:tr>
      <w:tr w:rsidR="00435CBC" w:rsidRPr="00E76501" w:rsidTr="00435CBC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22797D" w:rsidRDefault="00435CBC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E76501" w:rsidRDefault="00435CBC" w:rsidP="00435CB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ОТКРЫТОЕ АКЦИОНЕРНОЕ ОБЩЕСТВО «ОБЪЕДИНЕННАЯ ЭНЕРГЕТИЧЕСКАЯ КОМПАНИЯ», г. Санкт-Петербург</w:t>
            </w:r>
          </w:p>
        </w:tc>
      </w:tr>
      <w:tr w:rsidR="00435CBC" w:rsidRPr="00E76501" w:rsidTr="00435CBC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22797D" w:rsidRDefault="00435CBC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BC" w:rsidRPr="00E76501" w:rsidRDefault="00435CBC" w:rsidP="00435CB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«ЭЛЕКТРОСЕТЕВАЯ КОМПАНИЯ НИЖНЕГО НОВГОРОДА», г. Нижний Новгород</w:t>
            </w:r>
          </w:p>
        </w:tc>
      </w:tr>
    </w:tbl>
    <w:p w:rsidR="007F7D9B" w:rsidRDefault="007F7D9B" w:rsidP="007F7D9B"/>
    <w:p w:rsidR="007F7D9B" w:rsidRDefault="007F7D9B" w:rsidP="007F7D9B"/>
    <w:p w:rsidR="007F7D9B" w:rsidRDefault="007F7D9B" w:rsidP="007F7D9B"/>
    <w:p w:rsidR="007F7D9B" w:rsidRDefault="007F7D9B" w:rsidP="007F7D9B"/>
    <w:p w:rsidR="007F7D9B" w:rsidRDefault="007F7D9B" w:rsidP="007F7D9B">
      <w:pPr>
        <w:jc w:val="center"/>
        <w:rPr>
          <w:sz w:val="24"/>
          <w:szCs w:val="24"/>
        </w:rPr>
      </w:pPr>
    </w:p>
    <w:p w:rsidR="007F7D9B" w:rsidRDefault="007F7D9B" w:rsidP="007F7D9B">
      <w:pPr>
        <w:jc w:val="center"/>
        <w:rPr>
          <w:sz w:val="24"/>
          <w:szCs w:val="24"/>
        </w:rPr>
      </w:pPr>
    </w:p>
    <w:p w:rsidR="007F7D9B" w:rsidRDefault="007F7D9B" w:rsidP="007F7D9B">
      <w:pPr>
        <w:jc w:val="center"/>
        <w:rPr>
          <w:sz w:val="24"/>
          <w:szCs w:val="24"/>
        </w:rPr>
      </w:pPr>
    </w:p>
    <w:p w:rsidR="00597467" w:rsidRPr="00FF2C8E" w:rsidRDefault="00597467" w:rsidP="007F7D9B">
      <w:pPr>
        <w:jc w:val="center"/>
        <w:rPr>
          <w:b/>
        </w:rPr>
      </w:pPr>
    </w:p>
    <w:sectPr w:rsidR="00597467" w:rsidRPr="00FF2C8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948" w:rsidRDefault="004A3948">
      <w:r>
        <w:separator/>
      </w:r>
    </w:p>
  </w:endnote>
  <w:endnote w:type="continuationSeparator" w:id="0">
    <w:p w:rsidR="004A3948" w:rsidRDefault="004A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948" w:rsidRDefault="004A3948">
      <w:r>
        <w:separator/>
      </w:r>
    </w:p>
  </w:footnote>
  <w:footnote w:type="continuationSeparator" w:id="0">
    <w:p w:rsidR="004A3948" w:rsidRDefault="004A3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948" w:rsidRDefault="000F2E6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394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3948" w:rsidRDefault="004A39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948" w:rsidRDefault="000F2E6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39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A786F">
      <w:rPr>
        <w:rStyle w:val="a7"/>
        <w:noProof/>
      </w:rPr>
      <w:t>4</w:t>
    </w:r>
    <w:r>
      <w:rPr>
        <w:rStyle w:val="a7"/>
      </w:rPr>
      <w:fldChar w:fldCharType="end"/>
    </w:r>
  </w:p>
  <w:p w:rsidR="004A3948" w:rsidRDefault="004A394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948" w:rsidRDefault="00AA786F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67.05pt;margin-top:-3.05pt;width:486pt;height:207pt;z-index:-251659264;mso-wrap-edited:f;mso-position-horizontal-relative:page" wrapcoords="-70 0 -70 21600 21670 21600 21670 0 -70 0" o:regroupid="12" filled="f" stroked="f" strokecolor="white" strokeweight="0">
          <v:textbox style="mso-next-textbox:#_x0000_s2075" inset="0,0,0,0">
            <w:txbxContent>
              <w:p w:rsidR="004A3948" w:rsidRPr="00E52B15" w:rsidRDefault="004A3948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A3948" w:rsidRPr="00561114" w:rsidRDefault="004A394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4A3948" w:rsidRPr="00561114" w:rsidRDefault="004A394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4A3948" w:rsidRPr="000F7B5C" w:rsidRDefault="004A3948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4A3948" w:rsidRPr="000F7B5C" w:rsidRDefault="004A394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A3948" w:rsidRDefault="004A3948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4A3948" w:rsidRDefault="004A3948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4A3948" w:rsidRPr="002B6128" w:rsidRDefault="004A394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A3948" w:rsidRDefault="004A3948" w:rsidP="00276416">
                <w:pPr>
                  <w:ind w:right="-70"/>
                  <w:rPr>
                    <w:sz w:val="20"/>
                  </w:rPr>
                </w:pPr>
              </w:p>
              <w:p w:rsidR="004A3948" w:rsidRPr="001772E6" w:rsidRDefault="004A394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A3948" w:rsidRDefault="004A3948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  <w:r>
      <w:rPr>
        <w:noProof/>
      </w:rPr>
      <w:pict>
        <v:group id="_x0000_s2117" style="position:absolute;left:0;text-align:left;margin-left:86.15pt;margin-top:185.95pt;width:311.8pt;height:4.15pt;z-index:-251658240" coordorigin="3321,3424" coordsize="6200,83">
          <v:shape id="_x0000_s2112" style="position:absolute;left:9441;top:3424;width:80;height:83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  <v:shape id="_x0000_s2113" style="position:absolute;left:3321;top:3424;width:82;height:81;rotation:270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ctiveWritingStyle w:appName="MSWord" w:lang="ru-RU" w:vendorID="1" w:dllVersion="512" w:checkStyle="1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19">
      <o:colormenu v:ext="edit" strokecolor="black"/>
    </o:shapedefaults>
    <o:shapelayout v:ext="edit">
      <o:idmap v:ext="edit" data="2"/>
      <o:regrouptable v:ext="edit">
        <o:entry new="1" old="0"/>
        <o:entry new="2" old="1"/>
        <o:entry new="3" old="1"/>
        <o:entry new="4" old="0"/>
        <o:entry new="5" old="4"/>
        <o:entry new="6" old="5"/>
        <o:entry new="7" old="0"/>
        <o:entry new="8" old="7"/>
        <o:entry new="9" old="7"/>
        <o:entry new="10" old="0"/>
        <o:entry new="11" old="0"/>
        <o:entry new="12" old="0"/>
        <o:entry new="13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2E6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1DC1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43A2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0AFE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0B77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C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94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068F5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3D1B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9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86F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0B4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CCC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01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">
      <o:colormenu v:ext="edit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F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0AF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F0AFE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2F0AFE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  <w:style w:type="paragraph" w:customStyle="1" w:styleId="ConsPlusNormal">
    <w:name w:val="ConsPlusNormal"/>
    <w:rsid w:val="00161DC1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DBD73CACB07B42938E91D7D2A24E94110F26F9952D2F5E3A9BD8F0A6D54s2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16</TotalTime>
  <Pages>4</Pages>
  <Words>794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Уткина Елена Владмировна</cp:lastModifiedBy>
  <cp:revision>7</cp:revision>
  <cp:lastPrinted>2018-03-26T07:06:00Z</cp:lastPrinted>
  <dcterms:created xsi:type="dcterms:W3CDTF">2017-03-13T12:25:00Z</dcterms:created>
  <dcterms:modified xsi:type="dcterms:W3CDTF">2018-03-26T07:06:00Z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