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70F59" w:rsidP="00072D6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072D6F">
              <w:t>22</w:t>
            </w:r>
            <w:r w:rsidR="00597467">
              <w:rPr>
                <w:noProof/>
              </w:rPr>
              <w:t>.03.201</w:t>
            </w:r>
            <w:r w:rsidR="00072D6F">
              <w:rPr>
                <w:noProof/>
              </w:rPr>
              <w:t>8</w:t>
            </w:r>
            <w:r w:rsidR="00597467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70F59" w:rsidP="007F43C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F43C7">
              <w:t>10</w:t>
            </w:r>
            <w:r w:rsidR="007F43C7">
              <w:rPr>
                <w:lang w:val="en-US"/>
              </w:rPr>
              <w:t>/17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E70F59" w:rsidP="004445C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4445C8" w:rsidRPr="004445C8">
              <w:rPr>
                <w:noProof/>
              </w:rPr>
              <w:t>О переносе рассмотрения вопроса о внесении изменений в отдельные решения региональной службы по тарифам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072D6F">
      <w:pPr>
        <w:tabs>
          <w:tab w:val="left" w:pos="1897"/>
        </w:tabs>
        <w:jc w:val="center"/>
      </w:pPr>
    </w:p>
    <w:p w:rsidR="002167D8" w:rsidRDefault="002167D8" w:rsidP="00252D0D">
      <w:pPr>
        <w:tabs>
          <w:tab w:val="left" w:pos="1897"/>
        </w:tabs>
        <w:ind w:firstLine="709"/>
      </w:pPr>
    </w:p>
    <w:p w:rsidR="00986DB5" w:rsidRPr="004445C8" w:rsidRDefault="004445C8" w:rsidP="004445C8">
      <w:pPr>
        <w:tabs>
          <w:tab w:val="left" w:pos="1897"/>
        </w:tabs>
        <w:spacing w:line="276" w:lineRule="auto"/>
        <w:ind w:firstLine="709"/>
        <w:jc w:val="both"/>
        <w:rPr>
          <w:b/>
          <w:szCs w:val="28"/>
        </w:rPr>
      </w:pPr>
      <w:r w:rsidRPr="004445C8">
        <w:rPr>
          <w:szCs w:val="28"/>
        </w:rPr>
        <w:t xml:space="preserve">В связи с отсутствием кворума, </w:t>
      </w:r>
      <w:r w:rsidRPr="004445C8">
        <w:rPr>
          <w:noProof/>
          <w:szCs w:val="28"/>
        </w:rPr>
        <w:t>рассмотрение вопроса о</w:t>
      </w:r>
      <w:r w:rsidRPr="004445C8">
        <w:rPr>
          <w:szCs w:val="28"/>
        </w:rPr>
        <w:t xml:space="preserve"> внесении изменений в отдельные решения региональной службы по тарифам Нижегородской области перенести на 30 марта 2018 года</w:t>
      </w:r>
    </w:p>
    <w:p w:rsidR="00986DB5" w:rsidRDefault="00986DB5" w:rsidP="004445C8">
      <w:pPr>
        <w:tabs>
          <w:tab w:val="left" w:pos="1897"/>
        </w:tabs>
        <w:spacing w:line="276" w:lineRule="auto"/>
        <w:ind w:firstLine="709"/>
        <w:jc w:val="both"/>
        <w:rPr>
          <w:szCs w:val="28"/>
        </w:rPr>
      </w:pPr>
    </w:p>
    <w:p w:rsidR="004445C8" w:rsidRPr="004445C8" w:rsidRDefault="004445C8" w:rsidP="004445C8">
      <w:pPr>
        <w:tabs>
          <w:tab w:val="left" w:pos="1897"/>
        </w:tabs>
        <w:spacing w:line="276" w:lineRule="auto"/>
        <w:ind w:firstLine="709"/>
        <w:jc w:val="both"/>
        <w:rPr>
          <w:szCs w:val="28"/>
        </w:rPr>
      </w:pPr>
      <w:bookmarkStart w:id="2" w:name="_GoBack"/>
      <w:bookmarkEnd w:id="2"/>
    </w:p>
    <w:p w:rsidR="00055A86" w:rsidRPr="00427D62" w:rsidRDefault="00055A86" w:rsidP="00427D62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Pr="00FF2C8E" w:rsidRDefault="00597467" w:rsidP="002167D8">
      <w:pPr>
        <w:tabs>
          <w:tab w:val="left" w:pos="1897"/>
        </w:tabs>
        <w:spacing w:line="276" w:lineRule="auto"/>
        <w:rPr>
          <w:b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 w:rsidR="007B4D86">
        <w:rPr>
          <w:szCs w:val="28"/>
        </w:rPr>
        <w:t xml:space="preserve">       </w:t>
      </w:r>
      <w:r>
        <w:rPr>
          <w:szCs w:val="28"/>
        </w:rPr>
        <w:t xml:space="preserve"> </w:t>
      </w:r>
      <w:proofErr w:type="spellStart"/>
      <w:r w:rsidR="007B4D86">
        <w:rPr>
          <w:szCs w:val="28"/>
        </w:rPr>
        <w:t>А.Г.Малухин</w:t>
      </w:r>
      <w:proofErr w:type="spellEnd"/>
    </w:p>
    <w:sectPr w:rsidR="00597467" w:rsidRPr="00FF2C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2B2" w:rsidRDefault="00FB62B2">
      <w:r>
        <w:separator/>
      </w:r>
    </w:p>
  </w:endnote>
  <w:endnote w:type="continuationSeparator" w:id="0">
    <w:p w:rsidR="00FB62B2" w:rsidRDefault="00F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2B2" w:rsidRDefault="00FB62B2">
      <w:r>
        <w:separator/>
      </w:r>
    </w:p>
  </w:footnote>
  <w:footnote w:type="continuationSeparator" w:id="0">
    <w:p w:rsidR="00FB62B2" w:rsidRDefault="00FB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45C8">
      <w:rPr>
        <w:rStyle w:val="a7"/>
        <w:noProof/>
      </w:rPr>
      <w:t>10</w: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4445C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FB62B2" w:rsidRPr="00E52B15" w:rsidRDefault="00FB62B2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FB62B2" w:rsidRPr="00561114" w:rsidRDefault="00FB62B2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FB62B2" w:rsidRPr="00561114" w:rsidRDefault="00FB62B2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FB62B2" w:rsidRPr="000F7B5C" w:rsidRDefault="00FB62B2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FB62B2" w:rsidRPr="000F7B5C" w:rsidRDefault="00FB62B2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FB62B2" w:rsidRDefault="00FB62B2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FB62B2" w:rsidRDefault="00FB62B2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FB62B2" w:rsidRPr="002B6128" w:rsidRDefault="00FB62B2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FB62B2" w:rsidRDefault="00FB62B2" w:rsidP="00276416">
                <w:pPr>
                  <w:ind w:right="-70"/>
                  <w:rPr>
                    <w:sz w:val="20"/>
                  </w:rPr>
                </w:pPr>
              </w:p>
              <w:p w:rsidR="00FB62B2" w:rsidRPr="001772E6" w:rsidRDefault="00FB62B2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FB62B2" w:rsidRDefault="00FB62B2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673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A86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2D6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19C3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34C"/>
    <w:rsid w:val="001509C9"/>
    <w:rsid w:val="00151C04"/>
    <w:rsid w:val="001536E8"/>
    <w:rsid w:val="00153921"/>
    <w:rsid w:val="00154808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3D6D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9A3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B40"/>
    <w:rsid w:val="002165E3"/>
    <w:rsid w:val="002167D8"/>
    <w:rsid w:val="0021757A"/>
    <w:rsid w:val="002175D4"/>
    <w:rsid w:val="0022015C"/>
    <w:rsid w:val="00220928"/>
    <w:rsid w:val="0022190C"/>
    <w:rsid w:val="00221FC9"/>
    <w:rsid w:val="002234AA"/>
    <w:rsid w:val="00223530"/>
    <w:rsid w:val="0022396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77DD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5D50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EBB"/>
    <w:rsid w:val="002F696E"/>
    <w:rsid w:val="002F7A27"/>
    <w:rsid w:val="00300875"/>
    <w:rsid w:val="0030133D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84F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5FFA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9B8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18D"/>
    <w:rsid w:val="00427D62"/>
    <w:rsid w:val="004314B2"/>
    <w:rsid w:val="00432F4A"/>
    <w:rsid w:val="00433294"/>
    <w:rsid w:val="004336A4"/>
    <w:rsid w:val="00433788"/>
    <w:rsid w:val="004347D4"/>
    <w:rsid w:val="00435238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5C8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DB5"/>
    <w:rsid w:val="00455185"/>
    <w:rsid w:val="0045608B"/>
    <w:rsid w:val="004607E2"/>
    <w:rsid w:val="004608AC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2341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30F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35D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6DF2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3CF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D22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5FD8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32C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8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3C7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629D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3A1B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4BE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E0C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5D6C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1F8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0E8D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38D4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86DB5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C9A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2433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09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113"/>
    <w:rsid w:val="00A849AD"/>
    <w:rsid w:val="00A8581E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8B4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D7EBA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5328"/>
    <w:rsid w:val="00C665FC"/>
    <w:rsid w:val="00C67FAE"/>
    <w:rsid w:val="00C71506"/>
    <w:rsid w:val="00C745BB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165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EA9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0C6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B03"/>
    <w:rsid w:val="00DC0CAB"/>
    <w:rsid w:val="00DC1623"/>
    <w:rsid w:val="00DC16F3"/>
    <w:rsid w:val="00DC213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46A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0A5"/>
    <w:rsid w:val="00E6729E"/>
    <w:rsid w:val="00E674D1"/>
    <w:rsid w:val="00E677C1"/>
    <w:rsid w:val="00E67C7C"/>
    <w:rsid w:val="00E706F7"/>
    <w:rsid w:val="00E70965"/>
    <w:rsid w:val="00E70F59"/>
    <w:rsid w:val="00E7239E"/>
    <w:rsid w:val="00E72AF6"/>
    <w:rsid w:val="00E734CA"/>
    <w:rsid w:val="00E73803"/>
    <w:rsid w:val="00E739F5"/>
    <w:rsid w:val="00E73BBD"/>
    <w:rsid w:val="00E742DF"/>
    <w:rsid w:val="00E75295"/>
    <w:rsid w:val="00E76142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73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B2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1C0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982DB-B9A8-40C2-A008-169E46A6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458</TotalTime>
  <Pages>1</Pages>
  <Words>47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12</cp:revision>
  <cp:lastPrinted>2006-05-23T08:04:00Z</cp:lastPrinted>
  <dcterms:created xsi:type="dcterms:W3CDTF">2017-03-13T12:32:00Z</dcterms:created>
  <dcterms:modified xsi:type="dcterms:W3CDTF">2018-03-26T06:36:00Z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