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0AFE" w:rsidP="006D3FC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6D3FC7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F0AFE" w:rsidP="0021653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16537">
              <w:t>10</w:t>
            </w:r>
            <w:r w:rsidR="00216537">
              <w:rPr>
                <w:lang w:val="en-US"/>
              </w:rPr>
              <w:t>/14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F0AFE" w:rsidP="00CB3CC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DD0CCC" w:rsidRPr="00DD0CCC">
              <w:rPr>
                <w:noProof/>
              </w:rPr>
              <w:t>Об установлении на 201</w:t>
            </w:r>
            <w:r w:rsidR="001C1B58">
              <w:rPr>
                <w:noProof/>
              </w:rPr>
              <w:t>8</w:t>
            </w:r>
            <w:r w:rsidR="00DD0CCC" w:rsidRPr="00DD0CCC">
              <w:rPr>
                <w:noProof/>
              </w:rPr>
              <w:t>-202</w:t>
            </w:r>
            <w:r w:rsidR="001C1B58">
              <w:rPr>
                <w:noProof/>
              </w:rPr>
              <w:t>6</w:t>
            </w:r>
            <w:r w:rsidR="00DD0CCC" w:rsidRPr="00DD0CCC">
              <w:rPr>
                <w:noProof/>
              </w:rPr>
              <w:t xml:space="preserve"> годы требований к программ</w:t>
            </w:r>
            <w:r w:rsidR="00492F0E">
              <w:rPr>
                <w:noProof/>
              </w:rPr>
              <w:t>е</w:t>
            </w:r>
            <w:r w:rsidR="00DD0CCC" w:rsidRPr="00DD0CCC">
              <w:rPr>
                <w:noProof/>
              </w:rPr>
              <w:t xml:space="preserve"> в области энергосбережения и повышения энергетической эффективности в сфере </w:t>
            </w:r>
            <w:r w:rsidR="00CB3CCB">
              <w:rPr>
                <w:noProof/>
              </w:rPr>
              <w:t>водоотведения</w:t>
            </w:r>
            <w:r w:rsidR="001C1B58">
              <w:rPr>
                <w:noProof/>
              </w:rPr>
              <w:t xml:space="preserve"> </w:t>
            </w:r>
            <w:r w:rsidR="001C1B58" w:rsidRPr="001C1B58">
              <w:rPr>
                <w:noProof/>
              </w:rPr>
              <w:t>ОБЩЕСТВА С ОГРАНИЧЕННОЙ ОТВЕТСТВЕННОСТЬЮ «УПРАВЛЯЮЩАЯ КОМПАНИЯ «НИЖЕГОРОДСКАЯ ОБЛАСТНАЯ КОММУНАЛЬНАЯ КОМПАНИЯ», г. Нижний Нов</w:t>
            </w:r>
            <w:r w:rsidR="001C1B58">
              <w:rPr>
                <w:noProof/>
              </w:rPr>
              <w:t>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6D3FC7" w:rsidRDefault="006D3FC7" w:rsidP="00216537">
      <w:pPr>
        <w:tabs>
          <w:tab w:val="left" w:pos="1897"/>
        </w:tabs>
      </w:pPr>
    </w:p>
    <w:p w:rsidR="006D3FC7" w:rsidRDefault="006D3FC7" w:rsidP="00252D0D">
      <w:pPr>
        <w:tabs>
          <w:tab w:val="left" w:pos="1897"/>
        </w:tabs>
        <w:ind w:firstLine="709"/>
      </w:pPr>
    </w:p>
    <w:p w:rsidR="00DD0CCC" w:rsidRPr="00DD0CCC" w:rsidRDefault="00DD0CCC" w:rsidP="00DD0CCC">
      <w:pPr>
        <w:pStyle w:val="a9"/>
        <w:spacing w:line="276" w:lineRule="auto"/>
        <w:ind w:firstLine="720"/>
        <w:rPr>
          <w:noProof/>
        </w:rPr>
      </w:pPr>
      <w:r w:rsidRPr="00DD0CCC">
        <w:t xml:space="preserve">В соответствии с Федеральным </w:t>
      </w:r>
      <w:hyperlink r:id="rId10" w:history="1">
        <w:r w:rsidRPr="00DD0CCC">
          <w:rPr>
            <w:rStyle w:val="a5"/>
          </w:rPr>
          <w:t>законом</w:t>
        </w:r>
      </w:hyperlink>
      <w:r w:rsidRPr="00DD0CCC">
        <w:t xml:space="preserve"> от 23 ноября 2009 года № 261-ФЗ </w:t>
      </w:r>
      <w:r w:rsidRPr="00DD0CCC">
        <w:br/>
        <w:t xml:space="preserve">«Об энергосбережении </w:t>
      </w:r>
      <w:proofErr w:type="gramStart"/>
      <w:r w:rsidRPr="00DD0CCC">
        <w:t>и</w:t>
      </w:r>
      <w:proofErr w:type="gramEnd"/>
      <w:r w:rsidRPr="00DD0CCC">
        <w:t xml:space="preserve"> о повышении энергетической эффективности </w:t>
      </w:r>
      <w:r w:rsidR="00417177">
        <w:br/>
      </w:r>
      <w:r w:rsidRPr="00DD0CCC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DD0CCC">
        <w:t>№ 171 «Об утверждении Положения о региональной службе по тарифам Нижегородской области»: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</w:t>
      </w:r>
      <w:r w:rsidRPr="00DD0CCC">
        <w:rPr>
          <w:szCs w:val="28"/>
        </w:rPr>
        <w:t xml:space="preserve"> Установить на 201</w:t>
      </w:r>
      <w:r w:rsidR="00CB3CCB">
        <w:rPr>
          <w:szCs w:val="28"/>
        </w:rPr>
        <w:t>8</w:t>
      </w:r>
      <w:r w:rsidRPr="00DD0CCC">
        <w:rPr>
          <w:szCs w:val="28"/>
        </w:rPr>
        <w:t>-202</w:t>
      </w:r>
      <w:r w:rsidR="00CB3CCB">
        <w:rPr>
          <w:szCs w:val="28"/>
        </w:rPr>
        <w:t>6</w:t>
      </w:r>
      <w:r w:rsidRPr="00DD0CCC">
        <w:rPr>
          <w:szCs w:val="28"/>
        </w:rPr>
        <w:t xml:space="preserve"> </w:t>
      </w:r>
      <w:proofErr w:type="gramStart"/>
      <w:r w:rsidRPr="00DD0CCC">
        <w:rPr>
          <w:szCs w:val="28"/>
        </w:rPr>
        <w:t>годы</w:t>
      </w:r>
      <w:proofErr w:type="gramEnd"/>
      <w:r w:rsidRPr="00DD0CCC">
        <w:rPr>
          <w:szCs w:val="28"/>
        </w:rPr>
        <w:t xml:space="preserve"> следующие требования к программ</w:t>
      </w:r>
      <w:r w:rsidR="001C1B58">
        <w:rPr>
          <w:szCs w:val="28"/>
        </w:rPr>
        <w:t>е</w:t>
      </w:r>
      <w:r w:rsidRPr="00DD0CCC">
        <w:rPr>
          <w:szCs w:val="28"/>
        </w:rPr>
        <w:t xml:space="preserve"> в области энергосбережения и повышения энергетической эффективности </w:t>
      </w:r>
      <w:r w:rsidR="001C1B58">
        <w:rPr>
          <w:szCs w:val="28"/>
        </w:rPr>
        <w:t xml:space="preserve">в сфере </w:t>
      </w:r>
      <w:r w:rsidR="00CB3CCB">
        <w:rPr>
          <w:szCs w:val="28"/>
        </w:rPr>
        <w:t>водоотведения</w:t>
      </w:r>
      <w:r w:rsidRPr="00DD0CCC">
        <w:rPr>
          <w:szCs w:val="28"/>
        </w:rPr>
        <w:t xml:space="preserve"> </w:t>
      </w:r>
      <w:r w:rsidR="001C1B58" w:rsidRPr="009D5192">
        <w:rPr>
          <w:noProof/>
        </w:rPr>
        <w:t>ОБЩЕСТВ</w:t>
      </w:r>
      <w:r w:rsidR="001C1B58">
        <w:rPr>
          <w:noProof/>
        </w:rPr>
        <w:t>А</w:t>
      </w:r>
      <w:r w:rsidR="001C1B58" w:rsidRPr="009D5192">
        <w:rPr>
          <w:noProof/>
        </w:rPr>
        <w:t xml:space="preserve"> С ОГРАНИЧЕННОЙ ОТВЕТСТВЕННОСТЬЮ </w:t>
      </w:r>
      <w:r w:rsidR="001C1B58">
        <w:rPr>
          <w:noProof/>
        </w:rPr>
        <w:t>«</w:t>
      </w:r>
      <w:r w:rsidR="001C1B58" w:rsidRPr="009D5192">
        <w:rPr>
          <w:noProof/>
        </w:rPr>
        <w:t xml:space="preserve">УПРАВЛЯЮЩАЯ КОМПАНИЯ </w:t>
      </w:r>
      <w:r w:rsidR="001C1B58">
        <w:rPr>
          <w:noProof/>
        </w:rPr>
        <w:t>«</w:t>
      </w:r>
      <w:r w:rsidR="001C1B58" w:rsidRPr="009D5192">
        <w:rPr>
          <w:noProof/>
        </w:rPr>
        <w:t>НИЖЕГОРОДСКАЯ ОБЛАСТНАЯ КОММУНАЛЬНАЯ КОМПАНИЯ</w:t>
      </w:r>
      <w:r w:rsidR="001C1B58">
        <w:rPr>
          <w:noProof/>
        </w:rPr>
        <w:t>»</w:t>
      </w:r>
      <w:r w:rsidR="001C1B58" w:rsidRPr="009D5192">
        <w:rPr>
          <w:noProof/>
        </w:rPr>
        <w:t xml:space="preserve">, г. </w:t>
      </w:r>
      <w:r w:rsidR="001C1B58">
        <w:rPr>
          <w:noProof/>
        </w:rPr>
        <w:t>Н</w:t>
      </w:r>
      <w:r w:rsidR="001C1B58" w:rsidRPr="009D5192">
        <w:rPr>
          <w:noProof/>
        </w:rPr>
        <w:t>ижний Новгород</w:t>
      </w:r>
      <w:r w:rsidRPr="00DD0CCC">
        <w:rPr>
          <w:szCs w:val="28"/>
        </w:rPr>
        <w:t>:</w:t>
      </w:r>
    </w:p>
    <w:p w:rsid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t>1.1.</w:t>
      </w:r>
      <w:r w:rsidRPr="00DD0CCC">
        <w:rPr>
          <w:szCs w:val="28"/>
        </w:rPr>
        <w:t xml:space="preserve"> Показатели энергетической эффективности объектов </w:t>
      </w:r>
      <w:r w:rsidR="006D3FC7">
        <w:rPr>
          <w:szCs w:val="28"/>
        </w:rPr>
        <w:t>водоотведения</w:t>
      </w:r>
      <w:r w:rsidRPr="00DD0CCC">
        <w:rPr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CB3CCB" w:rsidRPr="005F02DE" w:rsidTr="00D64B14">
        <w:trPr>
          <w:trHeight w:val="276"/>
        </w:trPr>
        <w:tc>
          <w:tcPr>
            <w:tcW w:w="563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CB3CCB" w:rsidRPr="005F02DE" w:rsidTr="00D64B14">
        <w:trPr>
          <w:trHeight w:val="415"/>
        </w:trPr>
        <w:tc>
          <w:tcPr>
            <w:tcW w:w="563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B3CCB" w:rsidRPr="005F02DE" w:rsidTr="00D64B14">
        <w:tc>
          <w:tcPr>
            <w:tcW w:w="563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CB3CCB" w:rsidRPr="005A4867" w:rsidRDefault="00CB3CCB" w:rsidP="00D64B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701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  <w:tr w:rsidR="00CB3CCB" w:rsidRPr="005F02DE" w:rsidTr="00D64B14">
        <w:tc>
          <w:tcPr>
            <w:tcW w:w="563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CB3CCB" w:rsidRPr="005A4867" w:rsidRDefault="00CB3CCB" w:rsidP="00D64B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701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DD0CCC" w:rsidRDefault="00DD0CCC" w:rsidP="00DD0CCC">
      <w:pPr>
        <w:spacing w:line="276" w:lineRule="auto"/>
        <w:ind w:firstLine="720"/>
        <w:jc w:val="both"/>
        <w:rPr>
          <w:szCs w:val="28"/>
        </w:rPr>
      </w:pPr>
      <w:r w:rsidRPr="00DD0CCC">
        <w:rPr>
          <w:b/>
          <w:szCs w:val="28"/>
        </w:rPr>
        <w:lastRenderedPageBreak/>
        <w:t>1.2.</w:t>
      </w:r>
      <w:r w:rsidRPr="00DD0CCC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CB3CCB" w:rsidRPr="005F02DE" w:rsidTr="00D64B14">
        <w:trPr>
          <w:trHeight w:val="276"/>
        </w:trPr>
        <w:tc>
          <w:tcPr>
            <w:tcW w:w="563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CB3CCB" w:rsidRPr="005F02DE" w:rsidTr="00D64B14">
        <w:trPr>
          <w:trHeight w:val="415"/>
        </w:trPr>
        <w:tc>
          <w:tcPr>
            <w:tcW w:w="563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B3CCB" w:rsidRPr="005F02DE" w:rsidTr="00D64B14">
        <w:tc>
          <w:tcPr>
            <w:tcW w:w="563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т </w:t>
            </w:r>
            <w:proofErr w:type="spellStart"/>
            <w:r w:rsidRPr="005A4867">
              <w:rPr>
                <w:sz w:val="22"/>
                <w:szCs w:val="22"/>
              </w:rPr>
              <w:t>у.</w:t>
            </w:r>
            <w:proofErr w:type="gramStart"/>
            <w:r w:rsidRPr="005A4867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DD0CCC" w:rsidRDefault="00DD0CCC" w:rsidP="00DD0CCC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D0CCC">
        <w:rPr>
          <w:b/>
          <w:sz w:val="28"/>
          <w:szCs w:val="28"/>
        </w:rPr>
        <w:t>1.3.</w:t>
      </w:r>
      <w:r w:rsidRPr="00DD0CCC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Сроки их проведения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CB3CCB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A486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5A4867">
              <w:rPr>
                <w:sz w:val="22"/>
                <w:szCs w:val="22"/>
              </w:rPr>
              <w:t xml:space="preserve"> </w:t>
            </w:r>
            <w:proofErr w:type="spellStart"/>
            <w:r w:rsidRPr="005A4867">
              <w:rPr>
                <w:sz w:val="22"/>
                <w:szCs w:val="22"/>
              </w:rPr>
              <w:t>г.</w:t>
            </w:r>
            <w:proofErr w:type="gramStart"/>
            <w:r w:rsidRPr="005A4867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объемов электрической энергии, используемой при транспортировке сточных вод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Merge w:val="restart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Merge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B3CCB" w:rsidRPr="005A4867" w:rsidRDefault="00CB3CCB" w:rsidP="00CB3CCB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- не менее </w:t>
            </w:r>
            <w:r>
              <w:rPr>
                <w:sz w:val="22"/>
                <w:szCs w:val="22"/>
              </w:rPr>
              <w:t>3</w:t>
            </w:r>
            <w:r w:rsidRPr="005A4867">
              <w:rPr>
                <w:sz w:val="22"/>
                <w:szCs w:val="22"/>
              </w:rPr>
              <w:t>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</w:tr>
      <w:tr w:rsidR="00CB3CCB" w:rsidRPr="003244CE" w:rsidTr="00D64B14">
        <w:tc>
          <w:tcPr>
            <w:tcW w:w="675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2019 год</w:t>
            </w:r>
          </w:p>
        </w:tc>
      </w:tr>
      <w:tr w:rsidR="00CB3CCB" w:rsidRPr="003244CE" w:rsidTr="00D64B14">
        <w:tc>
          <w:tcPr>
            <w:tcW w:w="675" w:type="dxa"/>
            <w:vMerge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2020 год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CB3CCB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5A486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5A4867">
              <w:rPr>
                <w:sz w:val="22"/>
                <w:szCs w:val="22"/>
              </w:rPr>
              <w:t xml:space="preserve"> </w:t>
            </w:r>
            <w:proofErr w:type="spellStart"/>
            <w:r w:rsidRPr="005A4867">
              <w:rPr>
                <w:sz w:val="22"/>
                <w:szCs w:val="22"/>
              </w:rPr>
              <w:t>г.</w:t>
            </w:r>
            <w:proofErr w:type="gramStart"/>
            <w:r w:rsidRPr="005A4867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CB3CCB" w:rsidRPr="003244CE" w:rsidTr="00D64B14">
        <w:tc>
          <w:tcPr>
            <w:tcW w:w="675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1666" w:type="dxa"/>
            <w:vAlign w:val="center"/>
          </w:tcPr>
          <w:p w:rsidR="00CB3CCB" w:rsidRPr="005A4867" w:rsidRDefault="00CB3CCB" w:rsidP="00D64B14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</w:tbl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DD0CCC">
        <w:rPr>
          <w:b/>
          <w:szCs w:val="28"/>
        </w:rPr>
        <w:t xml:space="preserve">2. </w:t>
      </w:r>
      <w:r w:rsidRPr="00DD0CCC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3.</w:t>
      </w:r>
      <w:r w:rsidRPr="00DD0CCC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</w:t>
      </w:r>
      <w:r w:rsidR="00417177">
        <w:rPr>
          <w:szCs w:val="28"/>
        </w:rPr>
        <w:t>е</w:t>
      </w:r>
      <w:r w:rsidRPr="00DD0CCC">
        <w:rPr>
          <w:szCs w:val="28"/>
        </w:rPr>
        <w:t xml:space="preserve"> отдельно в отношении каждого мероприятия в следующем порядке: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</w:t>
      </w:r>
      <w:proofErr w:type="gramEnd"/>
      <w:r w:rsidRPr="00DD0CCC">
        <w:rPr>
          <w:szCs w:val="28"/>
        </w:rPr>
        <w:t>;</w:t>
      </w:r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0CCC">
        <w:rPr>
          <w:szCs w:val="28"/>
        </w:rPr>
        <w:lastRenderedPageBreak/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417177">
        <w:rPr>
          <w:szCs w:val="28"/>
        </w:rPr>
        <w:t>ы</w:t>
      </w:r>
      <w:r w:rsidRPr="00DD0CCC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DD0CCC" w:rsidRPr="00DD0CCC" w:rsidRDefault="00DD0CCC" w:rsidP="00DD0CC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D0CCC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4.</w:t>
      </w:r>
      <w:r w:rsidRPr="00DD0CCC">
        <w:rPr>
          <w:szCs w:val="28"/>
        </w:rPr>
        <w:t xml:space="preserve"> </w:t>
      </w:r>
      <w:r w:rsidR="00113688" w:rsidRPr="009D5192">
        <w:rPr>
          <w:noProof/>
        </w:rPr>
        <w:t>ОБЩЕСТВ</w:t>
      </w:r>
      <w:r w:rsidR="00113688">
        <w:rPr>
          <w:noProof/>
        </w:rPr>
        <w:t>У</w:t>
      </w:r>
      <w:r w:rsidR="00113688" w:rsidRPr="009D5192">
        <w:rPr>
          <w:noProof/>
        </w:rPr>
        <w:t xml:space="preserve"> С ОГРАНИЧЕННОЙ ОТВЕТСТВЕННОСТЬЮ </w:t>
      </w:r>
      <w:r w:rsidR="00113688">
        <w:rPr>
          <w:noProof/>
        </w:rPr>
        <w:t>«</w:t>
      </w:r>
      <w:r w:rsidR="00113688" w:rsidRPr="009D5192">
        <w:rPr>
          <w:noProof/>
        </w:rPr>
        <w:t xml:space="preserve">УПРАВЛЯЮЩАЯ КОМПАНИЯ </w:t>
      </w:r>
      <w:r w:rsidR="00113688">
        <w:rPr>
          <w:noProof/>
        </w:rPr>
        <w:t>«</w:t>
      </w:r>
      <w:r w:rsidR="00113688" w:rsidRPr="009D5192">
        <w:rPr>
          <w:noProof/>
        </w:rPr>
        <w:t>НИЖЕГОРОДСКАЯ ОБЛАСТНАЯ КОММУНАЛЬНАЯ КОМПАНИЯ</w:t>
      </w:r>
      <w:r w:rsidR="00113688">
        <w:rPr>
          <w:noProof/>
        </w:rPr>
        <w:t>»</w:t>
      </w:r>
      <w:r w:rsidR="00113688" w:rsidRPr="009D5192">
        <w:rPr>
          <w:noProof/>
        </w:rPr>
        <w:t>, г. Нижний Новгород</w:t>
      </w:r>
      <w:r w:rsidRPr="00DD0CCC">
        <w:rPr>
          <w:szCs w:val="28"/>
        </w:rPr>
        <w:t xml:space="preserve">, в течение 3 месяцев </w:t>
      </w:r>
      <w:proofErr w:type="gramStart"/>
      <w:r w:rsidRPr="00DD0CCC">
        <w:rPr>
          <w:szCs w:val="28"/>
        </w:rPr>
        <w:t>с даты принятия</w:t>
      </w:r>
      <w:proofErr w:type="gramEnd"/>
      <w:r w:rsidRPr="00DD0CCC">
        <w:rPr>
          <w:szCs w:val="28"/>
        </w:rPr>
        <w:t xml:space="preserve"> насто</w:t>
      </w:r>
      <w:r w:rsidR="00417177">
        <w:rPr>
          <w:szCs w:val="28"/>
        </w:rPr>
        <w:t>ящего решения привести программу</w:t>
      </w:r>
      <w:bookmarkStart w:id="2" w:name="_GoBack"/>
      <w:bookmarkEnd w:id="2"/>
      <w:r w:rsidRPr="00DD0CCC">
        <w:rPr>
          <w:szCs w:val="28"/>
        </w:rPr>
        <w:t xml:space="preserve">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DD0CCC" w:rsidRPr="00DD0CCC" w:rsidRDefault="00DD0CCC" w:rsidP="00DD0CCC">
      <w:pPr>
        <w:spacing w:line="276" w:lineRule="auto"/>
        <w:ind w:firstLine="709"/>
        <w:jc w:val="both"/>
        <w:rPr>
          <w:szCs w:val="28"/>
        </w:rPr>
      </w:pPr>
      <w:r w:rsidRPr="00DD0CCC">
        <w:rPr>
          <w:b/>
          <w:szCs w:val="28"/>
        </w:rPr>
        <w:t>5.</w:t>
      </w:r>
      <w:r w:rsidRPr="00DD0CCC">
        <w:rPr>
          <w:szCs w:val="28"/>
        </w:rPr>
        <w:t xml:space="preserve"> </w:t>
      </w:r>
      <w:proofErr w:type="gramStart"/>
      <w:r w:rsidR="00113688" w:rsidRPr="009D5192">
        <w:rPr>
          <w:noProof/>
        </w:rPr>
        <w:t>ОБЩЕСТВ</w:t>
      </w:r>
      <w:r w:rsidR="00113688">
        <w:rPr>
          <w:noProof/>
        </w:rPr>
        <w:t>У</w:t>
      </w:r>
      <w:r w:rsidR="00113688" w:rsidRPr="009D5192">
        <w:rPr>
          <w:noProof/>
        </w:rPr>
        <w:t xml:space="preserve"> С ОГРАНИЧЕННОЙ ОТВЕТСТВЕННОСТЬЮ </w:t>
      </w:r>
      <w:r w:rsidR="00113688">
        <w:rPr>
          <w:noProof/>
        </w:rPr>
        <w:t>«</w:t>
      </w:r>
      <w:r w:rsidR="00113688" w:rsidRPr="009D5192">
        <w:rPr>
          <w:noProof/>
        </w:rPr>
        <w:t xml:space="preserve">УПРАВЛЯЮЩАЯ КОМПАНИЯ </w:t>
      </w:r>
      <w:r w:rsidR="00113688">
        <w:rPr>
          <w:noProof/>
        </w:rPr>
        <w:t>«</w:t>
      </w:r>
      <w:r w:rsidR="00113688" w:rsidRPr="009D5192">
        <w:rPr>
          <w:noProof/>
        </w:rPr>
        <w:t>НИЖЕГОРОДСКАЯ ОБЛАСТНАЯ КОММУНАЛЬНАЯ КОМПАНИЯ</w:t>
      </w:r>
      <w:r w:rsidR="00113688">
        <w:rPr>
          <w:noProof/>
        </w:rPr>
        <w:t>»</w:t>
      </w:r>
      <w:r w:rsidR="00113688" w:rsidRPr="009D5192">
        <w:rPr>
          <w:noProof/>
        </w:rPr>
        <w:t>, г. Нижний Новгород</w:t>
      </w:r>
      <w:r w:rsidRPr="00DD0CCC">
        <w:rPr>
          <w:szCs w:val="28"/>
        </w:rPr>
        <w:t xml:space="preserve">, </w:t>
      </w:r>
      <w:r w:rsidR="00113688" w:rsidRPr="00986DB5">
        <w:rPr>
          <w:szCs w:val="28"/>
        </w:rPr>
        <w:t xml:space="preserve">ежегодно не позднее </w:t>
      </w:r>
      <w:r w:rsidR="006D3FC7">
        <w:rPr>
          <w:szCs w:val="28"/>
        </w:rPr>
        <w:br/>
      </w:r>
      <w:r w:rsidR="00113688" w:rsidRPr="00986DB5">
        <w:rPr>
          <w:szCs w:val="28"/>
        </w:rPr>
        <w:t>1 февраля года, следующего за отчетным представлять отчеты о фактическом исполнении в 201</w:t>
      </w:r>
      <w:r w:rsidR="00113688">
        <w:rPr>
          <w:szCs w:val="28"/>
        </w:rPr>
        <w:t>8</w:t>
      </w:r>
      <w:r w:rsidR="00113688" w:rsidRPr="00986DB5">
        <w:rPr>
          <w:szCs w:val="28"/>
        </w:rPr>
        <w:t>-202</w:t>
      </w:r>
      <w:r w:rsidR="00113688">
        <w:rPr>
          <w:szCs w:val="28"/>
        </w:rPr>
        <w:t>6</w:t>
      </w:r>
      <w:r w:rsidR="00113688" w:rsidRPr="00986DB5">
        <w:rPr>
          <w:szCs w:val="28"/>
        </w:rPr>
        <w:t xml:space="preserve"> годах требований к программе в области энергосбережения и повышения энергетической эффективности в сфере </w:t>
      </w:r>
      <w:r w:rsidR="006D3FC7">
        <w:rPr>
          <w:szCs w:val="28"/>
        </w:rPr>
        <w:t>водоотведения</w:t>
      </w:r>
      <w:r w:rsidR="00113688" w:rsidRPr="00986DB5">
        <w:rPr>
          <w:szCs w:val="28"/>
        </w:rPr>
        <w:t>.</w:t>
      </w:r>
      <w:proofErr w:type="gramEnd"/>
    </w:p>
    <w:p w:rsidR="00DD0CCC" w:rsidRPr="00DD0CCC" w:rsidRDefault="00DD0CCC" w:rsidP="00DD0CCC">
      <w:pPr>
        <w:spacing w:line="276" w:lineRule="auto"/>
        <w:ind w:firstLine="709"/>
        <w:rPr>
          <w:szCs w:val="28"/>
        </w:rPr>
      </w:pPr>
      <w:r w:rsidRPr="00DD0CCC">
        <w:rPr>
          <w:b/>
          <w:szCs w:val="28"/>
        </w:rPr>
        <w:t>6.</w:t>
      </w:r>
      <w:r w:rsidRPr="00DD0CCC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F8385A" w:rsidP="00F8385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proofErr w:type="spellStart"/>
      <w:r>
        <w:rPr>
          <w:szCs w:val="28"/>
        </w:rPr>
        <w:t>А.Г.Малухин</w:t>
      </w:r>
      <w:proofErr w:type="spellEnd"/>
    </w:p>
    <w:sectPr w:rsidR="005974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769" w:rsidRDefault="00887769">
      <w:r>
        <w:separator/>
      </w:r>
    </w:p>
  </w:endnote>
  <w:endnote w:type="continuationSeparator" w:id="0">
    <w:p w:rsidR="00887769" w:rsidRDefault="0088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769" w:rsidRDefault="00887769">
      <w:r>
        <w:separator/>
      </w:r>
    </w:p>
  </w:footnote>
  <w:footnote w:type="continuationSeparator" w:id="0">
    <w:p w:rsidR="00887769" w:rsidRDefault="00887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F0AF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7177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E79F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688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1B58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37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0AC4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177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2F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9F0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FC7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12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769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43AD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999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3CCB"/>
    <w:rsid w:val="00CB6365"/>
    <w:rsid w:val="00CB647E"/>
    <w:rsid w:val="00CB6C04"/>
    <w:rsid w:val="00CB7E1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0E6B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85A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</TotalTime>
  <Pages>3</Pages>
  <Words>684</Words>
  <Characters>5240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11</cp:revision>
  <cp:lastPrinted>2018-03-26T08:23:00Z</cp:lastPrinted>
  <dcterms:created xsi:type="dcterms:W3CDTF">2018-03-06T11:26:00Z</dcterms:created>
  <dcterms:modified xsi:type="dcterms:W3CDTF">2018-03-26T08:23:00Z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