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311CFA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1E42AD">
              <w:t>05.11.</w:t>
            </w:r>
            <w:r w:rsidR="00307793">
              <w:t>20</w:t>
            </w:r>
            <w:r w:rsidR="00311CFA">
              <w:t>20</w:t>
            </w:r>
            <w:r w:rsidR="00307793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531407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531407">
              <w:t>41/21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CC1EE7" w:rsidRDefault="00593E8B" w:rsidP="00CC1EE7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CC1EE7" w:rsidRPr="00CC1EE7">
              <w:t>О внесении изменения в решение региональной службы по тарифам Нижегородской области</w:t>
            </w:r>
          </w:p>
          <w:p w:rsidR="00CC1EE7" w:rsidRDefault="00CC1EE7" w:rsidP="00CC1EE7">
            <w:pPr>
              <w:jc w:val="center"/>
            </w:pPr>
            <w:r w:rsidRPr="00CC1EE7">
              <w:t>от 4 декабря 2018 г. № 49/20 «Об установлении ОБЩЕСТВУ С ОГРАНИЧЕННОЙ ОТВЕТСТВЕННОСТЬЮ «ГЕФЕСТ»</w:t>
            </w:r>
          </w:p>
          <w:p w:rsidR="0085764D" w:rsidRPr="00252D0D" w:rsidRDefault="00CC1EE7" w:rsidP="00307793">
            <w:pPr>
              <w:jc w:val="center"/>
            </w:pPr>
            <w:r w:rsidRPr="00CC1EE7">
              <w:t xml:space="preserve">(ИНН 5239010310), р.п. Сява городского округа город Шахунья Нижегородской области, тарифов на тепловую энергию (мощность), </w:t>
            </w:r>
            <w:r w:rsidR="00593E8B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A855A0" w:rsidRDefault="00307793" w:rsidP="00BA6379">
      <w:pPr>
        <w:tabs>
          <w:tab w:val="left" w:pos="1897"/>
        </w:tabs>
        <w:jc w:val="center"/>
        <w:rPr>
          <w:bCs/>
          <w:szCs w:val="28"/>
        </w:rPr>
      </w:pPr>
      <w:proofErr w:type="gramStart"/>
      <w:r w:rsidRPr="00CC1EE7">
        <w:t>поставляемую</w:t>
      </w:r>
      <w:proofErr w:type="gramEnd"/>
      <w:r w:rsidRPr="005325CC">
        <w:rPr>
          <w:bCs/>
          <w:szCs w:val="28"/>
        </w:rPr>
        <w:t xml:space="preserve"> </w:t>
      </w:r>
      <w:r w:rsidR="005325CC" w:rsidRPr="005325CC">
        <w:rPr>
          <w:bCs/>
          <w:szCs w:val="28"/>
        </w:rPr>
        <w:t xml:space="preserve">потребителям г. Шахунья </w:t>
      </w:r>
      <w:r>
        <w:rPr>
          <w:bCs/>
          <w:szCs w:val="28"/>
        </w:rPr>
        <w:br/>
      </w:r>
      <w:r w:rsidR="005325CC" w:rsidRPr="005325CC">
        <w:rPr>
          <w:bCs/>
          <w:szCs w:val="28"/>
        </w:rPr>
        <w:t>Нижегородской области»</w:t>
      </w:r>
    </w:p>
    <w:p w:rsidR="005325CC" w:rsidRDefault="005325CC" w:rsidP="00307793">
      <w:pPr>
        <w:tabs>
          <w:tab w:val="left" w:pos="1897"/>
        </w:tabs>
        <w:jc w:val="center"/>
        <w:rPr>
          <w:bCs/>
          <w:szCs w:val="28"/>
        </w:rPr>
      </w:pPr>
    </w:p>
    <w:p w:rsidR="00D55951" w:rsidRDefault="00D55951" w:rsidP="00307793">
      <w:pPr>
        <w:tabs>
          <w:tab w:val="left" w:pos="1897"/>
        </w:tabs>
        <w:jc w:val="center"/>
        <w:rPr>
          <w:bCs/>
          <w:szCs w:val="28"/>
        </w:rPr>
      </w:pPr>
    </w:p>
    <w:p w:rsidR="00531407" w:rsidRPr="00A855A0" w:rsidRDefault="00531407" w:rsidP="00307793">
      <w:pPr>
        <w:tabs>
          <w:tab w:val="left" w:pos="1897"/>
        </w:tabs>
        <w:jc w:val="center"/>
        <w:rPr>
          <w:bCs/>
          <w:szCs w:val="28"/>
        </w:rPr>
      </w:pPr>
      <w:bookmarkStart w:id="2" w:name="_GoBack"/>
      <w:bookmarkEnd w:id="2"/>
    </w:p>
    <w:p w:rsidR="00CC1EE7" w:rsidRPr="00CC1EE7" w:rsidRDefault="005325CC" w:rsidP="00CC1EE7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4"/>
        </w:rPr>
      </w:pPr>
      <w:r w:rsidRPr="005325CC">
        <w:rPr>
          <w:szCs w:val="24"/>
        </w:rPr>
        <w:t xml:space="preserve"> </w:t>
      </w:r>
      <w:r w:rsidR="00CC1EE7" w:rsidRPr="00CC1EE7">
        <w:rPr>
          <w:szCs w:val="24"/>
        </w:rPr>
        <w:t xml:space="preserve">В соответствии с Федеральным законом от 27 июля 2010 г. № 190-ФЗ                     «О теплоснабжении», постановлением Правительства Российской Федерации </w:t>
      </w:r>
      <w:r w:rsidR="00307793">
        <w:rPr>
          <w:szCs w:val="24"/>
        </w:rPr>
        <w:br/>
      </w:r>
      <w:r w:rsidR="00CC1EE7" w:rsidRPr="00CC1EE7">
        <w:rPr>
          <w:szCs w:val="24"/>
        </w:rPr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ОБЩЕСТВОМ С ОГРАНИЧЕННОЙ ОТВЕТСТВЕННОСТЬЮ «ГЕФЕСТ» (ИНН 5239010310), </w:t>
      </w:r>
      <w:proofErr w:type="spellStart"/>
      <w:r w:rsidR="00CC1EE7" w:rsidRPr="00CC1EE7">
        <w:rPr>
          <w:szCs w:val="24"/>
        </w:rPr>
        <w:t>р.п</w:t>
      </w:r>
      <w:proofErr w:type="spellEnd"/>
      <w:r w:rsidR="00CC1EE7" w:rsidRPr="00CC1EE7">
        <w:rPr>
          <w:szCs w:val="24"/>
        </w:rPr>
        <w:t xml:space="preserve">. </w:t>
      </w:r>
      <w:proofErr w:type="spellStart"/>
      <w:r w:rsidR="00CC1EE7" w:rsidRPr="00CC1EE7">
        <w:rPr>
          <w:szCs w:val="24"/>
        </w:rPr>
        <w:t>Сява</w:t>
      </w:r>
      <w:proofErr w:type="spellEnd"/>
      <w:r w:rsidR="00CC1EE7" w:rsidRPr="00CC1EE7">
        <w:rPr>
          <w:szCs w:val="24"/>
        </w:rPr>
        <w:t xml:space="preserve"> городского округа город Шахунья Нижегородской области, экспертного </w:t>
      </w:r>
      <w:r w:rsidR="00CC1EE7" w:rsidRPr="00075A32">
        <w:rPr>
          <w:szCs w:val="24"/>
        </w:rPr>
        <w:t xml:space="preserve">заключения рег. </w:t>
      </w:r>
      <w:r w:rsidR="00654683">
        <w:rPr>
          <w:szCs w:val="24"/>
        </w:rPr>
        <w:t>№ в-383</w:t>
      </w:r>
      <w:r w:rsidR="00654683" w:rsidRPr="00654683">
        <w:rPr>
          <w:szCs w:val="24"/>
        </w:rPr>
        <w:t xml:space="preserve"> от 28 октября 2020 г.:</w:t>
      </w:r>
    </w:p>
    <w:p w:rsidR="00CC1EE7" w:rsidRPr="00CC1EE7" w:rsidRDefault="00CC1EE7" w:rsidP="00CC1EE7">
      <w:pPr>
        <w:spacing w:line="276" w:lineRule="auto"/>
        <w:ind w:firstLine="708"/>
        <w:jc w:val="both"/>
        <w:rPr>
          <w:noProof/>
          <w:szCs w:val="24"/>
        </w:rPr>
      </w:pPr>
      <w:r w:rsidRPr="00CC1EE7">
        <w:rPr>
          <w:b/>
          <w:szCs w:val="24"/>
        </w:rPr>
        <w:t>1.</w:t>
      </w:r>
      <w:r w:rsidRPr="00CC1EE7">
        <w:rPr>
          <w:szCs w:val="24"/>
        </w:rPr>
        <w:t xml:space="preserve"> Внести </w:t>
      </w:r>
      <w:r w:rsidRPr="00CC1EE7">
        <w:rPr>
          <w:noProof/>
          <w:szCs w:val="24"/>
        </w:rPr>
        <w:t>в решение региональной службы по тарифам Нижегородской области от 4 декабря 2018 г. № 49/20 «Об установлении ОБЩЕСТВУ С ОГРАНИЧЕННОЙ ОТВЕТСТВЕННО</w:t>
      </w:r>
      <w:r>
        <w:rPr>
          <w:noProof/>
          <w:szCs w:val="24"/>
        </w:rPr>
        <w:t>СТЬЮ «ГЕФЕСТ» (ИНН 5239010310),</w:t>
      </w:r>
      <w:r>
        <w:rPr>
          <w:noProof/>
          <w:szCs w:val="24"/>
        </w:rPr>
        <w:br/>
      </w:r>
      <w:r w:rsidRPr="00CC1EE7">
        <w:rPr>
          <w:noProof/>
          <w:szCs w:val="24"/>
        </w:rPr>
        <w:t xml:space="preserve">р.п. Сява городского округа город Шахунья Нижегородской области, тарифов на тепловую энергию (мощность), поставляемую потребителям г.  Шахунья Нижегородской области» </w:t>
      </w:r>
      <w:r w:rsidRPr="00CC1EE7">
        <w:rPr>
          <w:bCs/>
          <w:szCs w:val="24"/>
        </w:rPr>
        <w:t xml:space="preserve">изменение, изложив </w:t>
      </w:r>
      <w:r w:rsidR="00307793">
        <w:rPr>
          <w:bCs/>
          <w:szCs w:val="24"/>
        </w:rPr>
        <w:t xml:space="preserve">таблицу </w:t>
      </w:r>
      <w:r w:rsidR="00307793">
        <w:rPr>
          <w:szCs w:val="24"/>
        </w:rPr>
        <w:t>Приложения</w:t>
      </w:r>
      <w:r w:rsidRPr="00CC1EE7">
        <w:rPr>
          <w:szCs w:val="24"/>
        </w:rPr>
        <w:t xml:space="preserve"> 2 к решению в следующей редакции</w:t>
      </w:r>
      <w:r w:rsidRPr="00CC1EE7">
        <w:rPr>
          <w:noProof/>
          <w:szCs w:val="24"/>
        </w:rPr>
        <w:t>:</w:t>
      </w:r>
    </w:p>
    <w:p w:rsidR="00CC1EE7" w:rsidRDefault="00CC1EE7" w:rsidP="00CC1EE7">
      <w:pPr>
        <w:pStyle w:val="ac"/>
        <w:spacing w:line="276" w:lineRule="auto"/>
        <w:jc w:val="left"/>
        <w:rPr>
          <w:noProof/>
          <w:szCs w:val="24"/>
        </w:rPr>
      </w:pPr>
      <w:r w:rsidRPr="00CC1EE7">
        <w:rPr>
          <w:noProof/>
          <w:szCs w:val="24"/>
        </w:rPr>
        <w:t>«</w:t>
      </w:r>
    </w:p>
    <w:tbl>
      <w:tblPr>
        <w:tblpPr w:leftFromText="181" w:rightFromText="181" w:vertAnchor="text" w:horzAnchor="margin" w:tblpX="148" w:tblpY="1"/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6"/>
        <w:gridCol w:w="3528"/>
        <w:gridCol w:w="1628"/>
        <w:gridCol w:w="679"/>
        <w:gridCol w:w="1628"/>
        <w:gridCol w:w="1628"/>
      </w:tblGrid>
      <w:tr w:rsidR="001E42AD" w:rsidTr="001E42AD">
        <w:trPr>
          <w:trHeight w:val="180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D65BB8" w:rsidRDefault="001E42AD" w:rsidP="001E42AD">
            <w:pPr>
              <w:jc w:val="center"/>
              <w:rPr>
                <w:b/>
                <w:bCs/>
                <w:sz w:val="16"/>
                <w:szCs w:val="16"/>
              </w:rPr>
            </w:pPr>
            <w:bookmarkStart w:id="3" w:name="_Hlk22978535"/>
            <w:r w:rsidRPr="00D65BB8">
              <w:rPr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D65BB8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D65BB8">
              <w:rPr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D65BB8" w:rsidRDefault="001E42AD" w:rsidP="001E42AD">
            <w:pPr>
              <w:ind w:left="-90"/>
              <w:jc w:val="center"/>
              <w:rPr>
                <w:b/>
                <w:bCs/>
                <w:sz w:val="16"/>
                <w:szCs w:val="16"/>
              </w:rPr>
            </w:pPr>
            <w:r w:rsidRPr="00D65BB8">
              <w:rPr>
                <w:b/>
                <w:bCs/>
                <w:sz w:val="16"/>
                <w:szCs w:val="16"/>
              </w:rPr>
              <w:t>Наименование регулируемой организации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D65BB8" w:rsidRDefault="001E42AD" w:rsidP="001E42AD">
            <w:pPr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D65BB8">
              <w:rPr>
                <w:b/>
                <w:bCs/>
                <w:sz w:val="16"/>
                <w:szCs w:val="16"/>
              </w:rPr>
              <w:t>Вид тарифа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D65BB8" w:rsidRDefault="001E42AD" w:rsidP="001E42AD">
            <w:pPr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D65BB8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D65BB8" w:rsidRDefault="001E42AD" w:rsidP="001E42AD">
            <w:pPr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D65BB8">
              <w:rPr>
                <w:b/>
                <w:bCs/>
                <w:sz w:val="16"/>
                <w:szCs w:val="16"/>
              </w:rPr>
              <w:t>Вода</w:t>
            </w:r>
          </w:p>
        </w:tc>
      </w:tr>
      <w:tr w:rsidR="001E42AD" w:rsidTr="001E42AD">
        <w:trPr>
          <w:trHeight w:val="144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AD" w:rsidRPr="00D65BB8" w:rsidRDefault="001E42AD" w:rsidP="001E42A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AD" w:rsidRPr="00D65BB8" w:rsidRDefault="001E42AD" w:rsidP="001E42A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AD" w:rsidRPr="00D65BB8" w:rsidRDefault="001E42AD" w:rsidP="001E42A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AD" w:rsidRPr="00D65BB8" w:rsidRDefault="001E42AD" w:rsidP="001E42A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D65BB8" w:rsidRDefault="001E42AD" w:rsidP="001E42AD">
            <w:pPr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D65BB8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D65BB8" w:rsidRDefault="001E42AD" w:rsidP="001E42AD">
            <w:pPr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D65BB8">
              <w:rPr>
                <w:b/>
                <w:bCs/>
                <w:sz w:val="16"/>
                <w:szCs w:val="16"/>
              </w:rPr>
              <w:t xml:space="preserve">с 1 июля </w:t>
            </w:r>
            <w:proofErr w:type="gramStart"/>
            <w:r w:rsidRPr="00D65BB8">
              <w:rPr>
                <w:b/>
                <w:bCs/>
                <w:sz w:val="16"/>
                <w:szCs w:val="16"/>
              </w:rPr>
              <w:t>по</w:t>
            </w:r>
            <w:proofErr w:type="gramEnd"/>
            <w:r w:rsidRPr="00D65BB8">
              <w:rPr>
                <w:b/>
                <w:bCs/>
                <w:sz w:val="16"/>
                <w:szCs w:val="16"/>
              </w:rPr>
              <w:t xml:space="preserve"> </w:t>
            </w:r>
          </w:p>
          <w:p w:rsidR="001E42AD" w:rsidRPr="00D65BB8" w:rsidRDefault="001E42AD" w:rsidP="001E42AD">
            <w:pPr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D65BB8">
              <w:rPr>
                <w:b/>
                <w:bCs/>
                <w:sz w:val="16"/>
                <w:szCs w:val="16"/>
              </w:rPr>
              <w:t xml:space="preserve">31 декабря </w:t>
            </w:r>
          </w:p>
        </w:tc>
      </w:tr>
      <w:tr w:rsidR="001E42AD" w:rsidTr="001E42AD">
        <w:trPr>
          <w:trHeight w:val="43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D65BB8" w:rsidRDefault="001E42AD" w:rsidP="001E42AD">
            <w:pPr>
              <w:jc w:val="center"/>
              <w:rPr>
                <w:b/>
                <w:bCs/>
                <w:sz w:val="18"/>
                <w:szCs w:val="18"/>
              </w:rPr>
            </w:pPr>
            <w:r w:rsidRPr="00D65BB8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42AD" w:rsidRPr="00503047" w:rsidRDefault="001E42AD" w:rsidP="001E42AD">
            <w:pPr>
              <w:autoSpaceDE w:val="0"/>
              <w:autoSpaceDN w:val="0"/>
              <w:adjustRightInd w:val="0"/>
            </w:pPr>
            <w:r w:rsidRPr="00503047">
              <w:t xml:space="preserve">ОБЩЕСТВО С </w:t>
            </w:r>
            <w:r w:rsidRPr="001E42AD">
              <w:rPr>
                <w:sz w:val="22"/>
              </w:rPr>
              <w:t xml:space="preserve">ОГРАНИЧЕННОЙ </w:t>
            </w:r>
            <w:r w:rsidRPr="001E42AD">
              <w:rPr>
                <w:sz w:val="22"/>
              </w:rPr>
              <w:lastRenderedPageBreak/>
              <w:t xml:space="preserve">ОТВЕТСТВЕННОСТЬЮ «ГЕФЕСТ» </w:t>
            </w:r>
            <w:r w:rsidRPr="001E42AD">
              <w:rPr>
                <w:sz w:val="22"/>
              </w:rPr>
              <w:br/>
              <w:t xml:space="preserve">(ИНН 5239010310), </w:t>
            </w:r>
            <w:r w:rsidRPr="001E42AD">
              <w:rPr>
                <w:sz w:val="22"/>
              </w:rPr>
              <w:br/>
            </w:r>
            <w:proofErr w:type="spellStart"/>
            <w:r w:rsidRPr="001E42AD">
              <w:rPr>
                <w:sz w:val="22"/>
              </w:rPr>
              <w:t>р.п</w:t>
            </w:r>
            <w:proofErr w:type="spellEnd"/>
            <w:r w:rsidRPr="001E42AD">
              <w:rPr>
                <w:sz w:val="22"/>
              </w:rPr>
              <w:t xml:space="preserve">. </w:t>
            </w:r>
            <w:proofErr w:type="spellStart"/>
            <w:r w:rsidRPr="001E42AD">
              <w:rPr>
                <w:sz w:val="22"/>
              </w:rPr>
              <w:t>Сява</w:t>
            </w:r>
            <w:proofErr w:type="spellEnd"/>
            <w:r w:rsidRPr="001E42AD">
              <w:rPr>
                <w:sz w:val="22"/>
              </w:rPr>
              <w:t xml:space="preserve"> городского округа город Шахунья Нижегородской области</w:t>
            </w:r>
          </w:p>
        </w:tc>
        <w:tc>
          <w:tcPr>
            <w:tcW w:w="5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1E42AD" w:rsidRDefault="001E42AD" w:rsidP="001E42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1E42AD">
              <w:rPr>
                <w:b/>
                <w:bCs/>
                <w:sz w:val="19"/>
                <w:szCs w:val="19"/>
              </w:rPr>
              <w:lastRenderedPageBreak/>
              <w:t xml:space="preserve">Для потребителей, в случае отсутствия дифференциации тарифов по схеме подключения </w:t>
            </w:r>
          </w:p>
        </w:tc>
      </w:tr>
      <w:tr w:rsidR="001E42AD" w:rsidTr="001E42AD">
        <w:trPr>
          <w:trHeight w:val="23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D65BB8" w:rsidRDefault="001E42AD" w:rsidP="001E42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1.1</w:t>
            </w:r>
            <w:r w:rsidRPr="00D65BB8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42AD" w:rsidRPr="005067CD" w:rsidRDefault="001E42AD" w:rsidP="001E42AD"/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42AD" w:rsidRPr="001E42AD" w:rsidRDefault="001E42AD" w:rsidP="001E42AD">
            <w:pPr>
              <w:pStyle w:val="ac"/>
              <w:jc w:val="left"/>
              <w:rPr>
                <w:sz w:val="19"/>
                <w:szCs w:val="19"/>
                <w:lang w:eastAsia="en-US"/>
              </w:rPr>
            </w:pPr>
            <w:proofErr w:type="spellStart"/>
            <w:r w:rsidRPr="001E42AD">
              <w:rPr>
                <w:sz w:val="19"/>
                <w:szCs w:val="19"/>
                <w:lang w:eastAsia="en-US"/>
              </w:rPr>
              <w:t>одноставочный</w:t>
            </w:r>
            <w:proofErr w:type="spellEnd"/>
            <w:r w:rsidRPr="001E42AD">
              <w:rPr>
                <w:sz w:val="19"/>
                <w:szCs w:val="19"/>
                <w:lang w:eastAsia="en-US"/>
              </w:rPr>
              <w:t xml:space="preserve">, </w:t>
            </w:r>
            <w:r w:rsidRPr="001E42AD">
              <w:rPr>
                <w:sz w:val="19"/>
                <w:szCs w:val="19"/>
                <w:lang w:eastAsia="en-US"/>
              </w:rPr>
              <w:lastRenderedPageBreak/>
              <w:t>руб./Гкал</w:t>
            </w:r>
          </w:p>
          <w:p w:rsidR="001E42AD" w:rsidRPr="001E42AD" w:rsidRDefault="001E42AD" w:rsidP="001E42AD">
            <w:pPr>
              <w:rPr>
                <w:sz w:val="19"/>
                <w:szCs w:val="19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1E42AD" w:rsidRDefault="001E42AD" w:rsidP="001E42AD">
            <w:pPr>
              <w:pStyle w:val="ac"/>
              <w:ind w:left="-24" w:right="57" w:firstLine="24"/>
              <w:jc w:val="center"/>
              <w:rPr>
                <w:sz w:val="19"/>
                <w:szCs w:val="19"/>
              </w:rPr>
            </w:pPr>
            <w:r w:rsidRPr="001E42AD">
              <w:rPr>
                <w:sz w:val="19"/>
                <w:szCs w:val="19"/>
              </w:rPr>
              <w:lastRenderedPageBreak/>
              <w:t>2019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  <w:r w:rsidRPr="001E42AD">
              <w:rPr>
                <w:sz w:val="19"/>
                <w:szCs w:val="19"/>
              </w:rPr>
              <w:t>112,26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  <w:r w:rsidRPr="001E42AD">
              <w:rPr>
                <w:sz w:val="19"/>
                <w:szCs w:val="19"/>
              </w:rPr>
              <w:t>174,28</w:t>
            </w:r>
          </w:p>
        </w:tc>
      </w:tr>
      <w:tr w:rsidR="001E42AD" w:rsidTr="001E42AD">
        <w:trPr>
          <w:trHeight w:val="26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D65BB8" w:rsidRDefault="001E42AD" w:rsidP="001E42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1.2</w:t>
            </w:r>
            <w:r w:rsidRPr="00D65BB8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42AD" w:rsidRPr="005067CD" w:rsidRDefault="001E42AD" w:rsidP="001E42AD"/>
        </w:tc>
        <w:tc>
          <w:tcPr>
            <w:tcW w:w="1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42AD" w:rsidRPr="001E42AD" w:rsidRDefault="001E42AD" w:rsidP="001E42AD">
            <w:pPr>
              <w:rPr>
                <w:sz w:val="19"/>
                <w:szCs w:val="19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1E42AD" w:rsidRDefault="001E42AD" w:rsidP="001E42AD">
            <w:pPr>
              <w:pStyle w:val="ac"/>
              <w:ind w:left="-24" w:right="57" w:firstLine="24"/>
              <w:jc w:val="center"/>
              <w:rPr>
                <w:sz w:val="19"/>
                <w:szCs w:val="19"/>
              </w:rPr>
            </w:pPr>
            <w:r w:rsidRPr="001E42AD">
              <w:rPr>
                <w:sz w:val="19"/>
                <w:szCs w:val="19"/>
              </w:rPr>
              <w:t>2020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  <w:r w:rsidRPr="001E42AD">
              <w:rPr>
                <w:sz w:val="19"/>
                <w:szCs w:val="19"/>
              </w:rPr>
              <w:t>174,28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  <w:r w:rsidRPr="001E42AD">
              <w:rPr>
                <w:sz w:val="19"/>
                <w:szCs w:val="19"/>
              </w:rPr>
              <w:t>261,18</w:t>
            </w:r>
          </w:p>
        </w:tc>
      </w:tr>
      <w:tr w:rsidR="001E42AD" w:rsidTr="001E42AD">
        <w:trPr>
          <w:trHeight w:val="22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D65BB8" w:rsidRDefault="001E42AD" w:rsidP="001E42AD">
            <w:pPr>
              <w:jc w:val="center"/>
              <w:rPr>
                <w:b/>
                <w:bCs/>
                <w:sz w:val="18"/>
                <w:szCs w:val="18"/>
              </w:rPr>
            </w:pPr>
            <w:r w:rsidRPr="00D65BB8">
              <w:rPr>
                <w:b/>
                <w:bCs/>
                <w:sz w:val="18"/>
                <w:szCs w:val="18"/>
              </w:rPr>
              <w:lastRenderedPageBreak/>
              <w:t>1.</w:t>
            </w:r>
            <w:r>
              <w:rPr>
                <w:b/>
                <w:bCs/>
                <w:sz w:val="18"/>
                <w:szCs w:val="18"/>
              </w:rPr>
              <w:t>3</w:t>
            </w:r>
            <w:r w:rsidRPr="00D65BB8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42AD" w:rsidRPr="005067CD" w:rsidRDefault="001E42AD" w:rsidP="001E42AD"/>
        </w:tc>
        <w:tc>
          <w:tcPr>
            <w:tcW w:w="1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42AD" w:rsidRPr="001E42AD" w:rsidRDefault="001E42AD" w:rsidP="001E42AD">
            <w:pPr>
              <w:rPr>
                <w:sz w:val="19"/>
                <w:szCs w:val="19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1E42AD" w:rsidRDefault="001E42AD" w:rsidP="001E42AD">
            <w:pPr>
              <w:pStyle w:val="ac"/>
              <w:ind w:left="-24" w:right="57" w:firstLine="24"/>
              <w:jc w:val="center"/>
              <w:rPr>
                <w:sz w:val="19"/>
                <w:szCs w:val="19"/>
              </w:rPr>
            </w:pPr>
            <w:r w:rsidRPr="001E42AD">
              <w:rPr>
                <w:sz w:val="19"/>
                <w:szCs w:val="19"/>
              </w:rPr>
              <w:t>2021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  <w:r w:rsidRPr="001E42AD">
              <w:rPr>
                <w:sz w:val="19"/>
                <w:szCs w:val="19"/>
              </w:rPr>
              <w:t>261,18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 w:rsidRPr="001E42AD">
              <w:rPr>
                <w:sz w:val="19"/>
                <w:szCs w:val="19"/>
              </w:rPr>
              <w:t>3374,91</w:t>
            </w:r>
          </w:p>
        </w:tc>
      </w:tr>
      <w:tr w:rsidR="001E42AD" w:rsidTr="001E42AD">
        <w:trPr>
          <w:trHeight w:val="20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AD" w:rsidRPr="00D65BB8" w:rsidRDefault="001E42AD" w:rsidP="001E42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3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2AD" w:rsidRPr="005067CD" w:rsidRDefault="001E42AD" w:rsidP="001E42AD"/>
        </w:tc>
        <w:tc>
          <w:tcPr>
            <w:tcW w:w="1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rPr>
                <w:sz w:val="19"/>
                <w:szCs w:val="19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AD" w:rsidRPr="001E42AD" w:rsidRDefault="001E42AD" w:rsidP="001E42AD">
            <w:pPr>
              <w:pStyle w:val="ac"/>
              <w:ind w:left="-24" w:right="57" w:firstLine="24"/>
              <w:jc w:val="center"/>
              <w:rPr>
                <w:sz w:val="19"/>
                <w:szCs w:val="19"/>
              </w:rPr>
            </w:pPr>
            <w:r w:rsidRPr="001E42AD">
              <w:rPr>
                <w:sz w:val="19"/>
                <w:szCs w:val="19"/>
              </w:rPr>
              <w:t>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 w:rsidRPr="001E42AD">
              <w:rPr>
                <w:sz w:val="19"/>
                <w:szCs w:val="19"/>
              </w:rPr>
              <w:t>3374,91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 w:rsidRPr="001E42AD">
              <w:rPr>
                <w:sz w:val="19"/>
                <w:szCs w:val="19"/>
              </w:rPr>
              <w:t>3505,51</w:t>
            </w:r>
          </w:p>
        </w:tc>
      </w:tr>
      <w:tr w:rsidR="001E42AD" w:rsidTr="001E42AD">
        <w:trPr>
          <w:trHeight w:val="14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AD" w:rsidRDefault="001E42AD" w:rsidP="001E42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3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2AD" w:rsidRPr="005067CD" w:rsidRDefault="001E42AD" w:rsidP="001E42AD"/>
        </w:tc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rPr>
                <w:sz w:val="19"/>
                <w:szCs w:val="19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AD" w:rsidRPr="001E42AD" w:rsidRDefault="001E42AD" w:rsidP="001E42AD">
            <w:pPr>
              <w:pStyle w:val="ac"/>
              <w:ind w:left="-24" w:right="57" w:firstLine="24"/>
              <w:jc w:val="center"/>
              <w:rPr>
                <w:sz w:val="19"/>
                <w:szCs w:val="19"/>
              </w:rPr>
            </w:pPr>
            <w:r w:rsidRPr="001E42AD">
              <w:rPr>
                <w:sz w:val="19"/>
                <w:szCs w:val="19"/>
              </w:rPr>
              <w:t>2023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 w:rsidRPr="001E42AD">
              <w:rPr>
                <w:sz w:val="19"/>
                <w:szCs w:val="19"/>
              </w:rPr>
              <w:t>3505,51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 w:rsidRPr="001E42AD">
              <w:rPr>
                <w:sz w:val="19"/>
                <w:szCs w:val="19"/>
              </w:rPr>
              <w:t>3623,63</w:t>
            </w:r>
          </w:p>
        </w:tc>
      </w:tr>
      <w:tr w:rsidR="001E42AD" w:rsidTr="001E42AD">
        <w:trPr>
          <w:trHeight w:val="14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AD" w:rsidRPr="00D65BB8" w:rsidRDefault="001E42AD" w:rsidP="001E42A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42AD" w:rsidRPr="005067CD" w:rsidRDefault="001E42AD" w:rsidP="001E42AD"/>
        </w:tc>
        <w:tc>
          <w:tcPr>
            <w:tcW w:w="5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1E42AD" w:rsidRDefault="001E42AD" w:rsidP="001E42AD">
            <w:pPr>
              <w:ind w:left="-24" w:firstLine="24"/>
              <w:rPr>
                <w:sz w:val="19"/>
                <w:szCs w:val="19"/>
              </w:rPr>
            </w:pPr>
            <w:r w:rsidRPr="001E42AD">
              <w:rPr>
                <w:sz w:val="19"/>
                <w:szCs w:val="19"/>
              </w:rPr>
              <w:t>Н</w:t>
            </w:r>
            <w:r>
              <w:rPr>
                <w:sz w:val="19"/>
                <w:szCs w:val="19"/>
              </w:rPr>
              <w:t>аселение (тарифы указаны с учето</w:t>
            </w:r>
            <w:r w:rsidRPr="001E42AD">
              <w:rPr>
                <w:sz w:val="19"/>
                <w:szCs w:val="19"/>
              </w:rPr>
              <w:t>м НДС)</w:t>
            </w:r>
          </w:p>
        </w:tc>
      </w:tr>
      <w:tr w:rsidR="001E42AD" w:rsidTr="001E42AD">
        <w:trPr>
          <w:trHeight w:val="14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D65BB8" w:rsidRDefault="001E42AD" w:rsidP="001E42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1.6</w:t>
            </w:r>
            <w:r w:rsidRPr="00D65BB8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42AD" w:rsidRPr="005067CD" w:rsidRDefault="001E42AD" w:rsidP="001E42AD"/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42AD" w:rsidRPr="001E42AD" w:rsidRDefault="001E42AD" w:rsidP="001E42AD">
            <w:pPr>
              <w:pStyle w:val="ac"/>
              <w:jc w:val="left"/>
              <w:rPr>
                <w:sz w:val="19"/>
                <w:szCs w:val="19"/>
                <w:lang w:eastAsia="en-US"/>
              </w:rPr>
            </w:pPr>
            <w:proofErr w:type="spellStart"/>
            <w:r w:rsidRPr="001E42AD">
              <w:rPr>
                <w:sz w:val="19"/>
                <w:szCs w:val="19"/>
                <w:lang w:eastAsia="en-US"/>
              </w:rPr>
              <w:t>одноставочный</w:t>
            </w:r>
            <w:proofErr w:type="spellEnd"/>
            <w:r w:rsidRPr="001E42AD">
              <w:rPr>
                <w:sz w:val="19"/>
                <w:szCs w:val="19"/>
                <w:lang w:eastAsia="en-US"/>
              </w:rPr>
              <w:t>, руб./Гкал</w:t>
            </w:r>
          </w:p>
          <w:p w:rsidR="001E42AD" w:rsidRPr="001E42AD" w:rsidRDefault="001E42AD" w:rsidP="001E42AD">
            <w:pPr>
              <w:rPr>
                <w:sz w:val="19"/>
                <w:szCs w:val="19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1E42AD" w:rsidRDefault="001E42AD" w:rsidP="001E42AD">
            <w:pPr>
              <w:pStyle w:val="ac"/>
              <w:ind w:left="-24" w:right="57" w:firstLine="24"/>
              <w:jc w:val="center"/>
              <w:rPr>
                <w:sz w:val="19"/>
                <w:szCs w:val="19"/>
              </w:rPr>
            </w:pPr>
            <w:r w:rsidRPr="001E42AD">
              <w:rPr>
                <w:sz w:val="19"/>
                <w:szCs w:val="19"/>
              </w:rPr>
              <w:t>2019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  <w:r w:rsidRPr="001E42AD">
              <w:rPr>
                <w:sz w:val="19"/>
                <w:szCs w:val="19"/>
              </w:rPr>
              <w:t>112,26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  <w:r w:rsidRPr="001E42AD">
              <w:rPr>
                <w:sz w:val="19"/>
                <w:szCs w:val="19"/>
              </w:rPr>
              <w:t>174,28</w:t>
            </w:r>
          </w:p>
        </w:tc>
      </w:tr>
      <w:tr w:rsidR="001E42AD" w:rsidTr="001E42AD">
        <w:trPr>
          <w:trHeight w:val="14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D65BB8" w:rsidRDefault="001E42AD" w:rsidP="001E42AD">
            <w:pPr>
              <w:jc w:val="center"/>
              <w:rPr>
                <w:b/>
                <w:bCs/>
                <w:sz w:val="18"/>
                <w:szCs w:val="18"/>
              </w:rPr>
            </w:pPr>
            <w:r w:rsidRPr="00D65BB8">
              <w:rPr>
                <w:b/>
                <w:bCs/>
                <w:sz w:val="18"/>
                <w:szCs w:val="18"/>
              </w:rPr>
              <w:t>1.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D65BB8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42AD" w:rsidRPr="005067CD" w:rsidRDefault="001E42AD" w:rsidP="001E42AD"/>
        </w:tc>
        <w:tc>
          <w:tcPr>
            <w:tcW w:w="1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42AD" w:rsidRPr="001E42AD" w:rsidRDefault="001E42AD" w:rsidP="001E42AD">
            <w:pPr>
              <w:rPr>
                <w:sz w:val="19"/>
                <w:szCs w:val="19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1E42AD" w:rsidRDefault="001E42AD" w:rsidP="001E42AD">
            <w:pPr>
              <w:pStyle w:val="ac"/>
              <w:ind w:left="-24" w:right="57" w:firstLine="24"/>
              <w:jc w:val="center"/>
              <w:rPr>
                <w:sz w:val="19"/>
                <w:szCs w:val="19"/>
              </w:rPr>
            </w:pPr>
            <w:r w:rsidRPr="001E42AD">
              <w:rPr>
                <w:sz w:val="19"/>
                <w:szCs w:val="19"/>
              </w:rPr>
              <w:t>2020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  <w:r w:rsidRPr="001E42AD">
              <w:rPr>
                <w:sz w:val="19"/>
                <w:szCs w:val="19"/>
              </w:rPr>
              <w:t>174,28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  <w:r w:rsidRPr="001E42AD">
              <w:rPr>
                <w:sz w:val="19"/>
                <w:szCs w:val="19"/>
              </w:rPr>
              <w:t>261,18</w:t>
            </w:r>
          </w:p>
        </w:tc>
      </w:tr>
      <w:tr w:rsidR="001E42AD" w:rsidTr="001E42AD">
        <w:trPr>
          <w:trHeight w:val="14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D65BB8" w:rsidRDefault="001E42AD" w:rsidP="001E42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1.8</w:t>
            </w:r>
            <w:r w:rsidRPr="00D65BB8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42AD" w:rsidRPr="005067CD" w:rsidRDefault="001E42AD" w:rsidP="001E42AD"/>
        </w:tc>
        <w:tc>
          <w:tcPr>
            <w:tcW w:w="1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42AD" w:rsidRPr="001E42AD" w:rsidRDefault="001E42AD" w:rsidP="001E42AD">
            <w:pPr>
              <w:rPr>
                <w:sz w:val="19"/>
                <w:szCs w:val="19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AD" w:rsidRPr="001E42AD" w:rsidRDefault="001E42AD" w:rsidP="001E42AD">
            <w:pPr>
              <w:pStyle w:val="ac"/>
              <w:ind w:left="-24" w:right="57" w:firstLine="24"/>
              <w:jc w:val="center"/>
              <w:rPr>
                <w:sz w:val="19"/>
                <w:szCs w:val="19"/>
              </w:rPr>
            </w:pPr>
            <w:r w:rsidRPr="001E42AD">
              <w:rPr>
                <w:sz w:val="19"/>
                <w:szCs w:val="19"/>
              </w:rPr>
              <w:t>2021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  <w:r w:rsidRPr="001E42AD">
              <w:rPr>
                <w:sz w:val="19"/>
                <w:szCs w:val="19"/>
              </w:rPr>
              <w:t>261,18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  <w:r w:rsidRPr="001E42AD">
              <w:rPr>
                <w:sz w:val="19"/>
                <w:szCs w:val="19"/>
              </w:rPr>
              <w:t>374,91</w:t>
            </w:r>
          </w:p>
        </w:tc>
      </w:tr>
      <w:tr w:rsidR="001E42AD" w:rsidTr="001E42AD">
        <w:trPr>
          <w:trHeight w:val="14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AD" w:rsidRDefault="001E42AD" w:rsidP="001E42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1.9.</w:t>
            </w:r>
          </w:p>
        </w:tc>
        <w:tc>
          <w:tcPr>
            <w:tcW w:w="3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2AD" w:rsidRPr="005067CD" w:rsidRDefault="001E42AD" w:rsidP="001E42AD"/>
        </w:tc>
        <w:tc>
          <w:tcPr>
            <w:tcW w:w="1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rPr>
                <w:sz w:val="19"/>
                <w:szCs w:val="19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AD" w:rsidRPr="001E42AD" w:rsidRDefault="001E42AD" w:rsidP="001E42AD">
            <w:pPr>
              <w:pStyle w:val="ac"/>
              <w:ind w:left="-24" w:right="57" w:firstLine="24"/>
              <w:jc w:val="center"/>
              <w:rPr>
                <w:sz w:val="19"/>
                <w:szCs w:val="19"/>
              </w:rPr>
            </w:pPr>
            <w:r w:rsidRPr="001E42AD">
              <w:rPr>
                <w:sz w:val="19"/>
                <w:szCs w:val="19"/>
              </w:rPr>
              <w:t>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  <w:r w:rsidRPr="001E42AD">
              <w:rPr>
                <w:sz w:val="19"/>
                <w:szCs w:val="19"/>
              </w:rPr>
              <w:t>374,91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  <w:r w:rsidRPr="001E42AD">
              <w:rPr>
                <w:sz w:val="19"/>
                <w:szCs w:val="19"/>
              </w:rPr>
              <w:t>505,51</w:t>
            </w:r>
          </w:p>
        </w:tc>
      </w:tr>
      <w:tr w:rsidR="001E42AD" w:rsidTr="001E42AD">
        <w:trPr>
          <w:trHeight w:val="22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AD" w:rsidRDefault="001E42AD" w:rsidP="001E42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1.10.</w:t>
            </w:r>
          </w:p>
        </w:tc>
        <w:tc>
          <w:tcPr>
            <w:tcW w:w="3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5067CD" w:rsidRDefault="001E42AD" w:rsidP="001E42AD"/>
        </w:tc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rPr>
                <w:sz w:val="19"/>
                <w:szCs w:val="19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AD" w:rsidRPr="001E42AD" w:rsidRDefault="001E42AD" w:rsidP="001E42AD">
            <w:pPr>
              <w:pStyle w:val="ac"/>
              <w:ind w:left="-24" w:right="57" w:firstLine="24"/>
              <w:jc w:val="center"/>
              <w:rPr>
                <w:sz w:val="19"/>
                <w:szCs w:val="19"/>
              </w:rPr>
            </w:pPr>
            <w:r w:rsidRPr="001E42AD">
              <w:rPr>
                <w:sz w:val="19"/>
                <w:szCs w:val="19"/>
              </w:rPr>
              <w:t>2023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  <w:r w:rsidRPr="001E42AD">
              <w:rPr>
                <w:sz w:val="19"/>
                <w:szCs w:val="19"/>
              </w:rPr>
              <w:t>505,51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AD" w:rsidRPr="001E42AD" w:rsidRDefault="001E42AD" w:rsidP="001E42A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  <w:r w:rsidRPr="001E42AD">
              <w:rPr>
                <w:sz w:val="19"/>
                <w:szCs w:val="19"/>
              </w:rPr>
              <w:t>623,63</w:t>
            </w:r>
          </w:p>
        </w:tc>
      </w:tr>
    </w:tbl>
    <w:bookmarkEnd w:id="3"/>
    <w:p w:rsidR="00CC1EE7" w:rsidRPr="00CC1EE7" w:rsidRDefault="00CC1EE7" w:rsidP="00CC1EE7">
      <w:pPr>
        <w:pStyle w:val="ac"/>
        <w:spacing w:line="276" w:lineRule="auto"/>
        <w:jc w:val="right"/>
        <w:rPr>
          <w:noProof/>
          <w:szCs w:val="24"/>
        </w:rPr>
      </w:pPr>
      <w:r w:rsidRPr="00CC1EE7">
        <w:rPr>
          <w:noProof/>
          <w:szCs w:val="24"/>
        </w:rPr>
        <w:t>».</w:t>
      </w:r>
    </w:p>
    <w:p w:rsidR="00CC1EE7" w:rsidRPr="00CC1EE7" w:rsidRDefault="00CC1EE7" w:rsidP="00CC1EE7">
      <w:pPr>
        <w:pStyle w:val="ac"/>
        <w:spacing w:line="276" w:lineRule="auto"/>
        <w:ind w:firstLine="708"/>
        <w:rPr>
          <w:szCs w:val="24"/>
        </w:rPr>
      </w:pPr>
      <w:r w:rsidRPr="00CC1EE7">
        <w:rPr>
          <w:b/>
          <w:szCs w:val="24"/>
        </w:rPr>
        <w:t>2.</w:t>
      </w:r>
      <w:r w:rsidRPr="00CC1EE7">
        <w:rPr>
          <w:szCs w:val="24"/>
        </w:rPr>
        <w:t xml:space="preserve"> </w:t>
      </w:r>
      <w:r w:rsidRPr="00CC1EE7">
        <w:rPr>
          <w:bCs/>
          <w:szCs w:val="24"/>
        </w:rPr>
        <w:t>Настоящее решение вступает в силу с 1 января 202</w:t>
      </w:r>
      <w:r w:rsidR="00311CFA">
        <w:rPr>
          <w:bCs/>
          <w:szCs w:val="24"/>
        </w:rPr>
        <w:t>1</w:t>
      </w:r>
      <w:r w:rsidRPr="00CC1EE7">
        <w:rPr>
          <w:bCs/>
          <w:szCs w:val="24"/>
        </w:rPr>
        <w:t xml:space="preserve"> г</w:t>
      </w:r>
      <w:r w:rsidRPr="00CC1EE7">
        <w:rPr>
          <w:szCs w:val="24"/>
        </w:rPr>
        <w:t>.</w:t>
      </w:r>
    </w:p>
    <w:p w:rsidR="00E65B5E" w:rsidRDefault="00E65B5E" w:rsidP="00307793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5325CC" w:rsidRDefault="005325CC" w:rsidP="00307793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5325CC" w:rsidRPr="00A855A0" w:rsidRDefault="005325CC" w:rsidP="00307793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9B3511" w:rsidRPr="005E276D" w:rsidRDefault="009B3511" w:rsidP="009B3511">
      <w:pPr>
        <w:tabs>
          <w:tab w:val="left" w:pos="1897"/>
        </w:tabs>
        <w:spacing w:line="276" w:lineRule="auto"/>
        <w:rPr>
          <w:szCs w:val="28"/>
        </w:rPr>
      </w:pPr>
      <w:proofErr w:type="spellStart"/>
      <w:r>
        <w:rPr>
          <w:szCs w:val="28"/>
        </w:rPr>
        <w:t>И.о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уководителя</w:t>
      </w:r>
      <w:proofErr w:type="spellEnd"/>
      <w:r w:rsidRPr="005E276D">
        <w:rPr>
          <w:szCs w:val="28"/>
        </w:rPr>
        <w:t xml:space="preserve"> службы</w:t>
      </w:r>
      <w:r w:rsidRPr="005E276D">
        <w:rPr>
          <w:szCs w:val="28"/>
        </w:rPr>
        <w:tab/>
      </w:r>
      <w:r w:rsidRPr="005E276D">
        <w:rPr>
          <w:szCs w:val="28"/>
        </w:rPr>
        <w:tab/>
      </w:r>
      <w:r w:rsidRPr="005E276D">
        <w:rPr>
          <w:szCs w:val="28"/>
        </w:rPr>
        <w:tab/>
      </w:r>
      <w:r w:rsidRPr="005E276D">
        <w:rPr>
          <w:szCs w:val="28"/>
        </w:rPr>
        <w:tab/>
      </w:r>
      <w:r>
        <w:rPr>
          <w:szCs w:val="28"/>
        </w:rPr>
        <w:t xml:space="preserve">                                    </w:t>
      </w:r>
      <w:proofErr w:type="spellStart"/>
      <w:r>
        <w:rPr>
          <w:szCs w:val="28"/>
        </w:rPr>
        <w:t>А.С.Гришин</w:t>
      </w:r>
      <w:proofErr w:type="spellEnd"/>
    </w:p>
    <w:p w:rsidR="003927BD" w:rsidRPr="008068B0" w:rsidRDefault="003927BD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323272" w:rsidSect="00D02D1E">
      <w:type w:val="continuous"/>
      <w:pgSz w:w="11906" w:h="16838" w:code="9"/>
      <w:pgMar w:top="1134" w:right="709" w:bottom="993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F9" w:rsidRDefault="002F06F9">
      <w:r>
        <w:separator/>
      </w:r>
    </w:p>
  </w:endnote>
  <w:endnote w:type="continuationSeparator" w:id="0">
    <w:p w:rsidR="002F06F9" w:rsidRDefault="002F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F9" w:rsidRDefault="002F06F9">
      <w:r>
        <w:separator/>
      </w:r>
    </w:p>
  </w:footnote>
  <w:footnote w:type="continuationSeparator" w:id="0">
    <w:p w:rsidR="002F06F9" w:rsidRDefault="002F0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1407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76450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A41" w:rsidRPr="00E52B15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64A41" w:rsidRPr="002B6128" w:rsidRDefault="00C64A4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64A41" w:rsidRDefault="00C64A4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64A41" w:rsidRPr="001772E6" w:rsidRDefault="00C64A41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64A41" w:rsidRDefault="00C64A41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64A41" w:rsidRPr="00E52B15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64A41" w:rsidRPr="002B6128" w:rsidRDefault="00C64A4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64A41" w:rsidRDefault="00C64A4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64A41" w:rsidRPr="001772E6" w:rsidRDefault="00C64A41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64A41" w:rsidRDefault="00C64A41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0A1C"/>
    <w:rsid w:val="00001DE1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487A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BDB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5A32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318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37DF6"/>
    <w:rsid w:val="001406EB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04E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2AD"/>
    <w:rsid w:val="001E4BCA"/>
    <w:rsid w:val="001E5459"/>
    <w:rsid w:val="001E56B6"/>
    <w:rsid w:val="001E5C1C"/>
    <w:rsid w:val="001E6752"/>
    <w:rsid w:val="001E6EA9"/>
    <w:rsid w:val="001F0640"/>
    <w:rsid w:val="001F1EF4"/>
    <w:rsid w:val="001F231F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1F1E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06F9"/>
    <w:rsid w:val="002F116F"/>
    <w:rsid w:val="002F1F2E"/>
    <w:rsid w:val="002F24DD"/>
    <w:rsid w:val="002F5B8A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07793"/>
    <w:rsid w:val="003111FB"/>
    <w:rsid w:val="00311279"/>
    <w:rsid w:val="00311A89"/>
    <w:rsid w:val="00311CFA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086"/>
    <w:rsid w:val="0039046B"/>
    <w:rsid w:val="00390D72"/>
    <w:rsid w:val="00390EE4"/>
    <w:rsid w:val="0039114C"/>
    <w:rsid w:val="00391946"/>
    <w:rsid w:val="00391C45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518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E7A0A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21"/>
    <w:rsid w:val="0052684E"/>
    <w:rsid w:val="00526BCC"/>
    <w:rsid w:val="00527955"/>
    <w:rsid w:val="00530735"/>
    <w:rsid w:val="005307A4"/>
    <w:rsid w:val="005307F4"/>
    <w:rsid w:val="00531407"/>
    <w:rsid w:val="00532383"/>
    <w:rsid w:val="005325CC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21F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0A5B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8D2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5B1D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4683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43D6"/>
    <w:rsid w:val="007155C6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C5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4508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2FB8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2B4C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511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889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5A0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864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379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46F75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1094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15E"/>
    <w:rsid w:val="00CC0EA0"/>
    <w:rsid w:val="00CC183A"/>
    <w:rsid w:val="00CC1EE7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D1E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951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032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1DB8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3245"/>
    <w:rsid w:val="00DB4BCC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503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3C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9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2EF3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5B5E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E7009-A94C-4BD0-9199-75FBA7A6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7</TotalTime>
  <Pages>2</Pages>
  <Words>281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13</cp:revision>
  <cp:lastPrinted>2020-11-03T11:35:00Z</cp:lastPrinted>
  <dcterms:created xsi:type="dcterms:W3CDTF">2019-06-11T08:34:00Z</dcterms:created>
  <dcterms:modified xsi:type="dcterms:W3CDTF">2020-11-03T11:35:00Z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