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593E8B" w:rsidP="00ED6CAF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ED6CAF">
              <w:t>05.11.2020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593E8B" w:rsidP="00963058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963058">
              <w:t>41/19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0B3B91" w:rsidRDefault="00593E8B" w:rsidP="000B3B91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0B3B91" w:rsidRPr="000B3B91">
              <w:t xml:space="preserve">О внесении изменения в решение региональной службы по тарифам Нижегородской области </w:t>
            </w:r>
          </w:p>
          <w:p w:rsidR="000B3B91" w:rsidRDefault="000B3B91" w:rsidP="000B3B91">
            <w:pPr>
              <w:jc w:val="center"/>
            </w:pPr>
            <w:r w:rsidRPr="000B3B91">
              <w:t xml:space="preserve">от 13 декабря 2018 г. № 52/45 «Об установлении ПОТРЕБИТЕЛЬСКОМУ ОБЩЕСТВУ «ТЕХСЕРВИС» (ИНН 5219005665), </w:t>
            </w:r>
          </w:p>
          <w:p w:rsidR="0085764D" w:rsidRPr="00252D0D" w:rsidRDefault="000B3B91" w:rsidP="000B3B91">
            <w:pPr>
              <w:jc w:val="center"/>
            </w:pPr>
            <w:r w:rsidRPr="000B3B91">
              <w:t xml:space="preserve">р.п. Красные Баки Нижегородской области, тарифов на тепловую энергию (мощность), поставляемую потребителям Краснобаковского муниципального района </w:t>
            </w:r>
            <w:r w:rsidR="00593E8B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E22B6D" w:rsidRDefault="000B3B91" w:rsidP="00DD2C81">
      <w:pPr>
        <w:tabs>
          <w:tab w:val="left" w:pos="1897"/>
        </w:tabs>
        <w:jc w:val="center"/>
        <w:rPr>
          <w:szCs w:val="28"/>
        </w:rPr>
      </w:pPr>
      <w:r w:rsidRPr="000B3B91">
        <w:rPr>
          <w:szCs w:val="28"/>
        </w:rPr>
        <w:t>Нижегородской области»</w:t>
      </w:r>
    </w:p>
    <w:p w:rsidR="000B3B91" w:rsidRDefault="000B3B91" w:rsidP="00DD2C81">
      <w:pPr>
        <w:tabs>
          <w:tab w:val="left" w:pos="1897"/>
        </w:tabs>
        <w:jc w:val="center"/>
        <w:rPr>
          <w:szCs w:val="28"/>
        </w:rPr>
      </w:pPr>
    </w:p>
    <w:p w:rsidR="00BA7A8B" w:rsidRDefault="00BA7A8B" w:rsidP="00740FF7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bookmarkStart w:id="2" w:name="_GoBack"/>
      <w:bookmarkEnd w:id="2"/>
    </w:p>
    <w:p w:rsidR="00963058" w:rsidRPr="00740FF7" w:rsidRDefault="00963058" w:rsidP="00740FF7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</w:p>
    <w:p w:rsidR="000B3B91" w:rsidRPr="000B3B91" w:rsidRDefault="000B3B91" w:rsidP="000B3B91">
      <w:pPr>
        <w:spacing w:line="276" w:lineRule="auto"/>
        <w:ind w:firstLine="720"/>
        <w:jc w:val="both"/>
        <w:rPr>
          <w:b/>
          <w:szCs w:val="28"/>
        </w:rPr>
      </w:pPr>
      <w:r w:rsidRPr="000B3B91">
        <w:rPr>
          <w:szCs w:val="28"/>
        </w:rPr>
        <w:t xml:space="preserve">В соответствии с Федеральным законом от 27 июля 2010 г. № 190-ФЗ «О теплоснабжении», постановлением Правительства Российской Федерации </w:t>
      </w:r>
      <w:r>
        <w:rPr>
          <w:szCs w:val="28"/>
        </w:rPr>
        <w:t xml:space="preserve">              </w:t>
      </w:r>
      <w:r w:rsidRPr="000B3B91">
        <w:rPr>
          <w:szCs w:val="28"/>
        </w:rPr>
        <w:t>от 22 октября 2012 г. № 1075 «О ценообразовании в сфере теплоснабжения» и на основании рассмотрения расчетных и обосновывающих материалов, представленных ПОТРЕБИТЕЛЬСКИМ ОБЩЕСТВОМ «ТЕХСЕР</w:t>
      </w:r>
      <w:r>
        <w:rPr>
          <w:szCs w:val="28"/>
        </w:rPr>
        <w:t xml:space="preserve">ВИС»                   (ИНН 5219005665), </w:t>
      </w:r>
      <w:proofErr w:type="spellStart"/>
      <w:r w:rsidRPr="000B3B91">
        <w:rPr>
          <w:szCs w:val="28"/>
        </w:rPr>
        <w:t>р.п</w:t>
      </w:r>
      <w:proofErr w:type="spellEnd"/>
      <w:r w:rsidRPr="000B3B91">
        <w:rPr>
          <w:szCs w:val="28"/>
        </w:rPr>
        <w:t>. Красные Баки Нижегородской области</w:t>
      </w:r>
      <w:r w:rsidRPr="000B3B91">
        <w:rPr>
          <w:bCs/>
          <w:szCs w:val="28"/>
        </w:rPr>
        <w:t xml:space="preserve">, </w:t>
      </w:r>
      <w:r w:rsidRPr="000B3B91">
        <w:rPr>
          <w:szCs w:val="28"/>
        </w:rPr>
        <w:t xml:space="preserve">экспертного заключения </w:t>
      </w:r>
      <w:r w:rsidRPr="00DD26D9">
        <w:rPr>
          <w:szCs w:val="28"/>
        </w:rPr>
        <w:t>рег. </w:t>
      </w:r>
      <w:r w:rsidR="007863D9" w:rsidRPr="007863D9">
        <w:rPr>
          <w:szCs w:val="28"/>
        </w:rPr>
        <w:t>№ в-3</w:t>
      </w:r>
      <w:r w:rsidR="007863D9">
        <w:rPr>
          <w:szCs w:val="28"/>
        </w:rPr>
        <w:t>80</w:t>
      </w:r>
      <w:r w:rsidR="007863D9" w:rsidRPr="007863D9">
        <w:rPr>
          <w:szCs w:val="28"/>
        </w:rPr>
        <w:t xml:space="preserve"> от 28 октября 2020 г.:</w:t>
      </w:r>
    </w:p>
    <w:p w:rsidR="000B3B91" w:rsidRPr="000B3B91" w:rsidRDefault="000B3B91" w:rsidP="000B3B91">
      <w:pPr>
        <w:spacing w:line="276" w:lineRule="auto"/>
        <w:ind w:firstLine="720"/>
        <w:jc w:val="both"/>
        <w:rPr>
          <w:rFonts w:eastAsia="Calibri"/>
          <w:bCs/>
          <w:szCs w:val="28"/>
        </w:rPr>
      </w:pPr>
      <w:r w:rsidRPr="000B3B91">
        <w:rPr>
          <w:rFonts w:eastAsia="Calibri"/>
          <w:b/>
          <w:bCs/>
          <w:szCs w:val="28"/>
        </w:rPr>
        <w:t>1.</w:t>
      </w:r>
      <w:r w:rsidRPr="000B3B91">
        <w:rPr>
          <w:rFonts w:eastAsia="Calibri"/>
          <w:bCs/>
          <w:szCs w:val="28"/>
        </w:rPr>
        <w:t xml:space="preserve"> Внести </w:t>
      </w:r>
      <w:r w:rsidRPr="000B3B91">
        <w:rPr>
          <w:rFonts w:eastAsia="Calibri"/>
          <w:noProof/>
          <w:szCs w:val="28"/>
        </w:rPr>
        <w:t>в решение региональной службы п</w:t>
      </w:r>
      <w:r>
        <w:rPr>
          <w:rFonts w:eastAsia="Calibri"/>
          <w:noProof/>
          <w:szCs w:val="28"/>
        </w:rPr>
        <w:t xml:space="preserve">о тарифам Нижегородской области </w:t>
      </w:r>
      <w:r w:rsidRPr="000B3B91">
        <w:rPr>
          <w:rFonts w:eastAsia="Calibri"/>
          <w:szCs w:val="28"/>
        </w:rPr>
        <w:t xml:space="preserve">от 13 декабря 2018 г. № 52/45 «Об установлении ПОТРЕБИТЕЛЬСКОМУ ОБЩЕСТВУ «ТЕХСЕРВИС» (ИНН 5219005665), </w:t>
      </w:r>
      <w:r>
        <w:rPr>
          <w:rFonts w:eastAsia="Calibri"/>
          <w:szCs w:val="28"/>
        </w:rPr>
        <w:t xml:space="preserve">                </w:t>
      </w:r>
      <w:proofErr w:type="spellStart"/>
      <w:r w:rsidRPr="000B3B91">
        <w:rPr>
          <w:rFonts w:eastAsia="Calibri"/>
          <w:szCs w:val="28"/>
        </w:rPr>
        <w:t>р.п</w:t>
      </w:r>
      <w:proofErr w:type="spellEnd"/>
      <w:r w:rsidRPr="000B3B91">
        <w:rPr>
          <w:rFonts w:eastAsia="Calibri"/>
          <w:szCs w:val="28"/>
        </w:rPr>
        <w:t xml:space="preserve">. Красные Баки Нижегородской области, тарифов на тепловую энергию (мощность), поставляемую потребителям </w:t>
      </w:r>
      <w:proofErr w:type="spellStart"/>
      <w:r w:rsidRPr="000B3B91">
        <w:rPr>
          <w:rFonts w:eastAsia="Calibri"/>
          <w:szCs w:val="28"/>
        </w:rPr>
        <w:t>Краснобаковского</w:t>
      </w:r>
      <w:proofErr w:type="spellEnd"/>
      <w:r w:rsidRPr="000B3B91">
        <w:rPr>
          <w:rFonts w:eastAsia="Calibri"/>
          <w:szCs w:val="28"/>
        </w:rPr>
        <w:t xml:space="preserve"> муниципального района Нижегородской области» </w:t>
      </w:r>
      <w:r w:rsidRPr="000B3B91">
        <w:rPr>
          <w:rFonts w:eastAsia="Calibri"/>
          <w:bCs/>
          <w:szCs w:val="28"/>
        </w:rPr>
        <w:t xml:space="preserve">изменение, изложив таблицу Приложения 2 </w:t>
      </w:r>
      <w:r w:rsidR="00212ADE">
        <w:rPr>
          <w:rFonts w:eastAsia="Calibri"/>
          <w:bCs/>
          <w:szCs w:val="28"/>
        </w:rPr>
        <w:br/>
      </w:r>
      <w:r w:rsidRPr="000B3B91">
        <w:rPr>
          <w:rFonts w:eastAsia="Calibri"/>
          <w:bCs/>
          <w:szCs w:val="28"/>
        </w:rPr>
        <w:t>к решению в следующей редакции:</w:t>
      </w:r>
    </w:p>
    <w:p w:rsidR="000B3B91" w:rsidRPr="000B3B91" w:rsidRDefault="000B3B91" w:rsidP="000B3B91">
      <w:pPr>
        <w:spacing w:line="276" w:lineRule="auto"/>
        <w:jc w:val="both"/>
        <w:rPr>
          <w:rFonts w:eastAsia="Calibri"/>
          <w:bCs/>
          <w:szCs w:val="28"/>
        </w:rPr>
      </w:pPr>
      <w:r w:rsidRPr="000B3B91">
        <w:rPr>
          <w:rFonts w:eastAsia="Calibri"/>
          <w:bCs/>
          <w:szCs w:val="28"/>
        </w:rPr>
        <w:t>«</w:t>
      </w:r>
    </w:p>
    <w:tbl>
      <w:tblPr>
        <w:tblW w:w="9739" w:type="dxa"/>
        <w:jc w:val="center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877"/>
        <w:gridCol w:w="1727"/>
        <w:gridCol w:w="720"/>
        <w:gridCol w:w="1877"/>
        <w:gridCol w:w="1812"/>
      </w:tblGrid>
      <w:tr w:rsidR="000B3B91" w:rsidRPr="000B3B91" w:rsidTr="000035E4">
        <w:trPr>
          <w:trHeight w:val="200"/>
          <w:jc w:val="center"/>
        </w:trPr>
        <w:tc>
          <w:tcPr>
            <w:tcW w:w="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1" w:rsidRPr="000B3B91" w:rsidRDefault="000B3B91" w:rsidP="00D34823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0B3B91">
              <w:rPr>
                <w:b/>
                <w:bCs/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0B3B91">
              <w:rPr>
                <w:b/>
                <w:bCs/>
                <w:sz w:val="18"/>
                <w:szCs w:val="18"/>
                <w:lang w:eastAsia="en-US"/>
              </w:rPr>
              <w:t>п</w:t>
            </w:r>
            <w:proofErr w:type="gramEnd"/>
            <w:r w:rsidRPr="000B3B91">
              <w:rPr>
                <w:b/>
                <w:bCs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2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1" w:rsidRPr="000B3B91" w:rsidRDefault="000B3B91" w:rsidP="00D34823">
            <w:pPr>
              <w:ind w:left="-9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0B3B91">
              <w:rPr>
                <w:b/>
                <w:bCs/>
                <w:sz w:val="18"/>
                <w:szCs w:val="18"/>
                <w:lang w:eastAsia="en-US"/>
              </w:rPr>
              <w:t>Наименование регулируемой организации</w:t>
            </w:r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1" w:rsidRPr="000B3B91" w:rsidRDefault="000B3B91" w:rsidP="00D34823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0B3B91">
              <w:rPr>
                <w:b/>
                <w:bCs/>
                <w:sz w:val="18"/>
                <w:szCs w:val="18"/>
                <w:lang w:eastAsia="en-US"/>
              </w:rPr>
              <w:t>Вид тарифа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1" w:rsidRPr="000B3B91" w:rsidRDefault="000B3B91" w:rsidP="00D34823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0B3B91">
              <w:rPr>
                <w:b/>
                <w:bCs/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1" w:rsidRPr="000B3B91" w:rsidRDefault="000B3B91" w:rsidP="00D34823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0B3B91">
              <w:rPr>
                <w:b/>
                <w:bCs/>
                <w:sz w:val="18"/>
                <w:szCs w:val="18"/>
                <w:lang w:eastAsia="en-US"/>
              </w:rPr>
              <w:t>Вода</w:t>
            </w:r>
          </w:p>
        </w:tc>
      </w:tr>
      <w:tr w:rsidR="000B3B91" w:rsidRPr="000B3B91" w:rsidTr="000035E4">
        <w:trPr>
          <w:trHeight w:val="144"/>
          <w:jc w:val="center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91" w:rsidRPr="000B3B91" w:rsidRDefault="000B3B91" w:rsidP="00D34823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91" w:rsidRPr="000B3B91" w:rsidRDefault="000B3B91" w:rsidP="00D34823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91" w:rsidRPr="000B3B91" w:rsidRDefault="000B3B91" w:rsidP="00D34823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91" w:rsidRPr="000B3B91" w:rsidRDefault="000B3B91" w:rsidP="00D34823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1" w:rsidRPr="000B3B91" w:rsidRDefault="000B3B91" w:rsidP="00D34823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0B3B91">
              <w:rPr>
                <w:b/>
                <w:bCs/>
                <w:sz w:val="18"/>
                <w:szCs w:val="18"/>
                <w:lang w:eastAsia="en-US"/>
              </w:rPr>
              <w:t xml:space="preserve">с 1 января по 30 июня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1" w:rsidRPr="000B3B91" w:rsidRDefault="000B3B91" w:rsidP="00D34823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0B3B91">
              <w:rPr>
                <w:b/>
                <w:bCs/>
                <w:sz w:val="18"/>
                <w:szCs w:val="18"/>
                <w:lang w:eastAsia="en-US"/>
              </w:rPr>
              <w:t xml:space="preserve">с 1 июля </w:t>
            </w:r>
            <w:proofErr w:type="gramStart"/>
            <w:r w:rsidRPr="000B3B91">
              <w:rPr>
                <w:b/>
                <w:bCs/>
                <w:sz w:val="18"/>
                <w:szCs w:val="18"/>
                <w:lang w:eastAsia="en-US"/>
              </w:rPr>
              <w:t>по</w:t>
            </w:r>
            <w:proofErr w:type="gramEnd"/>
            <w:r w:rsidRPr="000B3B91"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:rsidR="000B3B91" w:rsidRPr="000B3B91" w:rsidRDefault="000B3B91" w:rsidP="00D34823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0B3B91">
              <w:rPr>
                <w:b/>
                <w:bCs/>
                <w:sz w:val="18"/>
                <w:szCs w:val="18"/>
                <w:lang w:eastAsia="en-US"/>
              </w:rPr>
              <w:t xml:space="preserve">31 декабря </w:t>
            </w:r>
          </w:p>
        </w:tc>
      </w:tr>
      <w:tr w:rsidR="000B3B91" w:rsidRPr="00ED6CAF" w:rsidTr="000035E4">
        <w:trPr>
          <w:trHeight w:val="463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1" w:rsidRPr="00D34823" w:rsidRDefault="000B3B91" w:rsidP="00D34823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34823">
              <w:rPr>
                <w:b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1" w:rsidRPr="000B3B91" w:rsidRDefault="000B3B91" w:rsidP="00D34823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0B3B91">
              <w:rPr>
                <w:rFonts w:eastAsia="Calibri"/>
                <w:sz w:val="22"/>
                <w:szCs w:val="22"/>
                <w:lang w:eastAsia="en-US"/>
              </w:rPr>
              <w:t>ПОТРЕБИТЕЛЬСКОЕ ОБЩЕСТВО «ТЕХСЕРВИС»</w:t>
            </w:r>
            <w:r w:rsidRPr="000B3B91">
              <w:rPr>
                <w:rFonts w:eastAsia="Calibri"/>
                <w:sz w:val="22"/>
                <w:szCs w:val="22"/>
                <w:lang w:eastAsia="en-US"/>
              </w:rPr>
              <w:br/>
            </w:r>
            <w:r w:rsidRPr="000B3B91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 (ИНН 5219005665) ,</w:t>
            </w:r>
            <w:r w:rsidRPr="000B3B91">
              <w:rPr>
                <w:rFonts w:eastAsia="Calibri"/>
                <w:sz w:val="22"/>
                <w:szCs w:val="22"/>
                <w:lang w:eastAsia="en-US"/>
              </w:rPr>
              <w:br/>
            </w:r>
            <w:proofErr w:type="spellStart"/>
            <w:r w:rsidRPr="000B3B91">
              <w:rPr>
                <w:rFonts w:eastAsia="Calibri"/>
                <w:sz w:val="22"/>
                <w:szCs w:val="22"/>
                <w:lang w:eastAsia="en-US"/>
              </w:rPr>
              <w:t>р.п</w:t>
            </w:r>
            <w:proofErr w:type="spellEnd"/>
            <w:r w:rsidRPr="000B3B91">
              <w:rPr>
                <w:rFonts w:eastAsia="Calibri"/>
                <w:sz w:val="22"/>
                <w:szCs w:val="22"/>
                <w:lang w:eastAsia="en-US"/>
              </w:rPr>
              <w:t>. Красные Баки Нижегородской области</w:t>
            </w:r>
          </w:p>
        </w:tc>
        <w:tc>
          <w:tcPr>
            <w:tcW w:w="6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1" w:rsidRPr="00ED6CAF" w:rsidRDefault="000B3B91" w:rsidP="00D3482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9"/>
                <w:szCs w:val="19"/>
                <w:lang w:eastAsia="en-US"/>
              </w:rPr>
            </w:pPr>
            <w:r w:rsidRPr="00ED6CAF">
              <w:rPr>
                <w:b/>
                <w:bCs/>
                <w:sz w:val="19"/>
                <w:szCs w:val="19"/>
                <w:lang w:eastAsia="en-US"/>
              </w:rPr>
              <w:lastRenderedPageBreak/>
              <w:t>Для потребителей, в случае отсутствия дифференциации тарифов по схеме подключения</w:t>
            </w:r>
          </w:p>
        </w:tc>
      </w:tr>
      <w:tr w:rsidR="00F81825" w:rsidRPr="00ED6CAF" w:rsidTr="000035E4">
        <w:trPr>
          <w:trHeight w:val="225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825" w:rsidRPr="00D34823" w:rsidRDefault="00F81825" w:rsidP="00D34823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34823">
              <w:rPr>
                <w:b/>
                <w:bCs/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825" w:rsidRPr="000B3B91" w:rsidRDefault="00F81825" w:rsidP="00D3482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825" w:rsidRPr="00ED6CAF" w:rsidRDefault="00F81825" w:rsidP="00D34823">
            <w:pPr>
              <w:rPr>
                <w:sz w:val="19"/>
                <w:szCs w:val="19"/>
              </w:rPr>
            </w:pPr>
            <w:proofErr w:type="spellStart"/>
            <w:r w:rsidRPr="00ED6CAF">
              <w:rPr>
                <w:sz w:val="19"/>
                <w:szCs w:val="19"/>
              </w:rPr>
              <w:t>одноставочный</w:t>
            </w:r>
            <w:proofErr w:type="spellEnd"/>
            <w:r w:rsidRPr="00ED6CAF">
              <w:rPr>
                <w:sz w:val="19"/>
                <w:szCs w:val="19"/>
              </w:rPr>
              <w:t>, руб./Гкал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825" w:rsidRPr="00ED6CAF" w:rsidRDefault="00F81825" w:rsidP="00D34823">
            <w:pPr>
              <w:ind w:left="-24" w:right="57" w:firstLine="24"/>
              <w:jc w:val="center"/>
              <w:rPr>
                <w:sz w:val="19"/>
                <w:szCs w:val="19"/>
              </w:rPr>
            </w:pPr>
            <w:r w:rsidRPr="00ED6CAF">
              <w:rPr>
                <w:sz w:val="19"/>
                <w:szCs w:val="19"/>
              </w:rPr>
              <w:t>2019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1825" w:rsidRPr="00ED6CAF" w:rsidRDefault="00F81825" w:rsidP="008F4C7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ED6CAF">
              <w:rPr>
                <w:sz w:val="19"/>
                <w:szCs w:val="19"/>
              </w:rPr>
              <w:t>2281,66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1825" w:rsidRPr="00ED6CAF" w:rsidRDefault="00F81825" w:rsidP="008F4C7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ED6CAF">
              <w:rPr>
                <w:sz w:val="19"/>
                <w:szCs w:val="19"/>
              </w:rPr>
              <w:t>2327,07</w:t>
            </w:r>
          </w:p>
        </w:tc>
      </w:tr>
      <w:tr w:rsidR="00F81825" w:rsidRPr="00ED6CAF" w:rsidTr="000035E4">
        <w:trPr>
          <w:trHeight w:val="225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825" w:rsidRPr="00D34823" w:rsidRDefault="00F81825" w:rsidP="00D34823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34823">
              <w:rPr>
                <w:b/>
                <w:bCs/>
                <w:sz w:val="18"/>
                <w:szCs w:val="18"/>
                <w:lang w:eastAsia="en-US"/>
              </w:rPr>
              <w:t>1.2.</w:t>
            </w: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825" w:rsidRPr="000B3B91" w:rsidRDefault="00F81825" w:rsidP="00D3482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825" w:rsidRPr="00ED6CAF" w:rsidRDefault="00F81825" w:rsidP="00D34823">
            <w:pPr>
              <w:rPr>
                <w:sz w:val="19"/>
                <w:szCs w:val="19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825" w:rsidRPr="00ED6CAF" w:rsidRDefault="00F81825" w:rsidP="00D34823">
            <w:pPr>
              <w:ind w:left="-24" w:right="57" w:firstLine="24"/>
              <w:jc w:val="center"/>
              <w:rPr>
                <w:sz w:val="19"/>
                <w:szCs w:val="19"/>
              </w:rPr>
            </w:pPr>
            <w:r w:rsidRPr="00ED6CAF">
              <w:rPr>
                <w:sz w:val="19"/>
                <w:szCs w:val="19"/>
              </w:rPr>
              <w:t>2020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1825" w:rsidRPr="00ED6CAF" w:rsidRDefault="00F81825" w:rsidP="008F4C7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ED6CAF">
              <w:rPr>
                <w:sz w:val="19"/>
                <w:szCs w:val="19"/>
              </w:rPr>
              <w:t>2327,07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1825" w:rsidRPr="00ED6CAF" w:rsidRDefault="00F81825" w:rsidP="008F4C7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ED6CAF">
              <w:rPr>
                <w:sz w:val="19"/>
                <w:szCs w:val="19"/>
              </w:rPr>
              <w:t>2396,60</w:t>
            </w:r>
          </w:p>
        </w:tc>
      </w:tr>
      <w:tr w:rsidR="00ED6CAF" w:rsidRPr="00ED6CAF" w:rsidTr="000035E4">
        <w:trPr>
          <w:trHeight w:val="225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CAF" w:rsidRPr="00D34823" w:rsidRDefault="00ED6CAF" w:rsidP="00D34823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34823">
              <w:rPr>
                <w:b/>
                <w:bCs/>
                <w:sz w:val="18"/>
                <w:szCs w:val="18"/>
                <w:lang w:eastAsia="en-US"/>
              </w:rPr>
              <w:lastRenderedPageBreak/>
              <w:t>1.3.</w:t>
            </w: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F" w:rsidRPr="000B3B91" w:rsidRDefault="00ED6CAF" w:rsidP="00D3482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F" w:rsidRPr="00ED6CAF" w:rsidRDefault="00ED6CAF" w:rsidP="00D34823">
            <w:pPr>
              <w:rPr>
                <w:sz w:val="19"/>
                <w:szCs w:val="19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CAF" w:rsidRPr="00ED6CAF" w:rsidRDefault="00ED6CAF" w:rsidP="00D34823">
            <w:pPr>
              <w:ind w:left="-24" w:right="57" w:firstLine="24"/>
              <w:jc w:val="center"/>
              <w:rPr>
                <w:sz w:val="19"/>
                <w:szCs w:val="19"/>
              </w:rPr>
            </w:pPr>
            <w:r w:rsidRPr="00ED6CAF">
              <w:rPr>
                <w:sz w:val="19"/>
                <w:szCs w:val="19"/>
              </w:rPr>
              <w:t>2021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CAF" w:rsidRPr="00ED6CAF" w:rsidRDefault="00ED6CAF" w:rsidP="00F030D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ED6CAF">
              <w:rPr>
                <w:sz w:val="19"/>
                <w:szCs w:val="19"/>
              </w:rPr>
              <w:t>2396,60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6CAF" w:rsidRPr="00ED6CAF" w:rsidRDefault="00ED6CAF" w:rsidP="00F030D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ED6CAF">
              <w:rPr>
                <w:sz w:val="19"/>
                <w:szCs w:val="19"/>
              </w:rPr>
              <w:t>2479,52</w:t>
            </w:r>
          </w:p>
        </w:tc>
      </w:tr>
      <w:tr w:rsidR="00ED6CAF" w:rsidRPr="00ED6CAF" w:rsidTr="000035E4">
        <w:trPr>
          <w:trHeight w:val="225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CAF" w:rsidRPr="00D34823" w:rsidRDefault="00ED6CAF" w:rsidP="00D34823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34823">
              <w:rPr>
                <w:b/>
                <w:bCs/>
                <w:sz w:val="18"/>
                <w:szCs w:val="18"/>
                <w:lang w:eastAsia="en-US"/>
              </w:rPr>
              <w:lastRenderedPageBreak/>
              <w:t>1.4.</w:t>
            </w: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F" w:rsidRPr="000B3B91" w:rsidRDefault="00ED6CAF" w:rsidP="00D3482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F" w:rsidRPr="00ED6CAF" w:rsidRDefault="00ED6CAF" w:rsidP="00D34823">
            <w:pPr>
              <w:rPr>
                <w:sz w:val="19"/>
                <w:szCs w:val="19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CAF" w:rsidRPr="00ED6CAF" w:rsidRDefault="00ED6CAF" w:rsidP="00D34823">
            <w:pPr>
              <w:ind w:left="-24" w:right="57" w:firstLine="24"/>
              <w:jc w:val="center"/>
              <w:rPr>
                <w:sz w:val="19"/>
                <w:szCs w:val="19"/>
              </w:rPr>
            </w:pPr>
            <w:r w:rsidRPr="00ED6CAF">
              <w:rPr>
                <w:sz w:val="19"/>
                <w:szCs w:val="19"/>
              </w:rPr>
              <w:t>2022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CAF" w:rsidRPr="00ED6CAF" w:rsidRDefault="00ED6CAF" w:rsidP="00F030D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ED6CAF">
              <w:rPr>
                <w:sz w:val="19"/>
                <w:szCs w:val="19"/>
              </w:rPr>
              <w:t>2479,52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6CAF" w:rsidRPr="00ED6CAF" w:rsidRDefault="00ED6CAF" w:rsidP="00F030D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ED6CAF">
              <w:rPr>
                <w:sz w:val="19"/>
                <w:szCs w:val="19"/>
              </w:rPr>
              <w:t>2525,50</w:t>
            </w:r>
          </w:p>
        </w:tc>
      </w:tr>
      <w:tr w:rsidR="00ED6CAF" w:rsidRPr="00ED6CAF" w:rsidTr="000035E4">
        <w:trPr>
          <w:trHeight w:val="225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CAF" w:rsidRPr="00D34823" w:rsidRDefault="00ED6CAF" w:rsidP="00D34823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34823">
              <w:rPr>
                <w:b/>
                <w:bCs/>
                <w:sz w:val="18"/>
                <w:szCs w:val="18"/>
                <w:lang w:eastAsia="en-US"/>
              </w:rPr>
              <w:t>1.5.</w:t>
            </w: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F" w:rsidRPr="000B3B91" w:rsidRDefault="00ED6CAF" w:rsidP="00D3482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F" w:rsidRPr="00ED6CAF" w:rsidRDefault="00ED6CAF" w:rsidP="00D34823">
            <w:pPr>
              <w:rPr>
                <w:sz w:val="19"/>
                <w:szCs w:val="19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CAF" w:rsidRPr="00ED6CAF" w:rsidRDefault="00ED6CAF" w:rsidP="00D34823">
            <w:pPr>
              <w:ind w:left="-24" w:right="57" w:firstLine="24"/>
              <w:jc w:val="center"/>
              <w:rPr>
                <w:sz w:val="19"/>
                <w:szCs w:val="19"/>
              </w:rPr>
            </w:pPr>
            <w:r w:rsidRPr="00ED6CAF">
              <w:rPr>
                <w:sz w:val="19"/>
                <w:szCs w:val="19"/>
              </w:rPr>
              <w:t>2023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CAF" w:rsidRPr="00ED6CAF" w:rsidRDefault="00ED6CAF" w:rsidP="00F030D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ED6CAF">
              <w:rPr>
                <w:sz w:val="19"/>
                <w:szCs w:val="19"/>
              </w:rPr>
              <w:t>2525,50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6CAF" w:rsidRPr="00ED6CAF" w:rsidRDefault="00ED6CAF" w:rsidP="00F030D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ED6CAF">
              <w:rPr>
                <w:sz w:val="19"/>
                <w:szCs w:val="19"/>
              </w:rPr>
              <w:t>2576,65</w:t>
            </w:r>
          </w:p>
        </w:tc>
      </w:tr>
      <w:tr w:rsidR="000B3B91" w:rsidRPr="00ED6CAF" w:rsidTr="000035E4">
        <w:trPr>
          <w:trHeight w:val="238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91" w:rsidRPr="00D34823" w:rsidRDefault="000B3B91" w:rsidP="00D34823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91" w:rsidRPr="000B3B91" w:rsidRDefault="000B3B91" w:rsidP="00D3482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6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1" w:rsidRPr="00ED6CAF" w:rsidRDefault="000B3B91" w:rsidP="00D34823">
            <w:pPr>
              <w:ind w:left="-24" w:firstLine="24"/>
              <w:rPr>
                <w:sz w:val="19"/>
                <w:szCs w:val="19"/>
                <w:lang w:eastAsia="en-US"/>
              </w:rPr>
            </w:pPr>
            <w:r w:rsidRPr="00ED6CAF">
              <w:rPr>
                <w:sz w:val="19"/>
                <w:szCs w:val="19"/>
                <w:lang w:eastAsia="en-US"/>
              </w:rPr>
              <w:t>Население (тарифы указаны с учетом НДС)</w:t>
            </w:r>
          </w:p>
        </w:tc>
      </w:tr>
      <w:tr w:rsidR="00F81825" w:rsidRPr="00ED6CAF" w:rsidTr="000035E4">
        <w:trPr>
          <w:trHeight w:val="225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825" w:rsidRPr="00D34823" w:rsidRDefault="00F81825" w:rsidP="00D34823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34823">
              <w:rPr>
                <w:b/>
                <w:bCs/>
                <w:sz w:val="18"/>
                <w:szCs w:val="18"/>
                <w:lang w:eastAsia="en-US"/>
              </w:rPr>
              <w:t>1.6.</w:t>
            </w: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825" w:rsidRPr="000B3B91" w:rsidRDefault="00F81825" w:rsidP="00D3482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825" w:rsidRPr="00ED6CAF" w:rsidRDefault="00F81825" w:rsidP="00D34823">
            <w:pPr>
              <w:rPr>
                <w:sz w:val="19"/>
                <w:szCs w:val="19"/>
              </w:rPr>
            </w:pPr>
            <w:proofErr w:type="spellStart"/>
            <w:r w:rsidRPr="00ED6CAF">
              <w:rPr>
                <w:sz w:val="19"/>
                <w:szCs w:val="19"/>
              </w:rPr>
              <w:t>одноставочный</w:t>
            </w:r>
            <w:proofErr w:type="spellEnd"/>
            <w:r w:rsidRPr="00ED6CAF">
              <w:rPr>
                <w:sz w:val="19"/>
                <w:szCs w:val="19"/>
              </w:rPr>
              <w:t>, руб./Гкал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825" w:rsidRPr="00ED6CAF" w:rsidRDefault="00F81825" w:rsidP="00D34823">
            <w:pPr>
              <w:ind w:left="-24" w:right="57" w:firstLine="24"/>
              <w:jc w:val="center"/>
              <w:rPr>
                <w:sz w:val="19"/>
                <w:szCs w:val="19"/>
              </w:rPr>
            </w:pPr>
            <w:r w:rsidRPr="00ED6CAF">
              <w:rPr>
                <w:sz w:val="19"/>
                <w:szCs w:val="19"/>
              </w:rPr>
              <w:t>2019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1825" w:rsidRPr="00ED6CAF" w:rsidRDefault="00F81825" w:rsidP="008F4C7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ED6CAF">
              <w:rPr>
                <w:sz w:val="19"/>
                <w:szCs w:val="19"/>
              </w:rPr>
              <w:t>2281,66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1825" w:rsidRPr="00ED6CAF" w:rsidRDefault="00F81825" w:rsidP="008F4C7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ED6CAF">
              <w:rPr>
                <w:sz w:val="19"/>
                <w:szCs w:val="19"/>
              </w:rPr>
              <w:t>2327,07</w:t>
            </w:r>
          </w:p>
        </w:tc>
      </w:tr>
      <w:tr w:rsidR="00F81825" w:rsidRPr="00ED6CAF" w:rsidTr="000035E4">
        <w:trPr>
          <w:trHeight w:val="225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825" w:rsidRPr="00D34823" w:rsidRDefault="00F81825" w:rsidP="00D34823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34823">
              <w:rPr>
                <w:b/>
                <w:bCs/>
                <w:sz w:val="18"/>
                <w:szCs w:val="18"/>
                <w:lang w:eastAsia="en-US"/>
              </w:rPr>
              <w:t>1.7.</w:t>
            </w: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825" w:rsidRPr="000B3B91" w:rsidRDefault="00F81825" w:rsidP="00D3482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825" w:rsidRPr="00ED6CAF" w:rsidRDefault="00F81825" w:rsidP="00D34823">
            <w:pPr>
              <w:rPr>
                <w:sz w:val="19"/>
                <w:szCs w:val="19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825" w:rsidRPr="00ED6CAF" w:rsidRDefault="00F81825" w:rsidP="00D34823">
            <w:pPr>
              <w:ind w:left="-24" w:right="57" w:firstLine="24"/>
              <w:jc w:val="center"/>
              <w:rPr>
                <w:sz w:val="19"/>
                <w:szCs w:val="19"/>
              </w:rPr>
            </w:pPr>
            <w:r w:rsidRPr="00ED6CAF">
              <w:rPr>
                <w:sz w:val="19"/>
                <w:szCs w:val="19"/>
              </w:rPr>
              <w:t>2020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1825" w:rsidRPr="00ED6CAF" w:rsidRDefault="00F81825" w:rsidP="008F4C7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ED6CAF">
              <w:rPr>
                <w:sz w:val="19"/>
                <w:szCs w:val="19"/>
              </w:rPr>
              <w:t>2327,07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1825" w:rsidRPr="00ED6CAF" w:rsidRDefault="00F81825" w:rsidP="008F4C7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ED6CAF">
              <w:rPr>
                <w:sz w:val="19"/>
                <w:szCs w:val="19"/>
              </w:rPr>
              <w:t>2396,60</w:t>
            </w:r>
          </w:p>
        </w:tc>
      </w:tr>
      <w:tr w:rsidR="00ED6CAF" w:rsidRPr="00ED6CAF" w:rsidTr="000035E4">
        <w:trPr>
          <w:trHeight w:val="225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CAF" w:rsidRPr="00D34823" w:rsidRDefault="00ED6CAF" w:rsidP="00D34823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34823">
              <w:rPr>
                <w:b/>
                <w:bCs/>
                <w:sz w:val="18"/>
                <w:szCs w:val="18"/>
                <w:lang w:eastAsia="en-US"/>
              </w:rPr>
              <w:t>1.8.</w:t>
            </w: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F" w:rsidRPr="000B3B91" w:rsidRDefault="00ED6CAF" w:rsidP="00D3482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F" w:rsidRPr="00ED6CAF" w:rsidRDefault="00ED6CAF" w:rsidP="00D34823">
            <w:pPr>
              <w:rPr>
                <w:sz w:val="19"/>
                <w:szCs w:val="19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CAF" w:rsidRPr="00ED6CAF" w:rsidRDefault="00ED6CAF" w:rsidP="00D34823">
            <w:pPr>
              <w:ind w:left="-24" w:right="57" w:firstLine="24"/>
              <w:jc w:val="center"/>
              <w:rPr>
                <w:sz w:val="19"/>
                <w:szCs w:val="19"/>
              </w:rPr>
            </w:pPr>
            <w:r w:rsidRPr="00ED6CAF">
              <w:rPr>
                <w:sz w:val="19"/>
                <w:szCs w:val="19"/>
              </w:rPr>
              <w:t>2021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CAF" w:rsidRPr="00ED6CAF" w:rsidRDefault="00ED6CAF" w:rsidP="00F030D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ED6CAF">
              <w:rPr>
                <w:sz w:val="19"/>
                <w:szCs w:val="19"/>
              </w:rPr>
              <w:t>2396,60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6CAF" w:rsidRPr="00ED6CAF" w:rsidRDefault="00ED6CAF" w:rsidP="00F030D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ED6CAF">
              <w:rPr>
                <w:sz w:val="19"/>
                <w:szCs w:val="19"/>
              </w:rPr>
              <w:t>2479,52</w:t>
            </w:r>
          </w:p>
        </w:tc>
      </w:tr>
      <w:tr w:rsidR="00ED6CAF" w:rsidRPr="00ED6CAF" w:rsidTr="000035E4">
        <w:trPr>
          <w:trHeight w:val="70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CAF" w:rsidRPr="00D34823" w:rsidRDefault="00ED6CAF" w:rsidP="00D34823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34823">
              <w:rPr>
                <w:b/>
                <w:bCs/>
                <w:sz w:val="18"/>
                <w:szCs w:val="18"/>
                <w:lang w:eastAsia="en-US"/>
              </w:rPr>
              <w:t>1.9.</w:t>
            </w: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F" w:rsidRPr="000B3B91" w:rsidRDefault="00ED6CAF" w:rsidP="00D3482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F" w:rsidRPr="00ED6CAF" w:rsidRDefault="00ED6CAF" w:rsidP="00D34823">
            <w:pPr>
              <w:rPr>
                <w:sz w:val="19"/>
                <w:szCs w:val="19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CAF" w:rsidRPr="00ED6CAF" w:rsidRDefault="00ED6CAF" w:rsidP="00D34823">
            <w:pPr>
              <w:ind w:left="-24" w:right="57" w:firstLine="24"/>
              <w:jc w:val="center"/>
              <w:rPr>
                <w:sz w:val="19"/>
                <w:szCs w:val="19"/>
              </w:rPr>
            </w:pPr>
            <w:r w:rsidRPr="00ED6CAF">
              <w:rPr>
                <w:sz w:val="19"/>
                <w:szCs w:val="19"/>
              </w:rPr>
              <w:t>2022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CAF" w:rsidRPr="00ED6CAF" w:rsidRDefault="00ED6CAF" w:rsidP="00F030D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ED6CAF">
              <w:rPr>
                <w:sz w:val="19"/>
                <w:szCs w:val="19"/>
              </w:rPr>
              <w:t>2479,52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6CAF" w:rsidRPr="00ED6CAF" w:rsidRDefault="00ED6CAF" w:rsidP="00F030D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ED6CAF">
              <w:rPr>
                <w:sz w:val="19"/>
                <w:szCs w:val="19"/>
              </w:rPr>
              <w:t>2525,50</w:t>
            </w:r>
          </w:p>
        </w:tc>
      </w:tr>
      <w:tr w:rsidR="00ED6CAF" w:rsidRPr="00ED6CAF" w:rsidTr="000035E4">
        <w:trPr>
          <w:trHeight w:val="238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CAF" w:rsidRPr="00D34823" w:rsidRDefault="00ED6CAF" w:rsidP="00D34823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34823">
              <w:rPr>
                <w:b/>
                <w:bCs/>
                <w:sz w:val="18"/>
                <w:szCs w:val="18"/>
                <w:lang w:eastAsia="en-US"/>
              </w:rPr>
              <w:t>1.10.</w:t>
            </w: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F" w:rsidRPr="000B3B91" w:rsidRDefault="00ED6CAF" w:rsidP="00D3482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CAF" w:rsidRPr="00ED6CAF" w:rsidRDefault="00ED6CAF" w:rsidP="00D34823">
            <w:pPr>
              <w:rPr>
                <w:sz w:val="19"/>
                <w:szCs w:val="19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CAF" w:rsidRPr="00ED6CAF" w:rsidRDefault="00ED6CAF" w:rsidP="00D34823">
            <w:pPr>
              <w:ind w:left="-24" w:right="57" w:firstLine="24"/>
              <w:jc w:val="center"/>
              <w:rPr>
                <w:sz w:val="19"/>
                <w:szCs w:val="19"/>
              </w:rPr>
            </w:pPr>
            <w:r w:rsidRPr="00ED6CAF">
              <w:rPr>
                <w:sz w:val="19"/>
                <w:szCs w:val="19"/>
              </w:rPr>
              <w:t>2023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CAF" w:rsidRPr="00ED6CAF" w:rsidRDefault="00ED6CAF" w:rsidP="00F030D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ED6CAF">
              <w:rPr>
                <w:sz w:val="19"/>
                <w:szCs w:val="19"/>
              </w:rPr>
              <w:t>2525,50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6CAF" w:rsidRPr="00ED6CAF" w:rsidRDefault="00ED6CAF" w:rsidP="00F030D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ED6CAF">
              <w:rPr>
                <w:sz w:val="19"/>
                <w:szCs w:val="19"/>
              </w:rPr>
              <w:t>2576,65</w:t>
            </w:r>
          </w:p>
        </w:tc>
      </w:tr>
    </w:tbl>
    <w:p w:rsidR="000B3B91" w:rsidRPr="000B3B91" w:rsidRDefault="000B3B91" w:rsidP="000B3B91">
      <w:pPr>
        <w:spacing w:line="276" w:lineRule="auto"/>
        <w:ind w:firstLine="720"/>
        <w:jc w:val="right"/>
        <w:rPr>
          <w:bCs/>
          <w:szCs w:val="28"/>
        </w:rPr>
      </w:pPr>
      <w:r w:rsidRPr="000B3B91">
        <w:rPr>
          <w:bCs/>
          <w:szCs w:val="28"/>
        </w:rPr>
        <w:t>».</w:t>
      </w:r>
    </w:p>
    <w:p w:rsidR="001025E0" w:rsidRPr="000B3B91" w:rsidRDefault="000B3B91" w:rsidP="000B3B91">
      <w:pPr>
        <w:spacing w:line="276" w:lineRule="auto"/>
        <w:ind w:firstLine="720"/>
        <w:rPr>
          <w:szCs w:val="28"/>
        </w:rPr>
      </w:pPr>
      <w:r w:rsidRPr="000B3B91">
        <w:rPr>
          <w:b/>
          <w:szCs w:val="28"/>
        </w:rPr>
        <w:t>2.</w:t>
      </w:r>
      <w:r w:rsidRPr="000B3B91">
        <w:rPr>
          <w:szCs w:val="28"/>
        </w:rPr>
        <w:t xml:space="preserve"> </w:t>
      </w:r>
      <w:r w:rsidRPr="000B3B91">
        <w:rPr>
          <w:bCs/>
          <w:szCs w:val="28"/>
        </w:rPr>
        <w:t>Настоящее решение вступает в силу с 1 января 202</w:t>
      </w:r>
      <w:r w:rsidR="00461DE8">
        <w:rPr>
          <w:bCs/>
          <w:szCs w:val="28"/>
        </w:rPr>
        <w:t>1</w:t>
      </w:r>
      <w:r w:rsidRPr="000B3B91">
        <w:rPr>
          <w:bCs/>
          <w:szCs w:val="28"/>
        </w:rPr>
        <w:t xml:space="preserve"> г</w:t>
      </w:r>
      <w:r>
        <w:rPr>
          <w:bCs/>
          <w:szCs w:val="28"/>
        </w:rPr>
        <w:t>.</w:t>
      </w:r>
    </w:p>
    <w:p w:rsidR="00B335C0" w:rsidRPr="00B335C0" w:rsidRDefault="00B335C0" w:rsidP="00D34823">
      <w:pPr>
        <w:rPr>
          <w:szCs w:val="28"/>
        </w:rPr>
      </w:pPr>
    </w:p>
    <w:p w:rsidR="003927BD" w:rsidRDefault="003927BD" w:rsidP="00D34823">
      <w:pPr>
        <w:tabs>
          <w:tab w:val="left" w:pos="1897"/>
        </w:tabs>
        <w:rPr>
          <w:rFonts w:eastAsia="Calibri"/>
          <w:szCs w:val="28"/>
          <w:lang w:eastAsia="en-US"/>
        </w:rPr>
      </w:pPr>
    </w:p>
    <w:p w:rsidR="00D34823" w:rsidRPr="008068B0" w:rsidRDefault="00D34823" w:rsidP="00D34823">
      <w:pPr>
        <w:tabs>
          <w:tab w:val="left" w:pos="1897"/>
        </w:tabs>
        <w:rPr>
          <w:rFonts w:eastAsia="Calibri"/>
          <w:szCs w:val="28"/>
          <w:lang w:eastAsia="en-US"/>
        </w:rPr>
      </w:pPr>
    </w:p>
    <w:p w:rsidR="00DF026F" w:rsidRPr="005E276D" w:rsidRDefault="00DF026F" w:rsidP="00DF026F">
      <w:pPr>
        <w:tabs>
          <w:tab w:val="left" w:pos="1897"/>
        </w:tabs>
        <w:spacing w:line="276" w:lineRule="auto"/>
        <w:rPr>
          <w:szCs w:val="28"/>
        </w:rPr>
      </w:pPr>
      <w:proofErr w:type="spellStart"/>
      <w:r>
        <w:rPr>
          <w:szCs w:val="28"/>
        </w:rPr>
        <w:t>И.о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уководителя</w:t>
      </w:r>
      <w:proofErr w:type="spellEnd"/>
      <w:r w:rsidRPr="005E276D">
        <w:rPr>
          <w:szCs w:val="28"/>
        </w:rPr>
        <w:t xml:space="preserve"> службы</w:t>
      </w:r>
      <w:r w:rsidRPr="005E276D">
        <w:rPr>
          <w:szCs w:val="28"/>
        </w:rPr>
        <w:tab/>
      </w:r>
      <w:r w:rsidRPr="005E276D">
        <w:rPr>
          <w:szCs w:val="28"/>
        </w:rPr>
        <w:tab/>
      </w:r>
      <w:r w:rsidRPr="005E276D">
        <w:rPr>
          <w:szCs w:val="28"/>
        </w:rPr>
        <w:tab/>
      </w:r>
      <w:r w:rsidRPr="005E276D">
        <w:rPr>
          <w:szCs w:val="28"/>
        </w:rPr>
        <w:tab/>
      </w:r>
      <w:r>
        <w:rPr>
          <w:szCs w:val="28"/>
        </w:rPr>
        <w:t xml:space="preserve">                                    </w:t>
      </w:r>
      <w:proofErr w:type="spellStart"/>
      <w:r>
        <w:rPr>
          <w:szCs w:val="28"/>
        </w:rPr>
        <w:t>А.С.Гришин</w:t>
      </w:r>
      <w:proofErr w:type="spellEnd"/>
    </w:p>
    <w:p w:rsidR="003927BD" w:rsidRPr="008068B0" w:rsidRDefault="003927BD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Pr="008068B0" w:rsidRDefault="00740FF7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Pr="008068B0" w:rsidRDefault="00740FF7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Pr="008068B0" w:rsidRDefault="00740FF7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F82BCE" w:rsidRDefault="00F82BCE" w:rsidP="00905B82">
      <w:pPr>
        <w:tabs>
          <w:tab w:val="left" w:pos="1897"/>
        </w:tabs>
        <w:spacing w:line="276" w:lineRule="auto"/>
        <w:rPr>
          <w:szCs w:val="28"/>
        </w:rPr>
      </w:pPr>
    </w:p>
    <w:p w:rsidR="00F82BCE" w:rsidRDefault="00F82BCE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sectPr w:rsidR="00556C16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878" w:rsidRDefault="008C0878">
      <w:r>
        <w:separator/>
      </w:r>
    </w:p>
  </w:endnote>
  <w:endnote w:type="continuationSeparator" w:id="0">
    <w:p w:rsidR="008C0878" w:rsidRDefault="008C0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878" w:rsidRDefault="008C0878">
      <w:r>
        <w:separator/>
      </w:r>
    </w:p>
  </w:footnote>
  <w:footnote w:type="continuationSeparator" w:id="0">
    <w:p w:rsidR="008C0878" w:rsidRDefault="008C08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63058">
      <w:rPr>
        <w:rStyle w:val="a9"/>
        <w:noProof/>
      </w:rPr>
      <w:t>2</w: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770002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21590" b="23495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4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64A41" w:rsidRPr="00E52B15" w:rsidRDefault="00C64A41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35635" cy="613410"/>
                                <wp:effectExtent l="19050" t="0" r="0" b="0"/>
                                <wp:docPr id="3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C64A41" w:rsidRPr="00561114" w:rsidRDefault="00C64A41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C64A41" w:rsidRPr="00561114" w:rsidRDefault="00C64A41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C64A41" w:rsidRPr="000F7B5C" w:rsidRDefault="00C64A41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C64A41" w:rsidRPr="000F7B5C" w:rsidRDefault="00C64A41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C64A41" w:rsidRDefault="00C64A41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C64A41" w:rsidRDefault="00C64A41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C64A41" w:rsidRPr="002B6128" w:rsidRDefault="00C64A41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C64A41" w:rsidRDefault="00C64A41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C64A41" w:rsidRPr="001772E6" w:rsidRDefault="00C64A41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C64A41" w:rsidRDefault="00C64A41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C64A41" w:rsidRPr="00E52B15" w:rsidRDefault="00C64A41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35635" cy="613410"/>
                          <wp:effectExtent l="19050" t="0" r="0" b="0"/>
                          <wp:docPr id="3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C64A41" w:rsidRPr="00561114" w:rsidRDefault="00C64A41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C64A41" w:rsidRPr="00561114" w:rsidRDefault="00C64A41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C64A41" w:rsidRPr="000F7B5C" w:rsidRDefault="00C64A41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C64A41" w:rsidRPr="000F7B5C" w:rsidRDefault="00C64A41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C64A41" w:rsidRDefault="00C64A41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C64A41" w:rsidRDefault="00C64A41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C64A41" w:rsidRPr="002B6128" w:rsidRDefault="00C64A41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C64A41" w:rsidRDefault="00C64A41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C64A41" w:rsidRPr="001772E6" w:rsidRDefault="00C64A41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C64A41" w:rsidRDefault="00C64A41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600"/>
    <w:rsid w:val="00000A1C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17B89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06C8"/>
    <w:rsid w:val="000510BD"/>
    <w:rsid w:val="000510F2"/>
    <w:rsid w:val="00052063"/>
    <w:rsid w:val="00052F10"/>
    <w:rsid w:val="00052FD5"/>
    <w:rsid w:val="0005354A"/>
    <w:rsid w:val="000536DE"/>
    <w:rsid w:val="0005384D"/>
    <w:rsid w:val="00054152"/>
    <w:rsid w:val="00054BEC"/>
    <w:rsid w:val="00055E68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0C3F"/>
    <w:rsid w:val="00071D2C"/>
    <w:rsid w:val="00071F83"/>
    <w:rsid w:val="0007221F"/>
    <w:rsid w:val="0007340B"/>
    <w:rsid w:val="00073CCD"/>
    <w:rsid w:val="00073FF7"/>
    <w:rsid w:val="0007435F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1F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B91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2A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0143"/>
    <w:rsid w:val="0010141B"/>
    <w:rsid w:val="00101880"/>
    <w:rsid w:val="00101F58"/>
    <w:rsid w:val="00102031"/>
    <w:rsid w:val="0010244A"/>
    <w:rsid w:val="001025E0"/>
    <w:rsid w:val="0010360C"/>
    <w:rsid w:val="0010362E"/>
    <w:rsid w:val="00104EBD"/>
    <w:rsid w:val="00105359"/>
    <w:rsid w:val="001109D8"/>
    <w:rsid w:val="00112630"/>
    <w:rsid w:val="00112719"/>
    <w:rsid w:val="00113436"/>
    <w:rsid w:val="00113D3A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6EB"/>
    <w:rsid w:val="00140A64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509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B77"/>
    <w:rsid w:val="00174F65"/>
    <w:rsid w:val="00175057"/>
    <w:rsid w:val="001753FB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619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17AA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B74F3"/>
    <w:rsid w:val="001C01EC"/>
    <w:rsid w:val="001C1604"/>
    <w:rsid w:val="001C184C"/>
    <w:rsid w:val="001C338C"/>
    <w:rsid w:val="001C3524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3C9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2D7"/>
    <w:rsid w:val="001E0479"/>
    <w:rsid w:val="001E0A11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ADE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2B3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125E"/>
    <w:rsid w:val="00272DF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AFA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029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4C5E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116F"/>
    <w:rsid w:val="002F1F2E"/>
    <w:rsid w:val="002F24DD"/>
    <w:rsid w:val="002F5F8B"/>
    <w:rsid w:val="002F696E"/>
    <w:rsid w:val="002F7A27"/>
    <w:rsid w:val="00300875"/>
    <w:rsid w:val="0030095B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4F96"/>
    <w:rsid w:val="0031545F"/>
    <w:rsid w:val="00315AC0"/>
    <w:rsid w:val="0031766A"/>
    <w:rsid w:val="003178AD"/>
    <w:rsid w:val="00322E2C"/>
    <w:rsid w:val="00323272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1F5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4E9"/>
    <w:rsid w:val="00351A43"/>
    <w:rsid w:val="00351B1E"/>
    <w:rsid w:val="00352E54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772DC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369"/>
    <w:rsid w:val="00391946"/>
    <w:rsid w:val="003926A1"/>
    <w:rsid w:val="003927BD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5C6"/>
    <w:rsid w:val="003A082E"/>
    <w:rsid w:val="003A0972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733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33F3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19C"/>
    <w:rsid w:val="00421C24"/>
    <w:rsid w:val="00421E92"/>
    <w:rsid w:val="00423260"/>
    <w:rsid w:val="00423307"/>
    <w:rsid w:val="00423D9A"/>
    <w:rsid w:val="00423E28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08E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A8"/>
    <w:rsid w:val="004504C9"/>
    <w:rsid w:val="00450A0A"/>
    <w:rsid w:val="00451433"/>
    <w:rsid w:val="004516C1"/>
    <w:rsid w:val="0045335F"/>
    <w:rsid w:val="0045437D"/>
    <w:rsid w:val="00455185"/>
    <w:rsid w:val="0045608B"/>
    <w:rsid w:val="004607E2"/>
    <w:rsid w:val="00460D2F"/>
    <w:rsid w:val="00461C7E"/>
    <w:rsid w:val="00461DE8"/>
    <w:rsid w:val="00463426"/>
    <w:rsid w:val="0046352F"/>
    <w:rsid w:val="004650A8"/>
    <w:rsid w:val="004650F6"/>
    <w:rsid w:val="00465E9A"/>
    <w:rsid w:val="00466AA1"/>
    <w:rsid w:val="00466DBD"/>
    <w:rsid w:val="00467975"/>
    <w:rsid w:val="00470095"/>
    <w:rsid w:val="00471272"/>
    <w:rsid w:val="004718F9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01A4"/>
    <w:rsid w:val="0048249A"/>
    <w:rsid w:val="004837B6"/>
    <w:rsid w:val="0048443F"/>
    <w:rsid w:val="004846D7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4489"/>
    <w:rsid w:val="004B5061"/>
    <w:rsid w:val="004B5C8C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1551"/>
    <w:rsid w:val="004D214C"/>
    <w:rsid w:val="004D2375"/>
    <w:rsid w:val="004D251C"/>
    <w:rsid w:val="004D3225"/>
    <w:rsid w:val="004D434B"/>
    <w:rsid w:val="004D44AA"/>
    <w:rsid w:val="004D4D5C"/>
    <w:rsid w:val="004D529D"/>
    <w:rsid w:val="004D58CB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6147"/>
    <w:rsid w:val="00506A0A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3FD3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36915"/>
    <w:rsid w:val="00540128"/>
    <w:rsid w:val="0054056C"/>
    <w:rsid w:val="005417D4"/>
    <w:rsid w:val="00541BD3"/>
    <w:rsid w:val="00542572"/>
    <w:rsid w:val="00542A63"/>
    <w:rsid w:val="00542C0A"/>
    <w:rsid w:val="00543626"/>
    <w:rsid w:val="00543C62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C16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5527"/>
    <w:rsid w:val="005762CB"/>
    <w:rsid w:val="005764A0"/>
    <w:rsid w:val="00577DC8"/>
    <w:rsid w:val="00581A27"/>
    <w:rsid w:val="005833BF"/>
    <w:rsid w:val="005846BD"/>
    <w:rsid w:val="00586D0E"/>
    <w:rsid w:val="00587045"/>
    <w:rsid w:val="00587B46"/>
    <w:rsid w:val="00590048"/>
    <w:rsid w:val="005900CE"/>
    <w:rsid w:val="005904F4"/>
    <w:rsid w:val="005914F0"/>
    <w:rsid w:val="0059189A"/>
    <w:rsid w:val="00593E8B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03F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3703"/>
    <w:rsid w:val="005D57AD"/>
    <w:rsid w:val="005D5A6A"/>
    <w:rsid w:val="005D5FAF"/>
    <w:rsid w:val="005D60A3"/>
    <w:rsid w:val="005D612C"/>
    <w:rsid w:val="005D6DF6"/>
    <w:rsid w:val="005E0879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9B6"/>
    <w:rsid w:val="005F3BF3"/>
    <w:rsid w:val="005F4509"/>
    <w:rsid w:val="005F4556"/>
    <w:rsid w:val="005F45B7"/>
    <w:rsid w:val="005F4C79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B02"/>
    <w:rsid w:val="00605EDA"/>
    <w:rsid w:val="0060718A"/>
    <w:rsid w:val="006108A2"/>
    <w:rsid w:val="0061122D"/>
    <w:rsid w:val="0061201A"/>
    <w:rsid w:val="0061210B"/>
    <w:rsid w:val="0061448C"/>
    <w:rsid w:val="00615C72"/>
    <w:rsid w:val="00616C0E"/>
    <w:rsid w:val="00617199"/>
    <w:rsid w:val="00617844"/>
    <w:rsid w:val="00620E3A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C06"/>
    <w:rsid w:val="00635E95"/>
    <w:rsid w:val="006360A3"/>
    <w:rsid w:val="00637047"/>
    <w:rsid w:val="00637296"/>
    <w:rsid w:val="00637CB6"/>
    <w:rsid w:val="00640491"/>
    <w:rsid w:val="00640576"/>
    <w:rsid w:val="00640F91"/>
    <w:rsid w:val="0064142E"/>
    <w:rsid w:val="0064272F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0EEC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044"/>
    <w:rsid w:val="00685B99"/>
    <w:rsid w:val="00686D1F"/>
    <w:rsid w:val="00686D7D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43C"/>
    <w:rsid w:val="006A74C9"/>
    <w:rsid w:val="006A7CF2"/>
    <w:rsid w:val="006B0536"/>
    <w:rsid w:val="006B119D"/>
    <w:rsid w:val="006B13FA"/>
    <w:rsid w:val="006B201C"/>
    <w:rsid w:val="006B21E9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29B9"/>
    <w:rsid w:val="006C35CC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0300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6F4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2FCD"/>
    <w:rsid w:val="007130B8"/>
    <w:rsid w:val="00713972"/>
    <w:rsid w:val="00713CB7"/>
    <w:rsid w:val="00713FD4"/>
    <w:rsid w:val="007158CC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944"/>
    <w:rsid w:val="00734A44"/>
    <w:rsid w:val="00736318"/>
    <w:rsid w:val="007367FA"/>
    <w:rsid w:val="00740367"/>
    <w:rsid w:val="007407D8"/>
    <w:rsid w:val="00740FF7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0002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3D9"/>
    <w:rsid w:val="007871E4"/>
    <w:rsid w:val="00790368"/>
    <w:rsid w:val="00791E4A"/>
    <w:rsid w:val="00792886"/>
    <w:rsid w:val="00792AE4"/>
    <w:rsid w:val="00792B03"/>
    <w:rsid w:val="0079340F"/>
    <w:rsid w:val="007948B9"/>
    <w:rsid w:val="0079541F"/>
    <w:rsid w:val="00795DF6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1C88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2E4"/>
    <w:rsid w:val="007D1719"/>
    <w:rsid w:val="007D1761"/>
    <w:rsid w:val="007D1F59"/>
    <w:rsid w:val="007D23AF"/>
    <w:rsid w:val="007D2ADF"/>
    <w:rsid w:val="007D34C1"/>
    <w:rsid w:val="007D3F68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0A4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068B0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BB9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936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4501"/>
    <w:rsid w:val="0085487C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46C"/>
    <w:rsid w:val="008A30A8"/>
    <w:rsid w:val="008A4464"/>
    <w:rsid w:val="008A6B1B"/>
    <w:rsid w:val="008B01EF"/>
    <w:rsid w:val="008B0C02"/>
    <w:rsid w:val="008B17DF"/>
    <w:rsid w:val="008B1E72"/>
    <w:rsid w:val="008B2063"/>
    <w:rsid w:val="008B2C08"/>
    <w:rsid w:val="008B2C93"/>
    <w:rsid w:val="008B4E14"/>
    <w:rsid w:val="008B5465"/>
    <w:rsid w:val="008B573B"/>
    <w:rsid w:val="008B7673"/>
    <w:rsid w:val="008C0670"/>
    <w:rsid w:val="008C06BF"/>
    <w:rsid w:val="008C0878"/>
    <w:rsid w:val="008C1644"/>
    <w:rsid w:val="008C2DC1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4E7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B82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2F61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274"/>
    <w:rsid w:val="00947B8F"/>
    <w:rsid w:val="00950530"/>
    <w:rsid w:val="00950D19"/>
    <w:rsid w:val="00952C17"/>
    <w:rsid w:val="00954CFD"/>
    <w:rsid w:val="00954E2D"/>
    <w:rsid w:val="00955693"/>
    <w:rsid w:val="00955921"/>
    <w:rsid w:val="00956EA6"/>
    <w:rsid w:val="009576D2"/>
    <w:rsid w:val="00957A15"/>
    <w:rsid w:val="00961596"/>
    <w:rsid w:val="00962A39"/>
    <w:rsid w:val="00963058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95"/>
    <w:rsid w:val="009E47E1"/>
    <w:rsid w:val="009E5522"/>
    <w:rsid w:val="009E5C03"/>
    <w:rsid w:val="009E5DAF"/>
    <w:rsid w:val="009E6A7C"/>
    <w:rsid w:val="009E766D"/>
    <w:rsid w:val="009E78D2"/>
    <w:rsid w:val="009F0E5E"/>
    <w:rsid w:val="009F1850"/>
    <w:rsid w:val="009F21BC"/>
    <w:rsid w:val="009F3152"/>
    <w:rsid w:val="009F381F"/>
    <w:rsid w:val="009F4B64"/>
    <w:rsid w:val="009F4C41"/>
    <w:rsid w:val="009F534B"/>
    <w:rsid w:val="009F5C8E"/>
    <w:rsid w:val="009F65FD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C09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1EA"/>
    <w:rsid w:val="00A472A7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1935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57F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2F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E5E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1E9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5C0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2454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06A"/>
    <w:rsid w:val="00B54C90"/>
    <w:rsid w:val="00B54CE3"/>
    <w:rsid w:val="00B55DCE"/>
    <w:rsid w:val="00B60CFB"/>
    <w:rsid w:val="00B61CFA"/>
    <w:rsid w:val="00B622B4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312"/>
    <w:rsid w:val="00B92ABC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A7A8B"/>
    <w:rsid w:val="00BB0327"/>
    <w:rsid w:val="00BB1498"/>
    <w:rsid w:val="00BB2F1A"/>
    <w:rsid w:val="00BB3AE8"/>
    <w:rsid w:val="00BB559D"/>
    <w:rsid w:val="00BB60E9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4C06"/>
    <w:rsid w:val="00BF4FAC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89"/>
    <w:rsid w:val="00C077F0"/>
    <w:rsid w:val="00C07B96"/>
    <w:rsid w:val="00C07F70"/>
    <w:rsid w:val="00C10CB7"/>
    <w:rsid w:val="00C11788"/>
    <w:rsid w:val="00C1189E"/>
    <w:rsid w:val="00C11B53"/>
    <w:rsid w:val="00C1210D"/>
    <w:rsid w:val="00C1223F"/>
    <w:rsid w:val="00C12261"/>
    <w:rsid w:val="00C12319"/>
    <w:rsid w:val="00C12438"/>
    <w:rsid w:val="00C142C2"/>
    <w:rsid w:val="00C156A2"/>
    <w:rsid w:val="00C15C1E"/>
    <w:rsid w:val="00C16EEF"/>
    <w:rsid w:val="00C16FEC"/>
    <w:rsid w:val="00C20AA0"/>
    <w:rsid w:val="00C22CB7"/>
    <w:rsid w:val="00C2359B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29BF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1B34"/>
    <w:rsid w:val="00C62CC8"/>
    <w:rsid w:val="00C6374E"/>
    <w:rsid w:val="00C63EB0"/>
    <w:rsid w:val="00C63F25"/>
    <w:rsid w:val="00C640F9"/>
    <w:rsid w:val="00C6421A"/>
    <w:rsid w:val="00C64A41"/>
    <w:rsid w:val="00C665FC"/>
    <w:rsid w:val="00C67FAE"/>
    <w:rsid w:val="00C71506"/>
    <w:rsid w:val="00C72322"/>
    <w:rsid w:val="00C7261A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8B4"/>
    <w:rsid w:val="00C95E23"/>
    <w:rsid w:val="00C96735"/>
    <w:rsid w:val="00C97B96"/>
    <w:rsid w:val="00C97C3E"/>
    <w:rsid w:val="00CA0D77"/>
    <w:rsid w:val="00CA10F4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0407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4C17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4B35"/>
    <w:rsid w:val="00D053AC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823"/>
    <w:rsid w:val="00D34AB0"/>
    <w:rsid w:val="00D34ED5"/>
    <w:rsid w:val="00D37044"/>
    <w:rsid w:val="00D375EB"/>
    <w:rsid w:val="00D407E2"/>
    <w:rsid w:val="00D43CD2"/>
    <w:rsid w:val="00D461FB"/>
    <w:rsid w:val="00D46609"/>
    <w:rsid w:val="00D50694"/>
    <w:rsid w:val="00D51EF6"/>
    <w:rsid w:val="00D533E1"/>
    <w:rsid w:val="00D534DD"/>
    <w:rsid w:val="00D54264"/>
    <w:rsid w:val="00D554E3"/>
    <w:rsid w:val="00D55B7E"/>
    <w:rsid w:val="00D55D1B"/>
    <w:rsid w:val="00D56183"/>
    <w:rsid w:val="00D56D61"/>
    <w:rsid w:val="00D57219"/>
    <w:rsid w:val="00D57744"/>
    <w:rsid w:val="00D57D29"/>
    <w:rsid w:val="00D606D1"/>
    <w:rsid w:val="00D61CD7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6D23"/>
    <w:rsid w:val="00D9724C"/>
    <w:rsid w:val="00D9738A"/>
    <w:rsid w:val="00DA0301"/>
    <w:rsid w:val="00DA127C"/>
    <w:rsid w:val="00DA255A"/>
    <w:rsid w:val="00DA4369"/>
    <w:rsid w:val="00DA4AC4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12A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6D9"/>
    <w:rsid w:val="00DD28F7"/>
    <w:rsid w:val="00DD2C81"/>
    <w:rsid w:val="00DD2C9A"/>
    <w:rsid w:val="00DD51DD"/>
    <w:rsid w:val="00DD5504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26F"/>
    <w:rsid w:val="00DF0B70"/>
    <w:rsid w:val="00DF0E2A"/>
    <w:rsid w:val="00DF1628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A84"/>
    <w:rsid w:val="00E14C5A"/>
    <w:rsid w:val="00E15154"/>
    <w:rsid w:val="00E16B31"/>
    <w:rsid w:val="00E17B46"/>
    <w:rsid w:val="00E20938"/>
    <w:rsid w:val="00E20D4C"/>
    <w:rsid w:val="00E22B6D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6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823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A71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40F"/>
    <w:rsid w:val="00EA68E2"/>
    <w:rsid w:val="00EB11E0"/>
    <w:rsid w:val="00EB193E"/>
    <w:rsid w:val="00EB2521"/>
    <w:rsid w:val="00EB3698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0BE6"/>
    <w:rsid w:val="00ED1397"/>
    <w:rsid w:val="00ED1476"/>
    <w:rsid w:val="00ED1AEB"/>
    <w:rsid w:val="00ED4EBB"/>
    <w:rsid w:val="00ED6CAF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569"/>
    <w:rsid w:val="00EF3622"/>
    <w:rsid w:val="00EF475F"/>
    <w:rsid w:val="00EF47AC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0B5"/>
    <w:rsid w:val="00F01AFA"/>
    <w:rsid w:val="00F02648"/>
    <w:rsid w:val="00F034E3"/>
    <w:rsid w:val="00F04D8D"/>
    <w:rsid w:val="00F05240"/>
    <w:rsid w:val="00F06E5E"/>
    <w:rsid w:val="00F072E0"/>
    <w:rsid w:val="00F100F5"/>
    <w:rsid w:val="00F117DB"/>
    <w:rsid w:val="00F11BF9"/>
    <w:rsid w:val="00F1213B"/>
    <w:rsid w:val="00F12499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00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3E4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2642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825"/>
    <w:rsid w:val="00F81A85"/>
    <w:rsid w:val="00F81CC8"/>
    <w:rsid w:val="00F821F9"/>
    <w:rsid w:val="00F82BCE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6BCA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1AD8"/>
    <w:rsid w:val="00FB2D60"/>
    <w:rsid w:val="00FB2DBD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3EE2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0D8"/>
    <w:rsid w:val="00FE6B77"/>
    <w:rsid w:val="00FE6E1C"/>
    <w:rsid w:val="00FF07F6"/>
    <w:rsid w:val="00FF0D64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C6339-2ED6-4D0D-8667-F551EA704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3</TotalTime>
  <Pages>2</Pages>
  <Words>264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8</cp:revision>
  <cp:lastPrinted>2018-12-06T11:10:00Z</cp:lastPrinted>
  <dcterms:created xsi:type="dcterms:W3CDTF">2020-06-16T12:05:00Z</dcterms:created>
  <dcterms:modified xsi:type="dcterms:W3CDTF">2020-11-03T11:34:00Z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