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14:paraId="6CD08A39" w14:textId="77777777" w:rsidTr="00F84A4D">
        <w:trPr>
          <w:trHeight w:val="993"/>
        </w:trPr>
        <w:tc>
          <w:tcPr>
            <w:tcW w:w="9815" w:type="dxa"/>
            <w:gridSpan w:val="5"/>
          </w:tcPr>
          <w:p w14:paraId="27806E4F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05148294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7EE20BE1" w14:textId="77777777" w:rsidR="0085764D" w:rsidRPr="00F84A4D" w:rsidRDefault="0085764D" w:rsidP="00F84A4D">
            <w:pPr>
              <w:rPr>
                <w:sz w:val="12"/>
                <w:szCs w:val="12"/>
              </w:rPr>
            </w:pPr>
          </w:p>
          <w:p w14:paraId="40EEA5B5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14:paraId="1E57EB0B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2DE0DA1E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261C7190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14:paraId="2C3D71C9" w14:textId="77777777"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C43090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2BD552A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478F20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EE96169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3A4AF0F5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80AAB7C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C61B4FF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B698BA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B1E7608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4AA2E2E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65E6A0A3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5BAD7151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27E1240B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33077E4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75741AA6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14:paraId="022F54B0" w14:textId="77777777"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14:paraId="7F11FB6B" w14:textId="77777777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14:paraId="1753A5F2" w14:textId="77777777"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14:paraId="448BD3EF" w14:textId="77777777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14:paraId="6FE73526" w14:textId="77777777" w:rsidR="0085764D" w:rsidRDefault="004B1CD7" w:rsidP="00E006BE">
            <w:pPr>
              <w:jc w:val="center"/>
            </w:pPr>
            <w:r>
              <w:t>18.09.2020 г.</w:t>
            </w:r>
          </w:p>
        </w:tc>
        <w:tc>
          <w:tcPr>
            <w:tcW w:w="4604" w:type="dxa"/>
            <w:vAlign w:val="bottom"/>
          </w:tcPr>
          <w:p w14:paraId="13EEE79F" w14:textId="77777777" w:rsidR="0085764D" w:rsidRDefault="0085764D" w:rsidP="00F84A4D"/>
        </w:tc>
        <w:tc>
          <w:tcPr>
            <w:tcW w:w="2268" w:type="dxa"/>
            <w:gridSpan w:val="2"/>
            <w:vAlign w:val="bottom"/>
          </w:tcPr>
          <w:p w14:paraId="4F387921" w14:textId="5019DEEE" w:rsidR="0085764D" w:rsidRPr="007F5B5D" w:rsidRDefault="007F5B5D" w:rsidP="00E20A3C">
            <w:pPr>
              <w:tabs>
                <w:tab w:val="center" w:pos="2160"/>
              </w:tabs>
              <w:ind w:left="-108"/>
              <w:jc w:val="center"/>
            </w:pPr>
            <w:r>
              <w:t>35/1</w:t>
            </w:r>
          </w:p>
        </w:tc>
      </w:tr>
      <w:tr w:rsidR="0085764D" w14:paraId="2F3AF173" w14:textId="77777777" w:rsidTr="00724D9A">
        <w:trPr>
          <w:trHeight w:hRule="exact" w:val="619"/>
        </w:trPr>
        <w:tc>
          <w:tcPr>
            <w:tcW w:w="9815" w:type="dxa"/>
            <w:gridSpan w:val="5"/>
          </w:tcPr>
          <w:p w14:paraId="434E55B6" w14:textId="77777777" w:rsidR="0085764D" w:rsidRDefault="0085764D" w:rsidP="00F84A4D"/>
        </w:tc>
      </w:tr>
      <w:tr w:rsidR="0085764D" w14:paraId="21F49B57" w14:textId="77777777" w:rsidTr="00F84A4D">
        <w:trPr>
          <w:trHeight w:val="826"/>
        </w:trPr>
        <w:tc>
          <w:tcPr>
            <w:tcW w:w="1951" w:type="dxa"/>
          </w:tcPr>
          <w:p w14:paraId="034D8373" w14:textId="77777777" w:rsidR="0085764D" w:rsidRDefault="0085764D" w:rsidP="00F84A4D"/>
        </w:tc>
        <w:tc>
          <w:tcPr>
            <w:tcW w:w="6095" w:type="dxa"/>
            <w:gridSpan w:val="3"/>
          </w:tcPr>
          <w:p w14:paraId="4FB88EDF" w14:textId="77777777" w:rsidR="0085764D" w:rsidRPr="00C12B10" w:rsidRDefault="008F0F09" w:rsidP="004F407E">
            <w:pPr>
              <w:jc w:val="center"/>
              <w:rPr>
                <w:szCs w:val="28"/>
              </w:rPr>
            </w:pPr>
            <w:r w:rsidRPr="00C12B10">
              <w:rPr>
                <w:bCs/>
                <w:szCs w:val="28"/>
              </w:rPr>
              <w:t xml:space="preserve">Об установлении </w:t>
            </w:r>
            <w:r w:rsidR="004F407E">
              <w:rPr>
                <w:szCs w:val="28"/>
              </w:rPr>
              <w:t xml:space="preserve"> ОБЩЕСТВУ С ОГРАНИЧЕННОЙ ОТВЕТСТВЕННОСТЬЮ «НИЖЕГОРОДСКИЕ ТЕХНОЛОГИИ ВОДОПОЛЬЗОВАНИЯ» (</w:t>
            </w:r>
            <w:r w:rsidR="004F407E" w:rsidRPr="004F407E">
              <w:rPr>
                <w:szCs w:val="28"/>
              </w:rPr>
              <w:t xml:space="preserve">ИНН </w:t>
            </w:r>
            <w:r w:rsidR="004F407E" w:rsidRPr="004F407E">
              <w:rPr>
                <w:shd w:val="clear" w:color="auto" w:fill="FFFFFF"/>
              </w:rPr>
              <w:t xml:space="preserve"> 5262360049)</w:t>
            </w:r>
            <w:r w:rsidR="004F407E" w:rsidRPr="004F407E">
              <w:rPr>
                <w:szCs w:val="28"/>
              </w:rPr>
              <w:t xml:space="preserve">, </w:t>
            </w:r>
            <w:r w:rsidR="004F407E">
              <w:rPr>
                <w:szCs w:val="28"/>
              </w:rPr>
              <w:br/>
              <w:t>г. Нижний Новгород</w:t>
            </w:r>
            <w:r w:rsidRPr="00C12B10">
              <w:rPr>
                <w:bCs/>
                <w:szCs w:val="28"/>
              </w:rPr>
              <w:t xml:space="preserve">, тарифов на транспортировку воды с использованием водопроводных сетей, находящихся на </w:t>
            </w:r>
            <w:r w:rsidRPr="00921AE8">
              <w:rPr>
                <w:bCs/>
                <w:szCs w:val="28"/>
              </w:rPr>
              <w:t xml:space="preserve">территории </w:t>
            </w:r>
            <w:r w:rsidR="004F407E" w:rsidRPr="00921AE8">
              <w:rPr>
                <w:szCs w:val="28"/>
              </w:rPr>
              <w:t xml:space="preserve"> </w:t>
            </w:r>
            <w:r w:rsidR="00921AE8" w:rsidRPr="00921AE8">
              <w:rPr>
                <w:szCs w:val="28"/>
              </w:rPr>
              <w:t xml:space="preserve">д. </w:t>
            </w:r>
            <w:proofErr w:type="spellStart"/>
            <w:r w:rsidR="00921AE8" w:rsidRPr="00921AE8">
              <w:rPr>
                <w:szCs w:val="28"/>
              </w:rPr>
              <w:t>Анкудиновка</w:t>
            </w:r>
            <w:proofErr w:type="spellEnd"/>
            <w:r w:rsidR="00921AE8" w:rsidRPr="00921AE8">
              <w:rPr>
                <w:szCs w:val="28"/>
              </w:rPr>
              <w:t xml:space="preserve"> </w:t>
            </w:r>
            <w:proofErr w:type="spellStart"/>
            <w:r w:rsidR="004F407E" w:rsidRPr="00921AE8">
              <w:rPr>
                <w:szCs w:val="28"/>
              </w:rPr>
              <w:t>Кстовского</w:t>
            </w:r>
            <w:proofErr w:type="spellEnd"/>
            <w:r w:rsidR="004F407E">
              <w:rPr>
                <w:szCs w:val="28"/>
              </w:rPr>
              <w:t xml:space="preserve"> муниципального района</w:t>
            </w:r>
            <w:r w:rsidR="004F407E" w:rsidRPr="00C12B10">
              <w:rPr>
                <w:bCs/>
                <w:szCs w:val="28"/>
              </w:rPr>
              <w:t xml:space="preserve"> </w:t>
            </w:r>
            <w:r w:rsidRPr="00C12B10">
              <w:rPr>
                <w:bCs/>
                <w:szCs w:val="28"/>
              </w:rPr>
              <w:t xml:space="preserve"> Нижегородской области</w:t>
            </w:r>
          </w:p>
        </w:tc>
        <w:tc>
          <w:tcPr>
            <w:tcW w:w="1769" w:type="dxa"/>
          </w:tcPr>
          <w:p w14:paraId="764DCE69" w14:textId="77777777" w:rsidR="0085764D" w:rsidRDefault="0085764D" w:rsidP="00F84A4D"/>
        </w:tc>
      </w:tr>
    </w:tbl>
    <w:p w14:paraId="3FF8228F" w14:textId="77777777"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14:paraId="2D52AC81" w14:textId="77777777" w:rsidR="00261BEB" w:rsidRDefault="00261BEB" w:rsidP="00521285">
      <w:pPr>
        <w:pStyle w:val="ac"/>
        <w:spacing w:line="276" w:lineRule="auto"/>
        <w:jc w:val="center"/>
        <w:rPr>
          <w:sz w:val="32"/>
        </w:rPr>
      </w:pPr>
    </w:p>
    <w:p w14:paraId="57B0A18F" w14:textId="238212D9" w:rsidR="00D352F4" w:rsidRPr="00351B58" w:rsidRDefault="00D352F4" w:rsidP="00262DE4">
      <w:pPr>
        <w:pStyle w:val="ac"/>
        <w:spacing w:line="276" w:lineRule="auto"/>
        <w:jc w:val="center"/>
      </w:pPr>
    </w:p>
    <w:p w14:paraId="2E32DCD7" w14:textId="77777777" w:rsidR="00A82A27" w:rsidRPr="00DB3754" w:rsidRDefault="00A82A27" w:rsidP="00262DE4">
      <w:pPr>
        <w:pStyle w:val="ac"/>
        <w:spacing w:line="276" w:lineRule="auto"/>
        <w:jc w:val="center"/>
      </w:pPr>
    </w:p>
    <w:p w14:paraId="704F018A" w14:textId="77777777" w:rsidR="00E64FF3" w:rsidRPr="00E64FF3" w:rsidRDefault="00591594" w:rsidP="008D53C9">
      <w:pPr>
        <w:pStyle w:val="ac"/>
        <w:spacing w:line="276" w:lineRule="auto"/>
        <w:ind w:firstLine="720"/>
        <w:rPr>
          <w:rFonts w:eastAsiaTheme="minorHAnsi"/>
          <w:szCs w:val="24"/>
          <w:lang w:eastAsia="en-US"/>
        </w:rPr>
      </w:pPr>
      <w:proofErr w:type="gramStart"/>
      <w:r w:rsidRPr="003F5E6C">
        <w:rPr>
          <w:bCs/>
        </w:rPr>
        <w:t xml:space="preserve">Во исполнение </w:t>
      </w:r>
      <w:r>
        <w:t>Апелляционного</w:t>
      </w:r>
      <w:r w:rsidRPr="003F5E6C">
        <w:t xml:space="preserve"> определени</w:t>
      </w:r>
      <w:r>
        <w:t>я</w:t>
      </w:r>
      <w:r w:rsidRPr="003F5E6C">
        <w:t xml:space="preserve"> Четвертого апелляционного суда общей юрисдикции от </w:t>
      </w:r>
      <w:r>
        <w:t>8 июля 2020 г. по делу №</w:t>
      </w:r>
      <w:r w:rsidRPr="003F5E6C">
        <w:t xml:space="preserve"> 66а-1051/2020</w:t>
      </w:r>
      <w:r>
        <w:t>, в</w:t>
      </w:r>
      <w:r w:rsidR="00E64FF3" w:rsidRPr="00E64FF3">
        <w:rPr>
          <w:szCs w:val="24"/>
        </w:rPr>
        <w:t xml:space="preserve">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</w:t>
      </w:r>
      <w:r w:rsidR="00E64FF3" w:rsidRPr="00E85426">
        <w:t xml:space="preserve">тарифов в сфере водоснабжения и водоотведения» и на основании рассмотрения необходимых обосновывающих материалов, </w:t>
      </w:r>
      <w:r w:rsidR="00E64FF3" w:rsidRPr="008F0F09">
        <w:t>представленных</w:t>
      </w:r>
      <w:proofErr w:type="gramEnd"/>
      <w:r w:rsidR="00E64FF3" w:rsidRPr="008F0F09">
        <w:t xml:space="preserve"> </w:t>
      </w:r>
      <w:r w:rsidR="004F407E">
        <w:t xml:space="preserve">ОБЩЕСТВОМ С ОГРАНИЧЕННОЙ ОТВЕТСТВЕННОСТЬЮ «НИЖЕГОРОДСКИЕ ТЕХНОЛОГИИ ВОДОПОЛЬЗОВАНИЯ» </w:t>
      </w:r>
      <w:r w:rsidR="004F407E">
        <w:br/>
        <w:t>(</w:t>
      </w:r>
      <w:r w:rsidR="004F407E" w:rsidRPr="004F407E">
        <w:t xml:space="preserve">ИНН </w:t>
      </w:r>
      <w:r w:rsidR="004F407E" w:rsidRPr="004F407E">
        <w:rPr>
          <w:shd w:val="clear" w:color="auto" w:fill="FFFFFF"/>
        </w:rPr>
        <w:t xml:space="preserve"> 5262360049)</w:t>
      </w:r>
      <w:r w:rsidR="004F407E" w:rsidRPr="004F407E">
        <w:t xml:space="preserve">, </w:t>
      </w:r>
      <w:r w:rsidR="004F407E">
        <w:t>г. Нижний Новгород</w:t>
      </w:r>
      <w:r>
        <w:t>, экспертных</w:t>
      </w:r>
      <w:r>
        <w:rPr>
          <w:szCs w:val="24"/>
        </w:rPr>
        <w:t xml:space="preserve"> заключений</w:t>
      </w:r>
      <w:r w:rsidR="00E64FF3" w:rsidRPr="00E64FF3">
        <w:rPr>
          <w:szCs w:val="24"/>
        </w:rPr>
        <w:t xml:space="preserve"> </w:t>
      </w:r>
      <w:r w:rsidR="00E64FF3" w:rsidRPr="00F33528">
        <w:rPr>
          <w:szCs w:val="24"/>
        </w:rPr>
        <w:t>рег. № в-</w:t>
      </w:r>
      <w:r w:rsidR="00F33528" w:rsidRPr="00F33528">
        <w:rPr>
          <w:szCs w:val="24"/>
        </w:rPr>
        <w:t>151</w:t>
      </w:r>
      <w:r w:rsidR="004F407E" w:rsidRPr="00F33528">
        <w:rPr>
          <w:szCs w:val="24"/>
        </w:rPr>
        <w:t xml:space="preserve"> </w:t>
      </w:r>
      <w:r w:rsidR="00E64FF3" w:rsidRPr="00921AE8">
        <w:rPr>
          <w:szCs w:val="24"/>
        </w:rPr>
        <w:t>от</w:t>
      </w:r>
      <w:r w:rsidR="00E85426" w:rsidRPr="00921AE8">
        <w:rPr>
          <w:szCs w:val="24"/>
        </w:rPr>
        <w:t xml:space="preserve"> </w:t>
      </w:r>
      <w:r w:rsidR="00921AE8" w:rsidRPr="00921AE8">
        <w:rPr>
          <w:szCs w:val="24"/>
        </w:rPr>
        <w:t xml:space="preserve">21 июня </w:t>
      </w:r>
      <w:r w:rsidR="004F407E" w:rsidRPr="00921AE8">
        <w:rPr>
          <w:szCs w:val="24"/>
        </w:rPr>
        <w:t>2019</w:t>
      </w:r>
      <w:r w:rsidR="00E64FF3" w:rsidRPr="00921AE8">
        <w:rPr>
          <w:szCs w:val="24"/>
        </w:rPr>
        <w:t xml:space="preserve"> г.</w:t>
      </w:r>
      <w:r>
        <w:rPr>
          <w:szCs w:val="24"/>
        </w:rPr>
        <w:t>, в</w:t>
      </w:r>
      <w:r w:rsidRPr="004B1CD7">
        <w:rPr>
          <w:szCs w:val="24"/>
        </w:rPr>
        <w:t>-</w:t>
      </w:r>
      <w:r w:rsidR="004B1CD7" w:rsidRPr="004B1CD7">
        <w:rPr>
          <w:szCs w:val="24"/>
        </w:rPr>
        <w:t>210</w:t>
      </w:r>
      <w:r w:rsidRPr="004B1CD7">
        <w:rPr>
          <w:szCs w:val="24"/>
        </w:rPr>
        <w:t xml:space="preserve"> от</w:t>
      </w:r>
      <w:r w:rsidR="004B1CD7" w:rsidRPr="004B1CD7">
        <w:rPr>
          <w:szCs w:val="24"/>
        </w:rPr>
        <w:t xml:space="preserve"> 11 сентября</w:t>
      </w:r>
      <w:r w:rsidRPr="004B1CD7">
        <w:rPr>
          <w:szCs w:val="24"/>
        </w:rPr>
        <w:t xml:space="preserve"> 2020 г.</w:t>
      </w:r>
      <w:r w:rsidR="00E64FF3" w:rsidRPr="004B1CD7">
        <w:rPr>
          <w:szCs w:val="24"/>
        </w:rPr>
        <w:t>:</w:t>
      </w:r>
    </w:p>
    <w:p w14:paraId="21FAF861" w14:textId="77777777" w:rsidR="00D352F4" w:rsidRPr="00D352F4" w:rsidRDefault="00E64FF3" w:rsidP="00D352F4">
      <w:pPr>
        <w:spacing w:line="276" w:lineRule="auto"/>
        <w:ind w:firstLine="709"/>
        <w:jc w:val="both"/>
        <w:rPr>
          <w:szCs w:val="28"/>
        </w:rPr>
      </w:pPr>
      <w:r w:rsidRPr="00E64FF3">
        <w:rPr>
          <w:b/>
          <w:bCs/>
          <w:szCs w:val="24"/>
        </w:rPr>
        <w:t>1.</w:t>
      </w:r>
      <w:r w:rsidRPr="00E64FF3">
        <w:rPr>
          <w:szCs w:val="24"/>
        </w:rPr>
        <w:t xml:space="preserve"> При установлении тарифов в сфере холодного водоснабжения </w:t>
      </w:r>
      <w:r w:rsidR="008F0F09" w:rsidRPr="008F0F09">
        <w:rPr>
          <w:szCs w:val="28"/>
        </w:rPr>
        <w:t>(</w:t>
      </w:r>
      <w:r w:rsidR="008F0F09" w:rsidRPr="00D352F4">
        <w:rPr>
          <w:bCs/>
          <w:szCs w:val="28"/>
        </w:rPr>
        <w:t xml:space="preserve">транспортировка воды с использованием водопроводных сетей, находящихся на </w:t>
      </w:r>
      <w:r w:rsidR="008F0F09" w:rsidRPr="00921AE8">
        <w:rPr>
          <w:bCs/>
          <w:szCs w:val="28"/>
        </w:rPr>
        <w:t xml:space="preserve">территории </w:t>
      </w:r>
      <w:r w:rsidR="00921AE8" w:rsidRPr="00921AE8">
        <w:rPr>
          <w:szCs w:val="28"/>
        </w:rPr>
        <w:t xml:space="preserve">д. </w:t>
      </w:r>
      <w:proofErr w:type="spellStart"/>
      <w:r w:rsidR="00921AE8" w:rsidRPr="00921AE8">
        <w:rPr>
          <w:szCs w:val="28"/>
        </w:rPr>
        <w:t>Анкудиновка</w:t>
      </w:r>
      <w:proofErr w:type="spellEnd"/>
      <w:r w:rsidR="00921AE8" w:rsidRPr="00921AE8">
        <w:rPr>
          <w:szCs w:val="28"/>
        </w:rPr>
        <w:t xml:space="preserve"> </w:t>
      </w:r>
      <w:proofErr w:type="spellStart"/>
      <w:r w:rsidR="004F407E" w:rsidRPr="00921AE8">
        <w:rPr>
          <w:szCs w:val="28"/>
        </w:rPr>
        <w:t>Кстовского</w:t>
      </w:r>
      <w:proofErr w:type="spellEnd"/>
      <w:r w:rsidR="004F407E" w:rsidRPr="00921AE8">
        <w:rPr>
          <w:szCs w:val="28"/>
        </w:rPr>
        <w:t xml:space="preserve"> </w:t>
      </w:r>
      <w:r w:rsidR="004F407E">
        <w:rPr>
          <w:szCs w:val="28"/>
        </w:rPr>
        <w:t>муниципального района</w:t>
      </w:r>
      <w:r w:rsidR="004F407E" w:rsidRPr="00C12B10">
        <w:rPr>
          <w:bCs/>
          <w:szCs w:val="28"/>
        </w:rPr>
        <w:t xml:space="preserve">  </w:t>
      </w:r>
      <w:r w:rsidR="008F0F09" w:rsidRPr="00D352F4">
        <w:rPr>
          <w:bCs/>
          <w:szCs w:val="28"/>
        </w:rPr>
        <w:t>Нижегородской области</w:t>
      </w:r>
      <w:r w:rsidR="008F0F09" w:rsidRPr="00D352F4">
        <w:rPr>
          <w:szCs w:val="28"/>
        </w:rPr>
        <w:t xml:space="preserve">) </w:t>
      </w:r>
      <w:r w:rsidRPr="00D352F4">
        <w:rPr>
          <w:szCs w:val="28"/>
        </w:rPr>
        <w:t xml:space="preserve">для </w:t>
      </w:r>
      <w:r w:rsidR="004F407E">
        <w:rPr>
          <w:szCs w:val="28"/>
        </w:rPr>
        <w:t>ОБЩЕСТВ</w:t>
      </w:r>
      <w:r w:rsidR="004F407E">
        <w:t>А</w:t>
      </w:r>
      <w:r w:rsidR="004F407E">
        <w:rPr>
          <w:szCs w:val="28"/>
        </w:rPr>
        <w:t xml:space="preserve"> С ОГРАНИЧЕННОЙ ОТВЕТСТВЕННОСТЬЮ «НИЖЕГОРОДСКИЕ ТЕХНОЛОГИИ ВОДОПОЛЬЗОВАНИЯ» </w:t>
      </w:r>
      <w:r w:rsidR="004F407E">
        <w:br/>
      </w:r>
      <w:r w:rsidR="004F407E">
        <w:rPr>
          <w:szCs w:val="28"/>
        </w:rPr>
        <w:t>(</w:t>
      </w:r>
      <w:r w:rsidR="004F407E" w:rsidRPr="004F407E">
        <w:rPr>
          <w:szCs w:val="28"/>
        </w:rPr>
        <w:t xml:space="preserve">ИНН </w:t>
      </w:r>
      <w:r w:rsidR="004F407E" w:rsidRPr="004F407E">
        <w:rPr>
          <w:shd w:val="clear" w:color="auto" w:fill="FFFFFF"/>
        </w:rPr>
        <w:t xml:space="preserve"> 5262360049)</w:t>
      </w:r>
      <w:r w:rsidR="004F407E" w:rsidRPr="004F407E">
        <w:rPr>
          <w:szCs w:val="28"/>
        </w:rPr>
        <w:t xml:space="preserve">, </w:t>
      </w:r>
      <w:r w:rsidR="004F407E">
        <w:rPr>
          <w:szCs w:val="28"/>
        </w:rPr>
        <w:t>г. Нижний Новгород</w:t>
      </w:r>
      <w:r w:rsidRPr="00D352F4">
        <w:rPr>
          <w:szCs w:val="28"/>
        </w:rPr>
        <w:t xml:space="preserve">, применять метод </w:t>
      </w:r>
      <w:r w:rsidR="00D352F4" w:rsidRPr="00D352F4">
        <w:rPr>
          <w:szCs w:val="28"/>
        </w:rPr>
        <w:t>экономически обоснованных расходов (затрат).</w:t>
      </w:r>
    </w:p>
    <w:p w14:paraId="341774C9" w14:textId="77777777" w:rsidR="00E64FF3" w:rsidRDefault="00E64FF3" w:rsidP="00D352F4">
      <w:pPr>
        <w:spacing w:line="276" w:lineRule="auto"/>
        <w:ind w:firstLine="720"/>
        <w:jc w:val="both"/>
        <w:rPr>
          <w:szCs w:val="24"/>
        </w:rPr>
      </w:pPr>
      <w:r w:rsidRPr="00D352F4">
        <w:rPr>
          <w:b/>
          <w:bCs/>
          <w:szCs w:val="28"/>
        </w:rPr>
        <w:lastRenderedPageBreak/>
        <w:t>2.</w:t>
      </w:r>
      <w:r w:rsidRPr="00D352F4">
        <w:rPr>
          <w:szCs w:val="28"/>
        </w:rPr>
        <w:t xml:space="preserve"> Установить </w:t>
      </w:r>
      <w:r w:rsidR="004F407E">
        <w:rPr>
          <w:szCs w:val="28"/>
        </w:rPr>
        <w:t xml:space="preserve">ОБЩЕСТВУ С ОГРАНИЧЕННОЙ ОТВЕТСТВЕННОСТЬЮ «НИЖЕГОРОДСКИЕ ТЕХНОЛОГИИ ВОДОПОЛЬЗОВАНИЯ» </w:t>
      </w:r>
      <w:r w:rsidR="004F407E">
        <w:br/>
      </w:r>
      <w:r w:rsidR="004F407E">
        <w:rPr>
          <w:szCs w:val="28"/>
        </w:rPr>
        <w:t>(</w:t>
      </w:r>
      <w:r w:rsidR="004F407E" w:rsidRPr="004F407E">
        <w:rPr>
          <w:szCs w:val="28"/>
        </w:rPr>
        <w:t xml:space="preserve">ИНН </w:t>
      </w:r>
      <w:r w:rsidR="004F407E" w:rsidRPr="004F407E">
        <w:rPr>
          <w:shd w:val="clear" w:color="auto" w:fill="FFFFFF"/>
        </w:rPr>
        <w:t xml:space="preserve"> 5262360049)</w:t>
      </w:r>
      <w:r w:rsidR="004F407E" w:rsidRPr="004F407E">
        <w:rPr>
          <w:szCs w:val="28"/>
        </w:rPr>
        <w:t xml:space="preserve">, </w:t>
      </w:r>
      <w:r w:rsidR="004F407E">
        <w:rPr>
          <w:szCs w:val="28"/>
        </w:rPr>
        <w:t>г. Нижний Новгород</w:t>
      </w:r>
      <w:r w:rsidR="00E85426" w:rsidRPr="00E85426">
        <w:rPr>
          <w:szCs w:val="28"/>
        </w:rPr>
        <w:t xml:space="preserve">, </w:t>
      </w:r>
      <w:r w:rsidR="00E85426" w:rsidRPr="00E85426">
        <w:rPr>
          <w:b/>
          <w:bCs/>
          <w:szCs w:val="28"/>
        </w:rPr>
        <w:t xml:space="preserve">тарифы </w:t>
      </w:r>
      <w:r w:rsidR="008F0F09">
        <w:rPr>
          <w:b/>
          <w:bCs/>
          <w:szCs w:val="28"/>
        </w:rPr>
        <w:t xml:space="preserve">на </w:t>
      </w:r>
      <w:r w:rsidR="008F0F09" w:rsidRPr="008F0F09">
        <w:rPr>
          <w:b/>
          <w:bCs/>
          <w:szCs w:val="28"/>
        </w:rPr>
        <w:t>транспортировку воды</w:t>
      </w:r>
      <w:r w:rsidR="008F0F09" w:rsidRPr="008F0F09">
        <w:rPr>
          <w:bCs/>
          <w:szCs w:val="28"/>
        </w:rPr>
        <w:t xml:space="preserve"> с использованием водопроводных сетей, находящихся на территории </w:t>
      </w:r>
      <w:r w:rsidR="00921AE8">
        <w:rPr>
          <w:bCs/>
          <w:szCs w:val="28"/>
        </w:rPr>
        <w:br/>
      </w:r>
      <w:r w:rsidR="00921AE8" w:rsidRPr="00921AE8">
        <w:rPr>
          <w:szCs w:val="28"/>
        </w:rPr>
        <w:t xml:space="preserve">д. </w:t>
      </w:r>
      <w:proofErr w:type="spellStart"/>
      <w:r w:rsidR="00921AE8" w:rsidRPr="00921AE8">
        <w:rPr>
          <w:szCs w:val="28"/>
        </w:rPr>
        <w:t>Анкудиновка</w:t>
      </w:r>
      <w:proofErr w:type="spellEnd"/>
      <w:r w:rsidR="00921AE8" w:rsidRPr="00921AE8">
        <w:rPr>
          <w:szCs w:val="28"/>
        </w:rPr>
        <w:t xml:space="preserve"> </w:t>
      </w:r>
      <w:proofErr w:type="spellStart"/>
      <w:r w:rsidR="004F407E">
        <w:rPr>
          <w:szCs w:val="28"/>
        </w:rPr>
        <w:t>Кстовского</w:t>
      </w:r>
      <w:proofErr w:type="spellEnd"/>
      <w:r w:rsidR="004F407E">
        <w:rPr>
          <w:szCs w:val="28"/>
        </w:rPr>
        <w:t xml:space="preserve"> муниципального района</w:t>
      </w:r>
      <w:r w:rsidR="004F407E" w:rsidRPr="00C12B10">
        <w:rPr>
          <w:bCs/>
          <w:szCs w:val="28"/>
        </w:rPr>
        <w:t xml:space="preserve">  </w:t>
      </w:r>
      <w:r w:rsidR="008F0F09" w:rsidRPr="008F0F09">
        <w:rPr>
          <w:bCs/>
          <w:szCs w:val="28"/>
        </w:rPr>
        <w:t>Нижегородской области</w:t>
      </w:r>
      <w:r w:rsidR="008F0F09">
        <w:rPr>
          <w:bCs/>
          <w:szCs w:val="28"/>
        </w:rPr>
        <w:t>,</w:t>
      </w:r>
      <w:r w:rsidR="008F0F09" w:rsidRPr="00E85426">
        <w:rPr>
          <w:szCs w:val="28"/>
        </w:rPr>
        <w:t xml:space="preserve"> </w:t>
      </w:r>
      <w:r w:rsidRPr="00E85426">
        <w:rPr>
          <w:szCs w:val="28"/>
        </w:rPr>
        <w:t xml:space="preserve">в следующих </w:t>
      </w:r>
      <w:r w:rsidRPr="00E64FF3">
        <w:rPr>
          <w:szCs w:val="24"/>
        </w:rPr>
        <w:t>размерах: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3973"/>
        <w:gridCol w:w="1702"/>
        <w:gridCol w:w="1702"/>
        <w:gridCol w:w="1700"/>
      </w:tblGrid>
      <w:tr w:rsidR="002B7DA1" w14:paraId="39BE4209" w14:textId="77777777" w:rsidTr="002B7DA1">
        <w:trPr>
          <w:trHeight w:val="205"/>
        </w:trPr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0ACE" w14:textId="77777777" w:rsidR="002B7DA1" w:rsidRDefault="002B7DA1" w:rsidP="00D352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0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334C4" w14:textId="77777777" w:rsidR="002B7DA1" w:rsidRDefault="002B7DA1" w:rsidP="00D352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Тарифы в сфере холодного водоснабжения</w:t>
            </w:r>
          </w:p>
        </w:tc>
        <w:tc>
          <w:tcPr>
            <w:tcW w:w="2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F1F5" w14:textId="77777777" w:rsidR="002B7DA1" w:rsidRDefault="002B7DA1" w:rsidP="00D352F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Периоды регулирования</w:t>
            </w:r>
          </w:p>
        </w:tc>
      </w:tr>
      <w:tr w:rsidR="002B7DA1" w14:paraId="374A2086" w14:textId="77777777" w:rsidTr="00921AE8">
        <w:trPr>
          <w:trHeight w:val="109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1AD3" w14:textId="77777777" w:rsidR="002B7DA1" w:rsidRDefault="002B7DA1" w:rsidP="00D352F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FC67" w14:textId="77777777" w:rsidR="002B7DA1" w:rsidRDefault="002B7DA1" w:rsidP="00D352F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B689" w14:textId="77777777" w:rsidR="002B7DA1" w:rsidRPr="002B7DA1" w:rsidRDefault="002B7DA1" w:rsidP="00D352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BAC" w14:textId="77777777" w:rsidR="002B7DA1" w:rsidRPr="002B7DA1" w:rsidRDefault="002B7DA1" w:rsidP="00D352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>2020 год</w:t>
            </w:r>
          </w:p>
        </w:tc>
      </w:tr>
      <w:tr w:rsidR="002B7DA1" w14:paraId="66EE89D2" w14:textId="77777777" w:rsidTr="00921AE8">
        <w:trPr>
          <w:cantSplit/>
          <w:trHeight w:val="356"/>
        </w:trPr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82C2" w14:textId="77777777" w:rsidR="002B7DA1" w:rsidRDefault="002B7DA1" w:rsidP="00D352F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0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0A4B" w14:textId="77777777" w:rsidR="002B7DA1" w:rsidRDefault="002B7DA1" w:rsidP="00D352F4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B377" w14:textId="77777777" w:rsidR="002B7DA1" w:rsidRPr="002B7DA1" w:rsidRDefault="002B7DA1" w:rsidP="00D352F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BC5D" w14:textId="77777777" w:rsidR="002B7DA1" w:rsidRPr="002B7DA1" w:rsidRDefault="002B7DA1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 xml:space="preserve">С 1 января по 30 июня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1759" w14:textId="77777777" w:rsidR="002B7DA1" w:rsidRPr="002B7DA1" w:rsidRDefault="002B7DA1" w:rsidP="00B9504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2B7DA1">
              <w:rPr>
                <w:b/>
                <w:sz w:val="18"/>
                <w:szCs w:val="18"/>
                <w:lang w:eastAsia="en-US"/>
              </w:rPr>
              <w:t xml:space="preserve">С 1 июля по 31 декабря </w:t>
            </w:r>
          </w:p>
        </w:tc>
      </w:tr>
      <w:tr w:rsidR="00921AE8" w14:paraId="4098DCC3" w14:textId="77777777" w:rsidTr="00921AE8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2AFB" w14:textId="77777777" w:rsidR="00921AE8" w:rsidRDefault="00921AE8" w:rsidP="00D352F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1.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DC64" w14:textId="77777777" w:rsidR="00921AE8" w:rsidRPr="00921AE8" w:rsidRDefault="00921AE8" w:rsidP="00D352F4">
            <w:pPr>
              <w:rPr>
                <w:noProof/>
                <w:sz w:val="22"/>
                <w:szCs w:val="22"/>
                <w:lang w:eastAsia="en-US"/>
              </w:rPr>
            </w:pPr>
            <w:r w:rsidRPr="00921AE8">
              <w:rPr>
                <w:sz w:val="22"/>
                <w:szCs w:val="22"/>
                <w:lang w:eastAsia="en-US"/>
              </w:rPr>
              <w:t>Транспортировка воды</w:t>
            </w:r>
            <w:r w:rsidRPr="00921AE8">
              <w:rPr>
                <w:noProof/>
                <w:sz w:val="22"/>
                <w:szCs w:val="22"/>
                <w:lang w:eastAsia="en-US"/>
              </w:rPr>
              <w:t xml:space="preserve"> с использованием водопроводных сетей, находящихся на территории </w:t>
            </w:r>
            <w:r>
              <w:rPr>
                <w:noProof/>
                <w:sz w:val="22"/>
                <w:szCs w:val="22"/>
                <w:lang w:eastAsia="en-US"/>
              </w:rPr>
              <w:br/>
            </w:r>
            <w:r w:rsidRPr="00921AE8">
              <w:rPr>
                <w:sz w:val="22"/>
                <w:szCs w:val="22"/>
              </w:rPr>
              <w:t xml:space="preserve">д. </w:t>
            </w:r>
            <w:proofErr w:type="spellStart"/>
            <w:r w:rsidRPr="00921AE8">
              <w:rPr>
                <w:sz w:val="22"/>
                <w:szCs w:val="22"/>
              </w:rPr>
              <w:t>Анкудиновка</w:t>
            </w:r>
            <w:proofErr w:type="spellEnd"/>
            <w:r w:rsidRPr="00921AE8">
              <w:rPr>
                <w:noProof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21AE8">
              <w:rPr>
                <w:sz w:val="22"/>
                <w:szCs w:val="22"/>
              </w:rPr>
              <w:t>Кстовского</w:t>
            </w:r>
            <w:proofErr w:type="spellEnd"/>
            <w:r w:rsidRPr="00921AE8">
              <w:rPr>
                <w:sz w:val="22"/>
                <w:szCs w:val="22"/>
              </w:rPr>
              <w:t xml:space="preserve"> муниципального района</w:t>
            </w:r>
            <w:r w:rsidRPr="00921AE8">
              <w:rPr>
                <w:bCs/>
                <w:sz w:val="22"/>
                <w:szCs w:val="22"/>
              </w:rPr>
              <w:t xml:space="preserve">  </w:t>
            </w:r>
            <w:r w:rsidRPr="00921AE8">
              <w:rPr>
                <w:noProof/>
                <w:sz w:val="22"/>
                <w:szCs w:val="22"/>
                <w:lang w:eastAsia="en-US"/>
              </w:rPr>
              <w:t>Нижегородской области</w:t>
            </w:r>
            <w:r w:rsidRPr="00921AE8">
              <w:rPr>
                <w:sz w:val="22"/>
                <w:szCs w:val="22"/>
                <w:lang w:eastAsia="en-US"/>
              </w:rPr>
              <w:t>, руб./м</w:t>
            </w:r>
            <w:r w:rsidRPr="00921AE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6AFCF" w14:textId="3805C4D2" w:rsidR="00921AE8" w:rsidRPr="00921AE8" w:rsidRDefault="008F7E4D" w:rsidP="00921AE8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37CFA" w14:textId="6B25F1FF" w:rsidR="00921AE8" w:rsidRPr="00921AE8" w:rsidRDefault="008F7E4D" w:rsidP="00921AE8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E686D" w14:textId="0AA60A3C" w:rsidR="00921AE8" w:rsidRPr="00921AE8" w:rsidRDefault="008F7E4D" w:rsidP="00921AE8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55,17</w:t>
            </w:r>
          </w:p>
        </w:tc>
      </w:tr>
      <w:tr w:rsidR="002B7DA1" w14:paraId="494BAB5E" w14:textId="77777777" w:rsidTr="00921AE8">
        <w:trPr>
          <w:trHeight w:val="13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5A0367" w14:textId="77777777" w:rsidR="002B7DA1" w:rsidRDefault="002B7DA1" w:rsidP="00D352F4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2.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4159BC" w14:textId="77777777" w:rsidR="002B7DA1" w:rsidRPr="00921AE8" w:rsidRDefault="002B7DA1" w:rsidP="00D352F4">
            <w:pPr>
              <w:rPr>
                <w:noProof/>
                <w:sz w:val="22"/>
                <w:szCs w:val="22"/>
                <w:lang w:eastAsia="en-US"/>
              </w:rPr>
            </w:pPr>
            <w:r w:rsidRPr="00921AE8">
              <w:rPr>
                <w:sz w:val="22"/>
                <w:szCs w:val="22"/>
                <w:lang w:eastAsia="en-US"/>
              </w:rPr>
              <w:t>Транспортировка воды</w:t>
            </w:r>
            <w:r w:rsidRPr="00921AE8">
              <w:rPr>
                <w:noProof/>
                <w:sz w:val="22"/>
                <w:szCs w:val="22"/>
                <w:lang w:eastAsia="en-US"/>
              </w:rPr>
              <w:t xml:space="preserve"> с использованием водопроводных сетей, находящихся на территории </w:t>
            </w:r>
            <w:r w:rsidR="00921AE8">
              <w:rPr>
                <w:noProof/>
                <w:sz w:val="22"/>
                <w:szCs w:val="22"/>
                <w:lang w:eastAsia="en-US"/>
              </w:rPr>
              <w:br/>
            </w:r>
            <w:r w:rsidR="00921AE8" w:rsidRPr="00921AE8">
              <w:rPr>
                <w:sz w:val="22"/>
                <w:szCs w:val="22"/>
              </w:rPr>
              <w:t xml:space="preserve">д. </w:t>
            </w:r>
            <w:proofErr w:type="spellStart"/>
            <w:r w:rsidR="00921AE8" w:rsidRPr="00921AE8">
              <w:rPr>
                <w:sz w:val="22"/>
                <w:szCs w:val="22"/>
              </w:rPr>
              <w:t>Анкудиновка</w:t>
            </w:r>
            <w:proofErr w:type="spellEnd"/>
            <w:r w:rsidR="00921AE8" w:rsidRPr="00921AE8">
              <w:rPr>
                <w:sz w:val="22"/>
                <w:szCs w:val="22"/>
              </w:rPr>
              <w:t xml:space="preserve"> </w:t>
            </w:r>
            <w:proofErr w:type="spellStart"/>
            <w:r w:rsidRPr="00921AE8">
              <w:rPr>
                <w:sz w:val="22"/>
                <w:szCs w:val="22"/>
              </w:rPr>
              <w:t>Кстовского</w:t>
            </w:r>
            <w:proofErr w:type="spellEnd"/>
            <w:r w:rsidRPr="00921AE8">
              <w:rPr>
                <w:sz w:val="22"/>
                <w:szCs w:val="22"/>
              </w:rPr>
              <w:t xml:space="preserve"> муниципального района</w:t>
            </w:r>
            <w:r w:rsidRPr="00921AE8">
              <w:rPr>
                <w:bCs/>
                <w:sz w:val="22"/>
                <w:szCs w:val="22"/>
              </w:rPr>
              <w:t xml:space="preserve">  </w:t>
            </w:r>
            <w:r w:rsidRPr="00921AE8">
              <w:rPr>
                <w:noProof/>
                <w:sz w:val="22"/>
                <w:szCs w:val="22"/>
                <w:lang w:eastAsia="en-US"/>
              </w:rPr>
              <w:t>Нижегородской области</w:t>
            </w:r>
            <w:r w:rsidRPr="00921AE8">
              <w:rPr>
                <w:sz w:val="22"/>
                <w:szCs w:val="22"/>
                <w:lang w:eastAsia="en-US"/>
              </w:rPr>
              <w:t>, руб./м</w:t>
            </w:r>
            <w:r w:rsidRPr="00921AE8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C80E7" w14:textId="77777777" w:rsidR="002B7DA1" w:rsidRPr="00921AE8" w:rsidRDefault="00921AE8" w:rsidP="00921AE8">
            <w:pPr>
              <w:jc w:val="center"/>
              <w:rPr>
                <w:sz w:val="22"/>
                <w:szCs w:val="22"/>
                <w:lang w:eastAsia="en-US"/>
              </w:rPr>
            </w:pPr>
            <w:r w:rsidRPr="00921AE8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589DE49" w14:textId="77777777" w:rsidR="002B7DA1" w:rsidRPr="00921AE8" w:rsidRDefault="00921AE8" w:rsidP="00921AE8">
            <w:pPr>
              <w:jc w:val="center"/>
              <w:rPr>
                <w:sz w:val="22"/>
                <w:szCs w:val="22"/>
                <w:lang w:eastAsia="en-US"/>
              </w:rPr>
            </w:pPr>
            <w:r w:rsidRPr="00921AE8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5214B1E" w14:textId="77777777" w:rsidR="002B7DA1" w:rsidRPr="00921AE8" w:rsidRDefault="00921AE8" w:rsidP="00921AE8">
            <w:pPr>
              <w:jc w:val="center"/>
              <w:rPr>
                <w:sz w:val="22"/>
                <w:szCs w:val="22"/>
                <w:lang w:eastAsia="en-US"/>
              </w:rPr>
            </w:pPr>
            <w:r w:rsidRPr="00921AE8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2B7DA1" w14:paraId="197ECC44" w14:textId="77777777" w:rsidTr="00921AE8">
        <w:trPr>
          <w:trHeight w:val="132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1D72" w14:textId="77777777" w:rsidR="002B7DA1" w:rsidRDefault="002B7DA1" w:rsidP="00D352F4">
            <w:pPr>
              <w:rPr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2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989F" w14:textId="77777777" w:rsidR="002B7DA1" w:rsidRPr="004F407E" w:rsidRDefault="002B7DA1" w:rsidP="00D352F4">
            <w:pPr>
              <w:rPr>
                <w:noProof/>
                <w:sz w:val="22"/>
                <w:szCs w:val="22"/>
                <w:lang w:eastAsia="en-US"/>
              </w:rPr>
            </w:pPr>
            <w:r w:rsidRPr="004F407E">
              <w:rPr>
                <w:noProof/>
                <w:sz w:val="22"/>
                <w:szCs w:val="22"/>
                <w:lang w:eastAsia="en-US"/>
              </w:rPr>
              <w:t>Население (с учетом НДС)</w:t>
            </w: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EF7E" w14:textId="77777777" w:rsidR="002B7DA1" w:rsidRDefault="002B7DA1" w:rsidP="00D352F4">
            <w:pPr>
              <w:rPr>
                <w:sz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859F" w14:textId="77777777" w:rsidR="002B7DA1" w:rsidRDefault="002B7DA1" w:rsidP="00D352F4">
            <w:pPr>
              <w:rPr>
                <w:sz w:val="20"/>
                <w:lang w:eastAsia="en-US"/>
              </w:rPr>
            </w:pPr>
          </w:p>
        </w:tc>
        <w:tc>
          <w:tcPr>
            <w:tcW w:w="8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FE39" w14:textId="77777777" w:rsidR="002B7DA1" w:rsidRDefault="002B7DA1" w:rsidP="00D352F4">
            <w:pPr>
              <w:rPr>
                <w:sz w:val="20"/>
                <w:lang w:eastAsia="en-US"/>
              </w:rPr>
            </w:pPr>
          </w:p>
        </w:tc>
      </w:tr>
    </w:tbl>
    <w:p w14:paraId="306F1456" w14:textId="77777777" w:rsidR="00E64FF3" w:rsidRPr="008F0F09" w:rsidRDefault="00D352F4" w:rsidP="008F0F09">
      <w:pPr>
        <w:spacing w:line="276" w:lineRule="auto"/>
        <w:ind w:firstLine="709"/>
        <w:jc w:val="both"/>
        <w:rPr>
          <w:szCs w:val="28"/>
        </w:rPr>
      </w:pPr>
      <w:r>
        <w:rPr>
          <w:b/>
          <w:szCs w:val="24"/>
        </w:rPr>
        <w:t>3</w:t>
      </w:r>
      <w:r w:rsidR="00E64FF3" w:rsidRPr="00E64FF3">
        <w:rPr>
          <w:b/>
          <w:szCs w:val="24"/>
        </w:rPr>
        <w:t>.</w:t>
      </w:r>
      <w:r w:rsidR="008F0F09">
        <w:rPr>
          <w:szCs w:val="24"/>
        </w:rPr>
        <w:t xml:space="preserve"> Утвердить производственную программу</w:t>
      </w:r>
      <w:r w:rsidR="00E64FF3" w:rsidRPr="00E64FF3">
        <w:rPr>
          <w:szCs w:val="24"/>
        </w:rPr>
        <w:t xml:space="preserve"> </w:t>
      </w:r>
      <w:r w:rsidR="004F407E">
        <w:rPr>
          <w:szCs w:val="28"/>
        </w:rPr>
        <w:t>ОБЩЕСТВ</w:t>
      </w:r>
      <w:r w:rsidR="004F407E">
        <w:t>А</w:t>
      </w:r>
      <w:r w:rsidR="004F407E">
        <w:rPr>
          <w:szCs w:val="28"/>
        </w:rPr>
        <w:t xml:space="preserve"> С ОГРАНИЧЕННОЙ ОТВЕТСТВЕННОСТЬЮ «НИЖЕГОРОДСКИЕ ТЕХНОЛОГИИ ВОДОПОЛЬЗОВАНИЯ» (</w:t>
      </w:r>
      <w:r w:rsidR="004F407E" w:rsidRPr="004F407E">
        <w:rPr>
          <w:szCs w:val="28"/>
        </w:rPr>
        <w:t xml:space="preserve">ИНН </w:t>
      </w:r>
      <w:r w:rsidR="004F407E" w:rsidRPr="004F407E">
        <w:rPr>
          <w:shd w:val="clear" w:color="auto" w:fill="FFFFFF"/>
        </w:rPr>
        <w:t xml:space="preserve"> 5262360049)</w:t>
      </w:r>
      <w:r w:rsidR="004F407E" w:rsidRPr="004F407E">
        <w:rPr>
          <w:szCs w:val="28"/>
        </w:rPr>
        <w:t xml:space="preserve">, </w:t>
      </w:r>
      <w:r w:rsidR="004F407E">
        <w:rPr>
          <w:szCs w:val="28"/>
        </w:rPr>
        <w:t>г. Нижний Новгород</w:t>
      </w:r>
      <w:r w:rsidR="00E64FF3" w:rsidRPr="00E64FF3">
        <w:rPr>
          <w:szCs w:val="24"/>
        </w:rPr>
        <w:t xml:space="preserve">, в сфере холодного водоснабжения </w:t>
      </w:r>
      <w:r w:rsidR="008F0F09">
        <w:rPr>
          <w:szCs w:val="24"/>
        </w:rPr>
        <w:t>(</w:t>
      </w:r>
      <w:r w:rsidR="008F0F09" w:rsidRPr="008F0F09">
        <w:rPr>
          <w:bCs/>
          <w:szCs w:val="28"/>
        </w:rPr>
        <w:t xml:space="preserve">транспортировка воды с использованием водопроводных сетей, находящихся на территории </w:t>
      </w:r>
      <w:r w:rsidR="00921AE8">
        <w:rPr>
          <w:bCs/>
          <w:szCs w:val="28"/>
        </w:rPr>
        <w:br/>
      </w:r>
      <w:r w:rsidR="00921AE8" w:rsidRPr="00921AE8">
        <w:rPr>
          <w:szCs w:val="28"/>
        </w:rPr>
        <w:t xml:space="preserve">д. </w:t>
      </w:r>
      <w:proofErr w:type="spellStart"/>
      <w:r w:rsidR="00921AE8" w:rsidRPr="00921AE8">
        <w:rPr>
          <w:szCs w:val="28"/>
        </w:rPr>
        <w:t>Анкудиновка</w:t>
      </w:r>
      <w:proofErr w:type="spellEnd"/>
      <w:r w:rsidR="00921AE8" w:rsidRPr="00921AE8">
        <w:rPr>
          <w:szCs w:val="28"/>
        </w:rPr>
        <w:t xml:space="preserve"> </w:t>
      </w:r>
      <w:proofErr w:type="spellStart"/>
      <w:r w:rsidR="004F407E">
        <w:rPr>
          <w:szCs w:val="28"/>
        </w:rPr>
        <w:t>Кстовского</w:t>
      </w:r>
      <w:proofErr w:type="spellEnd"/>
      <w:r w:rsidR="004F407E">
        <w:rPr>
          <w:szCs w:val="28"/>
        </w:rPr>
        <w:t xml:space="preserve"> муниципального района</w:t>
      </w:r>
      <w:r w:rsidR="008F0F09" w:rsidRPr="008F0F09">
        <w:rPr>
          <w:bCs/>
          <w:szCs w:val="28"/>
        </w:rPr>
        <w:t>)</w:t>
      </w:r>
      <w:r w:rsidR="008F0F09" w:rsidRPr="008F0F09">
        <w:rPr>
          <w:szCs w:val="28"/>
        </w:rPr>
        <w:t xml:space="preserve"> согласно Приложению</w:t>
      </w:r>
      <w:r w:rsidR="00E64FF3" w:rsidRPr="008F0F09">
        <w:rPr>
          <w:szCs w:val="28"/>
        </w:rPr>
        <w:t xml:space="preserve"> к настоящему решению.</w:t>
      </w:r>
    </w:p>
    <w:p w14:paraId="306BF398" w14:textId="77777777" w:rsidR="008F0F09" w:rsidRPr="008F0F09" w:rsidRDefault="00D352F4" w:rsidP="008F0F09">
      <w:pPr>
        <w:spacing w:line="276" w:lineRule="auto"/>
        <w:ind w:firstLine="720"/>
        <w:jc w:val="both"/>
        <w:rPr>
          <w:szCs w:val="28"/>
        </w:rPr>
      </w:pPr>
      <w:r>
        <w:rPr>
          <w:b/>
          <w:bCs/>
          <w:szCs w:val="28"/>
        </w:rPr>
        <w:t>4</w:t>
      </w:r>
      <w:r w:rsidR="00E64FF3" w:rsidRPr="008F0F09">
        <w:rPr>
          <w:b/>
          <w:bCs/>
          <w:szCs w:val="28"/>
        </w:rPr>
        <w:t xml:space="preserve">. </w:t>
      </w:r>
      <w:r w:rsidR="004F407E">
        <w:rPr>
          <w:szCs w:val="28"/>
        </w:rPr>
        <w:t>ОБЩЕСТВ</w:t>
      </w:r>
      <w:r w:rsidR="004F407E">
        <w:t>О</w:t>
      </w:r>
      <w:r w:rsidR="004F407E">
        <w:rPr>
          <w:szCs w:val="28"/>
        </w:rPr>
        <w:t xml:space="preserve"> С ОГРАНИЧЕННОЙ ОТВЕТСТВЕННОСТЬЮ «НИЖЕГОРОДСКИЕ ТЕХНОЛОГИИ ВОДОПОЛЬЗОВАНИЯ» </w:t>
      </w:r>
      <w:r w:rsidR="004F407E">
        <w:br/>
      </w:r>
      <w:r w:rsidR="004F407E">
        <w:rPr>
          <w:szCs w:val="28"/>
        </w:rPr>
        <w:t>(</w:t>
      </w:r>
      <w:r w:rsidR="004F407E" w:rsidRPr="004F407E">
        <w:rPr>
          <w:szCs w:val="28"/>
        </w:rPr>
        <w:t xml:space="preserve">ИНН </w:t>
      </w:r>
      <w:r w:rsidR="004F407E" w:rsidRPr="004F407E">
        <w:rPr>
          <w:shd w:val="clear" w:color="auto" w:fill="FFFFFF"/>
        </w:rPr>
        <w:t xml:space="preserve"> 5262360049)</w:t>
      </w:r>
      <w:r w:rsidR="004F407E" w:rsidRPr="004F407E">
        <w:rPr>
          <w:szCs w:val="28"/>
        </w:rPr>
        <w:t xml:space="preserve">, </w:t>
      </w:r>
      <w:r w:rsidR="004F407E">
        <w:rPr>
          <w:szCs w:val="28"/>
        </w:rPr>
        <w:t>г. Нижний Новгород</w:t>
      </w:r>
      <w:r w:rsidR="008F0F09" w:rsidRPr="008F0F09">
        <w:rPr>
          <w:szCs w:val="28"/>
        </w:rPr>
        <w:t xml:space="preserve">, </w:t>
      </w:r>
      <w:proofErr w:type="gramStart"/>
      <w:r w:rsidR="008F0F09" w:rsidRPr="002B7DA1">
        <w:rPr>
          <w:szCs w:val="28"/>
        </w:rPr>
        <w:t>применяет общий режим налогообложения и является</w:t>
      </w:r>
      <w:proofErr w:type="gramEnd"/>
      <w:r w:rsidR="008F0F09" w:rsidRPr="002B7DA1">
        <w:rPr>
          <w:szCs w:val="28"/>
        </w:rPr>
        <w:t xml:space="preserve"> плательщиком НДС.</w:t>
      </w:r>
    </w:p>
    <w:p w14:paraId="386CEB95" w14:textId="77777777" w:rsidR="00E64FF3" w:rsidRPr="00E64FF3" w:rsidRDefault="008F0F09" w:rsidP="008F0F0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Cs w:val="24"/>
          <w:lang w:eastAsia="en-US"/>
        </w:rPr>
      </w:pPr>
      <w:r w:rsidRPr="008F0F09">
        <w:rPr>
          <w:rFonts w:eastAsiaTheme="minorHAnsi"/>
          <w:szCs w:val="28"/>
          <w:lang w:eastAsia="en-US"/>
        </w:rPr>
        <w:t xml:space="preserve"> </w:t>
      </w:r>
      <w:r w:rsidR="00E64FF3" w:rsidRPr="008F0F09">
        <w:rPr>
          <w:rFonts w:eastAsiaTheme="minorHAnsi"/>
          <w:szCs w:val="28"/>
          <w:lang w:eastAsia="en-US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</w:t>
      </w:r>
      <w:r w:rsidR="00E64FF3" w:rsidRPr="00E64FF3">
        <w:rPr>
          <w:rFonts w:eastAsiaTheme="minorHAnsi"/>
          <w:szCs w:val="24"/>
          <w:lang w:eastAsia="en-US"/>
        </w:rPr>
        <w:t xml:space="preserve"> момент вынесения решения.</w:t>
      </w:r>
    </w:p>
    <w:p w14:paraId="4596730B" w14:textId="77777777" w:rsidR="00591594" w:rsidRPr="00540AD4" w:rsidRDefault="00D352F4" w:rsidP="00591594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>
        <w:rPr>
          <w:b/>
          <w:bCs/>
          <w:szCs w:val="24"/>
        </w:rPr>
        <w:t>5</w:t>
      </w:r>
      <w:r w:rsidR="00E64FF3" w:rsidRPr="00E64FF3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="00591594" w:rsidRPr="00540AD4">
        <w:rPr>
          <w:szCs w:val="28"/>
        </w:rPr>
        <w:t xml:space="preserve">В связи с признанием решения </w:t>
      </w:r>
      <w:r w:rsidR="00591594" w:rsidRPr="00540AD4">
        <w:rPr>
          <w:bCs/>
          <w:szCs w:val="28"/>
        </w:rPr>
        <w:t>региональной службы по тарифам Нижегородской области</w:t>
      </w:r>
      <w:r w:rsidR="00591594">
        <w:rPr>
          <w:szCs w:val="28"/>
        </w:rPr>
        <w:t xml:space="preserve"> от 28 июня 2019 г. № 22/1</w:t>
      </w:r>
      <w:r w:rsidR="00591594" w:rsidRPr="00540AD4">
        <w:rPr>
          <w:szCs w:val="28"/>
        </w:rPr>
        <w:t xml:space="preserve"> «</w:t>
      </w:r>
      <w:r w:rsidR="00591594">
        <w:rPr>
          <w:szCs w:val="28"/>
        </w:rPr>
        <w:t xml:space="preserve">Об установлении ОБЩЕСТВУ С ОГРАНИЧЕННОЙ ОТВЕТСТВЕННОСТЬЮ «НИЖЕГОРОДСКИЕ ТЕХНОЛОГИИ ВОДОПОЛЬЗОВАНИЯ» </w:t>
      </w:r>
      <w:r w:rsidR="00591594">
        <w:rPr>
          <w:szCs w:val="28"/>
        </w:rPr>
        <w:br/>
        <w:t xml:space="preserve">(ИНН 5262360049), г. Нижний Новгород, тарифов на транспортировку воды </w:t>
      </w:r>
      <w:proofErr w:type="gramStart"/>
      <w:r w:rsidR="00591594">
        <w:rPr>
          <w:szCs w:val="28"/>
        </w:rPr>
        <w:t>с</w:t>
      </w:r>
      <w:proofErr w:type="gramEnd"/>
      <w:r w:rsidR="00591594">
        <w:rPr>
          <w:szCs w:val="28"/>
        </w:rPr>
        <w:t xml:space="preserve"> </w:t>
      </w:r>
      <w:proofErr w:type="gramStart"/>
      <w:r w:rsidR="00591594">
        <w:rPr>
          <w:szCs w:val="28"/>
        </w:rPr>
        <w:t xml:space="preserve">использованием водопроводных сетей, находящихся на территории </w:t>
      </w:r>
      <w:r w:rsidR="00591594">
        <w:rPr>
          <w:szCs w:val="28"/>
        </w:rPr>
        <w:br/>
        <w:t xml:space="preserve">д. </w:t>
      </w:r>
      <w:proofErr w:type="spellStart"/>
      <w:r w:rsidR="00591594">
        <w:rPr>
          <w:szCs w:val="28"/>
        </w:rPr>
        <w:t>Анкудиновка</w:t>
      </w:r>
      <w:proofErr w:type="spellEnd"/>
      <w:r w:rsidR="00591594">
        <w:rPr>
          <w:szCs w:val="28"/>
        </w:rPr>
        <w:t xml:space="preserve"> </w:t>
      </w:r>
      <w:proofErr w:type="spellStart"/>
      <w:r w:rsidR="00591594">
        <w:rPr>
          <w:szCs w:val="28"/>
        </w:rPr>
        <w:t>Кстовского</w:t>
      </w:r>
      <w:proofErr w:type="spellEnd"/>
      <w:r w:rsidR="00591594">
        <w:rPr>
          <w:szCs w:val="28"/>
        </w:rPr>
        <w:t xml:space="preserve"> муниципального района Нижегородской области»</w:t>
      </w:r>
      <w:r w:rsidR="00591594" w:rsidRPr="00540AD4">
        <w:rPr>
          <w:szCs w:val="28"/>
        </w:rPr>
        <w:t xml:space="preserve"> недействующим </w:t>
      </w:r>
      <w:r w:rsidR="00591594">
        <w:rPr>
          <w:szCs w:val="28"/>
        </w:rPr>
        <w:t>Апелляционным</w:t>
      </w:r>
      <w:r w:rsidR="00591594" w:rsidRPr="003F5E6C">
        <w:rPr>
          <w:szCs w:val="28"/>
        </w:rPr>
        <w:t xml:space="preserve"> определени</w:t>
      </w:r>
      <w:r w:rsidR="00591594">
        <w:rPr>
          <w:szCs w:val="28"/>
        </w:rPr>
        <w:t xml:space="preserve">ем </w:t>
      </w:r>
      <w:r w:rsidR="00591594" w:rsidRPr="003F5E6C">
        <w:rPr>
          <w:szCs w:val="28"/>
        </w:rPr>
        <w:t xml:space="preserve">Четвертого апелляционного </w:t>
      </w:r>
      <w:r w:rsidR="00591594" w:rsidRPr="003F5E6C">
        <w:rPr>
          <w:szCs w:val="28"/>
        </w:rPr>
        <w:lastRenderedPageBreak/>
        <w:t xml:space="preserve">суда общей юрисдикции от </w:t>
      </w:r>
      <w:r w:rsidR="00591594">
        <w:rPr>
          <w:szCs w:val="28"/>
        </w:rPr>
        <w:t>8 июля 2020 г. по делу №</w:t>
      </w:r>
      <w:r w:rsidR="00591594" w:rsidRPr="003F5E6C">
        <w:rPr>
          <w:szCs w:val="28"/>
        </w:rPr>
        <w:t xml:space="preserve"> 66а-1051/2020</w:t>
      </w:r>
      <w:r w:rsidR="00591594">
        <w:rPr>
          <w:szCs w:val="28"/>
        </w:rPr>
        <w:t xml:space="preserve"> </w:t>
      </w:r>
      <w:r w:rsidR="00591594" w:rsidRPr="00540AD4">
        <w:rPr>
          <w:szCs w:val="28"/>
        </w:rPr>
        <w:t xml:space="preserve">и возложением судом на </w:t>
      </w:r>
      <w:r w:rsidR="00591594" w:rsidRPr="00540AD4">
        <w:rPr>
          <w:bCs/>
          <w:szCs w:val="28"/>
        </w:rPr>
        <w:t xml:space="preserve">региональную службу по тарифам Нижегородской области обязанности по принятию замещающего акта, </w:t>
      </w:r>
      <w:r w:rsidR="00591594" w:rsidRPr="00540AD4">
        <w:rPr>
          <w:szCs w:val="28"/>
        </w:rPr>
        <w:t xml:space="preserve">на основании подпункта «а» </w:t>
      </w:r>
      <w:hyperlink r:id="rId11" w:history="1">
        <w:r w:rsidR="00591594" w:rsidRPr="00540AD4">
          <w:rPr>
            <w:szCs w:val="28"/>
          </w:rPr>
          <w:t>пункта 9</w:t>
        </w:r>
      </w:hyperlink>
      <w:r w:rsidR="00591594" w:rsidRPr="00540AD4">
        <w:rPr>
          <w:szCs w:val="28"/>
        </w:rPr>
        <w:t xml:space="preserve"> Правил регулирования тарифов в сфере водоснабжения и водоотведения, утвержденных</w:t>
      </w:r>
      <w:proofErr w:type="gramEnd"/>
      <w:r w:rsidR="00591594" w:rsidRPr="00540AD4">
        <w:rPr>
          <w:szCs w:val="28"/>
        </w:rPr>
        <w:t xml:space="preserve"> постановлением Правительства Российской Федерации от 13 мая 2013 г. № 406, настоящее решение </w:t>
      </w:r>
      <w:proofErr w:type="gramStart"/>
      <w:r w:rsidR="00591594" w:rsidRPr="00540AD4">
        <w:rPr>
          <w:szCs w:val="28"/>
        </w:rPr>
        <w:t>вступает в силу со дня его принятия и распространяется</w:t>
      </w:r>
      <w:proofErr w:type="gramEnd"/>
      <w:r w:rsidR="00591594" w:rsidRPr="00540AD4">
        <w:rPr>
          <w:szCs w:val="28"/>
        </w:rPr>
        <w:t xml:space="preserve"> на правоотношения, возникшие в период </w:t>
      </w:r>
      <w:r w:rsidR="00591594">
        <w:rPr>
          <w:szCs w:val="28"/>
        </w:rPr>
        <w:br/>
      </w:r>
      <w:r w:rsidR="00591594" w:rsidRPr="00540AD4">
        <w:rPr>
          <w:szCs w:val="28"/>
        </w:rPr>
        <w:t>с 1 июля 2019 г.</w:t>
      </w:r>
    </w:p>
    <w:p w14:paraId="37C84483" w14:textId="77777777" w:rsidR="00061101" w:rsidRDefault="00061101" w:rsidP="00061101">
      <w:pPr>
        <w:spacing w:line="276" w:lineRule="auto"/>
        <w:ind w:firstLine="709"/>
        <w:jc w:val="both"/>
        <w:rPr>
          <w:szCs w:val="24"/>
        </w:rPr>
      </w:pPr>
    </w:p>
    <w:p w14:paraId="18F9356D" w14:textId="77777777" w:rsidR="008D53C9" w:rsidRPr="00061101" w:rsidRDefault="008D53C9" w:rsidP="00061101">
      <w:pPr>
        <w:spacing w:line="276" w:lineRule="auto"/>
        <w:ind w:firstLine="709"/>
        <w:jc w:val="both"/>
        <w:rPr>
          <w:szCs w:val="24"/>
        </w:rPr>
      </w:pPr>
    </w:p>
    <w:p w14:paraId="2B83564A" w14:textId="77777777" w:rsidR="00261BEB" w:rsidRDefault="00261BEB" w:rsidP="00114A0B">
      <w:pPr>
        <w:tabs>
          <w:tab w:val="left" w:pos="1897"/>
        </w:tabs>
        <w:rPr>
          <w:noProof/>
        </w:rPr>
      </w:pPr>
    </w:p>
    <w:p w14:paraId="6892177E" w14:textId="77777777" w:rsidR="003F7CA5" w:rsidRPr="003F7CA5" w:rsidRDefault="00591594" w:rsidP="003F7CA5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3F7CA5" w:rsidRPr="003F7CA5">
        <w:rPr>
          <w:szCs w:val="28"/>
        </w:rPr>
        <w:t>уководител</w:t>
      </w:r>
      <w:r>
        <w:rPr>
          <w:szCs w:val="28"/>
        </w:rPr>
        <w:t>ь</w:t>
      </w:r>
      <w:r w:rsidR="004F407E">
        <w:rPr>
          <w:szCs w:val="28"/>
        </w:rPr>
        <w:t xml:space="preserve"> службы</w:t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</w:r>
      <w:r w:rsidR="004F407E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4F407E">
        <w:rPr>
          <w:szCs w:val="28"/>
        </w:rPr>
        <w:t>Ю.Л.Алешина</w:t>
      </w:r>
      <w:proofErr w:type="spellEnd"/>
    </w:p>
    <w:p w14:paraId="479C28F8" w14:textId="77777777" w:rsidR="008516A1" w:rsidRDefault="008516A1" w:rsidP="006B717F">
      <w:pPr>
        <w:spacing w:line="276" w:lineRule="auto"/>
        <w:rPr>
          <w:szCs w:val="28"/>
        </w:rPr>
      </w:pPr>
    </w:p>
    <w:p w14:paraId="4CDC9706" w14:textId="77777777" w:rsidR="008516A1" w:rsidRDefault="008516A1" w:rsidP="006B717F">
      <w:pPr>
        <w:spacing w:line="276" w:lineRule="auto"/>
        <w:rPr>
          <w:szCs w:val="28"/>
        </w:rPr>
      </w:pPr>
    </w:p>
    <w:p w14:paraId="459A8E5B" w14:textId="77777777" w:rsidR="00724D9A" w:rsidRDefault="00724D9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14:paraId="0319BB22" w14:textId="77777777" w:rsidTr="00003C40">
        <w:trPr>
          <w:gridAfter w:val="1"/>
          <w:wAfter w:w="11" w:type="dxa"/>
        </w:trPr>
        <w:tc>
          <w:tcPr>
            <w:tcW w:w="528" w:type="dxa"/>
          </w:tcPr>
          <w:p w14:paraId="55541658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14:paraId="15EA0D48" w14:textId="77777777"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14:paraId="4F0C386E" w14:textId="77777777" w:rsidR="00D352F4" w:rsidRDefault="00724D9A" w:rsidP="00C12B10">
            <w:pPr>
              <w:spacing w:line="276" w:lineRule="auto"/>
              <w:ind w:left="3552"/>
              <w:jc w:val="center"/>
            </w:pPr>
            <w:r>
              <w:t xml:space="preserve"> </w:t>
            </w:r>
          </w:p>
          <w:p w14:paraId="22DDB36C" w14:textId="77777777" w:rsidR="00D352F4" w:rsidRDefault="00D352F4" w:rsidP="00C12B10">
            <w:pPr>
              <w:spacing w:line="276" w:lineRule="auto"/>
              <w:ind w:left="3552"/>
              <w:jc w:val="center"/>
            </w:pPr>
          </w:p>
          <w:p w14:paraId="2E38F972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5AC661A1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079C47D1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117BC6BD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548401C6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6744DCD9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57D95B74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48965D30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4B81D16E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4E4C3E61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5E01EBC6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0ABEF149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5A3B35A4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2C85B04B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1FC8ED50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7A44D526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3DB210C2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7339C95A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0AEE6A99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777C2E72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720EB476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392E062F" w14:textId="77777777" w:rsidR="00591594" w:rsidRDefault="00591594" w:rsidP="00C12B10">
            <w:pPr>
              <w:spacing w:line="276" w:lineRule="auto"/>
              <w:ind w:left="3552"/>
              <w:jc w:val="center"/>
            </w:pPr>
          </w:p>
          <w:p w14:paraId="35B00188" w14:textId="77777777" w:rsidR="005C06DC" w:rsidRDefault="00E81283" w:rsidP="00C12B10">
            <w:pPr>
              <w:spacing w:line="276" w:lineRule="auto"/>
              <w:ind w:left="3552"/>
              <w:jc w:val="center"/>
            </w:pPr>
            <w:r>
              <w:lastRenderedPageBreak/>
              <w:t xml:space="preserve">ПРИЛОЖЕНИЕ </w:t>
            </w:r>
          </w:p>
          <w:p w14:paraId="3C378AAF" w14:textId="77777777"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14:paraId="39D031F8" w14:textId="0B8A30F9" w:rsidR="005C06DC" w:rsidRPr="00C04860" w:rsidRDefault="005C06DC" w:rsidP="00591594">
            <w:pPr>
              <w:ind w:left="3552"/>
              <w:jc w:val="center"/>
              <w:rPr>
                <w:lang w:val="en-US"/>
              </w:rPr>
            </w:pPr>
            <w:r w:rsidRPr="00D74902">
              <w:t>от</w:t>
            </w:r>
            <w:r w:rsidR="0068740E">
              <w:t xml:space="preserve"> 18 сентября</w:t>
            </w:r>
            <w:r w:rsidRPr="00D74902">
              <w:t xml:space="preserve"> </w:t>
            </w:r>
            <w:r w:rsidR="00591594">
              <w:t>2020</w:t>
            </w:r>
            <w:r w:rsidR="004F407E">
              <w:t xml:space="preserve"> </w:t>
            </w:r>
            <w:r w:rsidR="00CC03DF">
              <w:t>г.</w:t>
            </w:r>
            <w:r w:rsidRPr="00D74902">
              <w:t xml:space="preserve"> №</w:t>
            </w:r>
            <w:r w:rsidR="006B0802" w:rsidRPr="00D74902">
              <w:t xml:space="preserve"> </w:t>
            </w:r>
            <w:r w:rsidR="007F5B5D">
              <w:t>35/1</w:t>
            </w:r>
            <w:bookmarkStart w:id="0" w:name="_GoBack"/>
            <w:bookmarkEnd w:id="0"/>
          </w:p>
        </w:tc>
      </w:tr>
      <w:tr w:rsidR="00AB760E" w:rsidRPr="006161EA" w14:paraId="2ECA32D9" w14:textId="77777777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14:paraId="0D2CB822" w14:textId="77777777" w:rsidR="00AB760E" w:rsidRDefault="00AB760E" w:rsidP="006D78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14:paraId="07A0AD59" w14:textId="77777777" w:rsidR="00E64FF3" w:rsidRPr="00E64FF3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64FF3">
              <w:rPr>
                <w:b/>
                <w:sz w:val="24"/>
                <w:szCs w:val="24"/>
              </w:rPr>
              <w:t>ПРОИЗВОДСТВЕННАЯ ПРОГРАММА</w:t>
            </w:r>
          </w:p>
          <w:p w14:paraId="3A26F442" w14:textId="77777777" w:rsidR="00B10801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64FF3">
              <w:rPr>
                <w:b/>
                <w:sz w:val="24"/>
                <w:szCs w:val="24"/>
              </w:rPr>
              <w:t>ПО ОКАЗАНИЮ УСЛУГ ХОЛОДНОГО ВОДОСНАБЖЕНИЯ</w:t>
            </w:r>
            <w:r w:rsidRPr="00E64FF3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14:paraId="037556C2" w14:textId="77777777" w:rsidR="008F0F09" w:rsidRPr="008F0F09" w:rsidRDefault="008F0F09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F0F09">
              <w:rPr>
                <w:b/>
                <w:bCs/>
                <w:sz w:val="24"/>
                <w:szCs w:val="24"/>
                <w:lang w:eastAsia="en-US"/>
              </w:rPr>
              <w:t>(</w:t>
            </w:r>
            <w:r w:rsidRPr="008F0F09">
              <w:rPr>
                <w:b/>
                <w:bCs/>
                <w:sz w:val="24"/>
                <w:szCs w:val="24"/>
              </w:rPr>
              <w:t xml:space="preserve">транспортировка воды с использованием водопроводных сетей, находящихся на </w:t>
            </w:r>
            <w:r w:rsidRPr="00921AE8">
              <w:rPr>
                <w:b/>
                <w:bCs/>
                <w:sz w:val="24"/>
                <w:szCs w:val="24"/>
              </w:rPr>
              <w:t xml:space="preserve">территории </w:t>
            </w:r>
            <w:r w:rsidR="00921AE8" w:rsidRPr="00921AE8">
              <w:rPr>
                <w:b/>
                <w:sz w:val="24"/>
                <w:szCs w:val="24"/>
              </w:rPr>
              <w:t xml:space="preserve"> д. </w:t>
            </w:r>
            <w:proofErr w:type="spellStart"/>
            <w:r w:rsidR="00921AE8" w:rsidRPr="00921AE8">
              <w:rPr>
                <w:b/>
                <w:sz w:val="24"/>
                <w:szCs w:val="24"/>
              </w:rPr>
              <w:t>Анкудиновка</w:t>
            </w:r>
            <w:proofErr w:type="spellEnd"/>
            <w:r w:rsidR="00921AE8" w:rsidRPr="00921A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F407E" w:rsidRPr="00921AE8">
              <w:rPr>
                <w:b/>
                <w:bCs/>
                <w:sz w:val="24"/>
                <w:szCs w:val="24"/>
              </w:rPr>
              <w:t>Кстовского</w:t>
            </w:r>
            <w:proofErr w:type="spellEnd"/>
            <w:r w:rsidR="004F407E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  <w:r w:rsidRPr="008F0F09">
              <w:rPr>
                <w:b/>
                <w:bCs/>
                <w:sz w:val="24"/>
                <w:szCs w:val="24"/>
              </w:rPr>
              <w:t xml:space="preserve"> Нижегородской области)</w:t>
            </w:r>
          </w:p>
          <w:p w14:paraId="478E07B3" w14:textId="77777777" w:rsidR="00E64FF3" w:rsidRPr="00B6104E" w:rsidRDefault="00E64FF3" w:rsidP="00E64F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13B932CD" w14:textId="49AAD72D" w:rsidR="00591594" w:rsidRDefault="001F73EF" w:rsidP="00F048B7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8D53C9">
        <w:rPr>
          <w:bCs/>
          <w:sz w:val="24"/>
          <w:szCs w:val="24"/>
        </w:rPr>
        <w:t>Период реализации пр</w:t>
      </w:r>
      <w:r w:rsidR="004F407E">
        <w:rPr>
          <w:bCs/>
          <w:sz w:val="24"/>
          <w:szCs w:val="24"/>
        </w:rPr>
        <w:t>оизводственной программы с 01.07</w:t>
      </w:r>
      <w:r w:rsidRPr="008D53C9">
        <w:rPr>
          <w:bCs/>
          <w:sz w:val="24"/>
          <w:szCs w:val="24"/>
        </w:rPr>
        <w:t>.201</w:t>
      </w:r>
      <w:r w:rsidR="00262DE4" w:rsidRPr="008D53C9">
        <w:rPr>
          <w:bCs/>
          <w:sz w:val="24"/>
          <w:szCs w:val="24"/>
        </w:rPr>
        <w:t xml:space="preserve">9 г. </w:t>
      </w:r>
      <w:r w:rsidRPr="008D53C9">
        <w:rPr>
          <w:bCs/>
          <w:sz w:val="24"/>
          <w:szCs w:val="24"/>
        </w:rPr>
        <w:t xml:space="preserve"> </w:t>
      </w:r>
      <w:r w:rsidRPr="002B7DA1">
        <w:rPr>
          <w:bCs/>
          <w:sz w:val="24"/>
          <w:szCs w:val="24"/>
        </w:rPr>
        <w:t>по 31.12.20</w:t>
      </w:r>
      <w:r w:rsidR="002B7DA1" w:rsidRPr="002B7DA1">
        <w:rPr>
          <w:bCs/>
          <w:sz w:val="24"/>
          <w:szCs w:val="24"/>
        </w:rPr>
        <w:t>20</w:t>
      </w:r>
      <w:r w:rsidR="00262DE4" w:rsidRPr="008D53C9">
        <w:rPr>
          <w:bCs/>
          <w:sz w:val="24"/>
          <w:szCs w:val="24"/>
        </w:rPr>
        <w:t xml:space="preserve"> г.</w:t>
      </w:r>
    </w:p>
    <w:tbl>
      <w:tblPr>
        <w:tblW w:w="9780" w:type="dxa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41"/>
        <w:gridCol w:w="1560"/>
        <w:gridCol w:w="992"/>
        <w:gridCol w:w="142"/>
        <w:gridCol w:w="299"/>
        <w:gridCol w:w="126"/>
        <w:gridCol w:w="546"/>
        <w:gridCol w:w="19"/>
        <w:gridCol w:w="285"/>
        <w:gridCol w:w="126"/>
        <w:gridCol w:w="16"/>
        <w:gridCol w:w="268"/>
        <w:gridCol w:w="856"/>
        <w:gridCol w:w="10"/>
      </w:tblGrid>
      <w:tr w:rsidR="00F048B7" w:rsidRPr="00F048B7" w14:paraId="16E43FAE" w14:textId="77777777" w:rsidTr="00F048B7">
        <w:trPr>
          <w:trHeight w:val="330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722437" w14:textId="77777777" w:rsidR="00F048B7" w:rsidRPr="00F048B7" w:rsidRDefault="00F048B7" w:rsidP="00F048B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F048B7" w:rsidRPr="00F048B7" w14:paraId="0DFC83EE" w14:textId="77777777" w:rsidTr="00F048B7">
        <w:trPr>
          <w:trHeight w:val="630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A6B0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Наименование регулируемой организации (ИНН)</w:t>
            </w:r>
          </w:p>
        </w:tc>
        <w:tc>
          <w:tcPr>
            <w:tcW w:w="5386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F32C6F" w14:textId="463DBDE5" w:rsidR="00F048B7" w:rsidRPr="00F048B7" w:rsidRDefault="00F048B7" w:rsidP="00F048B7">
            <w:pPr>
              <w:ind w:left="13"/>
              <w:rPr>
                <w:rFonts w:eastAsia="Calibri"/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t>ОБЩЕСТВО С ОГРАНИЧЕННОЙ ОТВЕТСТВЕННОСТЬЮ «НИЖЕГОРОДСКИЕ ТЕХНОЛОГИИ ВОДОПОЛЬЗОВАНИЯ» (ИНН  5262360049)</w:t>
            </w:r>
          </w:p>
        </w:tc>
      </w:tr>
      <w:tr w:rsidR="00F048B7" w:rsidRPr="00F048B7" w14:paraId="62679441" w14:textId="77777777" w:rsidTr="00F048B7">
        <w:trPr>
          <w:trHeight w:val="61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00A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Местонахождение регулируемой организации           </w:t>
            </w:r>
          </w:p>
        </w:tc>
        <w:tc>
          <w:tcPr>
            <w:tcW w:w="5386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4AD8AF" w14:textId="0239BF41" w:rsidR="00F048B7" w:rsidRPr="00F048B7" w:rsidRDefault="00F048B7" w:rsidP="00F048B7">
            <w:pPr>
              <w:ind w:left="13"/>
              <w:rPr>
                <w:sz w:val="20"/>
                <w:lang w:eastAsia="en-US"/>
              </w:rPr>
            </w:pPr>
            <w:r w:rsidRPr="00F048B7">
              <w:rPr>
                <w:color w:val="000000"/>
                <w:sz w:val="20"/>
                <w:lang w:eastAsia="en-US"/>
              </w:rPr>
              <w:t>603022, г. Нижний Новгород,  ул. Тимирязева, д. 15, корп. 2, офис 506/1</w:t>
            </w:r>
          </w:p>
        </w:tc>
      </w:tr>
      <w:tr w:rsidR="00F048B7" w:rsidRPr="00F048B7" w14:paraId="0CA8BC9A" w14:textId="77777777" w:rsidTr="00F048B7">
        <w:trPr>
          <w:trHeight w:val="61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63EB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Наименование уполномоченного органа               </w:t>
            </w:r>
          </w:p>
        </w:tc>
        <w:tc>
          <w:tcPr>
            <w:tcW w:w="5386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991432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F048B7" w:rsidRPr="00F048B7" w14:paraId="67652B9A" w14:textId="77777777" w:rsidTr="00F048B7">
        <w:trPr>
          <w:trHeight w:val="615"/>
        </w:trPr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0BEE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Местонахождение уполномоченного органа                </w:t>
            </w:r>
          </w:p>
        </w:tc>
        <w:tc>
          <w:tcPr>
            <w:tcW w:w="5386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CE74D8" w14:textId="5808FF93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603082,</w:t>
            </w:r>
            <w:r>
              <w:rPr>
                <w:sz w:val="20"/>
                <w:lang w:eastAsia="en-US"/>
              </w:rPr>
              <w:t xml:space="preserve">  г. </w:t>
            </w:r>
            <w:r w:rsidRPr="00F048B7">
              <w:rPr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F048B7" w:rsidRPr="00F048B7" w14:paraId="44B87CF8" w14:textId="77777777" w:rsidTr="00F048B7">
        <w:trPr>
          <w:trHeight w:val="300"/>
        </w:trPr>
        <w:tc>
          <w:tcPr>
            <w:tcW w:w="978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46A86F" w14:textId="77777777" w:rsidR="00F048B7" w:rsidRPr="00F048B7" w:rsidRDefault="00F048B7" w:rsidP="00F048B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>2. Объем транспортируемой воды</w:t>
            </w:r>
          </w:p>
        </w:tc>
      </w:tr>
      <w:tr w:rsidR="00F048B7" w:rsidRPr="00F048B7" w14:paraId="06173770" w14:textId="77777777" w:rsidTr="00F048B7">
        <w:trPr>
          <w:trHeight w:val="31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9F1D5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359E5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01.07.2019 по 31.12.2019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088D0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01.01.2020 по 31.12.2020</w:t>
            </w:r>
          </w:p>
        </w:tc>
      </w:tr>
      <w:tr w:rsidR="00F048B7" w:rsidRPr="00F048B7" w14:paraId="03C36928" w14:textId="77777777" w:rsidTr="00F048B7">
        <w:trPr>
          <w:trHeight w:val="66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B67AC3" w14:textId="486751DC" w:rsidR="00F048B7" w:rsidRPr="00F048B7" w:rsidRDefault="00494D2D" w:rsidP="00F048B7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Объем т</w:t>
            </w:r>
            <w:r w:rsidR="00F048B7" w:rsidRPr="00F048B7">
              <w:rPr>
                <w:sz w:val="20"/>
                <w:lang w:eastAsia="en-US"/>
              </w:rPr>
              <w:t>ранспорти</w:t>
            </w:r>
            <w:r>
              <w:rPr>
                <w:sz w:val="20"/>
                <w:lang w:eastAsia="en-US"/>
              </w:rPr>
              <w:t xml:space="preserve">руемой </w:t>
            </w:r>
            <w:r w:rsidR="00F048B7" w:rsidRPr="00F048B7">
              <w:rPr>
                <w:sz w:val="20"/>
                <w:lang w:eastAsia="en-US"/>
              </w:rPr>
              <w:t>воды, тыс</w:t>
            </w:r>
            <w:proofErr w:type="gramStart"/>
            <w:r w:rsidR="00F048B7" w:rsidRPr="00F048B7">
              <w:rPr>
                <w:sz w:val="20"/>
                <w:lang w:eastAsia="en-US"/>
              </w:rPr>
              <w:t>.м</w:t>
            </w:r>
            <w:proofErr w:type="gramEnd"/>
            <w:r w:rsidR="00F048B7" w:rsidRPr="00F048B7">
              <w:rPr>
                <w:sz w:val="20"/>
                <w:vertAlign w:val="superscript"/>
                <w:lang w:eastAsia="en-US"/>
              </w:rPr>
              <w:t>3</w:t>
            </w:r>
            <w:r w:rsidR="00F048B7" w:rsidRPr="00F048B7"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9051B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140,97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9BF99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281,94</w:t>
            </w:r>
          </w:p>
        </w:tc>
      </w:tr>
      <w:tr w:rsidR="00F048B7" w:rsidRPr="00F048B7" w14:paraId="4883AA65" w14:textId="77777777" w:rsidTr="00F048B7">
        <w:trPr>
          <w:trHeight w:val="300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A5DFB2" w14:textId="77777777" w:rsidR="00F048B7" w:rsidRPr="00F048B7" w:rsidRDefault="00F048B7" w:rsidP="00F048B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048B7" w:rsidRPr="00F048B7" w14:paraId="08F5FC48" w14:textId="77777777" w:rsidTr="00F048B7">
        <w:trPr>
          <w:trHeight w:val="315"/>
        </w:trPr>
        <w:tc>
          <w:tcPr>
            <w:tcW w:w="43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2CD2E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A415E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5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E9101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Источники финансирования,</w:t>
            </w:r>
          </w:p>
          <w:p w14:paraId="2D1A2B2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тыс. руб.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63BE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Всего сумма,</w:t>
            </w:r>
          </w:p>
          <w:p w14:paraId="0463EFD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тыс. руб.</w:t>
            </w:r>
          </w:p>
        </w:tc>
      </w:tr>
      <w:tr w:rsidR="00F048B7" w:rsidRPr="00F048B7" w14:paraId="2DAA43B2" w14:textId="77777777" w:rsidTr="00F048B7">
        <w:trPr>
          <w:trHeight w:val="507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DC077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7170147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98B83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0E5E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Другие источники</w:t>
            </w:r>
          </w:p>
        </w:tc>
        <w:tc>
          <w:tcPr>
            <w:tcW w:w="21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DFF44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2B3BF7C5" w14:textId="77777777" w:rsidTr="00F048B7">
        <w:trPr>
          <w:trHeight w:val="507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F3D49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2F5EE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97B3F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26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9EED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21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AD58FF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3FE9090C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9CFED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01.07.2019 по 31.12.2019</w:t>
            </w:r>
          </w:p>
        </w:tc>
      </w:tr>
      <w:tr w:rsidR="00F048B7" w:rsidRPr="00F048B7" w14:paraId="4570DC3C" w14:textId="77777777" w:rsidTr="00F048B7">
        <w:trPr>
          <w:trHeight w:val="39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0CD8C4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9E4B50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011DD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901,16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E199B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D2E39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901,16</w:t>
            </w:r>
          </w:p>
        </w:tc>
      </w:tr>
      <w:tr w:rsidR="00F048B7" w:rsidRPr="00F048B7" w14:paraId="18A6C6AD" w14:textId="77777777" w:rsidTr="00F048B7">
        <w:trPr>
          <w:trHeight w:val="42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BDCA3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D040A8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13E53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768,11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4DF7A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21A43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768,11</w:t>
            </w:r>
          </w:p>
        </w:tc>
      </w:tr>
      <w:tr w:rsidR="00F048B7" w:rsidRPr="00F048B7" w14:paraId="30F960B9" w14:textId="77777777" w:rsidTr="00F048B7">
        <w:trPr>
          <w:trHeight w:val="55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20A0C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6BC3F80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0E542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BEED2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9DBA1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77D6E831" w14:textId="77777777" w:rsidTr="00F048B7">
        <w:trPr>
          <w:trHeight w:val="43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00548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9B879A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2063C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A1584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5A85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023C3EB3" w14:textId="77777777" w:rsidTr="00F048B7">
        <w:trPr>
          <w:trHeight w:val="61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96858F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4B8E65D6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E5A6F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6045,19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445FD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1CFDAA" w14:textId="3A37FA8C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6045,19</w:t>
            </w:r>
          </w:p>
        </w:tc>
      </w:tr>
      <w:tr w:rsidR="00F048B7" w:rsidRPr="00F048B7" w14:paraId="273D3581" w14:textId="77777777" w:rsidTr="00F048B7">
        <w:trPr>
          <w:trHeight w:val="61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3E07A2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2B7AAF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25CF4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8D5D3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3EB89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75145996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23A60D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Итого на период с 01.07.2019 по 31.12.2019:                   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A2F7A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7714,46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B043ED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EC01F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7714,46</w:t>
            </w:r>
          </w:p>
        </w:tc>
      </w:tr>
      <w:tr w:rsidR="00F048B7" w:rsidRPr="00F048B7" w14:paraId="14C1923F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BDCF2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01.01.2020 по 31.12.2020</w:t>
            </w:r>
          </w:p>
        </w:tc>
      </w:tr>
      <w:tr w:rsidR="00F048B7" w:rsidRPr="00F048B7" w14:paraId="122C6A8C" w14:textId="77777777" w:rsidTr="00F048B7">
        <w:trPr>
          <w:trHeight w:val="36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14246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CC528A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B5997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1836,55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CC207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05AF8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1836,55</w:t>
            </w:r>
          </w:p>
        </w:tc>
      </w:tr>
      <w:tr w:rsidR="00F048B7" w:rsidRPr="00F048B7" w14:paraId="4F7E1E98" w14:textId="77777777" w:rsidTr="00F048B7">
        <w:trPr>
          <w:trHeight w:val="36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004AC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lastRenderedPageBreak/>
              <w:t>Административные расходы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1F41D74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EC01C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1565,41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0DF4D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77582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1565,41</w:t>
            </w:r>
          </w:p>
        </w:tc>
      </w:tr>
      <w:tr w:rsidR="00F048B7" w:rsidRPr="00F048B7" w14:paraId="56CA75AE" w14:textId="77777777" w:rsidTr="00F048B7">
        <w:trPr>
          <w:trHeight w:val="55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68973E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B7F003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37030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7C42B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1752A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098C220D" w14:textId="77777777" w:rsidTr="00F048B7">
        <w:trPr>
          <w:trHeight w:val="33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118A1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BEACA0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55413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B2B5B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F1065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734C98C7" w14:textId="77777777" w:rsidTr="00F048B7">
        <w:trPr>
          <w:trHeight w:val="600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03114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70BAD8B6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18AAF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12090,40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6482E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FEAD5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12090,40</w:t>
            </w:r>
          </w:p>
        </w:tc>
      </w:tr>
      <w:tr w:rsidR="00F048B7" w:rsidRPr="00F048B7" w14:paraId="39547498" w14:textId="77777777" w:rsidTr="00F048B7">
        <w:trPr>
          <w:trHeight w:val="585"/>
        </w:trPr>
        <w:tc>
          <w:tcPr>
            <w:tcW w:w="4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8DF0A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4C55C893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FC990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8865E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BA5B7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0D0F35A7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809CF2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5DB0A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15492,36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4F2FF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EFF82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15492,36</w:t>
            </w:r>
          </w:p>
        </w:tc>
      </w:tr>
      <w:tr w:rsidR="00F048B7" w:rsidRPr="00F048B7" w14:paraId="1840A2EF" w14:textId="77777777" w:rsidTr="00F048B7">
        <w:trPr>
          <w:trHeight w:val="690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8A0077" w14:textId="77777777" w:rsidR="00F048B7" w:rsidRPr="00F048B7" w:rsidRDefault="00F048B7" w:rsidP="00F048B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>4. Мероприятия, направленные на поддержание объектов централизованных систем водоснабжения в состоянии, соответствующем установленным требованиям технических регламентов</w:t>
            </w:r>
          </w:p>
        </w:tc>
      </w:tr>
      <w:tr w:rsidR="00F048B7" w:rsidRPr="00F048B7" w14:paraId="51BD49B8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B76C2A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</w:t>
            </w:r>
            <w:r w:rsidRPr="00F048B7">
              <w:rPr>
                <w:i/>
                <w:iCs/>
                <w:sz w:val="20"/>
                <w:lang w:eastAsia="en-US"/>
              </w:rPr>
              <w:t>4.1. Перечень мероприятий по ремонту объектов централизованных систем водоснабжения</w:t>
            </w:r>
          </w:p>
        </w:tc>
      </w:tr>
      <w:tr w:rsidR="00F048B7" w:rsidRPr="00F048B7" w14:paraId="55CAE9C7" w14:textId="77777777" w:rsidTr="00F048B7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C1F61B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Наименование мероприятий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0B479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5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C7622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Источники финансирования,</w:t>
            </w:r>
          </w:p>
          <w:p w14:paraId="400C246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тыс. руб.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DDD89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Всего сумма, тыс. руб.</w:t>
            </w:r>
          </w:p>
        </w:tc>
      </w:tr>
      <w:tr w:rsidR="00F048B7" w:rsidRPr="00F048B7" w14:paraId="29AA0940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7757B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6D4BA4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FBC0F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25F31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Другие источники</w:t>
            </w:r>
          </w:p>
        </w:tc>
        <w:tc>
          <w:tcPr>
            <w:tcW w:w="21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EC41E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4C80A6ED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1A22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A26C46E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A790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26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16C1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21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D707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0F042928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90AB2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01.07.2019 по 31.12.2019</w:t>
            </w:r>
          </w:p>
        </w:tc>
      </w:tr>
      <w:tr w:rsidR="00F048B7" w:rsidRPr="00F048B7" w14:paraId="5A4096DC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AB996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B28F543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с 01.07.2019 по 31.12.2019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55D3F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B0C52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875123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75F640DA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E86C6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Итого на период с 01.07.2019 по 31.12.2019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92CC1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AD263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9FCFD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6A96FD4A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22D6C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01.01.2020 по 31.12.2020</w:t>
            </w:r>
          </w:p>
        </w:tc>
      </w:tr>
      <w:tr w:rsidR="00F048B7" w:rsidRPr="00F048B7" w14:paraId="2AC3E518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7FEE0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DB73D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F7A4C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79E7A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B988D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419D0DFF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3891A7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Итого на с 01.01.2020 по 31.12.2020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38758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01AF4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AE4516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39C36CB4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2EC189" w14:textId="77777777" w:rsidR="00F048B7" w:rsidRPr="00F048B7" w:rsidRDefault="00F048B7" w:rsidP="00F048B7">
            <w:pPr>
              <w:rPr>
                <w:i/>
                <w:iCs/>
                <w:sz w:val="20"/>
                <w:lang w:eastAsia="en-US"/>
              </w:rPr>
            </w:pPr>
            <w:r w:rsidRPr="00F048B7">
              <w:rPr>
                <w:i/>
                <w:iCs/>
                <w:sz w:val="20"/>
                <w:lang w:eastAsia="en-US"/>
              </w:rPr>
              <w:t xml:space="preserve">   4.2. Перечень мероприятий, направленных на улучшение качества очистки вод</w:t>
            </w:r>
            <w:r w:rsidRPr="00F048B7">
              <w:rPr>
                <w:sz w:val="20"/>
                <w:lang w:eastAsia="en-US"/>
              </w:rPr>
              <w:t xml:space="preserve">ы         </w:t>
            </w:r>
          </w:p>
        </w:tc>
      </w:tr>
      <w:tr w:rsidR="00F048B7" w:rsidRPr="00F048B7" w14:paraId="5575C091" w14:textId="77777777" w:rsidTr="00F048B7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2DF74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73457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5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3DB43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365ED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Всего сумма, </w:t>
            </w:r>
          </w:p>
          <w:p w14:paraId="7AE244C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тыс. руб.  </w:t>
            </w:r>
          </w:p>
        </w:tc>
      </w:tr>
      <w:tr w:rsidR="00F048B7" w:rsidRPr="00F048B7" w14:paraId="4C699189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95AA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C7D30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7478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0B2C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Другие источники    </w:t>
            </w:r>
          </w:p>
        </w:tc>
        <w:tc>
          <w:tcPr>
            <w:tcW w:w="21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866B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2A722285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0115CE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AE3BEF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3DE6D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26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E781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214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2C37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48AFC6B6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A3242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01.07.2019 по 31.12.2019</w:t>
            </w:r>
          </w:p>
        </w:tc>
      </w:tr>
      <w:tr w:rsidR="00F048B7" w:rsidRPr="00F048B7" w14:paraId="1F303C8F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67116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F137BB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 с 01.07.2019 по 31.12.2019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7E6A36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BD52C9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1DD99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56B5C458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8900C3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Итого на период 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31AB1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7E7185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5CA11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</w:tr>
      <w:tr w:rsidR="00F048B7" w:rsidRPr="00F048B7" w14:paraId="52BB475F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3A397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01.01.2020 по 31.12.2020</w:t>
            </w:r>
          </w:p>
        </w:tc>
      </w:tr>
      <w:tr w:rsidR="00F048B7" w:rsidRPr="00F048B7" w14:paraId="39559341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ADE9B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BECFCE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 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AE427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37C8CF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1F8C4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287DE309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2FEEA1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Итого на период с 01.01.2020 по 31.12.2020:                          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669CFE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A177B2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799CB6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</w:tr>
      <w:tr w:rsidR="00F048B7" w:rsidRPr="00F048B7" w14:paraId="21AFF790" w14:textId="77777777" w:rsidTr="00F048B7">
        <w:trPr>
          <w:trHeight w:val="300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07B9FD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 </w:t>
            </w:r>
            <w:r w:rsidRPr="00F048B7">
              <w:rPr>
                <w:i/>
                <w:iCs/>
                <w:sz w:val="20"/>
                <w:lang w:eastAsia="en-US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F048B7" w:rsidRPr="00F048B7" w14:paraId="643A45C7" w14:textId="77777777" w:rsidTr="00F048B7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91DD6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BA8DD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81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E16E4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000C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048B7" w:rsidRPr="00F048B7" w14:paraId="665A301D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93D6AF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9FC6E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9F334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126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7F526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Другие источники    </w:t>
            </w:r>
          </w:p>
        </w:tc>
        <w:tc>
          <w:tcPr>
            <w:tcW w:w="1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9464A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2D4EB83E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F4C152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A9392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01BF1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78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CCB37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CF277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3069F865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FEE37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01.07.2019 по 31.12.2019</w:t>
            </w:r>
          </w:p>
        </w:tc>
      </w:tr>
      <w:tr w:rsidR="00F048B7" w:rsidRPr="00F048B7" w14:paraId="04E75192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6B073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lastRenderedPageBreak/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0FFCE1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92731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571E2B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2D0A0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2017EB87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930EE0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Итого на период 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28984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65A5F2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BEE7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0B5845FB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B3588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01.01.2020 по 31.12.2020</w:t>
            </w:r>
          </w:p>
        </w:tc>
      </w:tr>
      <w:tr w:rsidR="00F048B7" w:rsidRPr="00F048B7" w14:paraId="7711E002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81693A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3AEB50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62C68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66D061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5500F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1E9A822E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3CBB15B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Итого на период с 01.01.2020 по 31.12.2020: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5F90A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3D3108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8EDBF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75731A69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80EF8F" w14:textId="77777777" w:rsidR="00F048B7" w:rsidRPr="00F048B7" w:rsidRDefault="00F048B7" w:rsidP="00F048B7">
            <w:pPr>
              <w:rPr>
                <w:i/>
                <w:iCs/>
                <w:sz w:val="20"/>
                <w:lang w:eastAsia="en-US"/>
              </w:rPr>
            </w:pPr>
            <w:r w:rsidRPr="00F048B7">
              <w:rPr>
                <w:i/>
                <w:iCs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F048B7" w:rsidRPr="00F048B7" w14:paraId="39311BAF" w14:textId="77777777" w:rsidTr="00F048B7">
        <w:trPr>
          <w:trHeight w:val="315"/>
        </w:trPr>
        <w:tc>
          <w:tcPr>
            <w:tcW w:w="45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929B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51A61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81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5DE06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6A8A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048B7" w:rsidRPr="00F048B7" w14:paraId="426A066F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FDC92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BD984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8750A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Себестоимость</w:t>
            </w:r>
          </w:p>
        </w:tc>
        <w:tc>
          <w:tcPr>
            <w:tcW w:w="126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D07D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Другие источники    </w:t>
            </w:r>
          </w:p>
        </w:tc>
        <w:tc>
          <w:tcPr>
            <w:tcW w:w="1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32E74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3FE82454" w14:textId="77777777" w:rsidTr="00F048B7">
        <w:trPr>
          <w:trHeight w:val="50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5B88C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05C619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8D9502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378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9A4518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01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597B9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</w:tr>
      <w:tr w:rsidR="00F048B7" w:rsidRPr="00F048B7" w14:paraId="27F84FE7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C692B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01.07.2019 по 31.12.2019</w:t>
            </w:r>
          </w:p>
        </w:tc>
      </w:tr>
      <w:tr w:rsidR="00F048B7" w:rsidRPr="00F048B7" w14:paraId="0C52CF2F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1E1254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8B2104F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 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2880D6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E37F49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9702C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55CBE54F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FE302B5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Итого на период с 01.07.2019 по 31.12.2019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EBC248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89068B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CCD9C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61101262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28FA1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 период с 01.01.2020 по 31.12.2020</w:t>
            </w:r>
          </w:p>
        </w:tc>
      </w:tr>
      <w:tr w:rsidR="00F048B7" w:rsidRPr="00F048B7" w14:paraId="57F9D281" w14:textId="77777777" w:rsidTr="00F048B7">
        <w:trPr>
          <w:trHeight w:val="315"/>
        </w:trPr>
        <w:tc>
          <w:tcPr>
            <w:tcW w:w="45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9E305D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B235CE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 с 01.01.2020 по 31.12.2020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C6E76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A7D313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596163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57749B6D" w14:textId="77777777" w:rsidTr="00F048B7">
        <w:trPr>
          <w:trHeight w:val="315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60D79E7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Итого на период с 01.01.2020 по 31.12.2020:   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0A60F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2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37D474" w14:textId="77777777" w:rsidR="00F048B7" w:rsidRPr="00F048B7" w:rsidRDefault="00F048B7" w:rsidP="00F048B7">
            <w:pPr>
              <w:rPr>
                <w:rFonts w:ascii="Calibri" w:eastAsia="Calibri" w:hAnsi="Calibri"/>
                <w:sz w:val="20"/>
                <w:lang w:eastAsia="en-US"/>
              </w:rPr>
            </w:pP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DE3A6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2F526480" w14:textId="77777777" w:rsidTr="00F048B7">
        <w:trPr>
          <w:trHeight w:val="300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F7B7C0A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     </w:t>
            </w:r>
            <w:r w:rsidRPr="00F048B7">
              <w:rPr>
                <w:b/>
                <w:bCs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водоснабжения </w:t>
            </w:r>
          </w:p>
        </w:tc>
      </w:tr>
      <w:tr w:rsidR="00F048B7" w:rsidRPr="00F048B7" w14:paraId="4B242D4C" w14:textId="77777777" w:rsidTr="00F048B7">
        <w:trPr>
          <w:trHeight w:val="300"/>
        </w:trPr>
        <w:tc>
          <w:tcPr>
            <w:tcW w:w="9782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E64650" w14:textId="77777777" w:rsidR="00F048B7" w:rsidRPr="00F048B7" w:rsidRDefault="00F048B7" w:rsidP="00F048B7">
            <w:pPr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 xml:space="preserve">    </w:t>
            </w:r>
          </w:p>
        </w:tc>
      </w:tr>
      <w:tr w:rsidR="00F048B7" w:rsidRPr="00F048B7" w14:paraId="4B6356BA" w14:textId="77777777" w:rsidTr="00F048B7">
        <w:trPr>
          <w:trHeight w:val="69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AAC5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E1E5A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proofErr w:type="spellStart"/>
            <w:r w:rsidRPr="00F048B7">
              <w:rPr>
                <w:sz w:val="20"/>
                <w:lang w:eastAsia="en-US"/>
              </w:rPr>
              <w:t>Ед</w:t>
            </w:r>
            <w:proofErr w:type="gramStart"/>
            <w:r w:rsidRPr="00F048B7">
              <w:rPr>
                <w:sz w:val="20"/>
                <w:lang w:eastAsia="en-US"/>
              </w:rPr>
              <w:t>.и</w:t>
            </w:r>
            <w:proofErr w:type="gramEnd"/>
            <w:r w:rsidRPr="00F048B7">
              <w:rPr>
                <w:sz w:val="20"/>
                <w:lang w:eastAsia="en-US"/>
              </w:rPr>
              <w:t>зм</w:t>
            </w:r>
            <w:proofErr w:type="spellEnd"/>
            <w:r w:rsidRPr="00F048B7">
              <w:rPr>
                <w:sz w:val="20"/>
                <w:lang w:eastAsia="en-US"/>
              </w:rPr>
              <w:t>.</w:t>
            </w:r>
          </w:p>
        </w:tc>
        <w:tc>
          <w:tcPr>
            <w:tcW w:w="1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55C3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на период </w:t>
            </w:r>
          </w:p>
          <w:p w14:paraId="21207F0E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01.07.2019 по 31.12.2019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6B70F5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на период </w:t>
            </w:r>
          </w:p>
          <w:p w14:paraId="67D40226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с 01.01.2020 по 31.12.2020</w:t>
            </w:r>
          </w:p>
        </w:tc>
      </w:tr>
      <w:tr w:rsidR="00F048B7" w:rsidRPr="00F048B7" w14:paraId="37025B7F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02FF2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Показатели качества воды</w:t>
            </w:r>
          </w:p>
        </w:tc>
      </w:tr>
      <w:tr w:rsidR="00F048B7" w:rsidRPr="00F048B7" w14:paraId="334F3B4D" w14:textId="77777777" w:rsidTr="00F048B7">
        <w:trPr>
          <w:trHeight w:val="81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07CEE0D" w14:textId="77777777" w:rsidR="00F048B7" w:rsidRPr="00F048B7" w:rsidRDefault="00F048B7" w:rsidP="00F048B7">
            <w:pPr>
              <w:autoSpaceDE w:val="0"/>
              <w:autoSpaceDN w:val="0"/>
              <w:adjustRightInd w:val="0"/>
              <w:ind w:left="143"/>
              <w:rPr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C55D8A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%</w:t>
            </w:r>
          </w:p>
        </w:tc>
        <w:tc>
          <w:tcPr>
            <w:tcW w:w="1543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A2318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E87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675E98C9" w14:textId="77777777" w:rsidTr="00F048B7">
        <w:trPr>
          <w:trHeight w:val="810"/>
        </w:trPr>
        <w:tc>
          <w:tcPr>
            <w:tcW w:w="60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1A2C361" w14:textId="77777777" w:rsidR="00F048B7" w:rsidRPr="00F048B7" w:rsidRDefault="00F048B7" w:rsidP="00F048B7">
            <w:pPr>
              <w:autoSpaceDE w:val="0"/>
              <w:autoSpaceDN w:val="0"/>
              <w:adjustRightInd w:val="0"/>
              <w:ind w:left="143"/>
              <w:rPr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2E21E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%</w:t>
            </w:r>
          </w:p>
        </w:tc>
        <w:tc>
          <w:tcPr>
            <w:tcW w:w="1543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D66CB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5B5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42453786" w14:textId="77777777" w:rsidTr="00F048B7">
        <w:trPr>
          <w:trHeight w:val="315"/>
        </w:trPr>
        <w:tc>
          <w:tcPr>
            <w:tcW w:w="9782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18320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F048B7" w:rsidRPr="00F048B7" w14:paraId="347A9034" w14:textId="77777777" w:rsidTr="00494D2D">
        <w:trPr>
          <w:trHeight w:val="675"/>
        </w:trPr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F3DB" w14:textId="77777777" w:rsidR="00F048B7" w:rsidRPr="00F048B7" w:rsidRDefault="00F048B7" w:rsidP="00F048B7">
            <w:pPr>
              <w:autoSpaceDE w:val="0"/>
              <w:autoSpaceDN w:val="0"/>
              <w:adjustRightInd w:val="0"/>
              <w:ind w:left="143"/>
              <w:rPr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132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ед./</w:t>
            </w:r>
            <w:proofErr w:type="gramStart"/>
            <w:r w:rsidRPr="00F048B7">
              <w:rPr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2C3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115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EEF2F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1FC57B8D" w14:textId="77777777" w:rsidTr="00494D2D">
        <w:trPr>
          <w:trHeight w:val="315"/>
        </w:trPr>
        <w:tc>
          <w:tcPr>
            <w:tcW w:w="97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E23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F048B7" w:rsidRPr="00F048B7" w14:paraId="7D94F93F" w14:textId="77777777" w:rsidTr="00494D2D">
        <w:trPr>
          <w:trHeight w:val="835"/>
        </w:trPr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97B4" w14:textId="77777777" w:rsidR="00F048B7" w:rsidRPr="00F048B7" w:rsidRDefault="00F048B7" w:rsidP="00F048B7">
            <w:pPr>
              <w:autoSpaceDE w:val="0"/>
              <w:autoSpaceDN w:val="0"/>
              <w:adjustRightInd w:val="0"/>
              <w:ind w:left="143"/>
              <w:rPr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B92C" w14:textId="77777777" w:rsidR="00F048B7" w:rsidRPr="00F048B7" w:rsidRDefault="00F048B7" w:rsidP="00F048B7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%</w:t>
            </w:r>
          </w:p>
        </w:tc>
        <w:tc>
          <w:tcPr>
            <w:tcW w:w="1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8C4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2C1C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13DB677E" w14:textId="77777777" w:rsidTr="00494D2D">
        <w:trPr>
          <w:trHeight w:val="835"/>
        </w:trPr>
        <w:tc>
          <w:tcPr>
            <w:tcW w:w="6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E63D" w14:textId="77777777" w:rsidR="00F048B7" w:rsidRPr="00F048B7" w:rsidRDefault="00F048B7" w:rsidP="00F048B7">
            <w:pPr>
              <w:autoSpaceDE w:val="0"/>
              <w:autoSpaceDN w:val="0"/>
              <w:adjustRightInd w:val="0"/>
              <w:ind w:left="143"/>
              <w:rPr>
                <w:rFonts w:eastAsia="Calibri"/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91D8" w14:textId="77777777" w:rsidR="00F048B7" w:rsidRPr="00F048B7" w:rsidRDefault="00F048B7" w:rsidP="00F048B7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кВт*</w:t>
            </w:r>
            <w:proofErr w:type="gramStart"/>
            <w:r w:rsidRPr="00F048B7">
              <w:rPr>
                <w:sz w:val="20"/>
                <w:lang w:eastAsia="en-US"/>
              </w:rPr>
              <w:t>ч</w:t>
            </w:r>
            <w:proofErr w:type="gramEnd"/>
            <w:r w:rsidRPr="00F048B7">
              <w:rPr>
                <w:sz w:val="20"/>
                <w:lang w:eastAsia="en-US"/>
              </w:rPr>
              <w:t>/куб. м</w:t>
            </w:r>
          </w:p>
        </w:tc>
        <w:tc>
          <w:tcPr>
            <w:tcW w:w="1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E395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BC59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7266178F" w14:textId="77777777" w:rsidTr="00494D2D">
        <w:trPr>
          <w:trHeight w:val="835"/>
        </w:trPr>
        <w:tc>
          <w:tcPr>
            <w:tcW w:w="609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631E1959" w14:textId="77777777" w:rsidR="00F048B7" w:rsidRPr="00F048B7" w:rsidRDefault="00F048B7" w:rsidP="00F048B7">
            <w:pPr>
              <w:autoSpaceDE w:val="0"/>
              <w:autoSpaceDN w:val="0"/>
              <w:adjustRightInd w:val="0"/>
              <w:ind w:left="143"/>
              <w:rPr>
                <w:rFonts w:eastAsia="Calibri"/>
                <w:sz w:val="20"/>
                <w:lang w:eastAsia="en-US"/>
              </w:rPr>
            </w:pPr>
            <w:r w:rsidRPr="00F048B7">
              <w:rPr>
                <w:rFonts w:eastAsia="Calibri"/>
                <w:sz w:val="20"/>
                <w:lang w:eastAsia="en-US"/>
              </w:rPr>
              <w:lastRenderedPageBreak/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4BF5D9A" w14:textId="77777777" w:rsidR="00F048B7" w:rsidRPr="00F048B7" w:rsidRDefault="00F048B7" w:rsidP="00F048B7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кВт*</w:t>
            </w:r>
            <w:proofErr w:type="gramStart"/>
            <w:r w:rsidRPr="00F048B7">
              <w:rPr>
                <w:sz w:val="20"/>
                <w:lang w:eastAsia="en-US"/>
              </w:rPr>
              <w:t>ч</w:t>
            </w:r>
            <w:proofErr w:type="gramEnd"/>
            <w:r w:rsidRPr="00F048B7">
              <w:rPr>
                <w:sz w:val="20"/>
                <w:lang w:eastAsia="en-US"/>
              </w:rPr>
              <w:t>/куб. м</w:t>
            </w:r>
          </w:p>
        </w:tc>
        <w:tc>
          <w:tcPr>
            <w:tcW w:w="1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908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30C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0</w:t>
            </w:r>
          </w:p>
        </w:tc>
      </w:tr>
      <w:tr w:rsidR="00F048B7" w:rsidRPr="00F048B7" w14:paraId="6B5C8250" w14:textId="77777777" w:rsidTr="00F048B7">
        <w:trPr>
          <w:gridAfter w:val="1"/>
          <w:wAfter w:w="10" w:type="dxa"/>
          <w:trHeight w:val="300"/>
        </w:trPr>
        <w:tc>
          <w:tcPr>
            <w:tcW w:w="977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A2BDE9" w14:textId="77777777" w:rsidR="00F048B7" w:rsidRPr="00F048B7" w:rsidRDefault="00F048B7" w:rsidP="00F048B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F048B7" w:rsidRPr="00F048B7" w14:paraId="46975764" w14:textId="77777777" w:rsidTr="00F048B7">
        <w:trPr>
          <w:gridAfter w:val="1"/>
          <w:wAfter w:w="10" w:type="dxa"/>
          <w:trHeight w:val="315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001BC4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на период с 01.07.2019 по 31.12.2019</w:t>
            </w:r>
          </w:p>
        </w:tc>
        <w:tc>
          <w:tcPr>
            <w:tcW w:w="22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360CD7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1AC3244C" w14:textId="77777777" w:rsidTr="00F048B7">
        <w:trPr>
          <w:gridAfter w:val="1"/>
          <w:wAfter w:w="10" w:type="dxa"/>
          <w:trHeight w:val="315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007584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22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A908CB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59457663" w14:textId="77777777" w:rsidTr="00F048B7">
        <w:trPr>
          <w:gridAfter w:val="1"/>
          <w:wAfter w:w="10" w:type="dxa"/>
          <w:trHeight w:val="600"/>
        </w:trPr>
        <w:tc>
          <w:tcPr>
            <w:tcW w:w="75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54353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Итого эффективность производственной программы на весь период реализации</w:t>
            </w:r>
          </w:p>
        </w:tc>
        <w:tc>
          <w:tcPr>
            <w:tcW w:w="224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89CB34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-</w:t>
            </w:r>
          </w:p>
        </w:tc>
      </w:tr>
      <w:tr w:rsidR="00F048B7" w:rsidRPr="00F048B7" w14:paraId="79F2E878" w14:textId="77777777" w:rsidTr="00F048B7">
        <w:trPr>
          <w:gridAfter w:val="1"/>
          <w:wAfter w:w="10" w:type="dxa"/>
          <w:trHeight w:val="300"/>
        </w:trPr>
        <w:tc>
          <w:tcPr>
            <w:tcW w:w="977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DB8E67" w14:textId="77777777" w:rsidR="00F048B7" w:rsidRPr="00F048B7" w:rsidRDefault="00F048B7" w:rsidP="00F048B7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F048B7">
              <w:rPr>
                <w:b/>
                <w:bCs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F048B7" w:rsidRPr="00F048B7" w14:paraId="276A90C7" w14:textId="77777777" w:rsidTr="00F048B7">
        <w:trPr>
          <w:gridAfter w:val="1"/>
          <w:wAfter w:w="10" w:type="dxa"/>
          <w:trHeight w:val="300"/>
        </w:trPr>
        <w:tc>
          <w:tcPr>
            <w:tcW w:w="820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CD48BD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157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6C725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Всего сумма,</w:t>
            </w:r>
          </w:p>
        </w:tc>
      </w:tr>
      <w:tr w:rsidR="00F048B7" w:rsidRPr="00F048B7" w14:paraId="2C1FF043" w14:textId="77777777" w:rsidTr="00F048B7">
        <w:trPr>
          <w:gridAfter w:val="1"/>
          <w:wAfter w:w="10" w:type="dxa"/>
          <w:trHeight w:val="315"/>
        </w:trPr>
        <w:tc>
          <w:tcPr>
            <w:tcW w:w="240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0E5BB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</w:p>
        </w:tc>
        <w:tc>
          <w:tcPr>
            <w:tcW w:w="157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B9FCB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тыс. руб.</w:t>
            </w:r>
          </w:p>
        </w:tc>
      </w:tr>
      <w:tr w:rsidR="00F048B7" w:rsidRPr="00F048B7" w14:paraId="2A5A3375" w14:textId="77777777" w:rsidTr="00F048B7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510BA3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на период с 01.07.2019 по 31.12.2019</w:t>
            </w:r>
          </w:p>
        </w:tc>
        <w:tc>
          <w:tcPr>
            <w:tcW w:w="15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384921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7714,46</w:t>
            </w:r>
          </w:p>
        </w:tc>
      </w:tr>
      <w:tr w:rsidR="00F048B7" w:rsidRPr="00F048B7" w14:paraId="3AF7A042" w14:textId="77777777" w:rsidTr="00F048B7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74D962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C46230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15492,36</w:t>
            </w:r>
          </w:p>
        </w:tc>
      </w:tr>
      <w:tr w:rsidR="00F048B7" w:rsidRPr="00F048B7" w14:paraId="26AEF067" w14:textId="77777777" w:rsidTr="00F048B7">
        <w:trPr>
          <w:gridAfter w:val="1"/>
          <w:wAfter w:w="10" w:type="dxa"/>
          <w:trHeight w:val="315"/>
        </w:trPr>
        <w:tc>
          <w:tcPr>
            <w:tcW w:w="8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CBCF2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Итого на весь период реализации:</w:t>
            </w:r>
          </w:p>
        </w:tc>
        <w:tc>
          <w:tcPr>
            <w:tcW w:w="15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D605F2" w14:textId="77777777" w:rsidR="00F048B7" w:rsidRPr="00F048B7" w:rsidRDefault="00F048B7" w:rsidP="00F048B7">
            <w:pPr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23206,82</w:t>
            </w:r>
          </w:p>
        </w:tc>
      </w:tr>
      <w:tr w:rsidR="00F048B7" w:rsidRPr="00F048B7" w14:paraId="3C7E9901" w14:textId="77777777" w:rsidTr="00F048B7">
        <w:trPr>
          <w:gridAfter w:val="1"/>
          <w:wAfter w:w="10" w:type="dxa"/>
          <w:trHeight w:val="315"/>
        </w:trPr>
        <w:tc>
          <w:tcPr>
            <w:tcW w:w="977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4970F1" w14:textId="77777777" w:rsidR="00F048B7" w:rsidRPr="00F048B7" w:rsidRDefault="00F048B7" w:rsidP="00F048B7">
            <w:pPr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 xml:space="preserve"> </w:t>
            </w:r>
            <w:r w:rsidRPr="00F048B7">
              <w:rPr>
                <w:b/>
                <w:bCs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F048B7">
              <w:rPr>
                <w:sz w:val="20"/>
                <w:lang w:eastAsia="en-US"/>
              </w:rPr>
              <w:t xml:space="preserve">                         </w:t>
            </w:r>
          </w:p>
        </w:tc>
      </w:tr>
      <w:tr w:rsidR="00F048B7" w:rsidRPr="00F048B7" w14:paraId="259C79A0" w14:textId="77777777" w:rsidTr="00F048B7"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091D4" w14:textId="77777777" w:rsidR="00F048B7" w:rsidRPr="00F048B7" w:rsidRDefault="00F048B7" w:rsidP="00F048B7">
            <w:pPr>
              <w:widowControl w:val="0"/>
              <w:autoSpaceDE w:val="0"/>
              <w:autoSpaceDN w:val="0"/>
              <w:rPr>
                <w:sz w:val="20"/>
                <w:lang w:eastAsia="en-US"/>
              </w:rPr>
            </w:pPr>
          </w:p>
        </w:tc>
        <w:tc>
          <w:tcPr>
            <w:tcW w:w="1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A76361" w14:textId="77777777" w:rsidR="00F048B7" w:rsidRPr="00F048B7" w:rsidRDefault="00F048B7" w:rsidP="00F048B7">
            <w:pPr>
              <w:widowControl w:val="0"/>
              <w:autoSpaceDE w:val="0"/>
              <w:autoSpaceDN w:val="0"/>
              <w:jc w:val="center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За отчетный период регулирования</w:t>
            </w:r>
          </w:p>
        </w:tc>
      </w:tr>
      <w:tr w:rsidR="00F048B7" w:rsidRPr="00F048B7" w14:paraId="3ED02E8C" w14:textId="77777777" w:rsidTr="00F048B7">
        <w:trPr>
          <w:trHeight w:val="296"/>
        </w:trPr>
        <w:tc>
          <w:tcPr>
            <w:tcW w:w="97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F2AC7D" w14:textId="77777777" w:rsidR="00F048B7" w:rsidRPr="00F048B7" w:rsidRDefault="00F048B7" w:rsidP="00F048B7">
            <w:pPr>
              <w:widowControl w:val="0"/>
              <w:autoSpaceDE w:val="0"/>
              <w:autoSpaceDN w:val="0"/>
              <w:rPr>
                <w:sz w:val="20"/>
                <w:lang w:eastAsia="en-US"/>
              </w:rPr>
            </w:pPr>
            <w:r w:rsidRPr="00F048B7">
              <w:rPr>
                <w:sz w:val="20"/>
                <w:lang w:eastAsia="en-US"/>
              </w:rPr>
              <w:t>Государственное регулирование тарифов в сфере водоснабжения (транспортировка воды) в отношении данной организации ранее не осуществлялось</w:t>
            </w:r>
          </w:p>
        </w:tc>
      </w:tr>
    </w:tbl>
    <w:p w14:paraId="42DE9294" w14:textId="77777777" w:rsidR="00FD3109" w:rsidRPr="00921AE8" w:rsidRDefault="00FD3109" w:rsidP="00921AE8">
      <w:pPr>
        <w:rPr>
          <w:sz w:val="20"/>
        </w:rPr>
      </w:pPr>
    </w:p>
    <w:sectPr w:rsidR="00FD3109" w:rsidRPr="00921AE8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B7855" w14:textId="77777777" w:rsidR="00FD3109" w:rsidRDefault="00FD3109">
      <w:r>
        <w:separator/>
      </w:r>
    </w:p>
  </w:endnote>
  <w:endnote w:type="continuationSeparator" w:id="0">
    <w:p w14:paraId="15C3E596" w14:textId="77777777" w:rsidR="00FD3109" w:rsidRDefault="00FD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A02C4" w14:textId="77777777" w:rsidR="00FD3109" w:rsidRDefault="00FD3109">
      <w:r>
        <w:separator/>
      </w:r>
    </w:p>
  </w:footnote>
  <w:footnote w:type="continuationSeparator" w:id="0">
    <w:p w14:paraId="708AE838" w14:textId="77777777" w:rsidR="00FD3109" w:rsidRDefault="00FD3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8718B" w14:textId="77777777" w:rsidR="00FD3109" w:rsidRDefault="00FD310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98BEEE" w14:textId="77777777" w:rsidR="00FD3109" w:rsidRDefault="00FD31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BFC26" w14:textId="77777777" w:rsidR="00FD3109" w:rsidRDefault="00FD310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F5B5D">
      <w:rPr>
        <w:rStyle w:val="a9"/>
        <w:noProof/>
      </w:rPr>
      <w:t>7</w:t>
    </w:r>
    <w:r>
      <w:rPr>
        <w:rStyle w:val="a9"/>
      </w:rPr>
      <w:fldChar w:fldCharType="end"/>
    </w:r>
  </w:p>
  <w:p w14:paraId="4BB51E03" w14:textId="77777777" w:rsidR="00FD3109" w:rsidRDefault="00FD31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CE357" w14:textId="77777777" w:rsidR="00FD3109" w:rsidRDefault="00FD310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6E43D06" wp14:editId="0D05EB45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B09ABB3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71F729C" wp14:editId="4C7C9B85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716C7" w14:textId="77777777" w:rsidR="00FD3109" w:rsidRPr="00E52B15" w:rsidRDefault="00FD310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65AFD38E" wp14:editId="2553CDF9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4E1CBDB" w14:textId="77777777" w:rsidR="00FD3109" w:rsidRPr="00561114" w:rsidRDefault="00FD310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14:paraId="655631D3" w14:textId="77777777" w:rsidR="00FD3109" w:rsidRPr="00561114" w:rsidRDefault="00FD3109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14:paraId="36C25E5E" w14:textId="77777777" w:rsidR="00FD3109" w:rsidRPr="000F7B5C" w:rsidRDefault="00FD3109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14:paraId="59AB1982" w14:textId="77777777" w:rsidR="00FD3109" w:rsidRPr="000F7B5C" w:rsidRDefault="00FD3109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14:paraId="13FE7682" w14:textId="77777777" w:rsidR="00FD3109" w:rsidRDefault="00FD3109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14:paraId="24150A62" w14:textId="77777777" w:rsidR="00FD3109" w:rsidRDefault="00FD3109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14:paraId="563C0B12" w14:textId="77777777" w:rsidR="00FD3109" w:rsidRPr="002B6128" w:rsidRDefault="00FD3109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14:paraId="58819797" w14:textId="77777777" w:rsidR="00FD3109" w:rsidRDefault="00FD3109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14:paraId="7EA164D4" w14:textId="77777777" w:rsidR="00FD3109" w:rsidRPr="001772E6" w:rsidRDefault="00FD3109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10A60537" w14:textId="77777777" w:rsidR="00FD3109" w:rsidRDefault="00FD310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1F729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" filled="f" stroked="f" strokecolor="white" strokeweight="0">
              <v:textbox inset="0,0,0,0">
                <w:txbxContent>
                  <w:p w14:paraId="636716C7" w14:textId="77777777" w:rsidR="00FD3109" w:rsidRPr="00E52B15" w:rsidRDefault="00FD310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 wp14:anchorId="65AFD38E" wp14:editId="2553CDF9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4E1CBDB" w14:textId="77777777" w:rsidR="00FD3109" w:rsidRPr="00561114" w:rsidRDefault="00FD310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14:paraId="655631D3" w14:textId="77777777" w:rsidR="00FD3109" w:rsidRPr="00561114" w:rsidRDefault="00FD3109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14:paraId="36C25E5E" w14:textId="77777777" w:rsidR="00FD3109" w:rsidRPr="000F7B5C" w:rsidRDefault="00FD3109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14:paraId="59AB1982" w14:textId="77777777" w:rsidR="00FD3109" w:rsidRPr="000F7B5C" w:rsidRDefault="00FD3109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14:paraId="13FE7682" w14:textId="77777777" w:rsidR="00FD3109" w:rsidRDefault="00FD3109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14:paraId="24150A62" w14:textId="77777777" w:rsidR="00FD3109" w:rsidRDefault="00FD3109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14:paraId="563C0B12" w14:textId="77777777" w:rsidR="00FD3109" w:rsidRPr="002B6128" w:rsidRDefault="00FD3109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14:paraId="58819797" w14:textId="77777777" w:rsidR="00FD3109" w:rsidRDefault="00FD3109" w:rsidP="00276416">
                    <w:pPr>
                      <w:ind w:right="-70"/>
                      <w:rPr>
                        <w:sz w:val="20"/>
                      </w:rPr>
                    </w:pPr>
                  </w:p>
                  <w:p w14:paraId="7EA164D4" w14:textId="77777777" w:rsidR="00FD3109" w:rsidRPr="001772E6" w:rsidRDefault="00FD3109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10A60537" w14:textId="77777777" w:rsidR="00FD3109" w:rsidRDefault="00FD310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0F4094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12601B5B"/>
    <w:multiLevelType w:val="hybridMultilevel"/>
    <w:tmpl w:val="655AADA8"/>
    <w:lvl w:ilvl="0" w:tplc="E98E8F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AC86CA6"/>
    <w:multiLevelType w:val="hybridMultilevel"/>
    <w:tmpl w:val="0D20E3F8"/>
    <w:lvl w:ilvl="0" w:tplc="79564414">
      <w:start w:val="3"/>
      <w:numFmt w:val="decimal"/>
      <w:lvlText w:val="%1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10">
    <w:nsid w:val="692F733C"/>
    <w:multiLevelType w:val="hybridMultilevel"/>
    <w:tmpl w:val="39D87500"/>
    <w:lvl w:ilvl="0" w:tplc="F558D634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101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7F2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3EF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47800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2DE4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9DF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087"/>
    <w:rsid w:val="002B5FF7"/>
    <w:rsid w:val="002B6128"/>
    <w:rsid w:val="002B7A21"/>
    <w:rsid w:val="002B7DA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06A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1B58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B58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439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97B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D2D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1CD7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407E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4FA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32D5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F74"/>
    <w:rsid w:val="005762CB"/>
    <w:rsid w:val="005764A0"/>
    <w:rsid w:val="00580B6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594"/>
    <w:rsid w:val="0059189A"/>
    <w:rsid w:val="00596713"/>
    <w:rsid w:val="00596B75"/>
    <w:rsid w:val="00596E1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40E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D9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3BA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020"/>
    <w:rsid w:val="007F4F7C"/>
    <w:rsid w:val="007F56FF"/>
    <w:rsid w:val="007F5B5D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6A1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3C9"/>
    <w:rsid w:val="008D54FE"/>
    <w:rsid w:val="008D5E3D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0F09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8F7E4D"/>
    <w:rsid w:val="00900879"/>
    <w:rsid w:val="00900FD8"/>
    <w:rsid w:val="0090141F"/>
    <w:rsid w:val="00901CF2"/>
    <w:rsid w:val="00902398"/>
    <w:rsid w:val="00903EA5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AE8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A27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6DD0"/>
    <w:rsid w:val="00B06E76"/>
    <w:rsid w:val="00B07EE0"/>
    <w:rsid w:val="00B10801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326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860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2B10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58B7"/>
    <w:rsid w:val="00CB6365"/>
    <w:rsid w:val="00CB647E"/>
    <w:rsid w:val="00CB6C04"/>
    <w:rsid w:val="00CC03DF"/>
    <w:rsid w:val="00CC0EA0"/>
    <w:rsid w:val="00CC183A"/>
    <w:rsid w:val="00CC47F1"/>
    <w:rsid w:val="00CC4EE8"/>
    <w:rsid w:val="00CC69C6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124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F4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5BB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3754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4FF3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426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8B7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528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278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4CD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3D"/>
    <w:rsid w:val="00FD05C9"/>
    <w:rsid w:val="00FD310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0A42FF5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FB4CD1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44197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14157547D9B14A4E6B64071B7AC8F80661051151390BCDF4F47C889E018D9214C71AE7CBC87D6306519CE1C47A91B44417E149080F3026eDY5I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116</TotalTime>
  <Pages>7</Pages>
  <Words>1416</Words>
  <Characters>10538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33</cp:revision>
  <cp:lastPrinted>2020-09-18T06:18:00Z</cp:lastPrinted>
  <dcterms:created xsi:type="dcterms:W3CDTF">2018-10-26T11:27:00Z</dcterms:created>
  <dcterms:modified xsi:type="dcterms:W3CDTF">2020-09-18T06:18:00Z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