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14:paraId="317A66D8" w14:textId="77777777" w:rsidTr="00F84A4D">
        <w:trPr>
          <w:trHeight w:val="993"/>
        </w:trPr>
        <w:tc>
          <w:tcPr>
            <w:tcW w:w="9815" w:type="dxa"/>
            <w:gridSpan w:val="5"/>
          </w:tcPr>
          <w:p w14:paraId="3DF6784D" w14:textId="77777777" w:rsidR="0085764D" w:rsidRPr="00F84A4D" w:rsidRDefault="0085764D" w:rsidP="00F84A4D">
            <w:pPr>
              <w:rPr>
                <w:sz w:val="12"/>
                <w:szCs w:val="12"/>
              </w:rPr>
            </w:pPr>
          </w:p>
          <w:p w14:paraId="3371F3B8" w14:textId="77777777" w:rsidR="0085764D" w:rsidRPr="00F84A4D" w:rsidRDefault="0085764D" w:rsidP="00F84A4D">
            <w:pPr>
              <w:rPr>
                <w:sz w:val="12"/>
                <w:szCs w:val="12"/>
              </w:rPr>
            </w:pPr>
          </w:p>
          <w:p w14:paraId="359FBA34" w14:textId="77777777" w:rsidR="0085764D" w:rsidRPr="00F84A4D" w:rsidRDefault="0085764D" w:rsidP="00F84A4D">
            <w:pPr>
              <w:rPr>
                <w:sz w:val="12"/>
                <w:szCs w:val="12"/>
              </w:rPr>
            </w:pPr>
          </w:p>
          <w:p w14:paraId="4BB726FF" w14:textId="77777777"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14:paraId="4C5FD0C3" w14:textId="77777777"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14:paraId="12D8B7A9" w14:textId="77777777"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14:paraId="1F0A9AAD" w14:textId="77777777"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14:paraId="74DC8EE0" w14:textId="77777777"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4C6211C6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6950B012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577F85E5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5240767C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0E0E5A27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57A53B3F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78DEB8C0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136287ED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46055169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5510F977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073F3FA6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2079689F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6CAF60C5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1F204A92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34D9972F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1A89BF3E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14:paraId="00FBF95A" w14:textId="77777777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14:paraId="3FC84496" w14:textId="77777777"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14:paraId="56A0D981" w14:textId="77777777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14:paraId="5D99906A" w14:textId="0387B0F8" w:rsidR="0085764D" w:rsidRDefault="00AE7455" w:rsidP="00F31398">
            <w:pPr>
              <w:jc w:val="center"/>
            </w:pPr>
            <w:r>
              <w:t>11.09</w:t>
            </w:r>
            <w:r w:rsidR="0040090D">
              <w:t>.</w:t>
            </w:r>
            <w:r w:rsidR="008D086D">
              <w:t>2020</w:t>
            </w:r>
            <w:r w:rsidR="004F407E">
              <w:t xml:space="preserve"> г.</w:t>
            </w:r>
          </w:p>
        </w:tc>
        <w:tc>
          <w:tcPr>
            <w:tcW w:w="4604" w:type="dxa"/>
            <w:vAlign w:val="bottom"/>
          </w:tcPr>
          <w:p w14:paraId="67461E7B" w14:textId="77777777" w:rsidR="0085764D" w:rsidRDefault="0085764D" w:rsidP="00F84A4D"/>
        </w:tc>
        <w:tc>
          <w:tcPr>
            <w:tcW w:w="2268" w:type="dxa"/>
            <w:gridSpan w:val="2"/>
            <w:vAlign w:val="bottom"/>
          </w:tcPr>
          <w:p w14:paraId="080C302D" w14:textId="0505DB4D" w:rsidR="0085764D" w:rsidRDefault="008310E4" w:rsidP="00E20A3C">
            <w:pPr>
              <w:tabs>
                <w:tab w:val="center" w:pos="2160"/>
              </w:tabs>
              <w:ind w:left="-108"/>
              <w:jc w:val="center"/>
            </w:pPr>
            <w:r>
              <w:t>34/1</w:t>
            </w:r>
          </w:p>
        </w:tc>
      </w:tr>
      <w:tr w:rsidR="0085764D" w14:paraId="6BC3B8AD" w14:textId="77777777" w:rsidTr="00724D9A">
        <w:trPr>
          <w:trHeight w:hRule="exact" w:val="619"/>
        </w:trPr>
        <w:tc>
          <w:tcPr>
            <w:tcW w:w="9815" w:type="dxa"/>
            <w:gridSpan w:val="5"/>
          </w:tcPr>
          <w:p w14:paraId="73C51BAD" w14:textId="77777777" w:rsidR="0085764D" w:rsidRDefault="0085764D" w:rsidP="00F84A4D"/>
        </w:tc>
      </w:tr>
      <w:tr w:rsidR="0085764D" w14:paraId="3E438BBF" w14:textId="77777777" w:rsidTr="00F84A4D">
        <w:trPr>
          <w:trHeight w:val="826"/>
        </w:trPr>
        <w:tc>
          <w:tcPr>
            <w:tcW w:w="1951" w:type="dxa"/>
          </w:tcPr>
          <w:p w14:paraId="4E90B65D" w14:textId="77777777" w:rsidR="0085764D" w:rsidRDefault="0085764D" w:rsidP="00F84A4D"/>
        </w:tc>
        <w:tc>
          <w:tcPr>
            <w:tcW w:w="6095" w:type="dxa"/>
            <w:gridSpan w:val="3"/>
          </w:tcPr>
          <w:p w14:paraId="66833F00" w14:textId="532B9011" w:rsidR="0085764D" w:rsidRPr="00AE7455" w:rsidRDefault="008D086D" w:rsidP="00AE7455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Об </w:t>
            </w:r>
            <w:r w:rsidR="00AE7455">
              <w:rPr>
                <w:bCs/>
              </w:rPr>
              <w:t xml:space="preserve">установлении </w:t>
            </w:r>
            <w:r w:rsidR="00AE7455">
              <w:rPr>
                <w:szCs w:val="28"/>
              </w:rPr>
              <w:t xml:space="preserve">ОБЩЕСТВУ С ОГРАНИЧЕННОЙ ОТВЕТСТВЕННОСТЬЮ «ВЕТЛУГАСЕРВИС» (ИНН 5209003147), </w:t>
            </w:r>
            <w:r w:rsidR="00AE7455">
              <w:rPr>
                <w:szCs w:val="28"/>
              </w:rPr>
              <w:br/>
              <w:t>г. Ветлуга Нижегородской области</w:t>
            </w:r>
            <w:r w:rsidR="0040090D" w:rsidRPr="0040090D">
              <w:rPr>
                <w:bCs/>
                <w:szCs w:val="28"/>
              </w:rPr>
              <w:t xml:space="preserve">, тарифов </w:t>
            </w:r>
            <w:r w:rsidR="00AE7455">
              <w:rPr>
                <w:bCs/>
                <w:szCs w:val="28"/>
              </w:rPr>
              <w:br/>
            </w:r>
            <w:r w:rsidR="0040090D" w:rsidRPr="0040090D">
              <w:rPr>
                <w:bCs/>
                <w:szCs w:val="28"/>
              </w:rPr>
              <w:t xml:space="preserve">в сфере холодного водоснабжения и водоотведения для потребителей </w:t>
            </w:r>
            <w:r w:rsidR="00AE7455">
              <w:rPr>
                <w:bCs/>
              </w:rPr>
              <w:t>Ветлужского</w:t>
            </w:r>
            <w:r>
              <w:rPr>
                <w:bCs/>
              </w:rPr>
              <w:t xml:space="preserve"> муниципального </w:t>
            </w:r>
            <w:r w:rsidR="00AE7455">
              <w:rPr>
                <w:bCs/>
              </w:rPr>
              <w:t>района</w:t>
            </w:r>
            <w:r>
              <w:rPr>
                <w:bCs/>
              </w:rPr>
              <w:t xml:space="preserve"> Нижегородской области</w:t>
            </w:r>
            <w:r w:rsidR="00DD2235">
              <w:rPr>
                <w:bCs/>
              </w:rPr>
              <w:t xml:space="preserve"> </w:t>
            </w:r>
          </w:p>
        </w:tc>
        <w:tc>
          <w:tcPr>
            <w:tcW w:w="1769" w:type="dxa"/>
          </w:tcPr>
          <w:p w14:paraId="5414D531" w14:textId="77777777" w:rsidR="0085764D" w:rsidRDefault="0085764D" w:rsidP="00F84A4D"/>
        </w:tc>
      </w:tr>
    </w:tbl>
    <w:p w14:paraId="4054FB26" w14:textId="77777777" w:rsidR="0085764D" w:rsidRDefault="0085764D" w:rsidP="0085764D">
      <w:pPr>
        <w:sectPr w:rsidR="0085764D" w:rsidSect="00277B70">
          <w:headerReference w:type="even" r:id="rId9"/>
          <w:headerReference w:type="default" r:id="rId10"/>
          <w:headerReference w:type="first" r:id="rId11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14:paraId="1733B5B4" w14:textId="77777777" w:rsidR="00261BEB" w:rsidRDefault="00261BEB" w:rsidP="00DE2B47">
      <w:pPr>
        <w:pStyle w:val="ac"/>
        <w:jc w:val="center"/>
        <w:rPr>
          <w:sz w:val="32"/>
        </w:rPr>
      </w:pPr>
    </w:p>
    <w:p w14:paraId="35CE6626" w14:textId="36BCFEC4" w:rsidR="00D352F4" w:rsidRPr="005407E7" w:rsidRDefault="00D352F4" w:rsidP="00DE2B47">
      <w:pPr>
        <w:pStyle w:val="ac"/>
        <w:jc w:val="center"/>
        <w:rPr>
          <w:lang w:val="en-US"/>
        </w:rPr>
      </w:pPr>
      <w:bookmarkStart w:id="0" w:name="_GoBack"/>
      <w:bookmarkEnd w:id="0"/>
    </w:p>
    <w:p w14:paraId="4A319CA4" w14:textId="77777777" w:rsidR="00A82A27" w:rsidRPr="00DB3754" w:rsidRDefault="00A82A27" w:rsidP="00DE2B47">
      <w:pPr>
        <w:pStyle w:val="ac"/>
        <w:jc w:val="center"/>
      </w:pPr>
    </w:p>
    <w:p w14:paraId="6C531B70" w14:textId="2D15B217" w:rsidR="0040090D" w:rsidRPr="0040090D" w:rsidRDefault="0040090D" w:rsidP="00AE7455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proofErr w:type="gramStart"/>
      <w:r w:rsidRPr="0040090D">
        <w:rPr>
          <w:szCs w:val="28"/>
        </w:rPr>
        <w:t xml:space="preserve">В соответствии с Федеральным законом от 7 декабря 2011 г. № 416-ФЗ «О водоснабжении и водоотведении», </w:t>
      </w:r>
      <w:r w:rsidR="00AE7455" w:rsidRPr="00AE7455">
        <w:rPr>
          <w:szCs w:val="28"/>
        </w:rPr>
        <w:t xml:space="preserve">Федеральным </w:t>
      </w:r>
      <w:hyperlink r:id="rId12" w:history="1">
        <w:r w:rsidR="00AE7455" w:rsidRPr="00AE7455">
          <w:rPr>
            <w:szCs w:val="28"/>
          </w:rPr>
          <w:t>законом</w:t>
        </w:r>
      </w:hyperlink>
      <w:r w:rsidR="00AE7455" w:rsidRPr="00AE7455">
        <w:rPr>
          <w:szCs w:val="28"/>
        </w:rPr>
        <w:t xml:space="preserve"> </w:t>
      </w:r>
      <w:r w:rsidR="00AE7455">
        <w:rPr>
          <w:szCs w:val="28"/>
        </w:rPr>
        <w:t xml:space="preserve">от 21 июля 2005 г. № 115-ФЗ «О концессионных соглашениях», </w:t>
      </w:r>
      <w:r w:rsidRPr="0040090D">
        <w:rPr>
          <w:szCs w:val="28"/>
        </w:rPr>
        <w:t>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на основании рассмотрения необходимых обосновыва</w:t>
      </w:r>
      <w:r w:rsidR="00DE2B47">
        <w:rPr>
          <w:szCs w:val="28"/>
        </w:rPr>
        <w:t xml:space="preserve">ющих материалов, представленных </w:t>
      </w:r>
      <w:r w:rsidR="00AE7455">
        <w:rPr>
          <w:szCs w:val="28"/>
        </w:rPr>
        <w:t xml:space="preserve"> ОБЩЕСТВОМ С ОГРАНИЧЕННОЙ ОТВЕТСТВЕННОСТЬЮ «ВЕТЛУГАСЕРВИС» (ИНН 5209003147</w:t>
      </w:r>
      <w:proofErr w:type="gramEnd"/>
      <w:r w:rsidR="00AE7455">
        <w:rPr>
          <w:szCs w:val="28"/>
        </w:rPr>
        <w:t>), г. Ветлуга Нижегородской области</w:t>
      </w:r>
      <w:r w:rsidRPr="0040090D">
        <w:rPr>
          <w:szCs w:val="28"/>
        </w:rPr>
        <w:t xml:space="preserve">, экспертного заключения рег. </w:t>
      </w:r>
      <w:r w:rsidR="008D086D" w:rsidRPr="00162DFA">
        <w:rPr>
          <w:szCs w:val="28"/>
        </w:rPr>
        <w:t>№ в-</w:t>
      </w:r>
      <w:r w:rsidR="00162DFA" w:rsidRPr="00162DFA">
        <w:rPr>
          <w:szCs w:val="28"/>
        </w:rPr>
        <w:t>206</w:t>
      </w:r>
      <w:r w:rsidR="008D086D" w:rsidRPr="00162DFA">
        <w:rPr>
          <w:szCs w:val="28"/>
        </w:rPr>
        <w:t xml:space="preserve"> </w:t>
      </w:r>
      <w:r w:rsidR="008D086D" w:rsidRPr="009B63D9">
        <w:rPr>
          <w:szCs w:val="28"/>
        </w:rPr>
        <w:t xml:space="preserve">от </w:t>
      </w:r>
      <w:r w:rsidR="009B63D9" w:rsidRPr="009B63D9">
        <w:rPr>
          <w:szCs w:val="28"/>
        </w:rPr>
        <w:t xml:space="preserve">4 сентября </w:t>
      </w:r>
      <w:r w:rsidR="008D086D" w:rsidRPr="009B63D9">
        <w:rPr>
          <w:szCs w:val="28"/>
        </w:rPr>
        <w:t>2020</w:t>
      </w:r>
      <w:r w:rsidR="008B0F7D" w:rsidRPr="009B63D9">
        <w:rPr>
          <w:szCs w:val="28"/>
        </w:rPr>
        <w:t xml:space="preserve"> г.:</w:t>
      </w:r>
    </w:p>
    <w:p w14:paraId="6C19AC02" w14:textId="47C518EE" w:rsidR="0040090D" w:rsidRDefault="00460107" w:rsidP="0040090D">
      <w:pPr>
        <w:spacing w:line="276" w:lineRule="auto"/>
        <w:ind w:firstLine="720"/>
        <w:jc w:val="both"/>
        <w:rPr>
          <w:szCs w:val="28"/>
        </w:rPr>
      </w:pPr>
      <w:r>
        <w:rPr>
          <w:b/>
          <w:bCs/>
          <w:szCs w:val="28"/>
        </w:rPr>
        <w:t>1</w:t>
      </w:r>
      <w:r w:rsidR="0040090D" w:rsidRPr="0040090D">
        <w:rPr>
          <w:b/>
          <w:bCs/>
          <w:szCs w:val="28"/>
        </w:rPr>
        <w:t>.</w:t>
      </w:r>
      <w:r w:rsidR="0040090D" w:rsidRPr="0040090D">
        <w:rPr>
          <w:szCs w:val="28"/>
        </w:rPr>
        <w:t xml:space="preserve"> Установить </w:t>
      </w:r>
      <w:r w:rsidR="00AE7455">
        <w:rPr>
          <w:szCs w:val="28"/>
        </w:rPr>
        <w:t>ОБЩЕСТВУ С ОГРАНИЧЕННОЙ ОТВЕТСТВЕННОСТЬЮ «ВЕТЛУГАСЕРВИС» (ИНН 5209003147), г. Ветлуга Нижегородской области</w:t>
      </w:r>
      <w:r w:rsidR="0040090D" w:rsidRPr="0040090D">
        <w:rPr>
          <w:szCs w:val="28"/>
        </w:rPr>
        <w:t xml:space="preserve">, </w:t>
      </w:r>
      <w:r w:rsidR="00DE2B47" w:rsidRPr="00DE2B47">
        <w:rPr>
          <w:b/>
          <w:bCs/>
          <w:szCs w:val="28"/>
        </w:rPr>
        <w:t>тарифы</w:t>
      </w:r>
      <w:r w:rsidR="0040090D" w:rsidRPr="00DE2B47">
        <w:rPr>
          <w:b/>
          <w:bCs/>
          <w:szCs w:val="28"/>
        </w:rPr>
        <w:t xml:space="preserve"> в сфере холодного водоснабжения и водоотведения</w:t>
      </w:r>
      <w:r w:rsidR="0040090D" w:rsidRPr="0040090D">
        <w:rPr>
          <w:bCs/>
          <w:szCs w:val="28"/>
        </w:rPr>
        <w:t xml:space="preserve"> для потребителей </w:t>
      </w:r>
      <w:r w:rsidR="00AE7455">
        <w:rPr>
          <w:bCs/>
          <w:szCs w:val="28"/>
        </w:rPr>
        <w:t>Ветлужского</w:t>
      </w:r>
      <w:r w:rsidR="008D086D" w:rsidRPr="008D086D">
        <w:rPr>
          <w:bCs/>
          <w:szCs w:val="28"/>
        </w:rPr>
        <w:t xml:space="preserve"> муниципального </w:t>
      </w:r>
      <w:r w:rsidR="00AE7455">
        <w:rPr>
          <w:bCs/>
          <w:szCs w:val="28"/>
        </w:rPr>
        <w:t>района</w:t>
      </w:r>
      <w:r w:rsidR="008D086D" w:rsidRPr="008D086D">
        <w:rPr>
          <w:bCs/>
          <w:szCs w:val="28"/>
        </w:rPr>
        <w:t xml:space="preserve"> Нижегородской области </w:t>
      </w:r>
      <w:r w:rsidR="0040090D" w:rsidRPr="0040090D">
        <w:rPr>
          <w:szCs w:val="28"/>
        </w:rPr>
        <w:t>в следующих размерах:</w:t>
      </w:r>
    </w:p>
    <w:tbl>
      <w:tblPr>
        <w:tblW w:w="489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2553"/>
        <w:gridCol w:w="2124"/>
        <w:gridCol w:w="2265"/>
        <w:gridCol w:w="2269"/>
      </w:tblGrid>
      <w:tr w:rsidR="00AE7455" w:rsidRPr="00595745" w14:paraId="6CDEB8E4" w14:textId="39037D4E" w:rsidTr="00AE7455">
        <w:trPr>
          <w:trHeight w:val="204"/>
        </w:trPr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300BC" w14:textId="77777777" w:rsidR="00AE7455" w:rsidRPr="00595745" w:rsidRDefault="00AE7455" w:rsidP="00AE7455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595745">
              <w:rPr>
                <w:b/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595745">
              <w:rPr>
                <w:b/>
                <w:sz w:val="18"/>
                <w:szCs w:val="18"/>
                <w:lang w:eastAsia="en-US"/>
              </w:rPr>
              <w:t>п</w:t>
            </w:r>
            <w:proofErr w:type="gramEnd"/>
            <w:r w:rsidRPr="00595745">
              <w:rPr>
                <w:b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1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FF760" w14:textId="77777777" w:rsidR="00AE7455" w:rsidRPr="00595745" w:rsidRDefault="00AE7455" w:rsidP="00AE7455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595745">
              <w:rPr>
                <w:b/>
                <w:sz w:val="18"/>
                <w:szCs w:val="18"/>
                <w:lang w:eastAsia="en-US"/>
              </w:rPr>
              <w:t>Тарифы в сфере холодного водоснабжения</w:t>
            </w:r>
            <w:r>
              <w:rPr>
                <w:b/>
                <w:sz w:val="18"/>
                <w:szCs w:val="18"/>
                <w:lang w:eastAsia="en-US"/>
              </w:rPr>
              <w:t xml:space="preserve"> и водоотведения</w:t>
            </w:r>
          </w:p>
        </w:tc>
        <w:tc>
          <w:tcPr>
            <w:tcW w:w="3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ADFD8" w14:textId="71F96FA4" w:rsidR="00AE7455" w:rsidRPr="00595745" w:rsidRDefault="00AE7455" w:rsidP="00AE7455">
            <w:pPr>
              <w:jc w:val="center"/>
              <w:rPr>
                <w:b/>
                <w:sz w:val="20"/>
                <w:lang w:eastAsia="en-US"/>
              </w:rPr>
            </w:pPr>
            <w:r w:rsidRPr="00595745">
              <w:rPr>
                <w:b/>
                <w:sz w:val="20"/>
                <w:lang w:eastAsia="en-US"/>
              </w:rPr>
              <w:t>Периоды регулирования</w:t>
            </w:r>
          </w:p>
        </w:tc>
      </w:tr>
      <w:tr w:rsidR="00AE7455" w:rsidRPr="00595745" w14:paraId="7CDD9D1F" w14:textId="2E9A3863" w:rsidTr="00AE7455">
        <w:trPr>
          <w:trHeight w:val="109"/>
        </w:trPr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7FA57" w14:textId="77777777" w:rsidR="00AE7455" w:rsidRPr="00595745" w:rsidRDefault="00AE7455" w:rsidP="00AE7455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BAAA8" w14:textId="77777777" w:rsidR="00AE7455" w:rsidRPr="00595745" w:rsidRDefault="00AE7455" w:rsidP="00AE7455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BAB6" w14:textId="77777777" w:rsidR="00AE7455" w:rsidRPr="00595745" w:rsidRDefault="00AE7455" w:rsidP="00AE7455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595745">
              <w:rPr>
                <w:b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23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FC6A" w14:textId="4E93560C" w:rsidR="00AE7455" w:rsidRPr="00595745" w:rsidRDefault="00AE7455" w:rsidP="00AE7455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2021 год</w:t>
            </w:r>
          </w:p>
        </w:tc>
      </w:tr>
      <w:tr w:rsidR="00AE7455" w:rsidRPr="00595745" w14:paraId="42624A23" w14:textId="48ED4F2A" w:rsidTr="00AE7455">
        <w:trPr>
          <w:cantSplit/>
          <w:trHeight w:val="76"/>
        </w:trPr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1B9A0" w14:textId="77777777" w:rsidR="00AE7455" w:rsidRPr="00595745" w:rsidRDefault="00AE7455" w:rsidP="00AE7455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B29A2" w14:textId="77777777" w:rsidR="00AE7455" w:rsidRPr="00595745" w:rsidRDefault="00AE7455" w:rsidP="00AE7455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90505" w14:textId="15543980" w:rsidR="00AE7455" w:rsidRPr="00595745" w:rsidRDefault="00AE7455" w:rsidP="00AE7455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595745">
              <w:rPr>
                <w:b/>
                <w:sz w:val="18"/>
                <w:szCs w:val="18"/>
                <w:lang w:eastAsia="en-US"/>
              </w:rPr>
              <w:t xml:space="preserve">С 1 </w:t>
            </w:r>
            <w:r>
              <w:rPr>
                <w:b/>
                <w:sz w:val="18"/>
                <w:szCs w:val="18"/>
                <w:lang w:eastAsia="en-US"/>
              </w:rPr>
              <w:t xml:space="preserve">октября </w:t>
            </w:r>
            <w:r w:rsidRPr="00595745">
              <w:rPr>
                <w:b/>
                <w:sz w:val="18"/>
                <w:szCs w:val="18"/>
                <w:lang w:eastAsia="en-US"/>
              </w:rPr>
              <w:t>по 31 декабря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DEFA" w14:textId="495CCBE4" w:rsidR="00AE7455" w:rsidRPr="00AE7455" w:rsidRDefault="00AE7455" w:rsidP="00AE7455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AE7455">
              <w:rPr>
                <w:b/>
                <w:sz w:val="18"/>
                <w:szCs w:val="14"/>
              </w:rPr>
              <w:t xml:space="preserve">С 1 января по 30 июня 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2E462" w14:textId="0806B7E8" w:rsidR="00AE7455" w:rsidRPr="00AE7455" w:rsidRDefault="00AE7455" w:rsidP="00AE7455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AE7455">
              <w:rPr>
                <w:b/>
                <w:sz w:val="18"/>
                <w:szCs w:val="14"/>
              </w:rPr>
              <w:t xml:space="preserve">С 1 июля по 31 декабря </w:t>
            </w:r>
          </w:p>
        </w:tc>
      </w:tr>
      <w:tr w:rsidR="00AE7455" w:rsidRPr="00595745" w14:paraId="77C6DD1F" w14:textId="77777777" w:rsidTr="00AE7455">
        <w:trPr>
          <w:trHeight w:val="131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3BB1" w14:textId="4168EA01" w:rsidR="00AE7455" w:rsidRPr="00DE2B47" w:rsidRDefault="00AE7455" w:rsidP="00AE7455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47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4715" w14:textId="72F3B3DC" w:rsidR="00AE7455" w:rsidRPr="009C355C" w:rsidRDefault="00AE7455" w:rsidP="00AE7455">
            <w:pPr>
              <w:jc w:val="both"/>
              <w:rPr>
                <w:sz w:val="22"/>
                <w:szCs w:val="22"/>
              </w:rPr>
            </w:pPr>
            <w:r w:rsidRPr="004852FD">
              <w:rPr>
                <w:bCs/>
                <w:sz w:val="20"/>
              </w:rPr>
              <w:t>На территории Ветлужского муниципального района Нижегородской области</w:t>
            </w:r>
          </w:p>
        </w:tc>
      </w:tr>
      <w:tr w:rsidR="009B63D9" w:rsidRPr="00595745" w14:paraId="17E9DBB6" w14:textId="3100738C" w:rsidTr="009B63D9">
        <w:trPr>
          <w:trHeight w:val="131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2F8D4" w14:textId="70E60BCA" w:rsidR="009B63D9" w:rsidRPr="00DE2B47" w:rsidRDefault="009B63D9" w:rsidP="00AE7455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DE2B47">
              <w:rPr>
                <w:b/>
                <w:sz w:val="18"/>
                <w:szCs w:val="18"/>
                <w:lang w:eastAsia="en-US"/>
              </w:rPr>
              <w:t>1.</w:t>
            </w:r>
            <w:r>
              <w:rPr>
                <w:b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CE3C" w14:textId="77777777" w:rsidR="009B63D9" w:rsidRPr="00595745" w:rsidRDefault="009B63D9" w:rsidP="00AE7455">
            <w:pPr>
              <w:rPr>
                <w:noProof/>
                <w:sz w:val="20"/>
                <w:lang w:eastAsia="en-US"/>
              </w:rPr>
            </w:pPr>
            <w:r w:rsidRPr="00595745">
              <w:rPr>
                <w:sz w:val="20"/>
                <w:lang w:eastAsia="en-US"/>
              </w:rPr>
              <w:t>Питьевая вода, руб./м</w:t>
            </w:r>
            <w:r w:rsidRPr="00595745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498E2" w14:textId="7B771A91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42,78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62B33" w14:textId="23431B32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42,78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5D8391" w14:textId="60772401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bCs/>
                <w:iCs/>
                <w:sz w:val="20"/>
              </w:rPr>
              <w:t>43,98</w:t>
            </w:r>
          </w:p>
        </w:tc>
      </w:tr>
      <w:tr w:rsidR="009B63D9" w:rsidRPr="00595745" w14:paraId="39CF4E98" w14:textId="138D5D58" w:rsidTr="009B63D9">
        <w:trPr>
          <w:trHeight w:val="131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EA525" w14:textId="445F4602" w:rsidR="009B63D9" w:rsidRPr="00DE2B47" w:rsidRDefault="009B63D9" w:rsidP="00AE7455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1.</w:t>
            </w:r>
            <w:r w:rsidRPr="00DE2B47">
              <w:rPr>
                <w:b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22F9E" w14:textId="77777777" w:rsidR="009B63D9" w:rsidRPr="00595745" w:rsidRDefault="009B63D9" w:rsidP="00AE7455">
            <w:pPr>
              <w:rPr>
                <w:sz w:val="20"/>
                <w:vertAlign w:val="superscript"/>
                <w:lang w:eastAsia="en-US"/>
              </w:rPr>
            </w:pPr>
            <w:r w:rsidRPr="00595745">
              <w:rPr>
                <w:sz w:val="20"/>
                <w:lang w:eastAsia="en-US"/>
              </w:rPr>
              <w:t>Питьевая вода, руб./м</w:t>
            </w:r>
            <w:r w:rsidRPr="00595745">
              <w:rPr>
                <w:sz w:val="20"/>
                <w:vertAlign w:val="superscript"/>
                <w:lang w:eastAsia="en-US"/>
              </w:rPr>
              <w:t>3</w:t>
            </w:r>
          </w:p>
          <w:p w14:paraId="26599C90" w14:textId="77777777" w:rsidR="009B63D9" w:rsidRPr="00595745" w:rsidRDefault="009B63D9" w:rsidP="00AE7455">
            <w:pPr>
              <w:rPr>
                <w:noProof/>
                <w:sz w:val="22"/>
                <w:szCs w:val="22"/>
                <w:lang w:eastAsia="en-US"/>
              </w:rPr>
            </w:pPr>
            <w:r w:rsidRPr="00595745">
              <w:rPr>
                <w:noProof/>
                <w:sz w:val="20"/>
                <w:lang w:eastAsia="en-US"/>
              </w:rPr>
              <w:t>Население (с учетом НДС)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D80F49" w14:textId="3867964F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51,34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C88AD" w14:textId="78FE25EB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51,34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2C2A0" w14:textId="4901A4AD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bCs/>
                <w:iCs/>
                <w:sz w:val="20"/>
              </w:rPr>
              <w:t>52,78</w:t>
            </w:r>
          </w:p>
        </w:tc>
      </w:tr>
      <w:tr w:rsidR="009B63D9" w:rsidRPr="00595745" w14:paraId="2236E9AE" w14:textId="69313CCE" w:rsidTr="009B63D9">
        <w:trPr>
          <w:trHeight w:val="131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6E659" w14:textId="160D9DDC" w:rsidR="009B63D9" w:rsidRPr="00DE2B47" w:rsidRDefault="009B63D9" w:rsidP="00AE7455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1.</w:t>
            </w:r>
            <w:r w:rsidRPr="00DE2B47">
              <w:rPr>
                <w:b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FC8F6" w14:textId="77777777" w:rsidR="009B63D9" w:rsidRDefault="009B63D9" w:rsidP="00AE7455">
            <w:pPr>
              <w:rPr>
                <w:noProof/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Водоотведение, руб./м</w:t>
            </w:r>
            <w:r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8D5D09" w14:textId="3B0AB05C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26,06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4FB35" w14:textId="241C9DFA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26,06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F68C05" w14:textId="78E55084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26,81</w:t>
            </w:r>
          </w:p>
        </w:tc>
      </w:tr>
      <w:tr w:rsidR="009B63D9" w:rsidRPr="00595745" w14:paraId="50315FAF" w14:textId="2D6665D9" w:rsidTr="009B63D9">
        <w:trPr>
          <w:trHeight w:val="131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6FA9" w14:textId="236DC050" w:rsidR="009B63D9" w:rsidRPr="00DE2B47" w:rsidRDefault="009B63D9" w:rsidP="00AE7455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1.</w:t>
            </w:r>
            <w:r w:rsidRPr="00DE2B47">
              <w:rPr>
                <w:b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69C1" w14:textId="77777777" w:rsidR="009B63D9" w:rsidRDefault="009B63D9" w:rsidP="00AE7455">
            <w:pPr>
              <w:rPr>
                <w:sz w:val="20"/>
                <w:vertAlign w:val="superscript"/>
                <w:lang w:eastAsia="en-US"/>
              </w:rPr>
            </w:pPr>
            <w:r>
              <w:rPr>
                <w:sz w:val="20"/>
                <w:lang w:eastAsia="en-US"/>
              </w:rPr>
              <w:t>Водоотведение, руб./м</w:t>
            </w:r>
            <w:r>
              <w:rPr>
                <w:sz w:val="20"/>
                <w:vertAlign w:val="superscript"/>
                <w:lang w:eastAsia="en-US"/>
              </w:rPr>
              <w:t>3</w:t>
            </w:r>
          </w:p>
          <w:p w14:paraId="65F4F644" w14:textId="77777777" w:rsidR="009B63D9" w:rsidRDefault="009B63D9" w:rsidP="00AE7455">
            <w:pPr>
              <w:rPr>
                <w:noProof/>
                <w:sz w:val="20"/>
                <w:lang w:eastAsia="en-US"/>
              </w:rPr>
            </w:pPr>
            <w:r w:rsidRPr="002C636B">
              <w:rPr>
                <w:noProof/>
                <w:sz w:val="20"/>
                <w:lang w:eastAsia="en-US"/>
              </w:rPr>
              <w:t>Население (с учетом НДС)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9870F0" w14:textId="618A08A9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31,27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AA448" w14:textId="077B23A0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31,27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5DFAFE" w14:textId="1A1257A4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32,17</w:t>
            </w:r>
          </w:p>
        </w:tc>
      </w:tr>
      <w:tr w:rsidR="00AE7455" w:rsidRPr="009C355C" w14:paraId="491DF524" w14:textId="77777777" w:rsidTr="00AE7455">
        <w:trPr>
          <w:trHeight w:val="131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49D61" w14:textId="69771F1F" w:rsidR="00AE7455" w:rsidRPr="00DE2B47" w:rsidRDefault="00AE7455" w:rsidP="00AE7455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>2.</w:t>
            </w:r>
          </w:p>
        </w:tc>
        <w:tc>
          <w:tcPr>
            <w:tcW w:w="47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79DD" w14:textId="1BE684B3" w:rsidR="00AE7455" w:rsidRPr="009C355C" w:rsidRDefault="00AE7455" w:rsidP="00AE7455">
            <w:pPr>
              <w:jc w:val="both"/>
              <w:rPr>
                <w:sz w:val="22"/>
                <w:szCs w:val="22"/>
              </w:rPr>
            </w:pPr>
            <w:proofErr w:type="gramStart"/>
            <w:r w:rsidRPr="004852FD">
              <w:rPr>
                <w:bCs/>
                <w:sz w:val="20"/>
              </w:rPr>
              <w:t xml:space="preserve">На территории г. Ветлуга Нижегородской области (дома №№ 71, 73, 75, 75а, 77, 77а, 78а, 78б, 80, 82, 84, 86, 88, 90, 92, 94, 96 по ул. Горького; дома №№ 2, 3, с 5 по 14, 16, 19, 7а, с 20 по 24 на территории ГОСУДАРСТВЕННОГО БЮДЖЕТНОГО ПРОФЕССИОНАЛЬНОГО ОБРАЗОВАТЕЛЬНОГО УЧРЕЖДЕНИЯ «ВЕТЛУЖСКИЙ ЛЕСОАГРОТЕХНИЧЕСКИЙ ТЕХНИКУМ», д. </w:t>
            </w:r>
            <w:proofErr w:type="spellStart"/>
            <w:r w:rsidRPr="004852FD">
              <w:rPr>
                <w:bCs/>
                <w:sz w:val="20"/>
              </w:rPr>
              <w:t>Крутцы</w:t>
            </w:r>
            <w:proofErr w:type="spellEnd"/>
            <w:r w:rsidRPr="004852FD">
              <w:rPr>
                <w:bCs/>
                <w:sz w:val="20"/>
              </w:rPr>
              <w:t xml:space="preserve"> Ветлужского муниципального района Нижегородской области)</w:t>
            </w:r>
            <w:proofErr w:type="gramEnd"/>
          </w:p>
        </w:tc>
      </w:tr>
      <w:tr w:rsidR="009B63D9" w:rsidRPr="009C355C" w14:paraId="42C8709A" w14:textId="77777777" w:rsidTr="009B63D9">
        <w:trPr>
          <w:trHeight w:val="131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2489C" w14:textId="1A3257D0" w:rsidR="009B63D9" w:rsidRPr="00DE2B47" w:rsidRDefault="009B63D9" w:rsidP="00AE7455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</w:t>
            </w:r>
            <w:r w:rsidRPr="00DE2B47">
              <w:rPr>
                <w:b/>
                <w:sz w:val="18"/>
                <w:szCs w:val="18"/>
                <w:lang w:eastAsia="en-US"/>
              </w:rPr>
              <w:t>.</w:t>
            </w:r>
            <w:r>
              <w:rPr>
                <w:b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85D0A" w14:textId="77777777" w:rsidR="009B63D9" w:rsidRPr="00595745" w:rsidRDefault="009B63D9" w:rsidP="00AE7455">
            <w:pPr>
              <w:rPr>
                <w:noProof/>
                <w:sz w:val="20"/>
                <w:lang w:eastAsia="en-US"/>
              </w:rPr>
            </w:pPr>
            <w:r w:rsidRPr="00595745">
              <w:rPr>
                <w:sz w:val="20"/>
                <w:lang w:eastAsia="en-US"/>
              </w:rPr>
              <w:t>Питьевая вода, руб./м</w:t>
            </w:r>
            <w:r w:rsidRPr="00595745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D636B4" w14:textId="4F6689C2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36,90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FD6AC9" w14:textId="2BBFC0FA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36,90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6813B" w14:textId="765B0711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38,03</w:t>
            </w:r>
          </w:p>
        </w:tc>
      </w:tr>
      <w:tr w:rsidR="009B63D9" w:rsidRPr="009C355C" w14:paraId="750BF5AC" w14:textId="77777777" w:rsidTr="009B63D9">
        <w:trPr>
          <w:trHeight w:val="131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49851" w14:textId="25493BBC" w:rsidR="009B63D9" w:rsidRPr="00DE2B47" w:rsidRDefault="009B63D9" w:rsidP="00AE7455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2.</w:t>
            </w:r>
            <w:r w:rsidRPr="00DE2B47">
              <w:rPr>
                <w:b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2322" w14:textId="77777777" w:rsidR="009B63D9" w:rsidRPr="00595745" w:rsidRDefault="009B63D9" w:rsidP="00AE7455">
            <w:pPr>
              <w:rPr>
                <w:sz w:val="20"/>
                <w:vertAlign w:val="superscript"/>
                <w:lang w:eastAsia="en-US"/>
              </w:rPr>
            </w:pPr>
            <w:r w:rsidRPr="00595745">
              <w:rPr>
                <w:sz w:val="20"/>
                <w:lang w:eastAsia="en-US"/>
              </w:rPr>
              <w:t>Питьевая вода, руб./м</w:t>
            </w:r>
            <w:r w:rsidRPr="00595745">
              <w:rPr>
                <w:sz w:val="20"/>
                <w:vertAlign w:val="superscript"/>
                <w:lang w:eastAsia="en-US"/>
              </w:rPr>
              <w:t>3</w:t>
            </w:r>
          </w:p>
          <w:p w14:paraId="44E4A2AC" w14:textId="77777777" w:rsidR="009B63D9" w:rsidRPr="00595745" w:rsidRDefault="009B63D9" w:rsidP="00AE7455">
            <w:pPr>
              <w:rPr>
                <w:noProof/>
                <w:sz w:val="22"/>
                <w:szCs w:val="22"/>
                <w:lang w:eastAsia="en-US"/>
              </w:rPr>
            </w:pPr>
            <w:r w:rsidRPr="00595745">
              <w:rPr>
                <w:noProof/>
                <w:sz w:val="20"/>
                <w:lang w:eastAsia="en-US"/>
              </w:rPr>
              <w:t>Население (с учетом НДС)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4179BA" w14:textId="2332D5F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44,28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794DB" w14:textId="7047271D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44,28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468FEA" w14:textId="74B48130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45,64</w:t>
            </w:r>
          </w:p>
        </w:tc>
      </w:tr>
      <w:tr w:rsidR="009B63D9" w:rsidRPr="009C355C" w14:paraId="1EC9ADB4" w14:textId="77777777" w:rsidTr="009B63D9">
        <w:trPr>
          <w:trHeight w:val="131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B673" w14:textId="66D84BD7" w:rsidR="009B63D9" w:rsidRPr="00DE2B47" w:rsidRDefault="009B63D9" w:rsidP="00AE7455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2.</w:t>
            </w:r>
            <w:r w:rsidRPr="00DE2B47">
              <w:rPr>
                <w:b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05A6E" w14:textId="2A225D99" w:rsidR="009B63D9" w:rsidRDefault="009B63D9" w:rsidP="00AE7455">
            <w:pPr>
              <w:rPr>
                <w:noProof/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Водоотведение </w:t>
            </w:r>
            <w:r w:rsidRPr="004852FD">
              <w:rPr>
                <w:sz w:val="20"/>
              </w:rPr>
              <w:t xml:space="preserve">(без </w:t>
            </w:r>
            <w:r>
              <w:rPr>
                <w:sz w:val="20"/>
              </w:rPr>
              <w:t>учета очистки сточных вод)</w:t>
            </w:r>
            <w:r>
              <w:rPr>
                <w:sz w:val="20"/>
                <w:lang w:eastAsia="en-US"/>
              </w:rPr>
              <w:t>, руб./м</w:t>
            </w:r>
            <w:r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AA0314" w14:textId="71A4EA9F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16,51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4FD4B" w14:textId="5EC9C4E1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16,51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B5F6CB" w14:textId="7D92D3F6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16,71</w:t>
            </w:r>
          </w:p>
        </w:tc>
      </w:tr>
      <w:tr w:rsidR="009B63D9" w:rsidRPr="009C355C" w14:paraId="3EAB0FC3" w14:textId="77777777" w:rsidTr="009B63D9">
        <w:trPr>
          <w:trHeight w:val="131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991B5" w14:textId="126741A3" w:rsidR="009B63D9" w:rsidRPr="00DE2B47" w:rsidRDefault="009B63D9" w:rsidP="00AE7455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2.</w:t>
            </w:r>
            <w:r w:rsidRPr="00DE2B47">
              <w:rPr>
                <w:b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92E4" w14:textId="335FA8B1" w:rsidR="009B63D9" w:rsidRDefault="009B63D9" w:rsidP="00AE7455">
            <w:pPr>
              <w:rPr>
                <w:sz w:val="20"/>
                <w:vertAlign w:val="superscript"/>
                <w:lang w:eastAsia="en-US"/>
              </w:rPr>
            </w:pPr>
            <w:r>
              <w:rPr>
                <w:sz w:val="20"/>
                <w:lang w:eastAsia="en-US"/>
              </w:rPr>
              <w:t xml:space="preserve">Водоотведение </w:t>
            </w:r>
            <w:r w:rsidRPr="004852FD">
              <w:rPr>
                <w:sz w:val="20"/>
              </w:rPr>
              <w:t>(без учета очистки сточных вод),</w:t>
            </w:r>
            <w:r>
              <w:rPr>
                <w:sz w:val="20"/>
                <w:lang w:eastAsia="en-US"/>
              </w:rPr>
              <w:t xml:space="preserve"> руб./м</w:t>
            </w:r>
            <w:r>
              <w:rPr>
                <w:sz w:val="20"/>
                <w:vertAlign w:val="superscript"/>
                <w:lang w:eastAsia="en-US"/>
              </w:rPr>
              <w:t>3</w:t>
            </w:r>
          </w:p>
          <w:p w14:paraId="11CAE8E8" w14:textId="77777777" w:rsidR="009B63D9" w:rsidRDefault="009B63D9" w:rsidP="00AE7455">
            <w:pPr>
              <w:rPr>
                <w:noProof/>
                <w:sz w:val="20"/>
                <w:lang w:eastAsia="en-US"/>
              </w:rPr>
            </w:pPr>
            <w:r w:rsidRPr="002C636B">
              <w:rPr>
                <w:noProof/>
                <w:sz w:val="20"/>
                <w:lang w:eastAsia="en-US"/>
              </w:rPr>
              <w:t>Население (с учетом НДС)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55C8FA" w14:textId="627E5D50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19,81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0BEE3E" w14:textId="24CEB39C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19,81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BFAF0A" w14:textId="28CD3094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20,05</w:t>
            </w:r>
          </w:p>
        </w:tc>
      </w:tr>
    </w:tbl>
    <w:p w14:paraId="03D4026C" w14:textId="72E0C217" w:rsidR="004D282A" w:rsidRDefault="00460107" w:rsidP="004D282A">
      <w:pPr>
        <w:spacing w:line="276" w:lineRule="auto"/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40090D" w:rsidRPr="0040090D">
        <w:rPr>
          <w:b/>
          <w:szCs w:val="28"/>
        </w:rPr>
        <w:t>.</w:t>
      </w:r>
      <w:r w:rsidR="00DE2B47">
        <w:rPr>
          <w:szCs w:val="28"/>
        </w:rPr>
        <w:t xml:space="preserve"> Утвердить производственные</w:t>
      </w:r>
      <w:r w:rsidR="0040090D" w:rsidRPr="0040090D">
        <w:rPr>
          <w:szCs w:val="28"/>
        </w:rPr>
        <w:t xml:space="preserve"> программ</w:t>
      </w:r>
      <w:r w:rsidR="00DE2B47">
        <w:rPr>
          <w:szCs w:val="28"/>
        </w:rPr>
        <w:t>ы</w:t>
      </w:r>
      <w:r w:rsidR="0040090D" w:rsidRPr="0040090D">
        <w:rPr>
          <w:szCs w:val="28"/>
        </w:rPr>
        <w:t xml:space="preserve"> </w:t>
      </w:r>
      <w:r w:rsidR="004D282A">
        <w:rPr>
          <w:szCs w:val="28"/>
        </w:rPr>
        <w:t xml:space="preserve">ОБЩЕСТВА С ОГРАНИЧЕННОЙ ОТВЕТСТВЕННОСТЬЮ «ВЕТЛУГАСЕРВИС» </w:t>
      </w:r>
      <w:r w:rsidR="004D282A">
        <w:rPr>
          <w:szCs w:val="28"/>
        </w:rPr>
        <w:br/>
        <w:t>(ИНН 5209003147), г. Ветлуга Нижегородской области</w:t>
      </w:r>
      <w:r w:rsidR="0040090D" w:rsidRPr="0040090D">
        <w:rPr>
          <w:szCs w:val="28"/>
        </w:rPr>
        <w:t>, в сфере холодного водоснабжения</w:t>
      </w:r>
      <w:r w:rsidR="0040090D" w:rsidRPr="0040090D">
        <w:rPr>
          <w:bCs/>
          <w:szCs w:val="28"/>
        </w:rPr>
        <w:t xml:space="preserve"> и водоотведения</w:t>
      </w:r>
      <w:r w:rsidR="0040090D" w:rsidRPr="0040090D">
        <w:rPr>
          <w:szCs w:val="28"/>
        </w:rPr>
        <w:t xml:space="preserve"> согласно Приложени</w:t>
      </w:r>
      <w:r w:rsidR="008D086D">
        <w:rPr>
          <w:szCs w:val="28"/>
        </w:rPr>
        <w:t xml:space="preserve">ям </w:t>
      </w:r>
      <w:r w:rsidR="004D282A">
        <w:rPr>
          <w:szCs w:val="28"/>
        </w:rPr>
        <w:t>1, 2</w:t>
      </w:r>
      <w:r w:rsidR="0040090D" w:rsidRPr="0040090D">
        <w:rPr>
          <w:szCs w:val="28"/>
        </w:rPr>
        <w:t xml:space="preserve"> к настоящему решению.</w:t>
      </w:r>
    </w:p>
    <w:p w14:paraId="62E234D2" w14:textId="3F278DCD" w:rsidR="004D282A" w:rsidRDefault="00460107" w:rsidP="004D282A">
      <w:pPr>
        <w:spacing w:line="276" w:lineRule="auto"/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8D086D" w:rsidRPr="008D086D">
        <w:rPr>
          <w:b/>
          <w:szCs w:val="28"/>
        </w:rPr>
        <w:t>.</w:t>
      </w:r>
      <w:r w:rsidR="008D086D" w:rsidRPr="008D086D">
        <w:rPr>
          <w:szCs w:val="28"/>
        </w:rPr>
        <w:t xml:space="preserve"> </w:t>
      </w:r>
      <w:r w:rsidR="004D282A">
        <w:rPr>
          <w:szCs w:val="28"/>
        </w:rPr>
        <w:t>ОБЩЕСТВО С ОГРАНИЧЕННОЙ ОТВЕТСТВЕННОСТЬЮ «ВЕТЛУГАСЕРВИС» (ИНН 5209003147), г. Ветлуга Нижегородской области</w:t>
      </w:r>
      <w:r w:rsidR="008D086D" w:rsidRPr="008D086D">
        <w:rPr>
          <w:noProof/>
          <w:szCs w:val="28"/>
        </w:rPr>
        <w:t xml:space="preserve">, </w:t>
      </w:r>
      <w:proofErr w:type="gramStart"/>
      <w:r w:rsidR="004D282A">
        <w:rPr>
          <w:szCs w:val="28"/>
        </w:rPr>
        <w:t>применяет общий режим налогообложения и является</w:t>
      </w:r>
      <w:proofErr w:type="gramEnd"/>
      <w:r w:rsidR="004D282A">
        <w:rPr>
          <w:szCs w:val="28"/>
        </w:rPr>
        <w:t xml:space="preserve"> плательщиком НДС.</w:t>
      </w:r>
    </w:p>
    <w:p w14:paraId="3E9DDD82" w14:textId="77777777" w:rsidR="008D086D" w:rsidRPr="008D086D" w:rsidRDefault="008D086D" w:rsidP="008D086D">
      <w:pPr>
        <w:autoSpaceDE w:val="0"/>
        <w:autoSpaceDN w:val="0"/>
        <w:adjustRightInd w:val="0"/>
        <w:spacing w:line="276" w:lineRule="auto"/>
        <w:ind w:firstLine="720"/>
        <w:jc w:val="both"/>
        <w:rPr>
          <w:noProof/>
          <w:szCs w:val="28"/>
        </w:rPr>
      </w:pPr>
      <w:r w:rsidRPr="008D086D">
        <w:rPr>
          <w:noProof/>
          <w:szCs w:val="28"/>
        </w:rPr>
        <w:t xml:space="preserve">Расходы, учтенные при формировании </w:t>
      </w:r>
      <w:hyperlink r:id="rId13" w:history="1">
        <w:r w:rsidRPr="008D086D">
          <w:rPr>
            <w:noProof/>
            <w:szCs w:val="28"/>
          </w:rPr>
          <w:t>тарифов</w:t>
        </w:r>
      </w:hyperlink>
      <w:r w:rsidRPr="008D086D">
        <w:rPr>
          <w:noProof/>
          <w:szCs w:val="28"/>
        </w:rPr>
        <w:t>, 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14:paraId="49479D8A" w14:textId="6EF31FE5" w:rsidR="008D086D" w:rsidRDefault="00460107" w:rsidP="008D086D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="Calibri"/>
          <w:szCs w:val="28"/>
        </w:rPr>
      </w:pPr>
      <w:r>
        <w:rPr>
          <w:rFonts w:eastAsia="Calibri"/>
          <w:b/>
          <w:szCs w:val="28"/>
        </w:rPr>
        <w:t>4</w:t>
      </w:r>
      <w:r w:rsidR="008D086D" w:rsidRPr="008D086D">
        <w:rPr>
          <w:rFonts w:eastAsia="Calibri"/>
          <w:b/>
          <w:szCs w:val="28"/>
        </w:rPr>
        <w:t>.</w:t>
      </w:r>
      <w:r w:rsidR="008D086D" w:rsidRPr="008D086D">
        <w:rPr>
          <w:rFonts w:eastAsia="Calibri"/>
          <w:szCs w:val="28"/>
        </w:rPr>
        <w:t xml:space="preserve"> </w:t>
      </w:r>
      <w:proofErr w:type="gramStart"/>
      <w:r w:rsidR="008D086D" w:rsidRPr="008D086D">
        <w:rPr>
          <w:rFonts w:eastAsia="Calibri"/>
          <w:bCs/>
          <w:szCs w:val="28"/>
        </w:rPr>
        <w:t xml:space="preserve">В связи с изменением в течение периода регулирования системы налогообложения </w:t>
      </w:r>
      <w:r w:rsidR="004D282A">
        <w:rPr>
          <w:szCs w:val="28"/>
        </w:rPr>
        <w:t>ОБЩЕСТВА С ОГРАНИЧЕННОЙ ОТВЕТСТВЕННОСТЬЮ «ВЕТЛУГАСЕРВИС» (ИНН 5209003147), г. Ветлуга Нижегородской области</w:t>
      </w:r>
      <w:r w:rsidR="008D086D" w:rsidRPr="008D086D">
        <w:rPr>
          <w:rFonts w:eastAsia="Calibri"/>
          <w:szCs w:val="28"/>
        </w:rPr>
        <w:t xml:space="preserve">, и на основании </w:t>
      </w:r>
      <w:hyperlink r:id="rId14" w:history="1">
        <w:r w:rsidR="008D086D" w:rsidRPr="008D086D">
          <w:rPr>
            <w:rFonts w:eastAsia="Calibri"/>
            <w:szCs w:val="28"/>
          </w:rPr>
          <w:t>пункта 9</w:t>
        </w:r>
      </w:hyperlink>
      <w:r w:rsidR="008D086D" w:rsidRPr="008D086D">
        <w:rPr>
          <w:rFonts w:eastAsia="Calibri"/>
          <w:szCs w:val="28"/>
        </w:rPr>
        <w:t xml:space="preserve"> Правил регулирования тарифов в сфере водоснабжения и водоотведения, утвержденных постановлением Правительства Российской Федерации от 13 мая 2013 г. № 406, тарифы, установленные </w:t>
      </w:r>
      <w:hyperlink r:id="rId15" w:history="1">
        <w:r w:rsidR="008D086D" w:rsidRPr="008D086D">
          <w:rPr>
            <w:rFonts w:eastAsia="Calibri"/>
            <w:szCs w:val="28"/>
          </w:rPr>
          <w:t>пунктом 2</w:t>
        </w:r>
      </w:hyperlink>
      <w:r w:rsidR="008D086D" w:rsidRPr="008D086D">
        <w:rPr>
          <w:rFonts w:eastAsia="Calibri"/>
          <w:szCs w:val="28"/>
        </w:rPr>
        <w:t xml:space="preserve"> настоящего решения, действуют с 1 </w:t>
      </w:r>
      <w:r w:rsidR="004D282A">
        <w:rPr>
          <w:rFonts w:eastAsia="Calibri"/>
          <w:szCs w:val="28"/>
        </w:rPr>
        <w:t>октября 2020 г.</w:t>
      </w:r>
      <w:r w:rsidR="008D086D" w:rsidRPr="008D086D">
        <w:rPr>
          <w:rFonts w:eastAsia="Calibri"/>
          <w:szCs w:val="28"/>
        </w:rPr>
        <w:t xml:space="preserve"> по 31 декабря</w:t>
      </w:r>
      <w:proofErr w:type="gramEnd"/>
      <w:r w:rsidR="008D086D" w:rsidRPr="008D086D">
        <w:rPr>
          <w:rFonts w:eastAsia="Calibri"/>
          <w:szCs w:val="28"/>
        </w:rPr>
        <w:t xml:space="preserve"> 202</w:t>
      </w:r>
      <w:r w:rsidR="004D282A">
        <w:rPr>
          <w:rFonts w:eastAsia="Calibri"/>
          <w:szCs w:val="28"/>
        </w:rPr>
        <w:t>1</w:t>
      </w:r>
      <w:r w:rsidR="008D086D" w:rsidRPr="008D086D">
        <w:rPr>
          <w:rFonts w:eastAsia="Calibri"/>
          <w:szCs w:val="28"/>
        </w:rPr>
        <w:t xml:space="preserve"> г. включительно.</w:t>
      </w:r>
    </w:p>
    <w:p w14:paraId="1282D246" w14:textId="77777777" w:rsidR="00DD2235" w:rsidRDefault="00DD2235" w:rsidP="00DE2B47">
      <w:pPr>
        <w:tabs>
          <w:tab w:val="left" w:pos="1897"/>
        </w:tabs>
        <w:rPr>
          <w:noProof/>
        </w:rPr>
      </w:pPr>
    </w:p>
    <w:p w14:paraId="3FC970B7" w14:textId="77777777" w:rsidR="00DD2235" w:rsidRDefault="00DD2235" w:rsidP="00DE2B47">
      <w:pPr>
        <w:tabs>
          <w:tab w:val="left" w:pos="1897"/>
        </w:tabs>
        <w:rPr>
          <w:noProof/>
        </w:rPr>
      </w:pPr>
    </w:p>
    <w:p w14:paraId="2DF5F98B" w14:textId="77777777" w:rsidR="00EC50B3" w:rsidRDefault="00EC50B3" w:rsidP="00DE2B47">
      <w:pPr>
        <w:tabs>
          <w:tab w:val="left" w:pos="1897"/>
        </w:tabs>
        <w:rPr>
          <w:noProof/>
        </w:rPr>
      </w:pPr>
    </w:p>
    <w:p w14:paraId="507313E6" w14:textId="77777777" w:rsidR="003F7CA5" w:rsidRPr="003F7CA5" w:rsidRDefault="00AE68DF" w:rsidP="003F7CA5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</w:t>
      </w:r>
      <w:r w:rsidR="003F7CA5" w:rsidRPr="003F7CA5">
        <w:rPr>
          <w:szCs w:val="28"/>
        </w:rPr>
        <w:t>уководител</w:t>
      </w:r>
      <w:r>
        <w:rPr>
          <w:szCs w:val="28"/>
        </w:rPr>
        <w:t>ь</w:t>
      </w:r>
      <w:r w:rsidR="004F407E">
        <w:rPr>
          <w:szCs w:val="28"/>
        </w:rPr>
        <w:t xml:space="preserve"> службы</w:t>
      </w:r>
      <w:r w:rsidR="004F407E">
        <w:rPr>
          <w:szCs w:val="28"/>
        </w:rPr>
        <w:tab/>
      </w:r>
      <w:r w:rsidR="004F407E">
        <w:rPr>
          <w:szCs w:val="28"/>
        </w:rPr>
        <w:tab/>
      </w:r>
      <w:r w:rsidR="004F407E">
        <w:rPr>
          <w:szCs w:val="28"/>
        </w:rPr>
        <w:tab/>
      </w:r>
      <w:r w:rsidR="004F407E">
        <w:rPr>
          <w:szCs w:val="28"/>
        </w:rPr>
        <w:tab/>
      </w:r>
      <w:r w:rsidR="004F407E">
        <w:rPr>
          <w:szCs w:val="28"/>
        </w:rPr>
        <w:tab/>
      </w:r>
      <w:r w:rsidR="004F407E">
        <w:rPr>
          <w:szCs w:val="28"/>
        </w:rPr>
        <w:tab/>
      </w:r>
      <w:r w:rsidR="004F407E">
        <w:rPr>
          <w:szCs w:val="28"/>
        </w:rPr>
        <w:tab/>
        <w:t xml:space="preserve"> </w:t>
      </w:r>
      <w:r>
        <w:rPr>
          <w:szCs w:val="28"/>
        </w:rPr>
        <w:t xml:space="preserve">          </w:t>
      </w:r>
      <w:proofErr w:type="spellStart"/>
      <w:r w:rsidR="004F407E">
        <w:rPr>
          <w:szCs w:val="28"/>
        </w:rPr>
        <w:t>Ю.Л.Алешина</w:t>
      </w:r>
      <w:proofErr w:type="spellEnd"/>
    </w:p>
    <w:p w14:paraId="69CF468E" w14:textId="77777777" w:rsidR="008516A1" w:rsidRDefault="008516A1" w:rsidP="006B717F">
      <w:pPr>
        <w:spacing w:line="276" w:lineRule="auto"/>
        <w:rPr>
          <w:szCs w:val="28"/>
        </w:rPr>
      </w:pPr>
    </w:p>
    <w:p w14:paraId="4FD293EC" w14:textId="77777777" w:rsidR="008516A1" w:rsidRDefault="008516A1" w:rsidP="006B717F">
      <w:pPr>
        <w:spacing w:line="276" w:lineRule="auto"/>
        <w:rPr>
          <w:szCs w:val="28"/>
        </w:rPr>
      </w:pPr>
    </w:p>
    <w:p w14:paraId="4F83CE36" w14:textId="77777777" w:rsidR="00DD2235" w:rsidRDefault="00DD2235" w:rsidP="006B717F">
      <w:pPr>
        <w:spacing w:line="276" w:lineRule="auto"/>
        <w:rPr>
          <w:szCs w:val="28"/>
        </w:rPr>
      </w:pPr>
    </w:p>
    <w:p w14:paraId="001B8111" w14:textId="77777777" w:rsidR="00460107" w:rsidRDefault="00460107" w:rsidP="006B717F">
      <w:pPr>
        <w:spacing w:line="276" w:lineRule="auto"/>
        <w:rPr>
          <w:szCs w:val="28"/>
        </w:rPr>
      </w:pPr>
    </w:p>
    <w:p w14:paraId="3A3319CE" w14:textId="77777777" w:rsidR="00460107" w:rsidRDefault="00460107" w:rsidP="006B717F">
      <w:pPr>
        <w:spacing w:line="276" w:lineRule="auto"/>
        <w:rPr>
          <w:szCs w:val="28"/>
        </w:rPr>
      </w:pPr>
    </w:p>
    <w:p w14:paraId="5571C941" w14:textId="77777777" w:rsidR="00460107" w:rsidRDefault="00460107" w:rsidP="006B717F">
      <w:pPr>
        <w:spacing w:line="276" w:lineRule="auto"/>
        <w:rPr>
          <w:szCs w:val="28"/>
        </w:rPr>
      </w:pPr>
    </w:p>
    <w:p w14:paraId="0942AD8A" w14:textId="77777777" w:rsidR="00460107" w:rsidRDefault="00460107" w:rsidP="006B717F">
      <w:pPr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06DC" w14:paraId="0B4C7BAB" w14:textId="77777777" w:rsidTr="00003C40">
        <w:trPr>
          <w:gridAfter w:val="1"/>
          <w:wAfter w:w="11" w:type="dxa"/>
        </w:trPr>
        <w:tc>
          <w:tcPr>
            <w:tcW w:w="528" w:type="dxa"/>
          </w:tcPr>
          <w:p w14:paraId="0E8AD3D3" w14:textId="77777777"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14:paraId="7EECEFD5" w14:textId="77777777"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14:paraId="62B9C8B2" w14:textId="77777777" w:rsidR="005C06DC" w:rsidRDefault="001404BA" w:rsidP="00C12B10">
            <w:pPr>
              <w:spacing w:line="276" w:lineRule="auto"/>
              <w:ind w:left="3552"/>
              <w:jc w:val="center"/>
            </w:pPr>
            <w:r>
              <w:t>П</w:t>
            </w:r>
            <w:r w:rsidR="00E81283">
              <w:t xml:space="preserve">РИЛОЖЕНИЕ </w:t>
            </w:r>
            <w:r w:rsidR="00DE2B47">
              <w:t>1</w:t>
            </w:r>
          </w:p>
          <w:p w14:paraId="0C553A7F" w14:textId="77777777" w:rsidR="005C06DC" w:rsidRDefault="005C06DC" w:rsidP="00EC50B3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14:paraId="3CB1C7D8" w14:textId="4CBAD298" w:rsidR="005C06DC" w:rsidRPr="00CB1B90" w:rsidRDefault="005C06DC" w:rsidP="004D282A">
            <w:pPr>
              <w:ind w:left="3552"/>
              <w:jc w:val="center"/>
              <w:rPr>
                <w:lang w:val="en-US"/>
              </w:rPr>
            </w:pPr>
            <w:r w:rsidRPr="00D74902">
              <w:t>от</w:t>
            </w:r>
            <w:r w:rsidR="0040090D">
              <w:t xml:space="preserve"> </w:t>
            </w:r>
            <w:r w:rsidR="004D282A">
              <w:t>11 сентября</w:t>
            </w:r>
            <w:r w:rsidRPr="00D74902">
              <w:t xml:space="preserve"> </w:t>
            </w:r>
            <w:r w:rsidR="008D086D">
              <w:t>2020</w:t>
            </w:r>
            <w:r w:rsidR="004F407E">
              <w:t xml:space="preserve"> </w:t>
            </w:r>
            <w:r w:rsidR="00CC03DF">
              <w:t>г.</w:t>
            </w:r>
            <w:r w:rsidRPr="00D74902">
              <w:t xml:space="preserve"> №</w:t>
            </w:r>
            <w:r w:rsidR="006B0802" w:rsidRPr="00D74902">
              <w:t xml:space="preserve"> </w:t>
            </w:r>
            <w:r w:rsidR="008310E4">
              <w:t>34/1</w:t>
            </w:r>
          </w:p>
        </w:tc>
      </w:tr>
      <w:tr w:rsidR="00AB760E" w:rsidRPr="006161EA" w14:paraId="7992E0C2" w14:textId="77777777" w:rsidTr="00003C40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14:paraId="10310C91" w14:textId="77777777" w:rsidR="00AB760E" w:rsidRDefault="00AB760E" w:rsidP="006D782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14:paraId="44BBC80E" w14:textId="77777777" w:rsidR="00E64FF3" w:rsidRPr="00E64FF3" w:rsidRDefault="00E64FF3" w:rsidP="00E64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64FF3">
              <w:rPr>
                <w:b/>
                <w:sz w:val="24"/>
                <w:szCs w:val="24"/>
              </w:rPr>
              <w:t>ПРОИЗВОДСТВЕННАЯ ПРОГРАММА</w:t>
            </w:r>
          </w:p>
          <w:p w14:paraId="72F68F75" w14:textId="77777777" w:rsidR="00B10801" w:rsidRDefault="00E64FF3" w:rsidP="00E64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E64FF3">
              <w:rPr>
                <w:b/>
                <w:sz w:val="24"/>
                <w:szCs w:val="24"/>
              </w:rPr>
              <w:t>ПО ОКАЗАНИЮ УСЛУГ ХОЛОДНОГО ВОДОСНАБЖЕНИЯ</w:t>
            </w:r>
            <w:r w:rsidRPr="00E64FF3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  <w:p w14:paraId="77EA7B8E" w14:textId="77777777" w:rsidR="00E64FF3" w:rsidRPr="00B6104E" w:rsidRDefault="00E64FF3" w:rsidP="00C41BE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14:paraId="5740726B" w14:textId="44AD8975" w:rsidR="00425357" w:rsidRDefault="00294185" w:rsidP="00425357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8D53C9">
        <w:rPr>
          <w:bCs/>
          <w:sz w:val="24"/>
          <w:szCs w:val="24"/>
        </w:rPr>
        <w:t>Период реализации пр</w:t>
      </w:r>
      <w:r w:rsidR="004D282A">
        <w:rPr>
          <w:bCs/>
          <w:sz w:val="24"/>
          <w:szCs w:val="24"/>
        </w:rPr>
        <w:t>оизводственной программы с 01.10</w:t>
      </w:r>
      <w:r>
        <w:rPr>
          <w:bCs/>
          <w:sz w:val="24"/>
          <w:szCs w:val="24"/>
        </w:rPr>
        <w:t xml:space="preserve">.2020 </w:t>
      </w:r>
      <w:r w:rsidRPr="008D53C9">
        <w:rPr>
          <w:bCs/>
          <w:sz w:val="24"/>
          <w:szCs w:val="24"/>
        </w:rPr>
        <w:t xml:space="preserve">г.  </w:t>
      </w:r>
      <w:r w:rsidRPr="002B7DA1">
        <w:rPr>
          <w:bCs/>
          <w:sz w:val="24"/>
          <w:szCs w:val="24"/>
        </w:rPr>
        <w:t>по 31.12.202</w:t>
      </w:r>
      <w:r w:rsidR="004D282A">
        <w:rPr>
          <w:bCs/>
          <w:sz w:val="24"/>
          <w:szCs w:val="24"/>
        </w:rPr>
        <w:t>1</w:t>
      </w:r>
      <w:r w:rsidRPr="008D53C9">
        <w:rPr>
          <w:bCs/>
          <w:sz w:val="24"/>
          <w:szCs w:val="24"/>
        </w:rPr>
        <w:t xml:space="preserve"> г.</w:t>
      </w:r>
    </w:p>
    <w:p w14:paraId="7160EDFA" w14:textId="77777777" w:rsidR="008D086D" w:rsidRDefault="008D086D" w:rsidP="00810017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</w:p>
    <w:tbl>
      <w:tblPr>
        <w:tblW w:w="1061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3"/>
        <w:gridCol w:w="22"/>
        <w:gridCol w:w="1340"/>
        <w:gridCol w:w="404"/>
        <w:gridCol w:w="43"/>
        <w:gridCol w:w="1638"/>
        <w:gridCol w:w="64"/>
        <w:gridCol w:w="482"/>
        <w:gridCol w:w="50"/>
        <w:gridCol w:w="446"/>
        <w:gridCol w:w="447"/>
        <w:gridCol w:w="348"/>
        <w:gridCol w:w="247"/>
        <w:gridCol w:w="1044"/>
        <w:gridCol w:w="640"/>
      </w:tblGrid>
      <w:tr w:rsidR="009B63D9" w:rsidRPr="009B63D9" w14:paraId="0AB43671" w14:textId="77777777" w:rsidTr="009B63D9">
        <w:trPr>
          <w:gridAfter w:val="1"/>
          <w:wAfter w:w="640" w:type="dxa"/>
          <w:trHeight w:val="144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2FCAD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9B63D9" w:rsidRPr="009B63D9" w14:paraId="77856F8F" w14:textId="77777777" w:rsidTr="009B63D9">
        <w:trPr>
          <w:gridAfter w:val="1"/>
          <w:wAfter w:w="640" w:type="dxa"/>
          <w:trHeight w:val="450"/>
          <w:tblCellSpacing w:w="5" w:type="nil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94C5E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Наименование </w:t>
            </w:r>
            <w:proofErr w:type="gramStart"/>
            <w:r w:rsidRPr="009B63D9">
              <w:rPr>
                <w:sz w:val="20"/>
              </w:rPr>
              <w:t>регулируемой</w:t>
            </w:r>
            <w:proofErr w:type="gramEnd"/>
            <w:r w:rsidRPr="009B63D9">
              <w:rPr>
                <w:sz w:val="20"/>
              </w:rPr>
              <w:t xml:space="preserve">  </w:t>
            </w:r>
          </w:p>
          <w:p w14:paraId="7A21C7C0" w14:textId="1E346DFF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организации (ИНН)</w:t>
            </w:r>
          </w:p>
        </w:tc>
        <w:tc>
          <w:tcPr>
            <w:tcW w:w="6575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90017" w14:textId="77777777" w:rsidR="009B63D9" w:rsidRPr="009B63D9" w:rsidRDefault="009B63D9" w:rsidP="000714C0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B63D9">
              <w:rPr>
                <w:sz w:val="20"/>
              </w:rPr>
              <w:t>ОБЩЕСТВО С ОГРАНИЧЕННОЙ ОТВЕТСТВЕННОСТЬЮ «ВЕТЛУГАСЕРВИС» (ИНН 5209003147)</w:t>
            </w:r>
          </w:p>
        </w:tc>
      </w:tr>
      <w:tr w:rsidR="009B63D9" w:rsidRPr="009B63D9" w14:paraId="4F2F71C7" w14:textId="77777777" w:rsidTr="009B63D9">
        <w:trPr>
          <w:gridAfter w:val="1"/>
          <w:wAfter w:w="640" w:type="dxa"/>
          <w:trHeight w:val="360"/>
          <w:tblCellSpacing w:w="5" w:type="nil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5AEDE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Местонахождение            </w:t>
            </w:r>
          </w:p>
          <w:p w14:paraId="3BE26679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регулируемой организации   </w:t>
            </w:r>
          </w:p>
        </w:tc>
        <w:tc>
          <w:tcPr>
            <w:tcW w:w="6575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1F20A" w14:textId="5C6C806A" w:rsidR="009B63D9" w:rsidRPr="009B63D9" w:rsidRDefault="009B63D9" w:rsidP="009B63D9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9B63D9">
              <w:rPr>
                <w:sz w:val="20"/>
              </w:rPr>
              <w:t>606860, Нижегородская область, г. Ветлуга, ул. Микрорайон, д. 24</w:t>
            </w:r>
          </w:p>
        </w:tc>
      </w:tr>
      <w:tr w:rsidR="009B63D9" w:rsidRPr="009B63D9" w14:paraId="51444DB9" w14:textId="77777777" w:rsidTr="009B63D9">
        <w:trPr>
          <w:gridAfter w:val="1"/>
          <w:wAfter w:w="640" w:type="dxa"/>
          <w:trHeight w:val="364"/>
          <w:tblCellSpacing w:w="5" w:type="nil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CBAC7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Наименование               </w:t>
            </w:r>
          </w:p>
          <w:p w14:paraId="51065C2D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575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0B1C29" w14:textId="77777777" w:rsidR="009B63D9" w:rsidRPr="009B63D9" w:rsidRDefault="009B63D9" w:rsidP="000714C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Региональная служба по тарифам Нижегородской области</w:t>
            </w:r>
          </w:p>
        </w:tc>
      </w:tr>
      <w:tr w:rsidR="009B63D9" w:rsidRPr="009B63D9" w14:paraId="59AE57E8" w14:textId="77777777" w:rsidTr="009B63D9">
        <w:trPr>
          <w:gridAfter w:val="1"/>
          <w:wAfter w:w="640" w:type="dxa"/>
          <w:trHeight w:val="360"/>
          <w:tblCellSpacing w:w="5" w:type="nil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6A3B9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Местонахождение            </w:t>
            </w:r>
          </w:p>
          <w:p w14:paraId="30A3D12A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575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9C13C0" w14:textId="498745DD" w:rsidR="009B63D9" w:rsidRPr="009B63D9" w:rsidRDefault="009B63D9" w:rsidP="000714C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603082, </w:t>
            </w:r>
            <w:r>
              <w:rPr>
                <w:sz w:val="20"/>
              </w:rPr>
              <w:t xml:space="preserve">г. </w:t>
            </w:r>
            <w:r w:rsidRPr="009B63D9">
              <w:rPr>
                <w:sz w:val="20"/>
              </w:rPr>
              <w:t>Нижний Новгород, Кремль, корпус 1</w:t>
            </w:r>
          </w:p>
        </w:tc>
      </w:tr>
      <w:tr w:rsidR="009B63D9" w:rsidRPr="009B63D9" w14:paraId="1987028D" w14:textId="77777777" w:rsidTr="009B63D9">
        <w:trPr>
          <w:gridAfter w:val="1"/>
          <w:wAfter w:w="640" w:type="dxa"/>
          <w:trHeight w:val="144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F511A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2. Объем подачи воды</w:t>
            </w:r>
          </w:p>
        </w:tc>
      </w:tr>
      <w:tr w:rsidR="009B63D9" w:rsidRPr="009B63D9" w14:paraId="742C3CC3" w14:textId="77777777" w:rsidTr="009B63D9">
        <w:trPr>
          <w:gridAfter w:val="1"/>
          <w:wAfter w:w="640" w:type="dxa"/>
          <w:trHeight w:val="269"/>
          <w:tblCellSpacing w:w="5" w:type="nil"/>
        </w:trPr>
        <w:tc>
          <w:tcPr>
            <w:tcW w:w="739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B79A639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Наименование услуги</w:t>
            </w:r>
          </w:p>
        </w:tc>
        <w:tc>
          <w:tcPr>
            <w:tcW w:w="1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D218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 период с 01.10.2020 по 31.12.2020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A016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 период с 01.01.2021 по 31.12.2021</w:t>
            </w:r>
          </w:p>
        </w:tc>
      </w:tr>
      <w:tr w:rsidR="009B63D9" w:rsidRPr="009B63D9" w14:paraId="5FC8956A" w14:textId="77777777" w:rsidTr="009B63D9">
        <w:trPr>
          <w:gridAfter w:val="1"/>
          <w:wAfter w:w="640" w:type="dxa"/>
          <w:trHeight w:val="269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023FDB3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Ветлужский муниципальный район</w:t>
            </w:r>
          </w:p>
        </w:tc>
      </w:tr>
      <w:tr w:rsidR="009B63D9" w:rsidRPr="009B63D9" w14:paraId="5A5DEEBA" w14:textId="77777777" w:rsidTr="009B63D9">
        <w:trPr>
          <w:gridAfter w:val="1"/>
          <w:wAfter w:w="640" w:type="dxa"/>
          <w:trHeight w:val="296"/>
          <w:tblCellSpacing w:w="5" w:type="nil"/>
        </w:trPr>
        <w:tc>
          <w:tcPr>
            <w:tcW w:w="739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D18F819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Подано воды всего, тыс. м</w:t>
            </w:r>
            <w:r w:rsidRPr="009B63D9">
              <w:rPr>
                <w:sz w:val="20"/>
                <w:vertAlign w:val="superscript"/>
              </w:rPr>
              <w:t>3</w:t>
            </w:r>
            <w:r w:rsidRPr="009B63D9">
              <w:rPr>
                <w:sz w:val="20"/>
              </w:rPr>
              <w:t xml:space="preserve"> в том числе:</w:t>
            </w:r>
          </w:p>
        </w:tc>
        <w:tc>
          <w:tcPr>
            <w:tcW w:w="1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A2D6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60,00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B7B8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240,00</w:t>
            </w:r>
          </w:p>
        </w:tc>
      </w:tr>
      <w:tr w:rsidR="009B63D9" w:rsidRPr="009B63D9" w14:paraId="53A4F241" w14:textId="77777777" w:rsidTr="009B63D9">
        <w:trPr>
          <w:gridAfter w:val="1"/>
          <w:wAfter w:w="640" w:type="dxa"/>
          <w:trHeight w:val="296"/>
          <w:tblCellSpacing w:w="5" w:type="nil"/>
        </w:trPr>
        <w:tc>
          <w:tcPr>
            <w:tcW w:w="739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09C2A16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i/>
                <w:sz w:val="20"/>
              </w:rPr>
              <w:t>- населению,</w:t>
            </w:r>
          </w:p>
        </w:tc>
        <w:tc>
          <w:tcPr>
            <w:tcW w:w="1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789FF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48,90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5ED14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195,50</w:t>
            </w:r>
          </w:p>
        </w:tc>
      </w:tr>
      <w:tr w:rsidR="009B63D9" w:rsidRPr="009B63D9" w14:paraId="2D8B625A" w14:textId="77777777" w:rsidTr="009B63D9">
        <w:trPr>
          <w:gridAfter w:val="1"/>
          <w:wAfter w:w="640" w:type="dxa"/>
          <w:trHeight w:val="296"/>
          <w:tblCellSpacing w:w="5" w:type="nil"/>
        </w:trPr>
        <w:tc>
          <w:tcPr>
            <w:tcW w:w="739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9EE8738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i/>
                <w:sz w:val="20"/>
              </w:rPr>
              <w:t>- бюджетным потребителям,</w:t>
            </w:r>
          </w:p>
        </w:tc>
        <w:tc>
          <w:tcPr>
            <w:tcW w:w="1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666DB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7,60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4AE9C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30,50</w:t>
            </w:r>
          </w:p>
        </w:tc>
      </w:tr>
      <w:tr w:rsidR="009B63D9" w:rsidRPr="009B63D9" w14:paraId="1E90DDE9" w14:textId="77777777" w:rsidTr="009B63D9">
        <w:trPr>
          <w:gridAfter w:val="1"/>
          <w:wAfter w:w="640" w:type="dxa"/>
          <w:trHeight w:val="296"/>
          <w:tblCellSpacing w:w="5" w:type="nil"/>
        </w:trPr>
        <w:tc>
          <w:tcPr>
            <w:tcW w:w="739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748DBB4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i/>
                <w:sz w:val="20"/>
              </w:rPr>
              <w:t>- прочим потребителям,</w:t>
            </w:r>
          </w:p>
        </w:tc>
        <w:tc>
          <w:tcPr>
            <w:tcW w:w="1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16D65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3,50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E8FD7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14,00</w:t>
            </w:r>
          </w:p>
        </w:tc>
      </w:tr>
      <w:tr w:rsidR="009B63D9" w:rsidRPr="009B63D9" w14:paraId="37A06706" w14:textId="77777777" w:rsidTr="009B63D9">
        <w:trPr>
          <w:gridAfter w:val="1"/>
          <w:wAfter w:w="640" w:type="dxa"/>
          <w:trHeight w:val="296"/>
          <w:tblCellSpacing w:w="5" w:type="nil"/>
        </w:trPr>
        <w:tc>
          <w:tcPr>
            <w:tcW w:w="739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69DECF7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1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897D8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62AAF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</w:tr>
      <w:tr w:rsidR="009B63D9" w:rsidRPr="009B63D9" w14:paraId="6885D325" w14:textId="77777777" w:rsidTr="009B63D9">
        <w:trPr>
          <w:gridAfter w:val="1"/>
          <w:wAfter w:w="640" w:type="dxa"/>
          <w:trHeight w:val="296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9D16F1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proofErr w:type="gramStart"/>
            <w:r w:rsidRPr="009B63D9">
              <w:rPr>
                <w:bCs/>
                <w:sz w:val="20"/>
              </w:rPr>
              <w:t xml:space="preserve">г. Ветлуга Нижегородской области (дома №№ 71, 73, 75, 75а, 77, 77а, 78а, 78б, 80, 82, 84, 86, 88, 90, 92, 94, 96 по ул. Горького; дома №№ 2, 3, с 5 по 14, 16, 19, 7а, с 20 по 24 на территории ГОСУДАРСТВЕННОГО БЮДЖЕТНОГО ПРОФЕССИОНАЛЬНОГО ОБРАЗОВАТЕЛЬНОГО УЧРЕЖДЕНИЯ «ВЕТЛУЖСКИЙ ЛЕСОАГРОТЕХНИЧЕСКИЙ ТЕХНИКУМ», д. </w:t>
            </w:r>
            <w:proofErr w:type="spellStart"/>
            <w:r w:rsidRPr="009B63D9">
              <w:rPr>
                <w:bCs/>
                <w:sz w:val="20"/>
              </w:rPr>
              <w:t>Крутцы</w:t>
            </w:r>
            <w:proofErr w:type="spellEnd"/>
            <w:r w:rsidRPr="009B63D9">
              <w:rPr>
                <w:bCs/>
                <w:sz w:val="20"/>
              </w:rPr>
              <w:t xml:space="preserve"> Ветлужского муниципального района Нижегородской области)</w:t>
            </w:r>
            <w:proofErr w:type="gramEnd"/>
          </w:p>
        </w:tc>
      </w:tr>
      <w:tr w:rsidR="00B17A48" w:rsidRPr="009B63D9" w14:paraId="7DF7C906" w14:textId="77777777" w:rsidTr="009F6E92">
        <w:trPr>
          <w:gridAfter w:val="1"/>
          <w:wAfter w:w="640" w:type="dxa"/>
          <w:trHeight w:val="296"/>
          <w:tblCellSpacing w:w="5" w:type="nil"/>
        </w:trPr>
        <w:tc>
          <w:tcPr>
            <w:tcW w:w="739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4CC69C8" w14:textId="0AABE1B3" w:rsidR="00B17A48" w:rsidRPr="009B63D9" w:rsidRDefault="00B17A48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sz w:val="20"/>
              </w:rPr>
              <w:t>Подано воды всего, тыс. м</w:t>
            </w:r>
            <w:r w:rsidRPr="009B63D9">
              <w:rPr>
                <w:sz w:val="20"/>
                <w:vertAlign w:val="superscript"/>
              </w:rPr>
              <w:t>3</w:t>
            </w:r>
            <w:r w:rsidRPr="009B63D9">
              <w:rPr>
                <w:sz w:val="20"/>
              </w:rPr>
              <w:t xml:space="preserve"> в том числе:</w:t>
            </w:r>
          </w:p>
        </w:tc>
        <w:tc>
          <w:tcPr>
            <w:tcW w:w="1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30235" w14:textId="77777777" w:rsidR="00B17A48" w:rsidRPr="009B63D9" w:rsidRDefault="00B17A48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1,80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8A251" w14:textId="77777777" w:rsidR="00B17A48" w:rsidRPr="009B63D9" w:rsidRDefault="00B17A48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7,00</w:t>
            </w:r>
          </w:p>
        </w:tc>
      </w:tr>
      <w:tr w:rsidR="00B17A48" w:rsidRPr="009B63D9" w14:paraId="7B107A97" w14:textId="77777777" w:rsidTr="000A13AA">
        <w:trPr>
          <w:gridAfter w:val="1"/>
          <w:wAfter w:w="640" w:type="dxa"/>
          <w:trHeight w:val="296"/>
          <w:tblCellSpacing w:w="5" w:type="nil"/>
        </w:trPr>
        <w:tc>
          <w:tcPr>
            <w:tcW w:w="739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E67911B" w14:textId="0AF303CF" w:rsidR="00B17A48" w:rsidRPr="009B63D9" w:rsidRDefault="00B17A48" w:rsidP="00B17A4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i/>
                <w:sz w:val="20"/>
              </w:rPr>
              <w:t>- населению,</w:t>
            </w:r>
          </w:p>
        </w:tc>
        <w:tc>
          <w:tcPr>
            <w:tcW w:w="1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86BC" w14:textId="77777777" w:rsidR="00B17A48" w:rsidRPr="009B63D9" w:rsidRDefault="00B17A48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 xml:space="preserve">1,40  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BB08B" w14:textId="77777777" w:rsidR="00B17A48" w:rsidRPr="009B63D9" w:rsidRDefault="00B17A48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 xml:space="preserve">5,50 </w:t>
            </w:r>
          </w:p>
        </w:tc>
      </w:tr>
      <w:tr w:rsidR="00B17A48" w:rsidRPr="009B63D9" w14:paraId="705AC30B" w14:textId="77777777" w:rsidTr="004D6FAA">
        <w:trPr>
          <w:gridAfter w:val="1"/>
          <w:wAfter w:w="640" w:type="dxa"/>
          <w:trHeight w:val="296"/>
          <w:tblCellSpacing w:w="5" w:type="nil"/>
        </w:trPr>
        <w:tc>
          <w:tcPr>
            <w:tcW w:w="739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2EF4BC9" w14:textId="27BE405A" w:rsidR="00B17A48" w:rsidRPr="009B63D9" w:rsidRDefault="00B17A48" w:rsidP="00B17A4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i/>
                <w:sz w:val="20"/>
              </w:rPr>
              <w:t>- бюджетным потребителям,</w:t>
            </w:r>
          </w:p>
        </w:tc>
        <w:tc>
          <w:tcPr>
            <w:tcW w:w="1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B5875" w14:textId="77777777" w:rsidR="00B17A48" w:rsidRPr="009B63D9" w:rsidRDefault="00B17A48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0,30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D2C57" w14:textId="77777777" w:rsidR="00B17A48" w:rsidRPr="009B63D9" w:rsidRDefault="00B17A48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1,20</w:t>
            </w:r>
          </w:p>
        </w:tc>
      </w:tr>
      <w:tr w:rsidR="00B17A48" w:rsidRPr="009B63D9" w14:paraId="3F89F0CF" w14:textId="77777777" w:rsidTr="00C51FD7">
        <w:trPr>
          <w:gridAfter w:val="1"/>
          <w:wAfter w:w="640" w:type="dxa"/>
          <w:trHeight w:val="296"/>
          <w:tblCellSpacing w:w="5" w:type="nil"/>
        </w:trPr>
        <w:tc>
          <w:tcPr>
            <w:tcW w:w="739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D329CF" w14:textId="29E2574A" w:rsidR="00B17A48" w:rsidRPr="009B63D9" w:rsidRDefault="00B17A48" w:rsidP="00B17A4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i/>
                <w:sz w:val="20"/>
              </w:rPr>
              <w:t>- прочим потребителям,</w:t>
            </w:r>
          </w:p>
        </w:tc>
        <w:tc>
          <w:tcPr>
            <w:tcW w:w="1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7CC35" w14:textId="77777777" w:rsidR="00B17A48" w:rsidRPr="009B63D9" w:rsidRDefault="00B17A48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0,075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1D735" w14:textId="77777777" w:rsidR="00B17A48" w:rsidRPr="009B63D9" w:rsidRDefault="00B17A48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0,30</w:t>
            </w:r>
          </w:p>
        </w:tc>
      </w:tr>
      <w:tr w:rsidR="00B17A48" w:rsidRPr="009B63D9" w14:paraId="4C8FE129" w14:textId="77777777" w:rsidTr="00EE2F65">
        <w:trPr>
          <w:gridAfter w:val="1"/>
          <w:wAfter w:w="640" w:type="dxa"/>
          <w:trHeight w:val="296"/>
          <w:tblCellSpacing w:w="5" w:type="nil"/>
        </w:trPr>
        <w:tc>
          <w:tcPr>
            <w:tcW w:w="739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E551E0F" w14:textId="02A6187B" w:rsidR="00B17A48" w:rsidRPr="009B63D9" w:rsidRDefault="00B17A48" w:rsidP="00B17A4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1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EF8FE" w14:textId="77777777" w:rsidR="00B17A48" w:rsidRPr="009B63D9" w:rsidRDefault="00B17A48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3166B" w14:textId="77777777" w:rsidR="00B17A48" w:rsidRPr="009B63D9" w:rsidRDefault="00B17A48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</w:tr>
      <w:tr w:rsidR="009B63D9" w:rsidRPr="009B63D9" w14:paraId="7722D51D" w14:textId="77777777" w:rsidTr="009B63D9">
        <w:trPr>
          <w:gridAfter w:val="1"/>
          <w:wAfter w:w="640" w:type="dxa"/>
          <w:trHeight w:val="296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DB703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9B63D9" w:rsidRPr="009B63D9" w14:paraId="520C7447" w14:textId="77777777" w:rsidTr="009B63D9">
        <w:trPr>
          <w:gridAfter w:val="1"/>
          <w:wAfter w:w="640" w:type="dxa"/>
          <w:trHeight w:val="223"/>
          <w:tblCellSpacing w:w="5" w:type="nil"/>
        </w:trPr>
        <w:tc>
          <w:tcPr>
            <w:tcW w:w="342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E56B060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87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EB909A6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График реализации мероприятий</w:t>
            </w:r>
          </w:p>
        </w:tc>
        <w:tc>
          <w:tcPr>
            <w:tcW w:w="312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3F6AE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39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B2EBB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Всего сумма, тыс. руб.  </w:t>
            </w:r>
          </w:p>
        </w:tc>
      </w:tr>
      <w:tr w:rsidR="009B63D9" w:rsidRPr="009B63D9" w14:paraId="7FD1A004" w14:textId="77777777" w:rsidTr="009B63D9">
        <w:trPr>
          <w:gridAfter w:val="1"/>
          <w:wAfter w:w="640" w:type="dxa"/>
          <w:trHeight w:val="255"/>
          <w:tblCellSpacing w:w="5" w:type="nil"/>
        </w:trPr>
        <w:tc>
          <w:tcPr>
            <w:tcW w:w="3425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5B869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87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06E36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0CDD5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Себестоимость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53168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  Другие   </w:t>
            </w:r>
          </w:p>
          <w:p w14:paraId="39053222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 источники </w:t>
            </w:r>
          </w:p>
        </w:tc>
        <w:tc>
          <w:tcPr>
            <w:tcW w:w="1639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1038B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9B63D9" w:rsidRPr="009B63D9" w14:paraId="7468FDD8" w14:textId="77777777" w:rsidTr="009B63D9">
        <w:trPr>
          <w:gridAfter w:val="1"/>
          <w:wAfter w:w="640" w:type="dxa"/>
          <w:trHeight w:val="255"/>
          <w:tblCellSpacing w:w="5" w:type="nil"/>
        </w:trPr>
        <w:tc>
          <w:tcPr>
            <w:tcW w:w="9978" w:type="dxa"/>
            <w:gridSpan w:val="14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4C652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Ветлужский муниципальный район</w:t>
            </w:r>
          </w:p>
        </w:tc>
      </w:tr>
      <w:tr w:rsidR="009B63D9" w:rsidRPr="009B63D9" w14:paraId="61D90E4C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F414D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 период с 01.10.2020 по 31.12.2020</w:t>
            </w:r>
          </w:p>
        </w:tc>
      </w:tr>
      <w:tr w:rsidR="009B63D9" w:rsidRPr="009B63D9" w14:paraId="09BA7B46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34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66607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Производственные расходы</w:t>
            </w:r>
          </w:p>
        </w:tc>
        <w:tc>
          <w:tcPr>
            <w:tcW w:w="17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851461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01.10.2020 по 31.12.2020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B8E0C" w14:textId="77777777" w:rsidR="009B63D9" w:rsidRPr="009B63D9" w:rsidRDefault="009B63D9" w:rsidP="000714C0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2 549,33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56723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25819" w14:textId="77777777" w:rsidR="009B63D9" w:rsidRPr="009B63D9" w:rsidRDefault="009B63D9" w:rsidP="000714C0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2 549,33</w:t>
            </w:r>
          </w:p>
        </w:tc>
      </w:tr>
      <w:tr w:rsidR="009B63D9" w:rsidRPr="009B63D9" w14:paraId="57F29A95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34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7D32B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0CEEEF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01.10.2020 по 31.12.2020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7509E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C98BC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C4E40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</w:tr>
      <w:tr w:rsidR="009B63D9" w:rsidRPr="009B63D9" w14:paraId="31184DBF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34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11BDA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3625E1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01.10.2020 по 31.12.2020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7FE9B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F604B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DEADF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</w:tr>
      <w:tr w:rsidR="009B63D9" w:rsidRPr="009B63D9" w14:paraId="737A21BE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34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B5EF9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272DFB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01.10.2020 по 31.12.2020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BC084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2,50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542A0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9B038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2,50</w:t>
            </w:r>
          </w:p>
        </w:tc>
      </w:tr>
      <w:tr w:rsidR="009B63D9" w:rsidRPr="009B63D9" w14:paraId="5B3E2132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34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D6837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bCs/>
                <w:sz w:val="20"/>
              </w:rPr>
              <w:lastRenderedPageBreak/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43D8EE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01.10.2020 по 31.12.2020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5D8DC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D44D2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5D80C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</w:tr>
      <w:tr w:rsidR="009B63D9" w:rsidRPr="009B63D9" w14:paraId="2076C19C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34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C5706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F3758C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01.10.2020 по 31.12.2020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132C7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14,97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601F7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63C5F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14,97</w:t>
            </w:r>
          </w:p>
        </w:tc>
      </w:tr>
      <w:tr w:rsidR="009B63D9" w:rsidRPr="009B63D9" w14:paraId="13F4B7CC" w14:textId="77777777" w:rsidTr="009B63D9">
        <w:trPr>
          <w:trHeight w:val="211"/>
          <w:tblCellSpacing w:w="5" w:type="nil"/>
        </w:trPr>
        <w:tc>
          <w:tcPr>
            <w:tcW w:w="5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E40E3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Итого на период с 01.10.2020 по 31.12.2020:                              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3BF551" w14:textId="77777777" w:rsidR="009B63D9" w:rsidRPr="009B63D9" w:rsidRDefault="009B63D9" w:rsidP="000714C0">
            <w:pPr>
              <w:jc w:val="center"/>
              <w:rPr>
                <w:bCs/>
                <w:sz w:val="20"/>
              </w:rPr>
            </w:pPr>
            <w:r w:rsidRPr="009B63D9">
              <w:rPr>
                <w:bCs/>
                <w:sz w:val="20"/>
              </w:rPr>
              <w:t>2566,80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3F0EC1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25AC00" w14:textId="77777777" w:rsidR="009B63D9" w:rsidRPr="009B63D9" w:rsidRDefault="009B63D9" w:rsidP="000714C0">
            <w:pPr>
              <w:jc w:val="center"/>
              <w:rPr>
                <w:bCs/>
                <w:sz w:val="20"/>
              </w:rPr>
            </w:pPr>
            <w:r w:rsidRPr="009B63D9">
              <w:rPr>
                <w:bCs/>
                <w:sz w:val="20"/>
              </w:rPr>
              <w:t>2566,80</w:t>
            </w:r>
          </w:p>
        </w:tc>
        <w:tc>
          <w:tcPr>
            <w:tcW w:w="640" w:type="dxa"/>
            <w:vAlign w:val="center"/>
          </w:tcPr>
          <w:p w14:paraId="56444415" w14:textId="77777777" w:rsidR="009B63D9" w:rsidRPr="009B63D9" w:rsidRDefault="009B63D9" w:rsidP="000714C0">
            <w:pPr>
              <w:jc w:val="center"/>
              <w:rPr>
                <w:bCs/>
                <w:sz w:val="20"/>
              </w:rPr>
            </w:pPr>
          </w:p>
        </w:tc>
      </w:tr>
      <w:tr w:rsidR="009B63D9" w:rsidRPr="009B63D9" w14:paraId="4860293F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BD4D1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 период с 01.01.2021 по 31.12.2021</w:t>
            </w:r>
          </w:p>
        </w:tc>
      </w:tr>
      <w:tr w:rsidR="009B63D9" w:rsidRPr="009B63D9" w14:paraId="10CDA4F4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34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B2F21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Производственные расходы</w:t>
            </w:r>
          </w:p>
        </w:tc>
        <w:tc>
          <w:tcPr>
            <w:tcW w:w="17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EBC547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01.01.2021 по 31.12.2021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C08C9" w14:textId="77777777" w:rsidR="009B63D9" w:rsidRPr="009B63D9" w:rsidRDefault="009B63D9" w:rsidP="000714C0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10 332,40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E9F89C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36099" w14:textId="77777777" w:rsidR="009B63D9" w:rsidRPr="009B63D9" w:rsidRDefault="009B63D9" w:rsidP="000714C0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10 332,40</w:t>
            </w:r>
          </w:p>
        </w:tc>
      </w:tr>
      <w:tr w:rsidR="009B63D9" w:rsidRPr="009B63D9" w14:paraId="15651C84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34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DD02D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681648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01.01.2021 по 31.12.2021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B8A04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5AAEB0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CA43A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</w:tr>
      <w:tr w:rsidR="009B63D9" w:rsidRPr="009B63D9" w14:paraId="4445580F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34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3A674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159A51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01.01.2021 по 31.12.2021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DD7AA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D75E1D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251B5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</w:tr>
      <w:tr w:rsidR="009B63D9" w:rsidRPr="009B63D9" w14:paraId="6133EF1F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34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FFFFB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1C136E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01.01.2021 по 31.12.2021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2353C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10,00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610335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4DBDF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10,00</w:t>
            </w:r>
          </w:p>
        </w:tc>
      </w:tr>
      <w:tr w:rsidR="009B63D9" w:rsidRPr="009B63D9" w14:paraId="582D53AA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34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974DF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B5451D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01.01.2021 по 31.12.2021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9228F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1F8432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F2724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</w:tr>
      <w:tr w:rsidR="009B63D9" w:rsidRPr="009B63D9" w14:paraId="2E556266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34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F7474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535BDC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01.01.2021 по 31.12.2021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7D8F9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68,82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4B77F6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5F85B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68,82</w:t>
            </w:r>
          </w:p>
        </w:tc>
      </w:tr>
      <w:tr w:rsidR="009B63D9" w:rsidRPr="009B63D9" w14:paraId="0D8BBD3F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5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CA466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B9028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bCs/>
                <w:sz w:val="20"/>
              </w:rPr>
              <w:t>10411,22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4623B9" w14:textId="77777777" w:rsidR="009B63D9" w:rsidRPr="009B63D9" w:rsidRDefault="009B63D9" w:rsidP="000714C0">
            <w:pPr>
              <w:jc w:val="center"/>
              <w:rPr>
                <w:bCs/>
                <w:sz w:val="20"/>
              </w:rPr>
            </w:pPr>
            <w:r w:rsidRPr="009B63D9">
              <w:rPr>
                <w:bCs/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55E34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bCs/>
                <w:sz w:val="20"/>
              </w:rPr>
              <w:t>10411,22</w:t>
            </w:r>
          </w:p>
        </w:tc>
      </w:tr>
      <w:tr w:rsidR="009B63D9" w:rsidRPr="009B63D9" w14:paraId="6EDAECF7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5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7D0E2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455462" w14:textId="77777777" w:rsidR="009B63D9" w:rsidRPr="009B63D9" w:rsidRDefault="009B63D9" w:rsidP="000714C0">
            <w:pPr>
              <w:jc w:val="center"/>
              <w:rPr>
                <w:bCs/>
                <w:sz w:val="20"/>
              </w:rPr>
            </w:pPr>
            <w:r w:rsidRPr="009B63D9">
              <w:rPr>
                <w:bCs/>
                <w:sz w:val="20"/>
              </w:rPr>
              <w:t>12978,02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C2E4C1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CE9FF3" w14:textId="77777777" w:rsidR="009B63D9" w:rsidRPr="009B63D9" w:rsidRDefault="009B63D9" w:rsidP="000714C0">
            <w:pPr>
              <w:jc w:val="center"/>
              <w:rPr>
                <w:bCs/>
                <w:sz w:val="20"/>
              </w:rPr>
            </w:pPr>
            <w:r w:rsidRPr="009B63D9">
              <w:rPr>
                <w:bCs/>
                <w:sz w:val="20"/>
              </w:rPr>
              <w:t>12978,02</w:t>
            </w:r>
          </w:p>
        </w:tc>
      </w:tr>
      <w:tr w:rsidR="009B63D9" w:rsidRPr="009B63D9" w14:paraId="23720498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C1A8B5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proofErr w:type="gramStart"/>
            <w:r w:rsidRPr="009B63D9">
              <w:rPr>
                <w:bCs/>
                <w:sz w:val="20"/>
              </w:rPr>
              <w:t xml:space="preserve">г. Ветлуга Нижегородской области (дома №№ 71, 73, 75, 75а, 77, 77а, 78а, 78б, 80, 82, 84, 86, 88, 90, 92, 94, 96 по ул. Горького; дома №№ 2, 3, с 5 по 14, 16, 19, 7а, с 20 по 24 на территории ГОСУДАРСТВЕННОГО БЮДЖЕТНОГО ПРОФЕССИОНАЛЬНОГО ОБРАЗОВАТЕЛЬНОГО УЧРЕЖДЕНИЯ «ВЕТЛУЖСКИЙ ЛЕСОАГРОТЕХНИЧЕСКИЙ ТЕХНИКУМ», д. </w:t>
            </w:r>
            <w:proofErr w:type="spellStart"/>
            <w:r w:rsidRPr="009B63D9">
              <w:rPr>
                <w:bCs/>
                <w:sz w:val="20"/>
              </w:rPr>
              <w:t>Крутцы</w:t>
            </w:r>
            <w:proofErr w:type="spellEnd"/>
            <w:r w:rsidRPr="009B63D9">
              <w:rPr>
                <w:bCs/>
                <w:sz w:val="20"/>
              </w:rPr>
              <w:t xml:space="preserve"> Ветлужского муниципального района Нижегородской области)</w:t>
            </w:r>
            <w:proofErr w:type="gramEnd"/>
          </w:p>
        </w:tc>
      </w:tr>
      <w:tr w:rsidR="009B63D9" w:rsidRPr="009B63D9" w14:paraId="38ED90D8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6F0B7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 период с 01.10.2020 по 31.12.2020</w:t>
            </w:r>
          </w:p>
        </w:tc>
      </w:tr>
      <w:tr w:rsidR="009B63D9" w:rsidRPr="009B63D9" w14:paraId="2E71ECEF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34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A8BAF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Производственные расходы</w:t>
            </w:r>
          </w:p>
        </w:tc>
        <w:tc>
          <w:tcPr>
            <w:tcW w:w="17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2D6A8D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01.10.2020 по 31.12.2020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5D82FB" w14:textId="77777777" w:rsidR="009B63D9" w:rsidRPr="009B63D9" w:rsidRDefault="009B63D9" w:rsidP="000714C0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64,13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76B644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3B3BCC" w14:textId="77777777" w:rsidR="009B63D9" w:rsidRPr="009B63D9" w:rsidRDefault="009B63D9" w:rsidP="000714C0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64,13</w:t>
            </w:r>
          </w:p>
        </w:tc>
      </w:tr>
      <w:tr w:rsidR="009B63D9" w:rsidRPr="009B63D9" w14:paraId="7E89FF0B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34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B4EE9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2F226D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01.10.2020 по 31.12.2020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488B03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09BCA5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96D584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</w:tr>
      <w:tr w:rsidR="009B63D9" w:rsidRPr="009B63D9" w14:paraId="56FBB659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34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A3DE3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F4EEBB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01.10.2020 по 31.12.2020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77376D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9632FA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2E8D9E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</w:tr>
      <w:tr w:rsidR="009B63D9" w:rsidRPr="009B63D9" w14:paraId="3B9849D1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34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F46E8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9FEC33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01.10.2020 по 31.12.2020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354A07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65BECA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5539D4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</w:tr>
      <w:tr w:rsidR="009B63D9" w:rsidRPr="009B63D9" w14:paraId="69BF93EF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34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49B8F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E0A57A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01.10.2020 по 31.12.2020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38FBB5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1D260D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49654A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</w:tr>
      <w:tr w:rsidR="009B63D9" w:rsidRPr="009B63D9" w14:paraId="306F5719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34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B1FAC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1B003F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01.10.2020 по 31.12.2020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E546FB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0,45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E0D9B6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0CDC61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0,45</w:t>
            </w:r>
          </w:p>
        </w:tc>
      </w:tr>
      <w:tr w:rsidR="009B63D9" w:rsidRPr="009B63D9" w14:paraId="08D0D183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5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D161A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Итого на период с 01.10.2020 по 31.12.2020:                              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F5A9E2" w14:textId="77777777" w:rsidR="009B63D9" w:rsidRPr="009B63D9" w:rsidRDefault="009B63D9" w:rsidP="000714C0">
            <w:pPr>
              <w:jc w:val="center"/>
              <w:rPr>
                <w:bCs/>
                <w:sz w:val="20"/>
              </w:rPr>
            </w:pPr>
            <w:r w:rsidRPr="009B63D9">
              <w:rPr>
                <w:bCs/>
                <w:sz w:val="20"/>
              </w:rPr>
              <w:t>64,58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82ECB0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BEEE83" w14:textId="77777777" w:rsidR="009B63D9" w:rsidRPr="009B63D9" w:rsidRDefault="009B63D9" w:rsidP="000714C0">
            <w:pPr>
              <w:jc w:val="center"/>
              <w:rPr>
                <w:bCs/>
                <w:sz w:val="20"/>
              </w:rPr>
            </w:pPr>
            <w:r w:rsidRPr="009B63D9">
              <w:rPr>
                <w:bCs/>
                <w:sz w:val="20"/>
              </w:rPr>
              <w:t>64,58</w:t>
            </w:r>
          </w:p>
        </w:tc>
      </w:tr>
      <w:tr w:rsidR="009B63D9" w:rsidRPr="009B63D9" w14:paraId="4A061CD1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251BA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 период с 01.01.2021 по 31.12.2021</w:t>
            </w:r>
          </w:p>
        </w:tc>
      </w:tr>
      <w:tr w:rsidR="009B63D9" w:rsidRPr="009B63D9" w14:paraId="7BCF04BA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34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C6C5E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Производственные расходы</w:t>
            </w:r>
          </w:p>
        </w:tc>
        <w:tc>
          <w:tcPr>
            <w:tcW w:w="17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264850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01.01.2021 по 31.12.2021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B0E9B3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260,20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023A31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7F2C2F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260,20</w:t>
            </w:r>
          </w:p>
        </w:tc>
      </w:tr>
      <w:tr w:rsidR="009B63D9" w:rsidRPr="009B63D9" w14:paraId="4B1D0334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34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544F0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627E49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01.01.2021 по 31.12.2021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937ADA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DCF036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F81A7C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</w:tr>
      <w:tr w:rsidR="009B63D9" w:rsidRPr="009B63D9" w14:paraId="2DD27810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34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0BAFB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E207E7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01.01.2021 по 31.12.2021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55DECB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50DC3A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1D65AD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</w:tr>
      <w:tr w:rsidR="009B63D9" w:rsidRPr="009B63D9" w14:paraId="0310199D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34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4CBF6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218784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01.01.2021 по 31.12.2021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58A334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79C9F9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462542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</w:tr>
      <w:tr w:rsidR="009B63D9" w:rsidRPr="009B63D9" w14:paraId="619A2D31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34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35E33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318CEA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01.01.2021 по 31.12.2021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F7DB4D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A50133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2BCE68" w14:textId="33FE70E1" w:rsidR="009B63D9" w:rsidRPr="009B63D9" w:rsidRDefault="00582953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9B63D9" w:rsidRPr="009B63D9" w14:paraId="21360C84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34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4A097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51C15B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01.01.2021 по 31.12.2021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73ADAD" w14:textId="77777777" w:rsidR="009B63D9" w:rsidRPr="009B63D9" w:rsidRDefault="009B63D9" w:rsidP="000714C0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2,06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DABC28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714376" w14:textId="77777777" w:rsidR="009B63D9" w:rsidRPr="009B63D9" w:rsidRDefault="009B63D9" w:rsidP="000714C0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2,06</w:t>
            </w:r>
          </w:p>
        </w:tc>
      </w:tr>
      <w:tr w:rsidR="009B63D9" w:rsidRPr="009B63D9" w14:paraId="540C1CFE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5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AE72A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D30D7A" w14:textId="77777777" w:rsidR="009B63D9" w:rsidRPr="009B63D9" w:rsidRDefault="009B63D9" w:rsidP="000714C0">
            <w:pPr>
              <w:jc w:val="center"/>
              <w:rPr>
                <w:bCs/>
                <w:sz w:val="20"/>
              </w:rPr>
            </w:pPr>
            <w:r w:rsidRPr="009B63D9">
              <w:rPr>
                <w:bCs/>
                <w:sz w:val="20"/>
              </w:rPr>
              <w:t>262,26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B8C549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752B55" w14:textId="77777777" w:rsidR="009B63D9" w:rsidRPr="009B63D9" w:rsidRDefault="009B63D9" w:rsidP="000714C0">
            <w:pPr>
              <w:jc w:val="center"/>
              <w:rPr>
                <w:bCs/>
                <w:sz w:val="20"/>
              </w:rPr>
            </w:pPr>
            <w:r w:rsidRPr="009B63D9">
              <w:rPr>
                <w:bCs/>
                <w:sz w:val="20"/>
              </w:rPr>
              <w:t>262,26</w:t>
            </w:r>
          </w:p>
        </w:tc>
      </w:tr>
      <w:tr w:rsidR="009B63D9" w:rsidRPr="009B63D9" w14:paraId="79A0FB1C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5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11031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97126C" w14:textId="77777777" w:rsidR="009B63D9" w:rsidRPr="009B63D9" w:rsidRDefault="009B63D9" w:rsidP="000714C0">
            <w:pPr>
              <w:jc w:val="center"/>
              <w:rPr>
                <w:bCs/>
                <w:sz w:val="20"/>
              </w:rPr>
            </w:pPr>
            <w:r w:rsidRPr="009B63D9">
              <w:rPr>
                <w:bCs/>
                <w:sz w:val="20"/>
              </w:rPr>
              <w:t>326,84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AAA55C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967204" w14:textId="77777777" w:rsidR="009B63D9" w:rsidRPr="009B63D9" w:rsidRDefault="009B63D9" w:rsidP="000714C0">
            <w:pPr>
              <w:jc w:val="center"/>
              <w:rPr>
                <w:bCs/>
                <w:sz w:val="20"/>
              </w:rPr>
            </w:pPr>
            <w:r w:rsidRPr="009B63D9">
              <w:rPr>
                <w:bCs/>
                <w:sz w:val="20"/>
              </w:rPr>
              <w:t>326,84</w:t>
            </w:r>
          </w:p>
        </w:tc>
      </w:tr>
      <w:tr w:rsidR="009B63D9" w:rsidRPr="009B63D9" w14:paraId="1BF32C31" w14:textId="77777777" w:rsidTr="009B63D9">
        <w:trPr>
          <w:gridAfter w:val="1"/>
          <w:wAfter w:w="640" w:type="dxa"/>
          <w:trHeight w:val="144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E6486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4. Мероприятия,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9B63D9" w:rsidRPr="009B63D9" w14:paraId="26AF13C6" w14:textId="77777777" w:rsidTr="009B63D9">
        <w:trPr>
          <w:gridAfter w:val="1"/>
          <w:wAfter w:w="640" w:type="dxa"/>
          <w:trHeight w:val="360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3B4E2" w14:textId="5A8133EF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9B63D9">
              <w:rPr>
                <w:sz w:val="20"/>
              </w:rPr>
              <w:t xml:space="preserve">  </w:t>
            </w:r>
            <w:r w:rsidRPr="009B63D9">
              <w:rPr>
                <w:i/>
                <w:sz w:val="20"/>
              </w:rPr>
              <w:t>4.1. Перечень мероприятий по ремо</w:t>
            </w:r>
            <w:r>
              <w:rPr>
                <w:i/>
                <w:sz w:val="20"/>
              </w:rPr>
              <w:t xml:space="preserve">нту объектов централизованных </w:t>
            </w:r>
            <w:r w:rsidRPr="009B63D9">
              <w:rPr>
                <w:i/>
                <w:sz w:val="20"/>
              </w:rPr>
              <w:t xml:space="preserve">систем водоснабжения </w:t>
            </w:r>
          </w:p>
        </w:tc>
      </w:tr>
      <w:tr w:rsidR="009B63D9" w:rsidRPr="009B63D9" w14:paraId="21415251" w14:textId="77777777" w:rsidTr="009B63D9">
        <w:trPr>
          <w:gridAfter w:val="1"/>
          <w:wAfter w:w="640" w:type="dxa"/>
          <w:trHeight w:val="223"/>
          <w:tblCellSpacing w:w="5" w:type="nil"/>
        </w:trPr>
        <w:tc>
          <w:tcPr>
            <w:tcW w:w="342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5966C52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87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6C65404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График </w:t>
            </w:r>
            <w:r w:rsidRPr="009B63D9">
              <w:rPr>
                <w:sz w:val="20"/>
              </w:rPr>
              <w:lastRenderedPageBreak/>
              <w:t>реализации мероприятий</w:t>
            </w:r>
          </w:p>
        </w:tc>
        <w:tc>
          <w:tcPr>
            <w:tcW w:w="312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1E934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lastRenderedPageBreak/>
              <w:t xml:space="preserve">Источники финансирования, тыс. </w:t>
            </w:r>
            <w:r w:rsidRPr="009B63D9">
              <w:rPr>
                <w:sz w:val="20"/>
              </w:rPr>
              <w:lastRenderedPageBreak/>
              <w:t xml:space="preserve">руб.        </w:t>
            </w:r>
          </w:p>
        </w:tc>
        <w:tc>
          <w:tcPr>
            <w:tcW w:w="1639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C623B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lastRenderedPageBreak/>
              <w:t xml:space="preserve">Всего сумма, </w:t>
            </w:r>
            <w:r w:rsidRPr="009B63D9">
              <w:rPr>
                <w:sz w:val="20"/>
              </w:rPr>
              <w:lastRenderedPageBreak/>
              <w:t xml:space="preserve">тыс. руб.  </w:t>
            </w:r>
          </w:p>
        </w:tc>
      </w:tr>
      <w:tr w:rsidR="009B63D9" w:rsidRPr="009B63D9" w14:paraId="234772EC" w14:textId="77777777" w:rsidTr="009B63D9">
        <w:trPr>
          <w:gridAfter w:val="1"/>
          <w:wAfter w:w="640" w:type="dxa"/>
          <w:trHeight w:val="255"/>
          <w:tblCellSpacing w:w="5" w:type="nil"/>
        </w:trPr>
        <w:tc>
          <w:tcPr>
            <w:tcW w:w="3425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FC1F1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87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0368F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9D708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Себестоимость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B0189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  Другие   </w:t>
            </w:r>
          </w:p>
          <w:p w14:paraId="1F369E04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 источники </w:t>
            </w:r>
          </w:p>
        </w:tc>
        <w:tc>
          <w:tcPr>
            <w:tcW w:w="1639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8D09B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9B63D9" w:rsidRPr="009B63D9" w14:paraId="20E8BA8C" w14:textId="77777777" w:rsidTr="009B63D9">
        <w:trPr>
          <w:gridAfter w:val="1"/>
          <w:wAfter w:w="640" w:type="dxa"/>
          <w:trHeight w:val="255"/>
          <w:tblCellSpacing w:w="5" w:type="nil"/>
        </w:trPr>
        <w:tc>
          <w:tcPr>
            <w:tcW w:w="9978" w:type="dxa"/>
            <w:gridSpan w:val="14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08C73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Ветлужский муниципальный район</w:t>
            </w:r>
          </w:p>
        </w:tc>
      </w:tr>
      <w:tr w:rsidR="009B63D9" w:rsidRPr="009B63D9" w14:paraId="65D3E24A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94B21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 период с 01.10.2020 по 31.12.2020</w:t>
            </w:r>
          </w:p>
        </w:tc>
      </w:tr>
      <w:tr w:rsidR="009B63D9" w:rsidRPr="009B63D9" w14:paraId="5F10BBAF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34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D1EA8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Мероприятия отсутствуют</w:t>
            </w:r>
          </w:p>
        </w:tc>
        <w:tc>
          <w:tcPr>
            <w:tcW w:w="17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ADCA7B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3D940B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654F27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9A5DE4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</w:tr>
      <w:tr w:rsidR="009B63D9" w:rsidRPr="009B63D9" w14:paraId="496F0160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D09D5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 период с 01.01.2021 по 31.12.2021</w:t>
            </w:r>
          </w:p>
        </w:tc>
      </w:tr>
      <w:tr w:rsidR="009B63D9" w:rsidRPr="009B63D9" w14:paraId="437FF57D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34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4A747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Мероприятия отсутствуют</w:t>
            </w:r>
          </w:p>
        </w:tc>
        <w:tc>
          <w:tcPr>
            <w:tcW w:w="17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E21BBE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4F36C5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F4E8E0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96B3E4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</w:tr>
      <w:tr w:rsidR="009B63D9" w:rsidRPr="009B63D9" w14:paraId="0674FA03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5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99713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5857F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F51ED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69D14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</w:tr>
      <w:tr w:rsidR="009B63D9" w:rsidRPr="009B63D9" w14:paraId="58DD6E7E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A8053A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proofErr w:type="gramStart"/>
            <w:r w:rsidRPr="009B63D9">
              <w:rPr>
                <w:bCs/>
                <w:sz w:val="20"/>
              </w:rPr>
              <w:t xml:space="preserve">г. Ветлуга Нижегородской области (дома №№ 71, 73, 75, 75а, 77, 77а, 78а, 78б, 80, 82, 84, 86, 88, 90, 92, 94, 96 по ул. Горького; дома №№ 2, 3, с 5 по 14, 16, 19, 7а, с 20 по 24 на территории ГОСУДАРСТВЕННОГО БЮДЖЕТНОГО ПРОФЕССИОНАЛЬНОГО ОБРАЗОВАТЕЛЬНОГО УЧРЕЖДЕНИЯ «ВЕТЛУЖСКИЙ ЛЕСОАГРОТЕХНИЧЕСКИЙ ТЕХНИКУМ», д. </w:t>
            </w:r>
            <w:proofErr w:type="spellStart"/>
            <w:r w:rsidRPr="009B63D9">
              <w:rPr>
                <w:bCs/>
                <w:sz w:val="20"/>
              </w:rPr>
              <w:t>Крутцы</w:t>
            </w:r>
            <w:proofErr w:type="spellEnd"/>
            <w:r w:rsidRPr="009B63D9">
              <w:rPr>
                <w:bCs/>
                <w:sz w:val="20"/>
              </w:rPr>
              <w:t xml:space="preserve"> Ветлужского муниципального района Нижегородской области)</w:t>
            </w:r>
            <w:proofErr w:type="gramEnd"/>
          </w:p>
        </w:tc>
      </w:tr>
      <w:tr w:rsidR="009B63D9" w:rsidRPr="009B63D9" w14:paraId="7C8A50B2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4AB3E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 период с 01.10.2020 по 31.12.2020</w:t>
            </w:r>
          </w:p>
        </w:tc>
      </w:tr>
      <w:tr w:rsidR="009B63D9" w:rsidRPr="009B63D9" w14:paraId="385D7B79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34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6C16F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Мероприятия отсутствуют</w:t>
            </w:r>
          </w:p>
        </w:tc>
        <w:tc>
          <w:tcPr>
            <w:tcW w:w="17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77BA6E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37F882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457874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2AE343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</w:tr>
      <w:tr w:rsidR="009B63D9" w:rsidRPr="009B63D9" w14:paraId="1956209C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6ADCA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 период с 01.01.2021 по 31.12.2021</w:t>
            </w:r>
          </w:p>
        </w:tc>
      </w:tr>
      <w:tr w:rsidR="009B63D9" w:rsidRPr="009B63D9" w14:paraId="1600AEE1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34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DCED3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Мероприятия отсутствуют</w:t>
            </w:r>
          </w:p>
        </w:tc>
        <w:tc>
          <w:tcPr>
            <w:tcW w:w="17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643970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FC4DCA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40F887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8B2B16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</w:tr>
      <w:tr w:rsidR="009B63D9" w:rsidRPr="009B63D9" w14:paraId="4D5CE67B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5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1B6F2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42725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EB059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0348D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</w:tr>
      <w:tr w:rsidR="009B63D9" w:rsidRPr="009B63D9" w14:paraId="47F51AFD" w14:textId="77777777" w:rsidTr="009B63D9">
        <w:trPr>
          <w:gridAfter w:val="1"/>
          <w:wAfter w:w="640" w:type="dxa"/>
          <w:trHeight w:val="360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9739E" w14:textId="002AD8F2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9B63D9">
              <w:rPr>
                <w:i/>
                <w:sz w:val="20"/>
              </w:rPr>
              <w:t xml:space="preserve">   4.2. Перечень мероприятий, напра</w:t>
            </w:r>
            <w:r>
              <w:rPr>
                <w:i/>
                <w:sz w:val="20"/>
              </w:rPr>
              <w:t xml:space="preserve">вленных на улучшение качества </w:t>
            </w:r>
            <w:r w:rsidRPr="009B63D9">
              <w:rPr>
                <w:i/>
                <w:sz w:val="20"/>
              </w:rPr>
              <w:t xml:space="preserve">питьевой воды </w:t>
            </w:r>
          </w:p>
        </w:tc>
      </w:tr>
      <w:tr w:rsidR="009B63D9" w:rsidRPr="009B63D9" w14:paraId="317B3406" w14:textId="77777777" w:rsidTr="009B63D9">
        <w:trPr>
          <w:gridAfter w:val="1"/>
          <w:wAfter w:w="640" w:type="dxa"/>
          <w:trHeight w:val="223"/>
          <w:tblCellSpacing w:w="5" w:type="nil"/>
        </w:trPr>
        <w:tc>
          <w:tcPr>
            <w:tcW w:w="342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1193220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87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EA4CAAB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График реализации мероприятий</w:t>
            </w:r>
          </w:p>
        </w:tc>
        <w:tc>
          <w:tcPr>
            <w:tcW w:w="312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FE22D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39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4D34E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Всего сумма, тыс. руб.  </w:t>
            </w:r>
          </w:p>
        </w:tc>
      </w:tr>
      <w:tr w:rsidR="009B63D9" w:rsidRPr="009B63D9" w14:paraId="5D0BC42C" w14:textId="77777777" w:rsidTr="009B63D9">
        <w:trPr>
          <w:gridAfter w:val="1"/>
          <w:wAfter w:w="640" w:type="dxa"/>
          <w:trHeight w:val="255"/>
          <w:tblCellSpacing w:w="5" w:type="nil"/>
        </w:trPr>
        <w:tc>
          <w:tcPr>
            <w:tcW w:w="3425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7981B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87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31A0E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B4130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Себестоимость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08776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  Другие   </w:t>
            </w:r>
          </w:p>
          <w:p w14:paraId="3D49761C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 источники </w:t>
            </w:r>
          </w:p>
        </w:tc>
        <w:tc>
          <w:tcPr>
            <w:tcW w:w="1639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4EB82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9B63D9" w:rsidRPr="009B63D9" w14:paraId="52C769B7" w14:textId="77777777" w:rsidTr="009B63D9">
        <w:trPr>
          <w:gridAfter w:val="1"/>
          <w:wAfter w:w="640" w:type="dxa"/>
          <w:trHeight w:val="255"/>
          <w:tblCellSpacing w:w="5" w:type="nil"/>
        </w:trPr>
        <w:tc>
          <w:tcPr>
            <w:tcW w:w="9978" w:type="dxa"/>
            <w:gridSpan w:val="14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1C60B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Ветлужский муниципальный район</w:t>
            </w:r>
          </w:p>
        </w:tc>
      </w:tr>
      <w:tr w:rsidR="009B63D9" w:rsidRPr="009B63D9" w14:paraId="000A07EA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F6387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 период с 01.10.2020 по 31.12.2020</w:t>
            </w:r>
          </w:p>
        </w:tc>
      </w:tr>
      <w:tr w:rsidR="009B63D9" w:rsidRPr="009B63D9" w14:paraId="77D50E1B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34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E55A1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Мероприятия отсутствуют</w:t>
            </w:r>
          </w:p>
        </w:tc>
        <w:tc>
          <w:tcPr>
            <w:tcW w:w="17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7CF1E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179E7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E821C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25B4B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</w:tr>
      <w:tr w:rsidR="009B63D9" w:rsidRPr="009B63D9" w14:paraId="49B35549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B150C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 период с 01.01.2021 по 31.12.2021</w:t>
            </w:r>
          </w:p>
        </w:tc>
      </w:tr>
      <w:tr w:rsidR="009B63D9" w:rsidRPr="009B63D9" w14:paraId="1036D978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34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BA8E2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Мероприятия отсутствуют</w:t>
            </w:r>
          </w:p>
        </w:tc>
        <w:tc>
          <w:tcPr>
            <w:tcW w:w="17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ADE5D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15DCA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7FD94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7DF86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</w:tr>
      <w:tr w:rsidR="009B63D9" w:rsidRPr="009B63D9" w14:paraId="5EC3542A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5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19681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79866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E4A1C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DF1D6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</w:tr>
      <w:tr w:rsidR="009B63D9" w:rsidRPr="009B63D9" w14:paraId="13D23401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80BCA8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proofErr w:type="gramStart"/>
            <w:r w:rsidRPr="009B63D9">
              <w:rPr>
                <w:bCs/>
                <w:sz w:val="20"/>
              </w:rPr>
              <w:t xml:space="preserve">г. Ветлуга Нижегородской области (дома №№ 71, 73, 75, 75а, 77, 77а, 78а, 78б, 80, 82, 84, 86, 88, 90, 92, 94, 96 по ул. Горького; дома №№ 2, 3, с 5 по 14, 16, 19, 7а, с 20 по 24 на территории ГОСУДАРСТВЕННОГО БЮДЖЕТНОГО ПРОФЕССИОНАЛЬНОГО ОБРАЗОВАТЕЛЬНОГО УЧРЕЖДЕНИЯ «ВЕТЛУЖСКИЙ ЛЕСОАГРОТЕХНИЧЕСКИЙ ТЕХНИКУМ», д. </w:t>
            </w:r>
            <w:proofErr w:type="spellStart"/>
            <w:r w:rsidRPr="009B63D9">
              <w:rPr>
                <w:bCs/>
                <w:sz w:val="20"/>
              </w:rPr>
              <w:t>Крутцы</w:t>
            </w:r>
            <w:proofErr w:type="spellEnd"/>
            <w:r w:rsidRPr="009B63D9">
              <w:rPr>
                <w:bCs/>
                <w:sz w:val="20"/>
              </w:rPr>
              <w:t xml:space="preserve"> Ветлужского муниципального района Нижегородской области)</w:t>
            </w:r>
            <w:proofErr w:type="gramEnd"/>
          </w:p>
        </w:tc>
      </w:tr>
      <w:tr w:rsidR="009B63D9" w:rsidRPr="009B63D9" w14:paraId="6334D602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1BBF8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sz w:val="20"/>
              </w:rPr>
              <w:t>На период с 01.10.2020 по 31.12.2020</w:t>
            </w:r>
          </w:p>
        </w:tc>
      </w:tr>
      <w:tr w:rsidR="009B63D9" w:rsidRPr="009B63D9" w14:paraId="5E03868B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34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2FE6A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Мероприятия отсутствуют</w:t>
            </w:r>
          </w:p>
        </w:tc>
        <w:tc>
          <w:tcPr>
            <w:tcW w:w="17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72ABB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F3C73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ECCA2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D6049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</w:tr>
      <w:tr w:rsidR="009B63D9" w:rsidRPr="009B63D9" w14:paraId="5AA5835F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D5AE9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sz w:val="20"/>
              </w:rPr>
              <w:t>На период с 01.01.2021 по 31.12.2021</w:t>
            </w:r>
          </w:p>
        </w:tc>
      </w:tr>
      <w:tr w:rsidR="009B63D9" w:rsidRPr="009B63D9" w14:paraId="069D74ED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34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DAE7A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Мероприятия отсутствуют</w:t>
            </w:r>
          </w:p>
        </w:tc>
        <w:tc>
          <w:tcPr>
            <w:tcW w:w="17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B456E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34EE7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6A166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AA9B5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</w:tr>
      <w:tr w:rsidR="009B63D9" w:rsidRPr="009B63D9" w14:paraId="3F7EE136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5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B586D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C2D82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A9AE2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4B4F4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</w:tr>
      <w:tr w:rsidR="009B63D9" w:rsidRPr="009B63D9" w14:paraId="3F251896" w14:textId="77777777" w:rsidTr="009B63D9">
        <w:trPr>
          <w:gridAfter w:val="1"/>
          <w:wAfter w:w="640" w:type="dxa"/>
          <w:trHeight w:val="360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2B61A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9B63D9">
              <w:rPr>
                <w:sz w:val="20"/>
              </w:rPr>
              <w:t xml:space="preserve">    </w:t>
            </w:r>
            <w:r w:rsidRPr="009B63D9">
              <w:rPr>
                <w:i/>
                <w:sz w:val="20"/>
              </w:rPr>
              <w:t xml:space="preserve">4.3. Перечень мероприятий по энергосбережению и повышению </w:t>
            </w:r>
            <w:proofErr w:type="gramStart"/>
            <w:r w:rsidRPr="009B63D9">
              <w:rPr>
                <w:i/>
                <w:sz w:val="20"/>
              </w:rPr>
              <w:t>энергетической</w:t>
            </w:r>
            <w:proofErr w:type="gramEnd"/>
            <w:r w:rsidRPr="009B63D9">
              <w:rPr>
                <w:i/>
                <w:sz w:val="20"/>
              </w:rPr>
              <w:t xml:space="preserve">    </w:t>
            </w:r>
          </w:p>
          <w:p w14:paraId="7460C2FB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i/>
                <w:sz w:val="20"/>
              </w:rPr>
              <w:t xml:space="preserve">   эффективности, в том числе по снижению потерь воды при транспортировке</w:t>
            </w:r>
            <w:r w:rsidRPr="009B63D9">
              <w:rPr>
                <w:sz w:val="20"/>
              </w:rPr>
              <w:t xml:space="preserve">   </w:t>
            </w:r>
          </w:p>
        </w:tc>
      </w:tr>
      <w:tr w:rsidR="009B63D9" w:rsidRPr="009B63D9" w14:paraId="21EFE482" w14:textId="77777777" w:rsidTr="009B63D9">
        <w:trPr>
          <w:gridAfter w:val="1"/>
          <w:wAfter w:w="640" w:type="dxa"/>
          <w:trHeight w:val="223"/>
          <w:tblCellSpacing w:w="5" w:type="nil"/>
        </w:trPr>
        <w:tc>
          <w:tcPr>
            <w:tcW w:w="342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D2D0C2F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87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4392AD0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График реализации мероприятий</w:t>
            </w:r>
          </w:p>
        </w:tc>
        <w:tc>
          <w:tcPr>
            <w:tcW w:w="312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C28D4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39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740DA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Всего сумма, тыс. руб.  </w:t>
            </w:r>
          </w:p>
        </w:tc>
      </w:tr>
      <w:tr w:rsidR="009B63D9" w:rsidRPr="009B63D9" w14:paraId="3BA0D1D9" w14:textId="77777777" w:rsidTr="009B63D9">
        <w:trPr>
          <w:gridAfter w:val="1"/>
          <w:wAfter w:w="640" w:type="dxa"/>
          <w:trHeight w:val="273"/>
          <w:tblCellSpacing w:w="5" w:type="nil"/>
        </w:trPr>
        <w:tc>
          <w:tcPr>
            <w:tcW w:w="3425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E05A1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87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AA005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9B1F1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Себестоимость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C2106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  Другие   </w:t>
            </w:r>
          </w:p>
          <w:p w14:paraId="59EBBF0A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 источники </w:t>
            </w:r>
          </w:p>
        </w:tc>
        <w:tc>
          <w:tcPr>
            <w:tcW w:w="1639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CD6FF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9B63D9" w:rsidRPr="009B63D9" w14:paraId="30ED59BE" w14:textId="77777777" w:rsidTr="009B63D9">
        <w:trPr>
          <w:gridAfter w:val="1"/>
          <w:wAfter w:w="640" w:type="dxa"/>
          <w:trHeight w:val="273"/>
          <w:tblCellSpacing w:w="5" w:type="nil"/>
        </w:trPr>
        <w:tc>
          <w:tcPr>
            <w:tcW w:w="9978" w:type="dxa"/>
            <w:gridSpan w:val="14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F4A2D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Ветлужский муниципальный район</w:t>
            </w:r>
          </w:p>
        </w:tc>
      </w:tr>
      <w:tr w:rsidR="009B63D9" w:rsidRPr="009B63D9" w14:paraId="2835D1E8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8AD1C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 период с 01.10.2020 по 31.12.2020</w:t>
            </w:r>
          </w:p>
        </w:tc>
      </w:tr>
      <w:tr w:rsidR="009B63D9" w:rsidRPr="009B63D9" w14:paraId="280C6E3B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34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276BE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Мероприятия отсутствуют</w:t>
            </w:r>
          </w:p>
        </w:tc>
        <w:tc>
          <w:tcPr>
            <w:tcW w:w="17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2191C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A28F4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1F40D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C87A3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</w:tr>
      <w:tr w:rsidR="009B63D9" w:rsidRPr="009B63D9" w14:paraId="55F5B6A0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D8434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 период с 01.01.2021 по 31.12.2021</w:t>
            </w:r>
          </w:p>
        </w:tc>
      </w:tr>
      <w:tr w:rsidR="009B63D9" w:rsidRPr="009B63D9" w14:paraId="6031E606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34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BFC27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Мероприятия отсутствуют</w:t>
            </w:r>
          </w:p>
        </w:tc>
        <w:tc>
          <w:tcPr>
            <w:tcW w:w="17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550D1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A23F1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188FF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1A488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</w:tr>
      <w:tr w:rsidR="009B63D9" w:rsidRPr="009B63D9" w14:paraId="381D14E9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5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24E51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366F8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22783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2AA54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</w:tr>
      <w:tr w:rsidR="009B63D9" w:rsidRPr="009B63D9" w14:paraId="01BAB64C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B7F18E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proofErr w:type="gramStart"/>
            <w:r w:rsidRPr="009B63D9">
              <w:rPr>
                <w:bCs/>
                <w:sz w:val="20"/>
              </w:rPr>
              <w:t xml:space="preserve">г. Ветлуга Нижегородской области (дома №№ 71, 73, 75, 75а, 77, 77а, 78а, 78б, 80, 82, 84, 86, 88, 90, 92, 94, 96 по ул. Горького; дома №№ 2, 3, с 5 по 14, 16, 19, 7а, с 20 по 24 на территории ГОСУДАРСТВЕННОГО БЮДЖЕТНОГО ПРОФЕССИОНАЛЬНОГО ОБРАЗОВАТЕЛЬНОГО УЧРЕЖДЕНИЯ «ВЕТЛУЖСКИЙ ЛЕСОАГРОТЕХНИЧЕСКИЙ ТЕХНИКУМ», д. </w:t>
            </w:r>
            <w:proofErr w:type="spellStart"/>
            <w:r w:rsidRPr="009B63D9">
              <w:rPr>
                <w:bCs/>
                <w:sz w:val="20"/>
              </w:rPr>
              <w:t>Крутцы</w:t>
            </w:r>
            <w:proofErr w:type="spellEnd"/>
            <w:r w:rsidRPr="009B63D9">
              <w:rPr>
                <w:bCs/>
                <w:sz w:val="20"/>
              </w:rPr>
              <w:t xml:space="preserve"> Ветлужского муниципального района Нижегородской области)</w:t>
            </w:r>
            <w:proofErr w:type="gramEnd"/>
          </w:p>
        </w:tc>
      </w:tr>
      <w:tr w:rsidR="009B63D9" w:rsidRPr="009B63D9" w14:paraId="036267FB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02FB0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 период с 01.10.2020 по 31.12.2020</w:t>
            </w:r>
          </w:p>
        </w:tc>
      </w:tr>
      <w:tr w:rsidR="009B63D9" w:rsidRPr="009B63D9" w14:paraId="088529ED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5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BC818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Мероприятия отсутствуют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83E9A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6536B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AEF8F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</w:tr>
      <w:tr w:rsidR="009B63D9" w:rsidRPr="009B63D9" w14:paraId="3D662543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62F01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 период с 01.01.2021 по 31.12.2021</w:t>
            </w:r>
          </w:p>
        </w:tc>
      </w:tr>
      <w:tr w:rsidR="009B63D9" w:rsidRPr="009B63D9" w14:paraId="1492E89A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5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04466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Мероприятия отсутствуют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CB45B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FBC7C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EA814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</w:tr>
      <w:tr w:rsidR="009B63D9" w:rsidRPr="009B63D9" w14:paraId="709608E2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5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20D9F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lastRenderedPageBreak/>
              <w:t>Всего на период реализации программы: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17702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F774D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063EB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</w:tr>
      <w:tr w:rsidR="009B63D9" w:rsidRPr="009B63D9" w14:paraId="11E70EBD" w14:textId="77777777" w:rsidTr="009B63D9">
        <w:trPr>
          <w:gridAfter w:val="1"/>
          <w:wAfter w:w="640" w:type="dxa"/>
          <w:trHeight w:val="144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FC721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9B63D9">
              <w:rPr>
                <w:i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9B63D9" w:rsidRPr="009B63D9" w14:paraId="72038D5F" w14:textId="77777777" w:rsidTr="009B63D9">
        <w:trPr>
          <w:gridAfter w:val="1"/>
          <w:wAfter w:w="640" w:type="dxa"/>
          <w:trHeight w:val="223"/>
          <w:tblCellSpacing w:w="5" w:type="nil"/>
        </w:trPr>
        <w:tc>
          <w:tcPr>
            <w:tcW w:w="342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82D22A7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87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6975123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График реализации мероприятий</w:t>
            </w:r>
          </w:p>
        </w:tc>
        <w:tc>
          <w:tcPr>
            <w:tcW w:w="312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077D8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39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261ED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Всего сумма, тыс. руб.  </w:t>
            </w:r>
          </w:p>
        </w:tc>
      </w:tr>
      <w:tr w:rsidR="009B63D9" w:rsidRPr="009B63D9" w14:paraId="7184DA16" w14:textId="77777777" w:rsidTr="009B63D9">
        <w:trPr>
          <w:gridAfter w:val="1"/>
          <w:wAfter w:w="640" w:type="dxa"/>
          <w:trHeight w:val="255"/>
          <w:tblCellSpacing w:w="5" w:type="nil"/>
        </w:trPr>
        <w:tc>
          <w:tcPr>
            <w:tcW w:w="3425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37245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87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3852D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8ED76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Себестоимость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A80BD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  Другие   </w:t>
            </w:r>
          </w:p>
          <w:p w14:paraId="2299A755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 источники </w:t>
            </w:r>
          </w:p>
        </w:tc>
        <w:tc>
          <w:tcPr>
            <w:tcW w:w="1639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5337A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9B63D9" w:rsidRPr="009B63D9" w14:paraId="3413BDBF" w14:textId="77777777" w:rsidTr="009B63D9">
        <w:trPr>
          <w:gridAfter w:val="1"/>
          <w:wAfter w:w="640" w:type="dxa"/>
          <w:trHeight w:val="255"/>
          <w:tblCellSpacing w:w="5" w:type="nil"/>
        </w:trPr>
        <w:tc>
          <w:tcPr>
            <w:tcW w:w="9978" w:type="dxa"/>
            <w:gridSpan w:val="14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F671F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Ветлужский муниципальный район</w:t>
            </w:r>
          </w:p>
        </w:tc>
      </w:tr>
      <w:tr w:rsidR="009B63D9" w:rsidRPr="009B63D9" w14:paraId="15DDAE05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305AD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 период с 01.10.2020 по 31.12.2020</w:t>
            </w:r>
          </w:p>
        </w:tc>
      </w:tr>
      <w:tr w:rsidR="009B63D9" w:rsidRPr="009B63D9" w14:paraId="76B9891B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34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9A624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Мероприятия отсутствуют</w:t>
            </w:r>
          </w:p>
        </w:tc>
        <w:tc>
          <w:tcPr>
            <w:tcW w:w="17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7B95A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E785A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BF98D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15C94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</w:tr>
      <w:tr w:rsidR="009B63D9" w:rsidRPr="009B63D9" w14:paraId="60653702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DCE04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 период с 01.01.2021 по 31.12.2021</w:t>
            </w:r>
          </w:p>
        </w:tc>
      </w:tr>
      <w:tr w:rsidR="009B63D9" w:rsidRPr="009B63D9" w14:paraId="6973FAE1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34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C337A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Мероприятия отсутствуют</w:t>
            </w:r>
          </w:p>
        </w:tc>
        <w:tc>
          <w:tcPr>
            <w:tcW w:w="17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F8A70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ED098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50BE5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61E44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</w:tr>
      <w:tr w:rsidR="009B63D9" w:rsidRPr="009B63D9" w14:paraId="72F1CAC6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5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C8453" w14:textId="41FA613F" w:rsidR="009B63D9" w:rsidRPr="009B63D9" w:rsidRDefault="00B17A48" w:rsidP="00B17A4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Итого на период с 01.10</w:t>
            </w:r>
            <w:r w:rsidR="009B63D9" w:rsidRPr="009B63D9">
              <w:rPr>
                <w:sz w:val="20"/>
              </w:rPr>
              <w:t>.202</w:t>
            </w:r>
            <w:r>
              <w:rPr>
                <w:sz w:val="20"/>
              </w:rPr>
              <w:t>0 по 31.12.2021</w:t>
            </w:r>
            <w:r w:rsidR="009B63D9" w:rsidRPr="009B63D9">
              <w:rPr>
                <w:sz w:val="20"/>
              </w:rPr>
              <w:t xml:space="preserve">:                              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D1DEC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1C24D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7B619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</w:tr>
      <w:tr w:rsidR="009B63D9" w:rsidRPr="009B63D9" w14:paraId="46A10545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FD0B23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proofErr w:type="gramStart"/>
            <w:r w:rsidRPr="009B63D9">
              <w:rPr>
                <w:bCs/>
                <w:sz w:val="20"/>
              </w:rPr>
              <w:t xml:space="preserve">г. Ветлуга Нижегородской области (дома №№ 71, 73, 75, 75а, 77, 77а, 78а, 78б, 80, 82, 84, 86, 88, 90, 92, 94, 96 по ул. Горького; дома №№ 2, 3, с 5 по 14, 16, 19, 7а, с 20 по 24 на территории ГОСУДАРСТВЕННОГО БЮДЖЕТНОГО ПРОФЕССИОНАЛЬНОГО ОБРАЗОВАТЕЛЬНОГО УЧРЕЖДЕНИЯ «ВЕТЛУЖСКИЙ ЛЕСОАГРОТЕХНИЧЕСКИЙ ТЕХНИКУМ», д. </w:t>
            </w:r>
            <w:proofErr w:type="spellStart"/>
            <w:r w:rsidRPr="009B63D9">
              <w:rPr>
                <w:bCs/>
                <w:sz w:val="20"/>
              </w:rPr>
              <w:t>Крутцы</w:t>
            </w:r>
            <w:proofErr w:type="spellEnd"/>
            <w:r w:rsidRPr="009B63D9">
              <w:rPr>
                <w:bCs/>
                <w:sz w:val="20"/>
              </w:rPr>
              <w:t xml:space="preserve"> Ветлужского муниципального района Нижегородской области)</w:t>
            </w:r>
            <w:proofErr w:type="gramEnd"/>
          </w:p>
        </w:tc>
      </w:tr>
      <w:tr w:rsidR="009B63D9" w:rsidRPr="009B63D9" w14:paraId="7688F40B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413D1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 период с 01.10.2020 по 31.12.2020</w:t>
            </w:r>
          </w:p>
        </w:tc>
      </w:tr>
      <w:tr w:rsidR="009B63D9" w:rsidRPr="009B63D9" w14:paraId="7259AE42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34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72FE5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Мероприятия отсутствуют</w:t>
            </w:r>
          </w:p>
        </w:tc>
        <w:tc>
          <w:tcPr>
            <w:tcW w:w="17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56598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7465F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36F4D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186B5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</w:tr>
      <w:tr w:rsidR="009B63D9" w:rsidRPr="009B63D9" w14:paraId="27D72B90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F1861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 период с 01.01.2021 по 31.12.2021</w:t>
            </w:r>
          </w:p>
        </w:tc>
      </w:tr>
      <w:tr w:rsidR="009B63D9" w:rsidRPr="009B63D9" w14:paraId="65745215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34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F0391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Мероприятия отсутствуют</w:t>
            </w:r>
          </w:p>
        </w:tc>
        <w:tc>
          <w:tcPr>
            <w:tcW w:w="17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87365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FB97E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BDB69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D0D4E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</w:tr>
      <w:tr w:rsidR="009B63D9" w:rsidRPr="009B63D9" w14:paraId="15A8E2CA" w14:textId="77777777" w:rsidTr="009B63D9">
        <w:trPr>
          <w:gridAfter w:val="1"/>
          <w:wAfter w:w="640" w:type="dxa"/>
          <w:trHeight w:val="211"/>
          <w:tblCellSpacing w:w="5" w:type="nil"/>
        </w:trPr>
        <w:tc>
          <w:tcPr>
            <w:tcW w:w="51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DED6F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A9431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42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3DF9D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64C46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</w:tr>
      <w:tr w:rsidR="009B63D9" w:rsidRPr="009B63D9" w14:paraId="280D7F1B" w14:textId="77777777" w:rsidTr="009B63D9">
        <w:trPr>
          <w:gridAfter w:val="1"/>
          <w:wAfter w:w="640" w:type="dxa"/>
          <w:trHeight w:val="144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10C32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9B63D9">
              <w:rPr>
                <w:sz w:val="20"/>
              </w:rPr>
              <w:t xml:space="preserve">        </w:t>
            </w:r>
            <w:r w:rsidRPr="009B63D9">
              <w:rPr>
                <w:b/>
                <w:sz w:val="20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9B63D9" w:rsidRPr="009B63D9" w14:paraId="1A0A97DA" w14:textId="77777777" w:rsidTr="009B63D9">
        <w:trPr>
          <w:gridAfter w:val="1"/>
          <w:wAfter w:w="640" w:type="dxa"/>
          <w:trHeight w:val="144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1F757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Ветлужский муниципальный район</w:t>
            </w:r>
          </w:p>
        </w:tc>
      </w:tr>
      <w:tr w:rsidR="009B63D9" w:rsidRPr="009B63D9" w14:paraId="27FEB801" w14:textId="77777777" w:rsidTr="009B63D9">
        <w:trPr>
          <w:gridAfter w:val="1"/>
          <w:wAfter w:w="640" w:type="dxa"/>
          <w:trHeight w:val="144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05878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Показатели качества воды</w:t>
            </w:r>
          </w:p>
        </w:tc>
      </w:tr>
      <w:tr w:rsidR="009B63D9" w:rsidRPr="009B63D9" w14:paraId="5F97536A" w14:textId="77777777" w:rsidTr="009B63D9">
        <w:trPr>
          <w:gridAfter w:val="1"/>
          <w:wAfter w:w="640" w:type="dxa"/>
          <w:trHeight w:val="215"/>
          <w:tblCellSpacing w:w="5" w:type="nil"/>
        </w:trPr>
        <w:tc>
          <w:tcPr>
            <w:tcW w:w="6850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1E5D1FB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Наименование показателя</w:t>
            </w:r>
          </w:p>
        </w:tc>
        <w:tc>
          <w:tcPr>
            <w:tcW w:w="104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8B57F4D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proofErr w:type="spellStart"/>
            <w:r w:rsidRPr="009B63D9">
              <w:rPr>
                <w:sz w:val="20"/>
              </w:rPr>
              <w:t>Ед</w:t>
            </w:r>
            <w:proofErr w:type="gramStart"/>
            <w:r w:rsidRPr="009B63D9">
              <w:rPr>
                <w:sz w:val="20"/>
              </w:rPr>
              <w:t>.и</w:t>
            </w:r>
            <w:proofErr w:type="gramEnd"/>
            <w:r w:rsidRPr="009B63D9">
              <w:rPr>
                <w:sz w:val="20"/>
              </w:rPr>
              <w:t>зм</w:t>
            </w:r>
            <w:proofErr w:type="spellEnd"/>
            <w:r w:rsidRPr="009B63D9">
              <w:rPr>
                <w:sz w:val="20"/>
              </w:rPr>
              <w:t>.</w:t>
            </w:r>
          </w:p>
        </w:tc>
        <w:tc>
          <w:tcPr>
            <w:tcW w:w="104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5E15CDB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9B63D9">
              <w:rPr>
                <w:sz w:val="18"/>
              </w:rPr>
              <w:t>На период с 01.10.2020 по 31.12.2020</w:t>
            </w:r>
          </w:p>
        </w:tc>
        <w:tc>
          <w:tcPr>
            <w:tcW w:w="104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31B3F3A8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9B63D9">
              <w:rPr>
                <w:sz w:val="18"/>
              </w:rPr>
              <w:t>На период с 01.01.2021 по 31.12.2021</w:t>
            </w:r>
          </w:p>
        </w:tc>
      </w:tr>
      <w:tr w:rsidR="009B63D9" w:rsidRPr="009B63D9" w14:paraId="73C5E758" w14:textId="77777777" w:rsidTr="009B63D9">
        <w:trPr>
          <w:gridAfter w:val="1"/>
          <w:wAfter w:w="640" w:type="dxa"/>
          <w:trHeight w:val="1587"/>
          <w:tblCellSpacing w:w="5" w:type="nil"/>
        </w:trPr>
        <w:tc>
          <w:tcPr>
            <w:tcW w:w="6850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B67EC1D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04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CD9EFDF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%</w:t>
            </w:r>
          </w:p>
        </w:tc>
        <w:tc>
          <w:tcPr>
            <w:tcW w:w="104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FD427F5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  <w:tc>
          <w:tcPr>
            <w:tcW w:w="104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90DDC37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</w:tr>
      <w:tr w:rsidR="009B63D9" w:rsidRPr="009B63D9" w14:paraId="70050660" w14:textId="77777777" w:rsidTr="009B63D9">
        <w:trPr>
          <w:gridAfter w:val="1"/>
          <w:wAfter w:w="640" w:type="dxa"/>
          <w:trHeight w:val="1040"/>
          <w:tblCellSpacing w:w="5" w:type="nil"/>
        </w:trPr>
        <w:tc>
          <w:tcPr>
            <w:tcW w:w="6850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A49121C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04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0486875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%</w:t>
            </w:r>
          </w:p>
        </w:tc>
        <w:tc>
          <w:tcPr>
            <w:tcW w:w="104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4DC1164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  <w:tc>
          <w:tcPr>
            <w:tcW w:w="104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9940EB4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</w:tr>
      <w:tr w:rsidR="009B63D9" w:rsidRPr="009B63D9" w14:paraId="24E422BE" w14:textId="77777777" w:rsidTr="009B63D9">
        <w:trPr>
          <w:gridAfter w:val="1"/>
          <w:wAfter w:w="640" w:type="dxa"/>
          <w:trHeight w:val="276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BD27BCD" w14:textId="77777777" w:rsidR="009B63D9" w:rsidRPr="009B63D9" w:rsidRDefault="009B63D9" w:rsidP="000714C0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Показатели надежности и бесперебойности водоснабжения</w:t>
            </w:r>
          </w:p>
        </w:tc>
      </w:tr>
      <w:tr w:rsidR="009B63D9" w:rsidRPr="009B63D9" w14:paraId="76088A3D" w14:textId="77777777" w:rsidTr="009B63D9">
        <w:trPr>
          <w:gridAfter w:val="1"/>
          <w:wAfter w:w="640" w:type="dxa"/>
          <w:trHeight w:val="846"/>
          <w:tblCellSpacing w:w="5" w:type="nil"/>
        </w:trPr>
        <w:tc>
          <w:tcPr>
            <w:tcW w:w="6850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F15A07F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104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BBB214B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ед./</w:t>
            </w:r>
            <w:proofErr w:type="gramStart"/>
            <w:r w:rsidRPr="009B63D9">
              <w:rPr>
                <w:sz w:val="20"/>
              </w:rPr>
              <w:t>км</w:t>
            </w:r>
            <w:proofErr w:type="gramEnd"/>
          </w:p>
        </w:tc>
        <w:tc>
          <w:tcPr>
            <w:tcW w:w="104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4F92F6F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0,89</w:t>
            </w:r>
          </w:p>
        </w:tc>
        <w:tc>
          <w:tcPr>
            <w:tcW w:w="104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69D9276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0,89</w:t>
            </w:r>
          </w:p>
        </w:tc>
      </w:tr>
      <w:tr w:rsidR="009B63D9" w:rsidRPr="009B63D9" w14:paraId="27D5A06B" w14:textId="77777777" w:rsidTr="009B63D9">
        <w:trPr>
          <w:gridAfter w:val="1"/>
          <w:wAfter w:w="640" w:type="dxa"/>
          <w:trHeight w:val="212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0AC2A0A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Показатели энергетической эффективности</w:t>
            </w:r>
          </w:p>
        </w:tc>
      </w:tr>
      <w:tr w:rsidR="009B63D9" w:rsidRPr="009B63D9" w14:paraId="2BE4FFDA" w14:textId="77777777" w:rsidTr="009B63D9">
        <w:trPr>
          <w:gridAfter w:val="1"/>
          <w:wAfter w:w="640" w:type="dxa"/>
          <w:trHeight w:val="212"/>
          <w:tblCellSpacing w:w="5" w:type="nil"/>
        </w:trPr>
        <w:tc>
          <w:tcPr>
            <w:tcW w:w="6850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977FA18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042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AC240AA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%</w:t>
            </w:r>
          </w:p>
        </w:tc>
        <w:tc>
          <w:tcPr>
            <w:tcW w:w="1042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9377A59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3,8</w:t>
            </w:r>
          </w:p>
        </w:tc>
        <w:tc>
          <w:tcPr>
            <w:tcW w:w="104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05D71D6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3,8</w:t>
            </w:r>
          </w:p>
        </w:tc>
      </w:tr>
      <w:tr w:rsidR="009B63D9" w:rsidRPr="009B63D9" w14:paraId="541BE031" w14:textId="77777777" w:rsidTr="009B63D9">
        <w:trPr>
          <w:gridAfter w:val="1"/>
          <w:wAfter w:w="640" w:type="dxa"/>
          <w:trHeight w:val="706"/>
          <w:tblCellSpacing w:w="5" w:type="nil"/>
        </w:trPr>
        <w:tc>
          <w:tcPr>
            <w:tcW w:w="685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B381142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ADA43" w14:textId="77777777" w:rsidR="009B63D9" w:rsidRPr="009B63D9" w:rsidRDefault="009B63D9" w:rsidP="000714C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кВт*</w:t>
            </w:r>
            <w:proofErr w:type="gramStart"/>
            <w:r w:rsidRPr="009B63D9">
              <w:rPr>
                <w:sz w:val="20"/>
              </w:rPr>
              <w:t>ч</w:t>
            </w:r>
            <w:proofErr w:type="gramEnd"/>
            <w:r w:rsidRPr="009B63D9">
              <w:rPr>
                <w:sz w:val="20"/>
              </w:rPr>
              <w:t>/</w:t>
            </w:r>
          </w:p>
          <w:p w14:paraId="3293E22E" w14:textId="77777777" w:rsidR="009B63D9" w:rsidRPr="009B63D9" w:rsidRDefault="009B63D9" w:rsidP="000714C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куб. м</w:t>
            </w:r>
          </w:p>
          <w:p w14:paraId="6E58CE22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8E85F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1,54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76A0B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1,54</w:t>
            </w:r>
          </w:p>
        </w:tc>
      </w:tr>
      <w:tr w:rsidR="009B63D9" w:rsidRPr="009B63D9" w14:paraId="6F4F137C" w14:textId="77777777" w:rsidTr="009B63D9">
        <w:trPr>
          <w:gridAfter w:val="1"/>
          <w:wAfter w:w="640" w:type="dxa"/>
          <w:trHeight w:val="212"/>
          <w:tblCellSpacing w:w="5" w:type="nil"/>
        </w:trPr>
        <w:tc>
          <w:tcPr>
            <w:tcW w:w="6850" w:type="dxa"/>
            <w:gridSpan w:val="6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4C749A7B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9B63D9">
              <w:rPr>
                <w:sz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742FE" w14:textId="77777777" w:rsidR="009B63D9" w:rsidRPr="009B63D9" w:rsidRDefault="009B63D9" w:rsidP="000714C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кВт*</w:t>
            </w:r>
            <w:proofErr w:type="gramStart"/>
            <w:r w:rsidRPr="009B63D9">
              <w:rPr>
                <w:sz w:val="20"/>
              </w:rPr>
              <w:t>ч</w:t>
            </w:r>
            <w:proofErr w:type="gramEnd"/>
            <w:r w:rsidRPr="009B63D9">
              <w:rPr>
                <w:sz w:val="20"/>
              </w:rPr>
              <w:t>/</w:t>
            </w:r>
          </w:p>
          <w:p w14:paraId="1EB1C9BD" w14:textId="77777777" w:rsidR="009B63D9" w:rsidRPr="009B63D9" w:rsidRDefault="009B63D9" w:rsidP="000714C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куб. м</w:t>
            </w:r>
          </w:p>
          <w:p w14:paraId="25952BBB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B7721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610CB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</w:tr>
      <w:tr w:rsidR="009B63D9" w:rsidRPr="009B63D9" w14:paraId="1712A8DD" w14:textId="77777777" w:rsidTr="009B63D9">
        <w:trPr>
          <w:gridAfter w:val="1"/>
          <w:wAfter w:w="640" w:type="dxa"/>
          <w:trHeight w:val="212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B70C9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proofErr w:type="gramStart"/>
            <w:r w:rsidRPr="009B63D9">
              <w:rPr>
                <w:bCs/>
                <w:sz w:val="20"/>
              </w:rPr>
              <w:t xml:space="preserve">г. Ветлуга Нижегородской области (дома №№ 71, 73, 75, 75а, 77, 77а, 78а, 78б, 80, 82, 84, 86, 88, 90, 92, 94, 96 по ул. Горького; дома №№ 2, 3, с 5 по 14, 16, 19, 7а, с 20 по 24 на территории ГОСУДАРСТВЕННОГО БЮДЖЕТНОГО ПРОФЕССИОНАЛЬНОГО ОБРАЗОВАТЕЛЬНОГО УЧРЕЖДЕНИЯ «ВЕТЛУЖСКИЙ </w:t>
            </w:r>
            <w:r w:rsidRPr="009B63D9">
              <w:rPr>
                <w:bCs/>
                <w:sz w:val="20"/>
              </w:rPr>
              <w:lastRenderedPageBreak/>
              <w:t xml:space="preserve">ЛЕСОАГРОТЕХНИЧЕСКИЙ ТЕХНИКУМ», д. </w:t>
            </w:r>
            <w:proofErr w:type="spellStart"/>
            <w:r w:rsidRPr="009B63D9">
              <w:rPr>
                <w:bCs/>
                <w:sz w:val="20"/>
              </w:rPr>
              <w:t>Крутцы</w:t>
            </w:r>
            <w:proofErr w:type="spellEnd"/>
            <w:r w:rsidRPr="009B63D9">
              <w:rPr>
                <w:bCs/>
                <w:sz w:val="20"/>
              </w:rPr>
              <w:t xml:space="preserve"> Ветлужского муниципального района Нижегородской области)</w:t>
            </w:r>
            <w:proofErr w:type="gramEnd"/>
          </w:p>
        </w:tc>
      </w:tr>
      <w:tr w:rsidR="009B63D9" w:rsidRPr="009B63D9" w14:paraId="02498D9D" w14:textId="77777777" w:rsidTr="009B63D9">
        <w:trPr>
          <w:gridAfter w:val="1"/>
          <w:wAfter w:w="640" w:type="dxa"/>
          <w:trHeight w:val="212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41E4D198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9B63D9">
              <w:rPr>
                <w:sz w:val="20"/>
              </w:rPr>
              <w:lastRenderedPageBreak/>
              <w:t>Показатели качества воды</w:t>
            </w:r>
          </w:p>
        </w:tc>
      </w:tr>
      <w:tr w:rsidR="009B63D9" w:rsidRPr="009B63D9" w14:paraId="6904E7E2" w14:textId="77777777" w:rsidTr="009B63D9">
        <w:trPr>
          <w:gridAfter w:val="1"/>
          <w:wAfter w:w="640" w:type="dxa"/>
          <w:trHeight w:val="212"/>
          <w:tblCellSpacing w:w="5" w:type="nil"/>
        </w:trPr>
        <w:tc>
          <w:tcPr>
            <w:tcW w:w="6850" w:type="dxa"/>
            <w:gridSpan w:val="6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A67E5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Наименование показателя</w:t>
            </w: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0AE50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proofErr w:type="spellStart"/>
            <w:r w:rsidRPr="009B63D9">
              <w:rPr>
                <w:sz w:val="20"/>
              </w:rPr>
              <w:t>Ед</w:t>
            </w:r>
            <w:proofErr w:type="gramStart"/>
            <w:r w:rsidRPr="009B63D9">
              <w:rPr>
                <w:sz w:val="20"/>
              </w:rPr>
              <w:t>.и</w:t>
            </w:r>
            <w:proofErr w:type="gramEnd"/>
            <w:r w:rsidRPr="009B63D9">
              <w:rPr>
                <w:sz w:val="20"/>
              </w:rPr>
              <w:t>зм</w:t>
            </w:r>
            <w:proofErr w:type="spellEnd"/>
            <w:r w:rsidRPr="009B63D9">
              <w:rPr>
                <w:sz w:val="20"/>
              </w:rPr>
              <w:t>.</w:t>
            </w: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EFAF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9B63D9">
              <w:rPr>
                <w:sz w:val="18"/>
              </w:rPr>
              <w:t>На период с 01.10.2020 по 31.12.2020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6BE07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9B63D9">
              <w:rPr>
                <w:sz w:val="18"/>
              </w:rPr>
              <w:t>На период с 01.01.2021 по 31.12.2021</w:t>
            </w:r>
          </w:p>
        </w:tc>
      </w:tr>
      <w:tr w:rsidR="009B63D9" w:rsidRPr="009B63D9" w14:paraId="4E3E1F6D" w14:textId="77777777" w:rsidTr="009B63D9">
        <w:trPr>
          <w:gridAfter w:val="1"/>
          <w:wAfter w:w="640" w:type="dxa"/>
          <w:trHeight w:val="212"/>
          <w:tblCellSpacing w:w="5" w:type="nil"/>
        </w:trPr>
        <w:tc>
          <w:tcPr>
            <w:tcW w:w="6850" w:type="dxa"/>
            <w:gridSpan w:val="6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7C40C508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3AE61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14:paraId="62D59D6C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14:paraId="38051E70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%</w:t>
            </w: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7F3C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704BF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</w:tr>
      <w:tr w:rsidR="009B63D9" w:rsidRPr="009B63D9" w14:paraId="3657BBAB" w14:textId="77777777" w:rsidTr="009B63D9">
        <w:trPr>
          <w:gridAfter w:val="1"/>
          <w:wAfter w:w="640" w:type="dxa"/>
          <w:trHeight w:val="212"/>
          <w:tblCellSpacing w:w="5" w:type="nil"/>
        </w:trPr>
        <w:tc>
          <w:tcPr>
            <w:tcW w:w="6850" w:type="dxa"/>
            <w:gridSpan w:val="6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4048852B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A407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14:paraId="0D867F7B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14:paraId="7BD54A7A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%</w:t>
            </w: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71E62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7D62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</w:tr>
      <w:tr w:rsidR="009B63D9" w:rsidRPr="009B63D9" w14:paraId="231E01FD" w14:textId="77777777" w:rsidTr="009B63D9">
        <w:trPr>
          <w:gridAfter w:val="1"/>
          <w:wAfter w:w="640" w:type="dxa"/>
          <w:trHeight w:val="212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5EC76942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Показатели надежности и бесперебойности водоснабжения</w:t>
            </w:r>
          </w:p>
        </w:tc>
      </w:tr>
      <w:tr w:rsidR="009B63D9" w:rsidRPr="009B63D9" w14:paraId="33D325A6" w14:textId="77777777" w:rsidTr="009B63D9">
        <w:trPr>
          <w:gridAfter w:val="1"/>
          <w:wAfter w:w="640" w:type="dxa"/>
          <w:trHeight w:val="212"/>
          <w:tblCellSpacing w:w="5" w:type="nil"/>
        </w:trPr>
        <w:tc>
          <w:tcPr>
            <w:tcW w:w="6850" w:type="dxa"/>
            <w:gridSpan w:val="6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513F07CC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B027C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ед./</w:t>
            </w:r>
            <w:proofErr w:type="gramStart"/>
            <w:r w:rsidRPr="009B63D9">
              <w:rPr>
                <w:sz w:val="20"/>
              </w:rPr>
              <w:t>км</w:t>
            </w:r>
            <w:proofErr w:type="gramEnd"/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B4608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0,65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A8BD4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0,65</w:t>
            </w:r>
          </w:p>
        </w:tc>
      </w:tr>
      <w:tr w:rsidR="009B63D9" w:rsidRPr="009B63D9" w14:paraId="3DA49153" w14:textId="77777777" w:rsidTr="009B63D9">
        <w:trPr>
          <w:gridAfter w:val="1"/>
          <w:wAfter w:w="640" w:type="dxa"/>
          <w:trHeight w:val="212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46581EDB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9B63D9">
              <w:rPr>
                <w:sz w:val="20"/>
              </w:rPr>
              <w:t>Показатели энергетической эффективности</w:t>
            </w:r>
          </w:p>
        </w:tc>
      </w:tr>
      <w:tr w:rsidR="009B63D9" w:rsidRPr="009B63D9" w14:paraId="3A6B3587" w14:textId="77777777" w:rsidTr="009B63D9">
        <w:trPr>
          <w:gridAfter w:val="1"/>
          <w:wAfter w:w="640" w:type="dxa"/>
          <w:trHeight w:val="212"/>
          <w:tblCellSpacing w:w="5" w:type="nil"/>
        </w:trPr>
        <w:tc>
          <w:tcPr>
            <w:tcW w:w="6850" w:type="dxa"/>
            <w:gridSpan w:val="6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6D67E7DA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69A12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%</w:t>
            </w: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17264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E359B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</w:tr>
      <w:tr w:rsidR="009B63D9" w:rsidRPr="009B63D9" w14:paraId="72892668" w14:textId="77777777" w:rsidTr="009B63D9">
        <w:trPr>
          <w:gridAfter w:val="1"/>
          <w:wAfter w:w="640" w:type="dxa"/>
          <w:trHeight w:val="1033"/>
          <w:tblCellSpacing w:w="5" w:type="nil"/>
        </w:trPr>
        <w:tc>
          <w:tcPr>
            <w:tcW w:w="6850" w:type="dxa"/>
            <w:gridSpan w:val="6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15B0D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3EE7D9" w14:textId="77777777" w:rsidR="009B63D9" w:rsidRPr="009B63D9" w:rsidRDefault="009B63D9" w:rsidP="000714C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кВт*</w:t>
            </w:r>
            <w:proofErr w:type="gramStart"/>
            <w:r w:rsidRPr="009B63D9">
              <w:rPr>
                <w:sz w:val="20"/>
              </w:rPr>
              <w:t>ч</w:t>
            </w:r>
            <w:proofErr w:type="gramEnd"/>
            <w:r w:rsidRPr="009B63D9">
              <w:rPr>
                <w:sz w:val="20"/>
              </w:rPr>
              <w:t>/куб. м</w:t>
            </w: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15FC6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0,9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41727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0,9</w:t>
            </w:r>
          </w:p>
        </w:tc>
      </w:tr>
      <w:tr w:rsidR="009B63D9" w:rsidRPr="009B63D9" w14:paraId="47DD6158" w14:textId="77777777" w:rsidTr="009B63D9">
        <w:trPr>
          <w:gridAfter w:val="1"/>
          <w:wAfter w:w="640" w:type="dxa"/>
          <w:trHeight w:val="708"/>
          <w:tblCellSpacing w:w="5" w:type="nil"/>
        </w:trPr>
        <w:tc>
          <w:tcPr>
            <w:tcW w:w="6850" w:type="dxa"/>
            <w:gridSpan w:val="6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4B8F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9B63D9">
              <w:rPr>
                <w:sz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67674" w14:textId="77777777" w:rsidR="009B63D9" w:rsidRPr="009B63D9" w:rsidRDefault="009B63D9" w:rsidP="000714C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     кВт*</w:t>
            </w:r>
            <w:proofErr w:type="gramStart"/>
            <w:r w:rsidRPr="009B63D9">
              <w:rPr>
                <w:sz w:val="20"/>
              </w:rPr>
              <w:t>ч</w:t>
            </w:r>
            <w:proofErr w:type="gramEnd"/>
            <w:r w:rsidRPr="009B63D9">
              <w:rPr>
                <w:sz w:val="20"/>
              </w:rPr>
              <w:t>/куб. м</w:t>
            </w: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B213F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7574F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</w:tr>
      <w:tr w:rsidR="009B63D9" w:rsidRPr="009B63D9" w14:paraId="0B5A1C69" w14:textId="77777777" w:rsidTr="009B63D9">
        <w:trPr>
          <w:gridAfter w:val="1"/>
          <w:wAfter w:w="640" w:type="dxa"/>
          <w:trHeight w:val="144"/>
          <w:tblCellSpacing w:w="5" w:type="nil"/>
        </w:trPr>
        <w:tc>
          <w:tcPr>
            <w:tcW w:w="9978" w:type="dxa"/>
            <w:gridSpan w:val="14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C392D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 xml:space="preserve">       6. Расчет эффективности производственной программы        </w:t>
            </w:r>
          </w:p>
        </w:tc>
      </w:tr>
      <w:tr w:rsidR="009B63D9" w:rsidRPr="009B63D9" w14:paraId="047850BE" w14:textId="77777777" w:rsidTr="009B63D9">
        <w:trPr>
          <w:gridAfter w:val="1"/>
          <w:wAfter w:w="640" w:type="dxa"/>
          <w:trHeight w:val="144"/>
          <w:tblCellSpacing w:w="5" w:type="nil"/>
        </w:trPr>
        <w:tc>
          <w:tcPr>
            <w:tcW w:w="9978" w:type="dxa"/>
            <w:gridSpan w:val="14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0B04E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9B63D9">
              <w:rPr>
                <w:sz w:val="20"/>
              </w:rPr>
              <w:t>Ветлужский муниципальный район</w:t>
            </w:r>
          </w:p>
        </w:tc>
      </w:tr>
      <w:tr w:rsidR="009B63D9" w:rsidRPr="009B63D9" w14:paraId="3B38865A" w14:textId="77777777" w:rsidTr="009B63D9">
        <w:trPr>
          <w:gridAfter w:val="1"/>
          <w:wAfter w:w="640" w:type="dxa"/>
          <w:trHeight w:val="212"/>
          <w:tblCellSpacing w:w="5" w:type="nil"/>
        </w:trPr>
        <w:tc>
          <w:tcPr>
            <w:tcW w:w="476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6BE498A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9B63D9">
              <w:rPr>
                <w:sz w:val="20"/>
              </w:rPr>
              <w:t xml:space="preserve">   За период с 01.10.2020 по 31.12.2020</w:t>
            </w:r>
          </w:p>
        </w:tc>
        <w:tc>
          <w:tcPr>
            <w:tcW w:w="5213" w:type="dxa"/>
            <w:gridSpan w:val="11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D17F5AC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</w:tr>
      <w:tr w:rsidR="009B63D9" w:rsidRPr="009B63D9" w14:paraId="7469713A" w14:textId="77777777" w:rsidTr="009B63D9">
        <w:trPr>
          <w:gridAfter w:val="1"/>
          <w:wAfter w:w="640" w:type="dxa"/>
          <w:trHeight w:val="212"/>
          <w:tblCellSpacing w:w="5" w:type="nil"/>
        </w:trPr>
        <w:tc>
          <w:tcPr>
            <w:tcW w:w="476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286ED63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9B63D9">
              <w:rPr>
                <w:sz w:val="20"/>
              </w:rPr>
              <w:t xml:space="preserve">   За период с 01.01.2021 по 31.12.2021</w:t>
            </w:r>
          </w:p>
        </w:tc>
        <w:tc>
          <w:tcPr>
            <w:tcW w:w="5213" w:type="dxa"/>
            <w:gridSpan w:val="11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D4D9568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</w:tr>
      <w:tr w:rsidR="009B63D9" w:rsidRPr="009B63D9" w14:paraId="070BDCBD" w14:textId="77777777" w:rsidTr="009B63D9">
        <w:trPr>
          <w:gridAfter w:val="1"/>
          <w:wAfter w:w="640" w:type="dxa"/>
          <w:trHeight w:val="212"/>
          <w:tblCellSpacing w:w="5" w:type="nil"/>
        </w:trPr>
        <w:tc>
          <w:tcPr>
            <w:tcW w:w="476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C29A29E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9B63D9">
              <w:rPr>
                <w:sz w:val="20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5213" w:type="dxa"/>
            <w:gridSpan w:val="11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45048F6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</w:tr>
      <w:tr w:rsidR="009B63D9" w:rsidRPr="009B63D9" w14:paraId="7C684818" w14:textId="77777777" w:rsidTr="009B63D9">
        <w:trPr>
          <w:gridAfter w:val="1"/>
          <w:wAfter w:w="640" w:type="dxa"/>
          <w:trHeight w:val="212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D1FEA31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proofErr w:type="gramStart"/>
            <w:r w:rsidRPr="009B63D9">
              <w:rPr>
                <w:bCs/>
                <w:sz w:val="20"/>
              </w:rPr>
              <w:t xml:space="preserve">г. Ветлуга Нижегородской области (дома №№ 71, 73, 75, 75а, 77, 77а, 78а, 78б, 80, 82, 84, 86, 88, 90, 92, 94, 96 по ул. Горького; дома №№ 2, 3, с 5 по 14, 16, 19, 7а, с 20 по 24 на территории ГОСУДАРСТВЕННОГО БЮДЖЕТНОГО ПРОФЕССИОНАЛЬНОГО ОБРАЗОВАТЕЛЬНОГО УЧРЕЖДЕНИЯ «ВЕТЛУЖСКИЙ ЛЕСОАГРОТЕХНИЧЕСКИЙ ТЕХНИКУМ», д. </w:t>
            </w:r>
            <w:proofErr w:type="spellStart"/>
            <w:r w:rsidRPr="009B63D9">
              <w:rPr>
                <w:bCs/>
                <w:sz w:val="20"/>
              </w:rPr>
              <w:t>Крутцы</w:t>
            </w:r>
            <w:proofErr w:type="spellEnd"/>
            <w:r w:rsidRPr="009B63D9">
              <w:rPr>
                <w:bCs/>
                <w:sz w:val="20"/>
              </w:rPr>
              <w:t xml:space="preserve"> Ветлужского муниципального района Нижегородской области)</w:t>
            </w:r>
            <w:proofErr w:type="gramEnd"/>
          </w:p>
        </w:tc>
      </w:tr>
      <w:tr w:rsidR="009B63D9" w:rsidRPr="009B63D9" w14:paraId="711EC507" w14:textId="77777777" w:rsidTr="009B63D9">
        <w:trPr>
          <w:gridAfter w:val="1"/>
          <w:wAfter w:w="640" w:type="dxa"/>
          <w:trHeight w:val="212"/>
          <w:tblCellSpacing w:w="5" w:type="nil"/>
        </w:trPr>
        <w:tc>
          <w:tcPr>
            <w:tcW w:w="476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7A2A8F2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9B63D9">
              <w:rPr>
                <w:sz w:val="20"/>
              </w:rPr>
              <w:t xml:space="preserve">   За период с 01.10.2020 по 31.12.2020</w:t>
            </w:r>
          </w:p>
        </w:tc>
        <w:tc>
          <w:tcPr>
            <w:tcW w:w="5213" w:type="dxa"/>
            <w:gridSpan w:val="11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63818DE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</w:tr>
      <w:tr w:rsidR="009B63D9" w:rsidRPr="009B63D9" w14:paraId="47EDF4AB" w14:textId="77777777" w:rsidTr="009B63D9">
        <w:trPr>
          <w:gridAfter w:val="1"/>
          <w:wAfter w:w="640" w:type="dxa"/>
          <w:trHeight w:val="212"/>
          <w:tblCellSpacing w:w="5" w:type="nil"/>
        </w:trPr>
        <w:tc>
          <w:tcPr>
            <w:tcW w:w="476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4798937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9B63D9">
              <w:rPr>
                <w:sz w:val="20"/>
              </w:rPr>
              <w:t xml:space="preserve">   За период с 01.01.2021 по 31.12.2021</w:t>
            </w:r>
          </w:p>
        </w:tc>
        <w:tc>
          <w:tcPr>
            <w:tcW w:w="5213" w:type="dxa"/>
            <w:gridSpan w:val="11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591DD93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</w:tr>
      <w:tr w:rsidR="009B63D9" w:rsidRPr="009B63D9" w14:paraId="51CA7DD5" w14:textId="77777777" w:rsidTr="009B63D9">
        <w:trPr>
          <w:gridAfter w:val="1"/>
          <w:wAfter w:w="640" w:type="dxa"/>
          <w:trHeight w:val="212"/>
          <w:tblCellSpacing w:w="5" w:type="nil"/>
        </w:trPr>
        <w:tc>
          <w:tcPr>
            <w:tcW w:w="476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ED01AAB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9B63D9">
              <w:rPr>
                <w:sz w:val="20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5213" w:type="dxa"/>
            <w:gridSpan w:val="11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09BBDBA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</w:tr>
      <w:tr w:rsidR="009B63D9" w:rsidRPr="009B63D9" w14:paraId="4BA8D9DD" w14:textId="77777777" w:rsidTr="009B63D9">
        <w:trPr>
          <w:gridAfter w:val="1"/>
          <w:wAfter w:w="640" w:type="dxa"/>
          <w:trHeight w:val="360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A387B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9B63D9">
              <w:rPr>
                <w:sz w:val="20"/>
              </w:rPr>
              <w:t xml:space="preserve">        </w:t>
            </w:r>
            <w:r w:rsidRPr="009B63D9">
              <w:rPr>
                <w:b/>
                <w:sz w:val="20"/>
              </w:rPr>
              <w:t xml:space="preserve">7. Общий объем финансовых потребностей, направленных на реализацию       </w:t>
            </w:r>
          </w:p>
          <w:p w14:paraId="1A65BA4D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b/>
                <w:sz w:val="20"/>
              </w:rPr>
              <w:t xml:space="preserve">                         производственной программы</w:t>
            </w:r>
            <w:r w:rsidRPr="009B63D9">
              <w:rPr>
                <w:sz w:val="20"/>
              </w:rPr>
              <w:t xml:space="preserve">                         </w:t>
            </w:r>
          </w:p>
        </w:tc>
      </w:tr>
      <w:tr w:rsidR="009B63D9" w:rsidRPr="009B63D9" w14:paraId="448FD3F8" w14:textId="77777777" w:rsidTr="009B63D9">
        <w:trPr>
          <w:gridAfter w:val="1"/>
          <w:wAfter w:w="640" w:type="dxa"/>
          <w:trHeight w:val="360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ACE7A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Ветлужский муниципальный район</w:t>
            </w:r>
          </w:p>
        </w:tc>
      </w:tr>
      <w:tr w:rsidR="009B63D9" w:rsidRPr="009B63D9" w14:paraId="76E00FF1" w14:textId="77777777" w:rsidTr="009B63D9">
        <w:trPr>
          <w:gridAfter w:val="1"/>
          <w:wAfter w:w="640" w:type="dxa"/>
          <w:trHeight w:val="479"/>
          <w:tblCellSpacing w:w="5" w:type="nil"/>
        </w:trPr>
        <w:tc>
          <w:tcPr>
            <w:tcW w:w="8339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3AD08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1E0E0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Всего сумма, </w:t>
            </w:r>
          </w:p>
          <w:p w14:paraId="63ACCA76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  тыс. руб.  </w:t>
            </w:r>
          </w:p>
        </w:tc>
      </w:tr>
      <w:tr w:rsidR="009B63D9" w:rsidRPr="009B63D9" w14:paraId="6E43CDC7" w14:textId="77777777" w:rsidTr="009B63D9">
        <w:trPr>
          <w:gridAfter w:val="1"/>
          <w:wAfter w:w="640" w:type="dxa"/>
          <w:trHeight w:val="144"/>
          <w:tblCellSpacing w:w="5" w:type="nil"/>
        </w:trPr>
        <w:tc>
          <w:tcPr>
            <w:tcW w:w="8339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09327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9B63D9">
              <w:rPr>
                <w:sz w:val="20"/>
              </w:rPr>
              <w:t xml:space="preserve">   На период с 01.10.2020 по 31.12.2020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AA09B9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9B63D9">
              <w:rPr>
                <w:bCs/>
                <w:sz w:val="20"/>
              </w:rPr>
              <w:t>2566,80</w:t>
            </w:r>
          </w:p>
        </w:tc>
      </w:tr>
      <w:tr w:rsidR="009B63D9" w:rsidRPr="009B63D9" w14:paraId="5C59C7ED" w14:textId="77777777" w:rsidTr="009B63D9">
        <w:trPr>
          <w:gridAfter w:val="1"/>
          <w:wAfter w:w="640" w:type="dxa"/>
          <w:trHeight w:val="144"/>
          <w:tblCellSpacing w:w="5" w:type="nil"/>
        </w:trPr>
        <w:tc>
          <w:tcPr>
            <w:tcW w:w="8339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A47C0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9B63D9">
              <w:rPr>
                <w:sz w:val="20"/>
              </w:rPr>
              <w:t xml:space="preserve">   На период с 01.01.2021 по 31.12.2021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DF5F59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9B63D9">
              <w:rPr>
                <w:bCs/>
                <w:sz w:val="20"/>
              </w:rPr>
              <w:t>10411,21</w:t>
            </w:r>
          </w:p>
        </w:tc>
      </w:tr>
      <w:tr w:rsidR="009B63D9" w:rsidRPr="009B63D9" w14:paraId="06BEE3C8" w14:textId="77777777" w:rsidTr="009B63D9">
        <w:trPr>
          <w:gridAfter w:val="1"/>
          <w:wAfter w:w="640" w:type="dxa"/>
          <w:trHeight w:val="300"/>
          <w:tblCellSpacing w:w="5" w:type="nil"/>
        </w:trPr>
        <w:tc>
          <w:tcPr>
            <w:tcW w:w="8339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57ACD4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Итого на период реализации программы: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8E4A22" w14:textId="77777777" w:rsidR="009B63D9" w:rsidRPr="009B63D9" w:rsidRDefault="009B63D9" w:rsidP="000714C0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12978,01</w:t>
            </w:r>
          </w:p>
        </w:tc>
      </w:tr>
      <w:tr w:rsidR="009B63D9" w:rsidRPr="009B63D9" w14:paraId="63193D79" w14:textId="77777777" w:rsidTr="009B63D9">
        <w:trPr>
          <w:gridAfter w:val="1"/>
          <w:wAfter w:w="640" w:type="dxa"/>
          <w:trHeight w:val="1270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3512A5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proofErr w:type="gramStart"/>
            <w:r w:rsidRPr="009B63D9">
              <w:rPr>
                <w:bCs/>
                <w:sz w:val="20"/>
              </w:rPr>
              <w:lastRenderedPageBreak/>
              <w:t xml:space="preserve">г. Ветлуга Нижегородской области (дома №№ 71, 73, 75, 75а, 77, 77а, 78а, 78б, 80, 82, 84, 86, 88, 90, 92, 94, 96 по ул. Горького; дома №№ 2, 3, с 5 по 14, 16, 19, 7а, с 20 по 24 на территории ГОСУДАРСТВЕННОГО БЮДЖЕТНОГО ПРОФЕССИОНАЛЬНОГО ОБРАЗОВАТЕЛЬНОГО УЧРЕЖДЕНИЯ «ВЕТЛУЖСКИЙ ЛЕСОАГРОТЕХНИЧЕСКИЙ ТЕХНИКУМ», д. </w:t>
            </w:r>
            <w:proofErr w:type="spellStart"/>
            <w:r w:rsidRPr="009B63D9">
              <w:rPr>
                <w:bCs/>
                <w:sz w:val="20"/>
              </w:rPr>
              <w:t>Крутцы</w:t>
            </w:r>
            <w:proofErr w:type="spellEnd"/>
            <w:r w:rsidRPr="009B63D9">
              <w:rPr>
                <w:bCs/>
                <w:sz w:val="20"/>
              </w:rPr>
              <w:t xml:space="preserve"> Ветлужского муниципального района Нижегородской области)</w:t>
            </w:r>
            <w:proofErr w:type="gramEnd"/>
          </w:p>
        </w:tc>
      </w:tr>
      <w:tr w:rsidR="009B63D9" w:rsidRPr="009B63D9" w14:paraId="43DF9647" w14:textId="77777777" w:rsidTr="009B63D9">
        <w:trPr>
          <w:gridAfter w:val="1"/>
          <w:wAfter w:w="640" w:type="dxa"/>
          <w:trHeight w:val="300"/>
          <w:tblCellSpacing w:w="5" w:type="nil"/>
        </w:trPr>
        <w:tc>
          <w:tcPr>
            <w:tcW w:w="8339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83C9F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9B63D9">
              <w:rPr>
                <w:sz w:val="20"/>
              </w:rPr>
              <w:t xml:space="preserve">   На период с 01.10.2020 по 31.12.2020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1A8EA9" w14:textId="1F1DE70B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9B63D9">
              <w:rPr>
                <w:bCs/>
                <w:sz w:val="20"/>
              </w:rPr>
              <w:t>64,5</w:t>
            </w:r>
            <w:r w:rsidR="00582953">
              <w:rPr>
                <w:bCs/>
                <w:sz w:val="20"/>
              </w:rPr>
              <w:t>8</w:t>
            </w:r>
          </w:p>
        </w:tc>
      </w:tr>
      <w:tr w:rsidR="009B63D9" w:rsidRPr="009B63D9" w14:paraId="79AAF22F" w14:textId="77777777" w:rsidTr="009B63D9">
        <w:trPr>
          <w:gridAfter w:val="1"/>
          <w:wAfter w:w="640" w:type="dxa"/>
          <w:trHeight w:val="315"/>
          <w:tblCellSpacing w:w="5" w:type="nil"/>
        </w:trPr>
        <w:tc>
          <w:tcPr>
            <w:tcW w:w="8339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4F410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9B63D9">
              <w:rPr>
                <w:sz w:val="20"/>
              </w:rPr>
              <w:t xml:space="preserve">   На период с 01.01.2021 по 31.12.2021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63F496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9B63D9">
              <w:rPr>
                <w:bCs/>
                <w:sz w:val="20"/>
              </w:rPr>
              <w:t>262,25</w:t>
            </w:r>
          </w:p>
        </w:tc>
      </w:tr>
      <w:tr w:rsidR="009B63D9" w:rsidRPr="009B63D9" w14:paraId="6423CCA2" w14:textId="77777777" w:rsidTr="009B63D9">
        <w:trPr>
          <w:gridAfter w:val="1"/>
          <w:wAfter w:w="640" w:type="dxa"/>
          <w:trHeight w:val="315"/>
          <w:tblCellSpacing w:w="5" w:type="nil"/>
        </w:trPr>
        <w:tc>
          <w:tcPr>
            <w:tcW w:w="8339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19F128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Итого на период реализации программы:</w:t>
            </w:r>
          </w:p>
        </w:tc>
        <w:tc>
          <w:tcPr>
            <w:tcW w:w="1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455D94" w14:textId="702572DC" w:rsidR="009B63D9" w:rsidRPr="009B63D9" w:rsidRDefault="009B63D9" w:rsidP="000714C0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326,8</w:t>
            </w:r>
            <w:r w:rsidR="00582953">
              <w:rPr>
                <w:sz w:val="20"/>
              </w:rPr>
              <w:t>3</w:t>
            </w:r>
          </w:p>
        </w:tc>
      </w:tr>
      <w:tr w:rsidR="009B63D9" w:rsidRPr="009B63D9" w14:paraId="3D06D95E" w14:textId="77777777" w:rsidTr="009B63D9">
        <w:trPr>
          <w:gridAfter w:val="1"/>
          <w:wAfter w:w="640" w:type="dxa"/>
          <w:trHeight w:val="360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E42D6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 xml:space="preserve">        </w:t>
            </w:r>
            <w:r w:rsidRPr="009B63D9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9B63D9">
              <w:rPr>
                <w:sz w:val="20"/>
              </w:rPr>
              <w:t xml:space="preserve">                         </w:t>
            </w:r>
          </w:p>
        </w:tc>
      </w:tr>
      <w:tr w:rsidR="009B63D9" w:rsidRPr="009B63D9" w14:paraId="541363AF" w14:textId="77777777" w:rsidTr="009B63D9">
        <w:trPr>
          <w:gridAfter w:val="1"/>
          <w:wAfter w:w="640" w:type="dxa"/>
          <w:trHeight w:val="360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DCBE1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Ветлужский муниципальный район</w:t>
            </w:r>
          </w:p>
        </w:tc>
      </w:tr>
      <w:tr w:rsidR="009B63D9" w:rsidRPr="009B63D9" w14:paraId="34815232" w14:textId="77777777" w:rsidTr="009B63D9">
        <w:trPr>
          <w:gridAfter w:val="1"/>
          <w:wAfter w:w="640" w:type="dxa"/>
          <w:trHeight w:val="372"/>
          <w:tblCellSpacing w:w="5" w:type="nil"/>
        </w:trPr>
        <w:tc>
          <w:tcPr>
            <w:tcW w:w="7446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40E77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53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B8F31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 xml:space="preserve">   2019 год</w:t>
            </w:r>
          </w:p>
        </w:tc>
      </w:tr>
      <w:tr w:rsidR="009B63D9" w:rsidRPr="009B63D9" w14:paraId="6803F7F9" w14:textId="77777777" w:rsidTr="009B63D9">
        <w:trPr>
          <w:gridAfter w:val="1"/>
          <w:wAfter w:w="640" w:type="dxa"/>
          <w:trHeight w:val="300"/>
          <w:tblCellSpacing w:w="5" w:type="nil"/>
        </w:trPr>
        <w:tc>
          <w:tcPr>
            <w:tcW w:w="7446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3B2AB1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Объем подачи воды, тыс. куб. м</w:t>
            </w:r>
          </w:p>
        </w:tc>
        <w:tc>
          <w:tcPr>
            <w:tcW w:w="253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E1C308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213,7</w:t>
            </w:r>
          </w:p>
        </w:tc>
      </w:tr>
      <w:tr w:rsidR="009B63D9" w:rsidRPr="009B63D9" w14:paraId="0D177D28" w14:textId="77777777" w:rsidTr="009B63D9">
        <w:trPr>
          <w:gridAfter w:val="1"/>
          <w:wAfter w:w="640" w:type="dxa"/>
          <w:trHeight w:val="470"/>
          <w:tblCellSpacing w:w="5" w:type="nil"/>
        </w:trPr>
        <w:tc>
          <w:tcPr>
            <w:tcW w:w="7446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D0523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253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CB0F51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10013,10</w:t>
            </w:r>
          </w:p>
        </w:tc>
      </w:tr>
      <w:tr w:rsidR="009B63D9" w:rsidRPr="009B63D9" w14:paraId="56A96FCE" w14:textId="77777777" w:rsidTr="009B63D9">
        <w:trPr>
          <w:gridAfter w:val="1"/>
          <w:wAfter w:w="640" w:type="dxa"/>
          <w:trHeight w:val="576"/>
          <w:tblCellSpacing w:w="5" w:type="nil"/>
        </w:trPr>
        <w:tc>
          <w:tcPr>
            <w:tcW w:w="7446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291C21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Мероприятия, направленные на поддержание объектов водоснабжения в состоянии, соответствующем установленным требованиям, тыс. руб.</w:t>
            </w:r>
          </w:p>
        </w:tc>
        <w:tc>
          <w:tcPr>
            <w:tcW w:w="253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290B76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861,60</w:t>
            </w:r>
          </w:p>
        </w:tc>
      </w:tr>
      <w:tr w:rsidR="009B63D9" w:rsidRPr="009B63D9" w14:paraId="33995974" w14:textId="77777777" w:rsidTr="009B63D9">
        <w:trPr>
          <w:gridAfter w:val="1"/>
          <w:wAfter w:w="640" w:type="dxa"/>
          <w:trHeight w:val="273"/>
          <w:tblCellSpacing w:w="5" w:type="nil"/>
        </w:trPr>
        <w:tc>
          <w:tcPr>
            <w:tcW w:w="7446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3305AE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Общий объем финансовых потребностей за 2019 год, тыс. руб.</w:t>
            </w:r>
          </w:p>
        </w:tc>
        <w:tc>
          <w:tcPr>
            <w:tcW w:w="253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6DC7DD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10874,70</w:t>
            </w:r>
          </w:p>
        </w:tc>
      </w:tr>
      <w:tr w:rsidR="009B63D9" w:rsidRPr="009B63D9" w14:paraId="1290246B" w14:textId="77777777" w:rsidTr="009B63D9">
        <w:trPr>
          <w:gridAfter w:val="1"/>
          <w:wAfter w:w="640" w:type="dxa"/>
          <w:trHeight w:val="1254"/>
          <w:tblCellSpacing w:w="5" w:type="nil"/>
        </w:trPr>
        <w:tc>
          <w:tcPr>
            <w:tcW w:w="997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098DC3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proofErr w:type="gramStart"/>
            <w:r w:rsidRPr="009B63D9">
              <w:rPr>
                <w:bCs/>
                <w:sz w:val="20"/>
              </w:rPr>
              <w:t xml:space="preserve">г. Ветлуга Нижегородской области (дома №№ 71, 73, 75, 75а, 77, 77а, 78а, 78б, 80, 82, 84, 86, 88, 90, 92, 94, 96 по ул. Горького; дома №№ 2, 3, с 5 по 14, 16, 19, 7а, с 20 по 24 на территории ГОСУДАРСТВЕННОГО БЮДЖЕТНОГО ПРОФЕССИОНАЛЬНОГО ОБРАЗОВАТЕЛЬНОГО УЧРЕЖДЕНИЯ «ВЕТЛУЖСКИЙ ЛЕСОАГРОТЕХНИЧЕСКИЙ ТЕХНИКУМ», д. </w:t>
            </w:r>
            <w:proofErr w:type="spellStart"/>
            <w:r w:rsidRPr="009B63D9">
              <w:rPr>
                <w:bCs/>
                <w:sz w:val="20"/>
              </w:rPr>
              <w:t>Крутцы</w:t>
            </w:r>
            <w:proofErr w:type="spellEnd"/>
            <w:r w:rsidRPr="009B63D9">
              <w:rPr>
                <w:bCs/>
                <w:sz w:val="20"/>
              </w:rPr>
              <w:t xml:space="preserve"> Ветлужского муниципального района Нижегородской области)</w:t>
            </w:r>
            <w:proofErr w:type="gramEnd"/>
          </w:p>
        </w:tc>
      </w:tr>
      <w:tr w:rsidR="009B63D9" w:rsidRPr="009B63D9" w14:paraId="36547BC0" w14:textId="77777777" w:rsidTr="009B63D9">
        <w:trPr>
          <w:gridAfter w:val="1"/>
          <w:wAfter w:w="640" w:type="dxa"/>
          <w:trHeight w:val="315"/>
          <w:tblCellSpacing w:w="5" w:type="nil"/>
        </w:trPr>
        <w:tc>
          <w:tcPr>
            <w:tcW w:w="7446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D1E7A6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Объем подачи воды, тыс. куб. м</w:t>
            </w:r>
          </w:p>
        </w:tc>
        <w:tc>
          <w:tcPr>
            <w:tcW w:w="253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B0AFC9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6,7</w:t>
            </w:r>
          </w:p>
        </w:tc>
      </w:tr>
      <w:tr w:rsidR="009B63D9" w:rsidRPr="009B63D9" w14:paraId="44547B4D" w14:textId="77777777" w:rsidTr="009B63D9">
        <w:trPr>
          <w:gridAfter w:val="1"/>
          <w:wAfter w:w="640" w:type="dxa"/>
          <w:trHeight w:val="631"/>
          <w:tblCellSpacing w:w="5" w:type="nil"/>
        </w:trPr>
        <w:tc>
          <w:tcPr>
            <w:tcW w:w="7446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C4466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253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78DA1D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107,70</w:t>
            </w:r>
          </w:p>
        </w:tc>
      </w:tr>
      <w:tr w:rsidR="009B63D9" w:rsidRPr="009B63D9" w14:paraId="34DC796A" w14:textId="77777777" w:rsidTr="009B63D9">
        <w:trPr>
          <w:gridAfter w:val="1"/>
          <w:wAfter w:w="640" w:type="dxa"/>
          <w:trHeight w:val="761"/>
          <w:tblCellSpacing w:w="5" w:type="nil"/>
        </w:trPr>
        <w:tc>
          <w:tcPr>
            <w:tcW w:w="7446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0B210C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Мероприятия, направленные на поддержание объектов водоснабжения в состоянии, соответствующем установленным требованиям, тыс. руб.</w:t>
            </w:r>
          </w:p>
        </w:tc>
        <w:tc>
          <w:tcPr>
            <w:tcW w:w="253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FFAEA9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72,80</w:t>
            </w:r>
          </w:p>
        </w:tc>
      </w:tr>
      <w:tr w:rsidR="009B63D9" w:rsidRPr="009B63D9" w14:paraId="76B2C7CA" w14:textId="77777777" w:rsidTr="009B63D9">
        <w:trPr>
          <w:gridAfter w:val="1"/>
          <w:wAfter w:w="640" w:type="dxa"/>
          <w:trHeight w:val="631"/>
          <w:tblCellSpacing w:w="5" w:type="nil"/>
        </w:trPr>
        <w:tc>
          <w:tcPr>
            <w:tcW w:w="7446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2AA031" w14:textId="3D718062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Общий объем финансовых потребностей за 201</w:t>
            </w:r>
            <w:r w:rsidR="00B17A48">
              <w:rPr>
                <w:sz w:val="20"/>
              </w:rPr>
              <w:t>9</w:t>
            </w:r>
            <w:r w:rsidRPr="009B63D9">
              <w:rPr>
                <w:sz w:val="20"/>
              </w:rPr>
              <w:t xml:space="preserve"> год, тыс. руб.</w:t>
            </w:r>
          </w:p>
        </w:tc>
        <w:tc>
          <w:tcPr>
            <w:tcW w:w="253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50329F" w14:textId="77777777" w:rsidR="009B63D9" w:rsidRPr="009B63D9" w:rsidRDefault="009B63D9" w:rsidP="000714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180,50</w:t>
            </w:r>
          </w:p>
        </w:tc>
      </w:tr>
    </w:tbl>
    <w:p w14:paraId="5F5F9C1A" w14:textId="77777777" w:rsidR="00DE2B47" w:rsidRPr="00DE2B47" w:rsidRDefault="00DE2B47" w:rsidP="00DE2B47">
      <w:pPr>
        <w:rPr>
          <w:sz w:val="20"/>
        </w:rPr>
      </w:pPr>
    </w:p>
    <w:p w14:paraId="71F46882" w14:textId="77777777" w:rsidR="00DE2B47" w:rsidRDefault="00DE2B47" w:rsidP="00DE2B47">
      <w:pPr>
        <w:rPr>
          <w:sz w:val="20"/>
        </w:rPr>
      </w:pPr>
    </w:p>
    <w:p w14:paraId="485A45FA" w14:textId="77777777" w:rsidR="00810017" w:rsidRDefault="00810017" w:rsidP="00DE2B47">
      <w:pPr>
        <w:rPr>
          <w:sz w:val="20"/>
        </w:rPr>
      </w:pPr>
    </w:p>
    <w:p w14:paraId="4A3B604F" w14:textId="77777777" w:rsidR="00810017" w:rsidRDefault="00810017" w:rsidP="00DE2B47">
      <w:pPr>
        <w:rPr>
          <w:sz w:val="20"/>
        </w:rPr>
      </w:pPr>
    </w:p>
    <w:p w14:paraId="62EAA464" w14:textId="77777777" w:rsidR="00810017" w:rsidRDefault="00810017" w:rsidP="00DE2B47">
      <w:pPr>
        <w:rPr>
          <w:sz w:val="20"/>
        </w:rPr>
      </w:pPr>
    </w:p>
    <w:p w14:paraId="5EB18D88" w14:textId="77777777" w:rsidR="00810017" w:rsidRDefault="00810017" w:rsidP="00DE2B47">
      <w:pPr>
        <w:rPr>
          <w:sz w:val="20"/>
        </w:rPr>
      </w:pPr>
    </w:p>
    <w:p w14:paraId="5C8F8840" w14:textId="77777777" w:rsidR="00810017" w:rsidRDefault="00810017" w:rsidP="00DE2B47">
      <w:pPr>
        <w:rPr>
          <w:sz w:val="20"/>
        </w:rPr>
      </w:pPr>
    </w:p>
    <w:p w14:paraId="096AE408" w14:textId="77777777" w:rsidR="00810017" w:rsidRDefault="00810017" w:rsidP="00DE2B47">
      <w:pPr>
        <w:rPr>
          <w:sz w:val="20"/>
        </w:rPr>
      </w:pPr>
    </w:p>
    <w:p w14:paraId="64BAC625" w14:textId="77777777" w:rsidR="00810017" w:rsidRDefault="00810017" w:rsidP="00DE2B47">
      <w:pPr>
        <w:rPr>
          <w:sz w:val="20"/>
        </w:rPr>
      </w:pPr>
    </w:p>
    <w:p w14:paraId="6C505EF8" w14:textId="77777777" w:rsidR="00810017" w:rsidRDefault="00810017" w:rsidP="00DE2B47">
      <w:pPr>
        <w:rPr>
          <w:sz w:val="20"/>
        </w:rPr>
      </w:pPr>
    </w:p>
    <w:p w14:paraId="62582EA7" w14:textId="77777777" w:rsidR="00810017" w:rsidRDefault="00810017" w:rsidP="00DE2B47">
      <w:pPr>
        <w:rPr>
          <w:sz w:val="20"/>
        </w:rPr>
      </w:pPr>
    </w:p>
    <w:p w14:paraId="6C029F7F" w14:textId="77777777" w:rsidR="00810017" w:rsidRDefault="00810017" w:rsidP="00DE2B47">
      <w:pPr>
        <w:rPr>
          <w:sz w:val="20"/>
        </w:rPr>
      </w:pPr>
    </w:p>
    <w:p w14:paraId="3BADBB61" w14:textId="77777777" w:rsidR="00810017" w:rsidRDefault="00810017" w:rsidP="00DE2B47">
      <w:pPr>
        <w:rPr>
          <w:sz w:val="20"/>
        </w:rPr>
      </w:pPr>
    </w:p>
    <w:p w14:paraId="12FA55FA" w14:textId="77777777" w:rsidR="00810017" w:rsidRDefault="00810017" w:rsidP="00DE2B47">
      <w:pPr>
        <w:rPr>
          <w:sz w:val="20"/>
        </w:rPr>
      </w:pPr>
    </w:p>
    <w:p w14:paraId="28C11437" w14:textId="77777777" w:rsidR="00810017" w:rsidRDefault="00810017" w:rsidP="00DE2B47">
      <w:pPr>
        <w:rPr>
          <w:sz w:val="20"/>
        </w:rPr>
      </w:pPr>
    </w:p>
    <w:p w14:paraId="123144E5" w14:textId="77777777" w:rsidR="00810017" w:rsidRDefault="00810017" w:rsidP="00DE2B47">
      <w:pPr>
        <w:rPr>
          <w:sz w:val="20"/>
        </w:rPr>
      </w:pPr>
    </w:p>
    <w:p w14:paraId="072CC08A" w14:textId="77777777" w:rsidR="00810017" w:rsidRDefault="00810017" w:rsidP="00DE2B47">
      <w:pPr>
        <w:rPr>
          <w:sz w:val="20"/>
        </w:rPr>
      </w:pPr>
    </w:p>
    <w:p w14:paraId="5AE31C36" w14:textId="77777777" w:rsidR="00810017" w:rsidRDefault="00810017" w:rsidP="00DE2B47">
      <w:pPr>
        <w:rPr>
          <w:sz w:val="20"/>
        </w:rPr>
      </w:pPr>
    </w:p>
    <w:p w14:paraId="55BE38A7" w14:textId="77777777" w:rsidR="00810017" w:rsidRDefault="00810017" w:rsidP="00DE2B47">
      <w:pPr>
        <w:rPr>
          <w:sz w:val="20"/>
        </w:rPr>
      </w:pPr>
    </w:p>
    <w:p w14:paraId="7D90543A" w14:textId="77777777" w:rsidR="00810017" w:rsidRDefault="00810017" w:rsidP="00DE2B47">
      <w:pPr>
        <w:rPr>
          <w:sz w:val="20"/>
        </w:rPr>
      </w:pPr>
    </w:p>
    <w:p w14:paraId="11F40910" w14:textId="77777777" w:rsidR="001404BA" w:rsidRDefault="001404BA" w:rsidP="00DE2B47">
      <w:pPr>
        <w:rPr>
          <w:sz w:val="20"/>
        </w:rPr>
      </w:pPr>
    </w:p>
    <w:p w14:paraId="5A0C5EA9" w14:textId="77777777" w:rsidR="00810017" w:rsidRDefault="00810017" w:rsidP="00DE2B47">
      <w:pPr>
        <w:rPr>
          <w:sz w:val="20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DE2B47" w14:paraId="5FBB4A4E" w14:textId="77777777" w:rsidTr="00FB17E8">
        <w:trPr>
          <w:gridAfter w:val="1"/>
          <w:wAfter w:w="11" w:type="dxa"/>
        </w:trPr>
        <w:tc>
          <w:tcPr>
            <w:tcW w:w="528" w:type="dxa"/>
          </w:tcPr>
          <w:p w14:paraId="27986DE9" w14:textId="77777777" w:rsidR="00DE2B47" w:rsidRDefault="00DE2B47" w:rsidP="00FB17E8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14:paraId="1DBD486E" w14:textId="77777777" w:rsidR="00DE2B47" w:rsidRDefault="00DE2B47" w:rsidP="00FB17E8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14:paraId="1A58E60C" w14:textId="77777777" w:rsidR="008D086D" w:rsidRDefault="008D086D" w:rsidP="00FB17E8">
            <w:pPr>
              <w:spacing w:line="276" w:lineRule="auto"/>
            </w:pPr>
          </w:p>
          <w:p w14:paraId="5F7E29BF" w14:textId="77777777" w:rsidR="00DE2B47" w:rsidRDefault="00DE2B47" w:rsidP="00FB17E8">
            <w:pPr>
              <w:spacing w:line="276" w:lineRule="auto"/>
            </w:pPr>
          </w:p>
          <w:p w14:paraId="06145C3E" w14:textId="77777777" w:rsidR="00DE2B47" w:rsidRDefault="00DE2B47" w:rsidP="00FB17E8">
            <w:pPr>
              <w:spacing w:line="276" w:lineRule="auto"/>
              <w:ind w:left="3552"/>
              <w:jc w:val="center"/>
            </w:pPr>
            <w:r>
              <w:lastRenderedPageBreak/>
              <w:t>ПРИЛОЖЕНИЕ 2</w:t>
            </w:r>
          </w:p>
          <w:p w14:paraId="56237C35" w14:textId="77777777" w:rsidR="00DE2B47" w:rsidRDefault="00DE2B47" w:rsidP="00FB17E8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14:paraId="2A60D43F" w14:textId="362DDED8" w:rsidR="00DE2B47" w:rsidRPr="00CB1B90" w:rsidRDefault="00DE2B47" w:rsidP="004D282A">
            <w:pPr>
              <w:ind w:left="3552"/>
              <w:jc w:val="center"/>
              <w:rPr>
                <w:lang w:val="en-US"/>
              </w:rPr>
            </w:pPr>
            <w:r w:rsidRPr="00D74902">
              <w:t>от</w:t>
            </w:r>
            <w:r w:rsidR="008D086D">
              <w:t xml:space="preserve"> </w:t>
            </w:r>
            <w:r w:rsidR="004D282A">
              <w:t>11 сентября</w:t>
            </w:r>
            <w:r w:rsidRPr="00D74902">
              <w:t xml:space="preserve"> </w:t>
            </w:r>
            <w:r w:rsidR="008D086D">
              <w:t>2020</w:t>
            </w:r>
            <w:r>
              <w:t xml:space="preserve"> г.</w:t>
            </w:r>
            <w:r w:rsidRPr="00D74902">
              <w:t xml:space="preserve"> № </w:t>
            </w:r>
            <w:r w:rsidR="008310E4">
              <w:t>34/1</w:t>
            </w:r>
          </w:p>
        </w:tc>
      </w:tr>
      <w:tr w:rsidR="00DE2B47" w:rsidRPr="006161EA" w14:paraId="186F03B9" w14:textId="77777777" w:rsidTr="00FB17E8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14:paraId="2F1E6EE0" w14:textId="77777777" w:rsidR="00DE2B47" w:rsidRDefault="00DE2B47" w:rsidP="00FB17E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14:paraId="3D90475D" w14:textId="77777777" w:rsidR="00DE2B47" w:rsidRPr="00E64FF3" w:rsidRDefault="00DE2B47" w:rsidP="00FB17E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64FF3">
              <w:rPr>
                <w:b/>
                <w:sz w:val="24"/>
                <w:szCs w:val="24"/>
              </w:rPr>
              <w:t>ПРОИЗВОДСТВЕННАЯ ПРОГРАММА</w:t>
            </w:r>
          </w:p>
          <w:p w14:paraId="630E9945" w14:textId="77777777" w:rsidR="00DE2B47" w:rsidRDefault="00DE2B47" w:rsidP="00FB17E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E64FF3">
              <w:rPr>
                <w:b/>
                <w:sz w:val="24"/>
                <w:szCs w:val="24"/>
              </w:rPr>
              <w:t xml:space="preserve">ПО ОКАЗАНИЮ УСЛУГ </w:t>
            </w:r>
            <w:r>
              <w:rPr>
                <w:b/>
                <w:sz w:val="24"/>
                <w:szCs w:val="24"/>
              </w:rPr>
              <w:t>ВОДООТВЕДЕНИЯ</w:t>
            </w:r>
            <w:r w:rsidRPr="00E64FF3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  <w:p w14:paraId="421AC7C7" w14:textId="77777777" w:rsidR="00DE2B47" w:rsidRPr="00B6104E" w:rsidRDefault="00DE2B47" w:rsidP="00FB17E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14:paraId="7D0934B7" w14:textId="4AEA8FD1" w:rsidR="009B63D9" w:rsidRDefault="00DE2B47" w:rsidP="00425357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8D53C9">
        <w:rPr>
          <w:bCs/>
          <w:sz w:val="24"/>
          <w:szCs w:val="24"/>
        </w:rPr>
        <w:t>Период реализации пр</w:t>
      </w:r>
      <w:r w:rsidR="004D282A">
        <w:rPr>
          <w:bCs/>
          <w:sz w:val="24"/>
          <w:szCs w:val="24"/>
        </w:rPr>
        <w:t>оизводственной программы с 01.10</w:t>
      </w:r>
      <w:r>
        <w:rPr>
          <w:bCs/>
          <w:sz w:val="24"/>
          <w:szCs w:val="24"/>
        </w:rPr>
        <w:t xml:space="preserve">.2020 </w:t>
      </w:r>
      <w:r w:rsidRPr="008D53C9">
        <w:rPr>
          <w:bCs/>
          <w:sz w:val="24"/>
          <w:szCs w:val="24"/>
        </w:rPr>
        <w:t xml:space="preserve">г.  </w:t>
      </w:r>
      <w:r w:rsidRPr="002B7DA1">
        <w:rPr>
          <w:bCs/>
          <w:sz w:val="24"/>
          <w:szCs w:val="24"/>
        </w:rPr>
        <w:t>по 31.12.202</w:t>
      </w:r>
      <w:r w:rsidR="004D282A">
        <w:rPr>
          <w:bCs/>
          <w:sz w:val="24"/>
          <w:szCs w:val="24"/>
        </w:rPr>
        <w:t>1</w:t>
      </w:r>
      <w:r w:rsidRPr="008D53C9">
        <w:rPr>
          <w:bCs/>
          <w:sz w:val="24"/>
          <w:szCs w:val="24"/>
        </w:rPr>
        <w:t xml:space="preserve"> г.</w:t>
      </w:r>
    </w:p>
    <w:p w14:paraId="239C2642" w14:textId="387489F1" w:rsidR="009B63D9" w:rsidRDefault="009B63D9" w:rsidP="009B63D9">
      <w:pPr>
        <w:rPr>
          <w:sz w:val="24"/>
          <w:szCs w:val="24"/>
        </w:rPr>
      </w:pPr>
    </w:p>
    <w:tbl>
      <w:tblPr>
        <w:tblW w:w="1190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54"/>
        <w:gridCol w:w="29"/>
        <w:gridCol w:w="271"/>
        <w:gridCol w:w="1590"/>
        <w:gridCol w:w="1986"/>
        <w:gridCol w:w="28"/>
        <w:gridCol w:w="450"/>
        <w:gridCol w:w="601"/>
        <w:gridCol w:w="451"/>
        <w:gridCol w:w="300"/>
        <w:gridCol w:w="160"/>
        <w:gridCol w:w="141"/>
        <w:gridCol w:w="1051"/>
        <w:gridCol w:w="1990"/>
      </w:tblGrid>
      <w:tr w:rsidR="009B63D9" w:rsidRPr="009B63D9" w14:paraId="347E699D" w14:textId="77777777" w:rsidTr="009B63D9">
        <w:trPr>
          <w:gridAfter w:val="1"/>
          <w:wAfter w:w="1990" w:type="dxa"/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E49B4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9B63D9" w:rsidRPr="009B63D9" w14:paraId="0B5CBBDF" w14:textId="77777777" w:rsidTr="009B63D9">
        <w:trPr>
          <w:gridAfter w:val="1"/>
          <w:wAfter w:w="1990" w:type="dxa"/>
          <w:trHeight w:val="585"/>
        </w:trPr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68319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Наименование регулируемой организации (ИНН)</w:t>
            </w:r>
          </w:p>
        </w:tc>
        <w:tc>
          <w:tcPr>
            <w:tcW w:w="67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58D5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ОБЩЕСТВО С ОГРАНИЧЕННОЙ ОТВЕТСТВЕННОСТЬЮ «ВЕТЛУГАСЕРВИС» (ИНН 5209003147)</w:t>
            </w:r>
          </w:p>
        </w:tc>
      </w:tr>
      <w:tr w:rsidR="009B63D9" w:rsidRPr="009B63D9" w14:paraId="5C9B0A1E" w14:textId="77777777" w:rsidTr="009B63D9">
        <w:trPr>
          <w:gridAfter w:val="1"/>
          <w:wAfter w:w="1990" w:type="dxa"/>
          <w:trHeight w:val="527"/>
        </w:trPr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02157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Местонахождение регулируемой организации</w:t>
            </w:r>
          </w:p>
        </w:tc>
        <w:tc>
          <w:tcPr>
            <w:tcW w:w="67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03D0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606860, Нижегородская область, г. Ветлуга, ул. Микрорайон, д. 24</w:t>
            </w:r>
          </w:p>
        </w:tc>
      </w:tr>
      <w:tr w:rsidR="009B63D9" w:rsidRPr="009B63D9" w14:paraId="6B8DD022" w14:textId="77777777" w:rsidTr="009B63D9">
        <w:trPr>
          <w:gridAfter w:val="1"/>
          <w:wAfter w:w="1990" w:type="dxa"/>
          <w:trHeight w:val="144"/>
        </w:trPr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0CA5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Наименование уполномоченного органа</w:t>
            </w:r>
          </w:p>
        </w:tc>
        <w:tc>
          <w:tcPr>
            <w:tcW w:w="67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1F76D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Региональная служба по тарифам Нижегородской области</w:t>
            </w:r>
          </w:p>
        </w:tc>
      </w:tr>
      <w:tr w:rsidR="009B63D9" w:rsidRPr="009B63D9" w14:paraId="43CB387D" w14:textId="77777777" w:rsidTr="009B63D9">
        <w:trPr>
          <w:gridAfter w:val="1"/>
          <w:wAfter w:w="1990" w:type="dxa"/>
          <w:trHeight w:val="144"/>
        </w:trPr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6A9C1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Местонахождение уполномоченного органа</w:t>
            </w:r>
          </w:p>
        </w:tc>
        <w:tc>
          <w:tcPr>
            <w:tcW w:w="67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B1F43" w14:textId="089CC65F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603082, </w:t>
            </w:r>
            <w:r>
              <w:rPr>
                <w:sz w:val="20"/>
              </w:rPr>
              <w:t xml:space="preserve">г. </w:t>
            </w:r>
            <w:r w:rsidRPr="009B63D9">
              <w:rPr>
                <w:sz w:val="20"/>
              </w:rPr>
              <w:t>Нижний Новгород, Кремль, корпус 1</w:t>
            </w:r>
          </w:p>
        </w:tc>
      </w:tr>
      <w:tr w:rsidR="009B63D9" w:rsidRPr="009B63D9" w14:paraId="2F24927A" w14:textId="77777777" w:rsidTr="009B63D9">
        <w:trPr>
          <w:gridAfter w:val="1"/>
          <w:wAfter w:w="1990" w:type="dxa"/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2E3A8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2. Объем принимаемых сточных вод</w:t>
            </w:r>
          </w:p>
        </w:tc>
      </w:tr>
      <w:tr w:rsidR="009B63D9" w:rsidRPr="009B63D9" w14:paraId="7DEB253A" w14:textId="77777777" w:rsidTr="009B63D9">
        <w:trPr>
          <w:gridAfter w:val="1"/>
          <w:wAfter w:w="1990" w:type="dxa"/>
          <w:trHeight w:val="144"/>
        </w:trPr>
        <w:tc>
          <w:tcPr>
            <w:tcW w:w="72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4221F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Наименование услуги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C3E6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 период с 01.10.2020 по 31.12.2020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10B8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 период с 01.01.2021 по 31.12.2021</w:t>
            </w:r>
          </w:p>
        </w:tc>
      </w:tr>
      <w:tr w:rsidR="009B63D9" w:rsidRPr="009B63D9" w14:paraId="3CCE0481" w14:textId="77777777" w:rsidTr="009B63D9">
        <w:trPr>
          <w:gridAfter w:val="1"/>
          <w:wAfter w:w="1990" w:type="dxa"/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01FBA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Ветлужский муниципальный район</w:t>
            </w:r>
          </w:p>
        </w:tc>
      </w:tr>
      <w:tr w:rsidR="009B63D9" w:rsidRPr="009B63D9" w14:paraId="0A887B47" w14:textId="77777777" w:rsidTr="009B63D9">
        <w:trPr>
          <w:gridAfter w:val="1"/>
          <w:wAfter w:w="1990" w:type="dxa"/>
          <w:trHeight w:val="144"/>
        </w:trPr>
        <w:tc>
          <w:tcPr>
            <w:tcW w:w="72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F8BD9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Принято сточных вод всего, тыс. м</w:t>
            </w:r>
            <w:r w:rsidRPr="009B63D9">
              <w:rPr>
                <w:sz w:val="20"/>
                <w:vertAlign w:val="superscript"/>
              </w:rPr>
              <w:t>3</w:t>
            </w:r>
            <w:r w:rsidRPr="009B63D9">
              <w:rPr>
                <w:sz w:val="20"/>
              </w:rPr>
              <w:t>, в том числе: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4EC83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29,0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2078D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116,0</w:t>
            </w:r>
          </w:p>
        </w:tc>
      </w:tr>
      <w:tr w:rsidR="009B63D9" w:rsidRPr="009B63D9" w14:paraId="37410CA0" w14:textId="77777777" w:rsidTr="009B63D9">
        <w:trPr>
          <w:gridAfter w:val="1"/>
          <w:wAfter w:w="1990" w:type="dxa"/>
          <w:trHeight w:val="269"/>
        </w:trPr>
        <w:tc>
          <w:tcPr>
            <w:tcW w:w="72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F81C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i/>
                <w:iCs/>
                <w:sz w:val="20"/>
              </w:rPr>
              <w:t>- население,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40F2F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23,7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73CB8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94,7</w:t>
            </w:r>
          </w:p>
        </w:tc>
      </w:tr>
      <w:tr w:rsidR="009B63D9" w:rsidRPr="009B63D9" w14:paraId="1653519A" w14:textId="77777777" w:rsidTr="009B63D9">
        <w:trPr>
          <w:gridAfter w:val="1"/>
          <w:wAfter w:w="1990" w:type="dxa"/>
          <w:trHeight w:val="280"/>
        </w:trPr>
        <w:tc>
          <w:tcPr>
            <w:tcW w:w="72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E2F4A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i/>
                <w:iCs/>
                <w:sz w:val="20"/>
              </w:rPr>
              <w:t>- бюджетные потребители,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90991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3,8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0D7CB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15,3</w:t>
            </w:r>
          </w:p>
        </w:tc>
      </w:tr>
      <w:tr w:rsidR="009B63D9" w:rsidRPr="009B63D9" w14:paraId="265A415D" w14:textId="77777777" w:rsidTr="009B63D9">
        <w:trPr>
          <w:gridAfter w:val="1"/>
          <w:wAfter w:w="1990" w:type="dxa"/>
          <w:trHeight w:val="144"/>
        </w:trPr>
        <w:tc>
          <w:tcPr>
            <w:tcW w:w="72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E4608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i/>
                <w:iCs/>
                <w:sz w:val="20"/>
              </w:rPr>
              <w:t>- прочие потребители,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16684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1,5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6A5F9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6,0</w:t>
            </w:r>
          </w:p>
        </w:tc>
      </w:tr>
      <w:tr w:rsidR="009B63D9" w:rsidRPr="009B63D9" w14:paraId="262C17E0" w14:textId="77777777" w:rsidTr="009B63D9">
        <w:trPr>
          <w:gridAfter w:val="1"/>
          <w:wAfter w:w="1990" w:type="dxa"/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A42A8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proofErr w:type="gramStart"/>
            <w:r w:rsidRPr="009B63D9">
              <w:rPr>
                <w:bCs/>
                <w:sz w:val="20"/>
              </w:rPr>
              <w:t xml:space="preserve">г. Ветлуга Нижегородской области (дома №№ 71, 73, 75, 75а, 77, 77а, 78а, 78б, 80, 82, 84, 86, 88, 90, 92, 94, 96 по ул. Горького; дома №№ 2, 3, с 5 по 14, 16, 19, 7а, с 20 по 24 на территории ГОСУДАРСТВЕННОГО БЮДЖЕТНОГО ПРОФЕССИОНАЛЬНОГО ОБРАЗОВАТЕЛЬНОГО УЧРЕЖДЕНИЯ «ВЕТЛУЖСКИЙ ЛЕСОАГРОТЕХНИЧЕСКИЙ ТЕХНИКУМ», д. </w:t>
            </w:r>
            <w:proofErr w:type="spellStart"/>
            <w:r w:rsidRPr="009B63D9">
              <w:rPr>
                <w:bCs/>
                <w:sz w:val="20"/>
              </w:rPr>
              <w:t>Крутцы</w:t>
            </w:r>
            <w:proofErr w:type="spellEnd"/>
            <w:r w:rsidRPr="009B63D9">
              <w:rPr>
                <w:bCs/>
                <w:sz w:val="20"/>
              </w:rPr>
              <w:t xml:space="preserve"> Ветлужского муниципального района Нижегородской области)</w:t>
            </w:r>
            <w:proofErr w:type="gramEnd"/>
          </w:p>
        </w:tc>
      </w:tr>
      <w:tr w:rsidR="009B63D9" w:rsidRPr="009B63D9" w14:paraId="6B75A471" w14:textId="77777777" w:rsidTr="009B63D9">
        <w:trPr>
          <w:gridAfter w:val="1"/>
          <w:wAfter w:w="1990" w:type="dxa"/>
          <w:trHeight w:val="144"/>
        </w:trPr>
        <w:tc>
          <w:tcPr>
            <w:tcW w:w="72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CB522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Принято сточных вод всего, тыс. м</w:t>
            </w:r>
            <w:r w:rsidRPr="009B63D9">
              <w:rPr>
                <w:sz w:val="20"/>
                <w:vertAlign w:val="superscript"/>
              </w:rPr>
              <w:t>3</w:t>
            </w:r>
            <w:r w:rsidRPr="009B63D9">
              <w:rPr>
                <w:sz w:val="20"/>
              </w:rPr>
              <w:t>, в том числе: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D9B24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1,0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579FC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4,0</w:t>
            </w:r>
          </w:p>
        </w:tc>
      </w:tr>
      <w:tr w:rsidR="009B63D9" w:rsidRPr="009B63D9" w14:paraId="1AC7D07E" w14:textId="77777777" w:rsidTr="009B63D9">
        <w:trPr>
          <w:gridAfter w:val="1"/>
          <w:wAfter w:w="1990" w:type="dxa"/>
          <w:trHeight w:val="144"/>
        </w:trPr>
        <w:tc>
          <w:tcPr>
            <w:tcW w:w="72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27279" w14:textId="77777777" w:rsidR="009B63D9" w:rsidRPr="009B63D9" w:rsidRDefault="009B63D9" w:rsidP="00B17A4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i/>
                <w:iCs/>
                <w:sz w:val="20"/>
              </w:rPr>
              <w:t>- население,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E4353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0,6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9D046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2,4</w:t>
            </w:r>
          </w:p>
        </w:tc>
      </w:tr>
      <w:tr w:rsidR="009B63D9" w:rsidRPr="009B63D9" w14:paraId="0FB800BB" w14:textId="77777777" w:rsidTr="009B63D9">
        <w:trPr>
          <w:gridAfter w:val="1"/>
          <w:wAfter w:w="1990" w:type="dxa"/>
          <w:trHeight w:val="144"/>
        </w:trPr>
        <w:tc>
          <w:tcPr>
            <w:tcW w:w="72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63B0D" w14:textId="77777777" w:rsidR="009B63D9" w:rsidRPr="009B63D9" w:rsidRDefault="009B63D9" w:rsidP="00B17A4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i/>
                <w:iCs/>
                <w:sz w:val="20"/>
              </w:rPr>
              <w:t>- бюджетные потребители,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45449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0,3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26A61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1,3</w:t>
            </w:r>
          </w:p>
        </w:tc>
      </w:tr>
      <w:tr w:rsidR="009B63D9" w:rsidRPr="009B63D9" w14:paraId="0CF7CF30" w14:textId="77777777" w:rsidTr="009B63D9">
        <w:trPr>
          <w:gridAfter w:val="1"/>
          <w:wAfter w:w="1990" w:type="dxa"/>
          <w:trHeight w:val="144"/>
        </w:trPr>
        <w:tc>
          <w:tcPr>
            <w:tcW w:w="72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0B238" w14:textId="77777777" w:rsidR="009B63D9" w:rsidRPr="009B63D9" w:rsidRDefault="009B63D9" w:rsidP="00B17A48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i/>
                <w:iCs/>
                <w:sz w:val="20"/>
              </w:rPr>
              <w:t>- прочие потребители,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1CF3C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0,08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EFD0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0,3</w:t>
            </w:r>
          </w:p>
        </w:tc>
      </w:tr>
      <w:tr w:rsidR="009B63D9" w:rsidRPr="009B63D9" w14:paraId="7B35A031" w14:textId="77777777" w:rsidTr="009B63D9">
        <w:trPr>
          <w:gridAfter w:val="1"/>
          <w:wAfter w:w="1990" w:type="dxa"/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42900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9B63D9" w:rsidRPr="009B63D9" w14:paraId="3B4E3370" w14:textId="77777777" w:rsidTr="009B63D9">
        <w:trPr>
          <w:gridAfter w:val="1"/>
          <w:wAfter w:w="1990" w:type="dxa"/>
          <w:trHeight w:val="144"/>
        </w:trPr>
        <w:tc>
          <w:tcPr>
            <w:tcW w:w="28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F64AC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Наименование мероприятий</w:t>
            </w:r>
          </w:p>
        </w:tc>
        <w:tc>
          <w:tcPr>
            <w:tcW w:w="18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F17A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График реализации мероприятий</w:t>
            </w:r>
          </w:p>
        </w:tc>
        <w:tc>
          <w:tcPr>
            <w:tcW w:w="39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DAABD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BF133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 xml:space="preserve">Всего сумма, </w:t>
            </w:r>
          </w:p>
          <w:p w14:paraId="0B50F185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тыс. руб.</w:t>
            </w:r>
          </w:p>
        </w:tc>
      </w:tr>
      <w:tr w:rsidR="009B63D9" w:rsidRPr="009B63D9" w14:paraId="5EFAF384" w14:textId="77777777" w:rsidTr="009B63D9">
        <w:trPr>
          <w:gridAfter w:val="1"/>
          <w:wAfter w:w="1990" w:type="dxa"/>
          <w:trHeight w:val="144"/>
        </w:trPr>
        <w:tc>
          <w:tcPr>
            <w:tcW w:w="28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82B66" w14:textId="77777777" w:rsidR="009B63D9" w:rsidRPr="009B63D9" w:rsidRDefault="009B63D9" w:rsidP="009B63D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8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CE7C" w14:textId="77777777" w:rsidR="009B63D9" w:rsidRPr="009B63D9" w:rsidRDefault="009B63D9" w:rsidP="009B63D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F2A22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Себестоимость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0584E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Другие источники</w:t>
            </w:r>
          </w:p>
        </w:tc>
        <w:tc>
          <w:tcPr>
            <w:tcW w:w="11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8F37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9B63D9" w:rsidRPr="009B63D9" w14:paraId="751071C2" w14:textId="77777777" w:rsidTr="009B63D9">
        <w:trPr>
          <w:gridAfter w:val="1"/>
          <w:wAfter w:w="1990" w:type="dxa"/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CF42E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lastRenderedPageBreak/>
              <w:t>Ветлужский муниципальный район</w:t>
            </w:r>
          </w:p>
        </w:tc>
      </w:tr>
      <w:tr w:rsidR="009B63D9" w:rsidRPr="009B63D9" w14:paraId="127CFE77" w14:textId="77777777" w:rsidTr="009B63D9">
        <w:trPr>
          <w:gridAfter w:val="1"/>
          <w:wAfter w:w="1990" w:type="dxa"/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912A5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 период с 01.10.2020 по 31.12.2020</w:t>
            </w:r>
          </w:p>
        </w:tc>
      </w:tr>
      <w:tr w:rsidR="009B63D9" w:rsidRPr="009B63D9" w14:paraId="03469017" w14:textId="77777777" w:rsidTr="009B63D9">
        <w:trPr>
          <w:gridAfter w:val="1"/>
          <w:wAfter w:w="1990" w:type="dxa"/>
          <w:trHeight w:val="144"/>
        </w:trPr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AC962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Производственные расходы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CB09C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01.10.2020 по 31.12.2020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01BBF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754,24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56EBE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62858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754,24</w:t>
            </w:r>
          </w:p>
        </w:tc>
      </w:tr>
      <w:tr w:rsidR="009B63D9" w:rsidRPr="009B63D9" w14:paraId="6E616028" w14:textId="77777777" w:rsidTr="009B63D9">
        <w:trPr>
          <w:gridAfter w:val="1"/>
          <w:wAfter w:w="1990" w:type="dxa"/>
          <w:trHeight w:val="144"/>
        </w:trPr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266D8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Административные расходы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57EA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01.10.2020 по 31.12.2020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AEFC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AC082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7EF3B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</w:tr>
      <w:tr w:rsidR="009B63D9" w:rsidRPr="009B63D9" w14:paraId="4EAADC6A" w14:textId="77777777" w:rsidTr="009B63D9">
        <w:trPr>
          <w:gridAfter w:val="1"/>
          <w:wAfter w:w="1990" w:type="dxa"/>
          <w:trHeight w:val="144"/>
        </w:trPr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2C170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3B688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01.10.2020 по 31.12.2020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7F3C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3F624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698A6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</w:tr>
      <w:tr w:rsidR="009B63D9" w:rsidRPr="009B63D9" w14:paraId="1AFA1C9C" w14:textId="77777777" w:rsidTr="009B63D9">
        <w:trPr>
          <w:gridAfter w:val="1"/>
          <w:wAfter w:w="1990" w:type="dxa"/>
          <w:trHeight w:val="144"/>
        </w:trPr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6AC9F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08A2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01.10.2020 по 31.12.2020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D0386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1,50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CE8E5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F8265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 xml:space="preserve">1,50 </w:t>
            </w:r>
          </w:p>
        </w:tc>
      </w:tr>
      <w:tr w:rsidR="009B63D9" w:rsidRPr="009B63D9" w14:paraId="752D2615" w14:textId="77777777" w:rsidTr="009B63D9">
        <w:trPr>
          <w:gridAfter w:val="1"/>
          <w:wAfter w:w="1990" w:type="dxa"/>
          <w:trHeight w:val="144"/>
        </w:trPr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83DD4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8A77D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01.10.2020 по 31.12.2020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E261A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8760F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5E348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</w:tr>
      <w:tr w:rsidR="009B63D9" w:rsidRPr="009B63D9" w14:paraId="3658190B" w14:textId="77777777" w:rsidTr="009B63D9">
        <w:trPr>
          <w:gridAfter w:val="1"/>
          <w:wAfter w:w="1990" w:type="dxa"/>
          <w:trHeight w:val="144"/>
        </w:trPr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AE72B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33A10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01.10.2020 по 31.12.2020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71854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D4846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A9CA3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</w:tr>
      <w:tr w:rsidR="009B63D9" w:rsidRPr="009B63D9" w14:paraId="512224FF" w14:textId="77777777" w:rsidTr="009B63D9">
        <w:trPr>
          <w:gridAfter w:val="1"/>
          <w:wAfter w:w="1990" w:type="dxa"/>
          <w:trHeight w:val="144"/>
        </w:trPr>
        <w:tc>
          <w:tcPr>
            <w:tcW w:w="47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9056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Итого на период с 01.10.2020 по 31.12.2020:                             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F2F2C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755,74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1959B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5476E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755,74</w:t>
            </w:r>
          </w:p>
        </w:tc>
      </w:tr>
      <w:tr w:rsidR="009B63D9" w:rsidRPr="009B63D9" w14:paraId="5531D0B5" w14:textId="77777777" w:rsidTr="009B63D9">
        <w:trPr>
          <w:gridAfter w:val="1"/>
          <w:wAfter w:w="1990" w:type="dxa"/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222E7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 период с 01.01.2021 по 31.12.2021</w:t>
            </w:r>
          </w:p>
        </w:tc>
      </w:tr>
      <w:tr w:rsidR="009B63D9" w:rsidRPr="009B63D9" w14:paraId="5211F23B" w14:textId="77777777" w:rsidTr="009B63D9">
        <w:trPr>
          <w:gridAfter w:val="1"/>
          <w:wAfter w:w="1990" w:type="dxa"/>
          <w:trHeight w:val="144"/>
        </w:trPr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092F5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Производственные расходы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2ADBA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01.01.2021 по 31.12.2021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F81A0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3 036,96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CB4CA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05ECF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3 036,96</w:t>
            </w:r>
          </w:p>
        </w:tc>
      </w:tr>
      <w:tr w:rsidR="009B63D9" w:rsidRPr="009B63D9" w14:paraId="3C873F87" w14:textId="77777777" w:rsidTr="009B63D9">
        <w:trPr>
          <w:gridAfter w:val="1"/>
          <w:wAfter w:w="1990" w:type="dxa"/>
          <w:trHeight w:val="144"/>
        </w:trPr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6A2C5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Административные расходы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F112B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01.01.2021 по 31.12.2021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281E6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E483E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65DC0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</w:tr>
      <w:tr w:rsidR="009B63D9" w:rsidRPr="009B63D9" w14:paraId="4C0E9A59" w14:textId="77777777" w:rsidTr="009B63D9">
        <w:trPr>
          <w:gridAfter w:val="1"/>
          <w:wAfter w:w="1990" w:type="dxa"/>
          <w:trHeight w:val="144"/>
        </w:trPr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D0166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B7A59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01.01.2021 по 31.12.2021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18F70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86CC4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17411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</w:tr>
      <w:tr w:rsidR="009B63D9" w:rsidRPr="009B63D9" w14:paraId="1D24442E" w14:textId="77777777" w:rsidTr="009B63D9">
        <w:trPr>
          <w:gridAfter w:val="1"/>
          <w:wAfter w:w="1990" w:type="dxa"/>
          <w:trHeight w:val="144"/>
        </w:trPr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430EE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60A2E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01.01.2021 по 31.12.2021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159E1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6,00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1FE67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9A462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6,00</w:t>
            </w:r>
          </w:p>
        </w:tc>
      </w:tr>
      <w:tr w:rsidR="009B63D9" w:rsidRPr="009B63D9" w14:paraId="44E2C823" w14:textId="77777777" w:rsidTr="009B63D9">
        <w:trPr>
          <w:gridAfter w:val="1"/>
          <w:wAfter w:w="1990" w:type="dxa"/>
          <w:trHeight w:val="637"/>
        </w:trPr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866DD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EF112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01.01.2021 по 31.12.2021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30FA3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BC0B9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D513F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</w:tr>
      <w:tr w:rsidR="009B63D9" w:rsidRPr="009B63D9" w14:paraId="11A07B3D" w14:textId="77777777" w:rsidTr="009B63D9">
        <w:trPr>
          <w:gridAfter w:val="1"/>
          <w:wAfter w:w="1990" w:type="dxa"/>
          <w:trHeight w:val="144"/>
        </w:trPr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4AFEB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B5F8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01.01.2021 по 31.12.2021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ABEA4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0615D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3E0B6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</w:tr>
      <w:tr w:rsidR="009B63D9" w:rsidRPr="009B63D9" w14:paraId="6945DFB7" w14:textId="77777777" w:rsidTr="009B63D9">
        <w:trPr>
          <w:gridAfter w:val="1"/>
          <w:wAfter w:w="1990" w:type="dxa"/>
          <w:trHeight w:val="144"/>
        </w:trPr>
        <w:tc>
          <w:tcPr>
            <w:tcW w:w="47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93D3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7D620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3042,96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E669D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5878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3042,96</w:t>
            </w:r>
          </w:p>
        </w:tc>
      </w:tr>
      <w:tr w:rsidR="009B63D9" w:rsidRPr="009B63D9" w14:paraId="67C26DF0" w14:textId="77777777" w:rsidTr="009B63D9">
        <w:trPr>
          <w:gridAfter w:val="1"/>
          <w:wAfter w:w="1990" w:type="dxa"/>
          <w:trHeight w:val="144"/>
        </w:trPr>
        <w:tc>
          <w:tcPr>
            <w:tcW w:w="47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4D71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BB95A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3798,70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2683F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F55B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3798,70</w:t>
            </w:r>
          </w:p>
        </w:tc>
      </w:tr>
      <w:tr w:rsidR="009B63D9" w:rsidRPr="009B63D9" w14:paraId="108019C0" w14:textId="77777777" w:rsidTr="009B63D9">
        <w:trPr>
          <w:gridAfter w:val="1"/>
          <w:wAfter w:w="1990" w:type="dxa"/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06DC6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proofErr w:type="gramStart"/>
            <w:r w:rsidRPr="009B63D9">
              <w:rPr>
                <w:bCs/>
                <w:sz w:val="20"/>
              </w:rPr>
              <w:t xml:space="preserve">г. Ветлуга Нижегородской области (дома №№ 71, 73, 75, 75а, 77, 77а, 78а, 78б, 80, 82, 84, 86, 88, 90, 92, 94, 96 по ул. Горького; дома №№ 2, 3, с 5 по 14, 16, 19, 7а, с 20 по 24 на территории ГОСУДАРСТВЕННОГО БЮДЖЕТНОГО ПРОФЕССИОНАЛЬНОГО ОБРАЗОВАТЕЛЬНОГО УЧРЕЖДЕНИЯ «ВЕТЛУЖСКИЙ ЛЕСОАГРОТЕХНИЧЕСКИЙ ТЕХНИКУМ», д. </w:t>
            </w:r>
            <w:proofErr w:type="spellStart"/>
            <w:r w:rsidRPr="009B63D9">
              <w:rPr>
                <w:bCs/>
                <w:sz w:val="20"/>
              </w:rPr>
              <w:t>Крутцы</w:t>
            </w:r>
            <w:proofErr w:type="spellEnd"/>
            <w:r w:rsidRPr="009B63D9">
              <w:rPr>
                <w:bCs/>
                <w:sz w:val="20"/>
              </w:rPr>
              <w:t xml:space="preserve"> Ветлужского муниципального района Нижегородской области)</w:t>
            </w:r>
            <w:proofErr w:type="gramEnd"/>
          </w:p>
        </w:tc>
      </w:tr>
      <w:tr w:rsidR="009B63D9" w:rsidRPr="009B63D9" w14:paraId="52B16FE0" w14:textId="77777777" w:rsidTr="009B63D9">
        <w:trPr>
          <w:gridAfter w:val="1"/>
          <w:wAfter w:w="1990" w:type="dxa"/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8A5E8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 период с 01.10.2020 по 31.12.2020</w:t>
            </w:r>
          </w:p>
        </w:tc>
      </w:tr>
      <w:tr w:rsidR="009B63D9" w:rsidRPr="009B63D9" w14:paraId="15C131DE" w14:textId="77777777" w:rsidTr="009B63D9">
        <w:trPr>
          <w:gridAfter w:val="1"/>
          <w:wAfter w:w="1990" w:type="dxa"/>
          <w:trHeight w:val="144"/>
        </w:trPr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BFDC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Производственные расходы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652CF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01.10.2020 по 31.12.2020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9AA7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16,34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0CF23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73CB9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16,34</w:t>
            </w:r>
          </w:p>
        </w:tc>
      </w:tr>
      <w:tr w:rsidR="009B63D9" w:rsidRPr="009B63D9" w14:paraId="704A7347" w14:textId="77777777" w:rsidTr="009B63D9">
        <w:trPr>
          <w:gridAfter w:val="1"/>
          <w:wAfter w:w="1990" w:type="dxa"/>
          <w:trHeight w:val="144"/>
        </w:trPr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CF04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C9D3B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01.10.2020 по 31.12.2020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88C90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56FFE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62A88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</w:tr>
      <w:tr w:rsidR="009B63D9" w:rsidRPr="009B63D9" w14:paraId="06BCC681" w14:textId="77777777" w:rsidTr="009B63D9">
        <w:trPr>
          <w:gridAfter w:val="1"/>
          <w:wAfter w:w="1990" w:type="dxa"/>
          <w:trHeight w:val="144"/>
        </w:trPr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5CC2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bCs/>
                <w:sz w:val="20"/>
              </w:rPr>
              <w:lastRenderedPageBreak/>
              <w:t xml:space="preserve">Сбытовые расходы гарантирующих организаций   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462F4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01.10.2020 по 31.12.2020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51ACF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24DD0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023DD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</w:tr>
      <w:tr w:rsidR="009B63D9" w:rsidRPr="009B63D9" w14:paraId="67DA9577" w14:textId="77777777" w:rsidTr="009B63D9">
        <w:trPr>
          <w:gridAfter w:val="1"/>
          <w:wAfter w:w="1990" w:type="dxa"/>
          <w:trHeight w:val="144"/>
        </w:trPr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0806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89AC2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01.10.2020 по 31.12.2020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5D061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0,17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7F328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7F7D0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0,17</w:t>
            </w:r>
          </w:p>
        </w:tc>
      </w:tr>
      <w:tr w:rsidR="009B63D9" w:rsidRPr="009B63D9" w14:paraId="189469E1" w14:textId="77777777" w:rsidTr="009B63D9">
        <w:trPr>
          <w:gridAfter w:val="1"/>
          <w:wAfter w:w="1990" w:type="dxa"/>
          <w:trHeight w:val="144"/>
        </w:trPr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EB32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FA566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01.10.2020 по 31.12.2020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F16D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2C559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9F6F9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</w:tr>
      <w:tr w:rsidR="009B63D9" w:rsidRPr="009B63D9" w14:paraId="6DA558F5" w14:textId="77777777" w:rsidTr="009B63D9">
        <w:trPr>
          <w:gridAfter w:val="1"/>
          <w:wAfter w:w="1990" w:type="dxa"/>
          <w:trHeight w:val="144"/>
        </w:trPr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E91CA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BBCF1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01.10.2020 по 31.12.2020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12C4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98EF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FD759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</w:tr>
      <w:tr w:rsidR="009B63D9" w:rsidRPr="009B63D9" w14:paraId="04DDFDD3" w14:textId="77777777" w:rsidTr="009B63D9">
        <w:trPr>
          <w:gridAfter w:val="1"/>
          <w:wAfter w:w="1990" w:type="dxa"/>
          <w:trHeight w:val="144"/>
        </w:trPr>
        <w:tc>
          <w:tcPr>
            <w:tcW w:w="47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90DB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Итого на период с 01.10.2020 по 31.12.2020:                             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C2A74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16,51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57897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FE12A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16,51</w:t>
            </w:r>
          </w:p>
        </w:tc>
      </w:tr>
      <w:tr w:rsidR="009B63D9" w:rsidRPr="009B63D9" w14:paraId="091B5F44" w14:textId="77777777" w:rsidTr="009B63D9">
        <w:trPr>
          <w:gridAfter w:val="1"/>
          <w:wAfter w:w="1990" w:type="dxa"/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F465E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 период с 01.01.2021 по 31.12.2021</w:t>
            </w:r>
          </w:p>
        </w:tc>
      </w:tr>
      <w:tr w:rsidR="009B63D9" w:rsidRPr="009B63D9" w14:paraId="6F4CE8CC" w14:textId="77777777" w:rsidTr="009B63D9">
        <w:trPr>
          <w:gridAfter w:val="1"/>
          <w:wAfter w:w="1990" w:type="dxa"/>
          <w:trHeight w:val="144"/>
        </w:trPr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26261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Производственные расходы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529AA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01.01.2021 по 31.12.2021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C0D23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63,44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0E242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50992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63,44</w:t>
            </w:r>
          </w:p>
        </w:tc>
      </w:tr>
      <w:tr w:rsidR="009B63D9" w:rsidRPr="009B63D9" w14:paraId="51BAA496" w14:textId="77777777" w:rsidTr="009B63D9">
        <w:trPr>
          <w:gridAfter w:val="1"/>
          <w:wAfter w:w="1990" w:type="dxa"/>
          <w:trHeight w:val="144"/>
        </w:trPr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BD43D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A2B5C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01.01.2021 по 31.12.2021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E445C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15264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29F6B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</w:tr>
      <w:tr w:rsidR="009B63D9" w:rsidRPr="009B63D9" w14:paraId="5E0ECE75" w14:textId="77777777" w:rsidTr="009B63D9">
        <w:trPr>
          <w:gridAfter w:val="1"/>
          <w:wAfter w:w="1990" w:type="dxa"/>
          <w:trHeight w:val="144"/>
        </w:trPr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EABC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1D26B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01.01.2021 по 31.12.2021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1F51E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54220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6A619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</w:tr>
      <w:tr w:rsidR="009B63D9" w:rsidRPr="009B63D9" w14:paraId="771AE179" w14:textId="77777777" w:rsidTr="009B63D9">
        <w:trPr>
          <w:gridAfter w:val="1"/>
          <w:wAfter w:w="1990" w:type="dxa"/>
          <w:trHeight w:val="144"/>
        </w:trPr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37A1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A0AD4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01.01.2021 по 31.12.2021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E6439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3,00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7A644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24417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3,00</w:t>
            </w:r>
          </w:p>
        </w:tc>
      </w:tr>
      <w:tr w:rsidR="009B63D9" w:rsidRPr="009B63D9" w14:paraId="105FCDC0" w14:textId="77777777" w:rsidTr="009B63D9">
        <w:trPr>
          <w:gridAfter w:val="1"/>
          <w:wAfter w:w="1990" w:type="dxa"/>
          <w:trHeight w:val="144"/>
        </w:trPr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8C4DC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506F6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01.01.2021 по 31.12.2021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8D970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AA83A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4B3BA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</w:tr>
      <w:tr w:rsidR="009B63D9" w:rsidRPr="009B63D9" w14:paraId="487CBDFE" w14:textId="77777777" w:rsidTr="009B63D9">
        <w:trPr>
          <w:gridAfter w:val="1"/>
          <w:wAfter w:w="1990" w:type="dxa"/>
          <w:trHeight w:val="144"/>
        </w:trPr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F6CC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CC4DB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 01.01.2021 по 31.12.2021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8C9BE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0631A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6B78F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</w:tr>
      <w:tr w:rsidR="009B63D9" w:rsidRPr="009B63D9" w14:paraId="1BEA51E5" w14:textId="77777777" w:rsidTr="009B63D9">
        <w:trPr>
          <w:gridAfter w:val="1"/>
          <w:wAfter w:w="1990" w:type="dxa"/>
          <w:trHeight w:val="144"/>
        </w:trPr>
        <w:tc>
          <w:tcPr>
            <w:tcW w:w="47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19954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4267A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66,44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4CCA4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A3DF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66,44</w:t>
            </w:r>
          </w:p>
        </w:tc>
      </w:tr>
      <w:tr w:rsidR="009B63D9" w:rsidRPr="009B63D9" w14:paraId="10DE5A39" w14:textId="77777777" w:rsidTr="009B63D9">
        <w:trPr>
          <w:gridAfter w:val="1"/>
          <w:wAfter w:w="1990" w:type="dxa"/>
          <w:trHeight w:val="144"/>
        </w:trPr>
        <w:tc>
          <w:tcPr>
            <w:tcW w:w="47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744B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E1A44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82,95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2854F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1030A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82,95</w:t>
            </w:r>
          </w:p>
        </w:tc>
      </w:tr>
      <w:tr w:rsidR="009B63D9" w:rsidRPr="009B63D9" w14:paraId="251A575A" w14:textId="77777777" w:rsidTr="009B63D9">
        <w:trPr>
          <w:gridAfter w:val="1"/>
          <w:wAfter w:w="1990" w:type="dxa"/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7EA0A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4. Мероприятия,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9B63D9" w:rsidRPr="009B63D9" w14:paraId="5834F3E4" w14:textId="77777777" w:rsidTr="009B63D9">
        <w:trPr>
          <w:gridAfter w:val="1"/>
          <w:wAfter w:w="1990" w:type="dxa"/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5E9BD" w14:textId="77777777" w:rsidR="009B63D9" w:rsidRPr="009B63D9" w:rsidRDefault="009B63D9" w:rsidP="009B63D9">
            <w:pPr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9B63D9">
              <w:rPr>
                <w:sz w:val="20"/>
              </w:rPr>
              <w:t>4.1. Перечень мероприятий по ремонту объектов централизованных систем водоотведения</w:t>
            </w:r>
          </w:p>
        </w:tc>
      </w:tr>
      <w:tr w:rsidR="009B63D9" w:rsidRPr="009B63D9" w14:paraId="082586E4" w14:textId="77777777" w:rsidTr="009B63D9">
        <w:trPr>
          <w:gridAfter w:val="1"/>
          <w:wAfter w:w="1990" w:type="dxa"/>
          <w:trHeight w:val="144"/>
        </w:trPr>
        <w:tc>
          <w:tcPr>
            <w:tcW w:w="28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D51F7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Наименование мероприятий</w:t>
            </w:r>
          </w:p>
        </w:tc>
        <w:tc>
          <w:tcPr>
            <w:tcW w:w="18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E25EF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График реализации мероприятий</w:t>
            </w:r>
          </w:p>
        </w:tc>
        <w:tc>
          <w:tcPr>
            <w:tcW w:w="39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1F3F4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8B5FA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Всего сумма,</w:t>
            </w:r>
          </w:p>
          <w:p w14:paraId="152A0599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 xml:space="preserve"> тыс. руб.</w:t>
            </w:r>
          </w:p>
        </w:tc>
      </w:tr>
      <w:tr w:rsidR="009B63D9" w:rsidRPr="009B63D9" w14:paraId="427B06A6" w14:textId="77777777" w:rsidTr="009B63D9">
        <w:trPr>
          <w:gridAfter w:val="1"/>
          <w:wAfter w:w="1990" w:type="dxa"/>
          <w:trHeight w:val="144"/>
        </w:trPr>
        <w:tc>
          <w:tcPr>
            <w:tcW w:w="28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4972C" w14:textId="77777777" w:rsidR="009B63D9" w:rsidRPr="009B63D9" w:rsidRDefault="009B63D9" w:rsidP="009B63D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8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2B42" w14:textId="77777777" w:rsidR="009B63D9" w:rsidRPr="009B63D9" w:rsidRDefault="009B63D9" w:rsidP="009B63D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04644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Себестоимость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45686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Другие источники</w:t>
            </w:r>
          </w:p>
        </w:tc>
        <w:tc>
          <w:tcPr>
            <w:tcW w:w="11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38E1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9B63D9" w:rsidRPr="009B63D9" w14:paraId="12ECB3A8" w14:textId="77777777" w:rsidTr="009B63D9">
        <w:trPr>
          <w:gridAfter w:val="1"/>
          <w:wAfter w:w="1990" w:type="dxa"/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F243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Ветлужский муниципальный район</w:t>
            </w:r>
          </w:p>
        </w:tc>
      </w:tr>
      <w:tr w:rsidR="009B63D9" w:rsidRPr="009B63D9" w14:paraId="42EDF7B2" w14:textId="77777777" w:rsidTr="009B63D9">
        <w:trPr>
          <w:gridAfter w:val="1"/>
          <w:wAfter w:w="1990" w:type="dxa"/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4FA2B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 период с 01.10.2020 по 31.12.2020</w:t>
            </w:r>
          </w:p>
        </w:tc>
      </w:tr>
      <w:tr w:rsidR="009B63D9" w:rsidRPr="009B63D9" w14:paraId="327A5ADF" w14:textId="77777777" w:rsidTr="009B63D9">
        <w:trPr>
          <w:gridAfter w:val="1"/>
          <w:wAfter w:w="1990" w:type="dxa"/>
          <w:trHeight w:val="144"/>
        </w:trPr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4AB8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Мероприятия отсутствуют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353A0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C18B5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CD40E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02A7A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</w:tr>
      <w:tr w:rsidR="009B63D9" w:rsidRPr="009B63D9" w14:paraId="715B2B9F" w14:textId="77777777" w:rsidTr="009B63D9">
        <w:trPr>
          <w:gridAfter w:val="1"/>
          <w:wAfter w:w="1990" w:type="dxa"/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CDA9B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 период с 01.01.2021 по 31.12.2021</w:t>
            </w:r>
          </w:p>
        </w:tc>
      </w:tr>
      <w:tr w:rsidR="009B63D9" w:rsidRPr="009B63D9" w14:paraId="6DC80B47" w14:textId="77777777" w:rsidTr="009B63D9">
        <w:trPr>
          <w:gridAfter w:val="1"/>
          <w:wAfter w:w="1990" w:type="dxa"/>
          <w:trHeight w:val="144"/>
        </w:trPr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5F42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Мероприятия отсутствуют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4416A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E6290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80D19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B494F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</w:tr>
      <w:tr w:rsidR="009B63D9" w:rsidRPr="009B63D9" w14:paraId="7A2016EF" w14:textId="77777777" w:rsidTr="009B63D9">
        <w:trPr>
          <w:gridAfter w:val="1"/>
          <w:wAfter w:w="1990" w:type="dxa"/>
          <w:trHeight w:val="144"/>
        </w:trPr>
        <w:tc>
          <w:tcPr>
            <w:tcW w:w="47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589BF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22E0C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24AD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E207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</w:tr>
      <w:tr w:rsidR="009B63D9" w:rsidRPr="009B63D9" w14:paraId="3525B4FC" w14:textId="77777777" w:rsidTr="009B63D9">
        <w:trPr>
          <w:gridAfter w:val="1"/>
          <w:wAfter w:w="1990" w:type="dxa"/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CBA59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proofErr w:type="gramStart"/>
            <w:r w:rsidRPr="009B63D9">
              <w:rPr>
                <w:bCs/>
                <w:sz w:val="20"/>
              </w:rPr>
              <w:t xml:space="preserve">г. Ветлуга Нижегородской области (дома №№ 71, 73, 75, 75а, 77, 77а, 78а, 78б, 80, 82, 84, 86, 88, 90, 92, 94, 96 по ул. Горького; дома №№ 2, 3, с 5 по 14, 16, 19, 7а, с 20 по 24 на территории ГОСУДАРСТВЕННОГО </w:t>
            </w:r>
            <w:r w:rsidRPr="009B63D9">
              <w:rPr>
                <w:bCs/>
                <w:sz w:val="20"/>
              </w:rPr>
              <w:lastRenderedPageBreak/>
              <w:t xml:space="preserve">БЮДЖЕТНОГО ПРОФЕССИОНАЛЬНОГО ОБРАЗОВАТЕЛЬНОГО УЧРЕЖДЕНИЯ «ВЕТЛУЖСКИЙ ЛЕСОАГРОТЕХНИЧЕСКИЙ ТЕХНИКУМ», д. </w:t>
            </w:r>
            <w:proofErr w:type="spellStart"/>
            <w:r w:rsidRPr="009B63D9">
              <w:rPr>
                <w:bCs/>
                <w:sz w:val="20"/>
              </w:rPr>
              <w:t>Крутцы</w:t>
            </w:r>
            <w:proofErr w:type="spellEnd"/>
            <w:r w:rsidRPr="009B63D9">
              <w:rPr>
                <w:bCs/>
                <w:sz w:val="20"/>
              </w:rPr>
              <w:t xml:space="preserve"> Ветлужского муниципального района Нижегородской области)</w:t>
            </w:r>
            <w:proofErr w:type="gramEnd"/>
          </w:p>
        </w:tc>
      </w:tr>
      <w:tr w:rsidR="009B63D9" w:rsidRPr="009B63D9" w14:paraId="5B3FB0AA" w14:textId="77777777" w:rsidTr="009B63D9">
        <w:trPr>
          <w:gridAfter w:val="1"/>
          <w:wAfter w:w="1990" w:type="dxa"/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FA6C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sz w:val="20"/>
              </w:rPr>
              <w:lastRenderedPageBreak/>
              <w:t>На период с 01.10.2020 по 31.12.2020</w:t>
            </w:r>
          </w:p>
        </w:tc>
      </w:tr>
      <w:tr w:rsidR="009B63D9" w:rsidRPr="009B63D9" w14:paraId="3EEF4BF6" w14:textId="77777777" w:rsidTr="009B63D9">
        <w:trPr>
          <w:gridAfter w:val="1"/>
          <w:wAfter w:w="1990" w:type="dxa"/>
          <w:trHeight w:val="144"/>
        </w:trPr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942C7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Мероприятия отсутствуют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38EAE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58081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F9FCB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1FACC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</w:tr>
      <w:tr w:rsidR="009B63D9" w:rsidRPr="009B63D9" w14:paraId="6524F138" w14:textId="77777777" w:rsidTr="009B63D9">
        <w:trPr>
          <w:gridAfter w:val="1"/>
          <w:wAfter w:w="1990" w:type="dxa"/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ECC3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 период с 01.01.2021 по 31.12.2021</w:t>
            </w:r>
          </w:p>
        </w:tc>
      </w:tr>
      <w:tr w:rsidR="009B63D9" w:rsidRPr="009B63D9" w14:paraId="211CB573" w14:textId="77777777" w:rsidTr="009B63D9">
        <w:trPr>
          <w:gridAfter w:val="1"/>
          <w:wAfter w:w="1990" w:type="dxa"/>
          <w:trHeight w:val="144"/>
        </w:trPr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6DF43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Мероприятия отсутствуют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FF917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3A27A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CE1DB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8FF7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</w:tr>
      <w:tr w:rsidR="009B63D9" w:rsidRPr="009B63D9" w14:paraId="22D5A80A" w14:textId="77777777" w:rsidTr="009B63D9">
        <w:trPr>
          <w:gridAfter w:val="1"/>
          <w:wAfter w:w="1990" w:type="dxa"/>
          <w:trHeight w:val="144"/>
        </w:trPr>
        <w:tc>
          <w:tcPr>
            <w:tcW w:w="47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9B186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5D17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BF50E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C850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</w:tr>
      <w:tr w:rsidR="009B63D9" w:rsidRPr="009B63D9" w14:paraId="7C7FD137" w14:textId="77777777" w:rsidTr="009B63D9">
        <w:trPr>
          <w:gridAfter w:val="1"/>
          <w:wAfter w:w="1990" w:type="dxa"/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C4E96" w14:textId="77777777" w:rsidR="009B63D9" w:rsidRPr="009B63D9" w:rsidRDefault="009B63D9" w:rsidP="009B63D9">
            <w:pPr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9B63D9">
              <w:rPr>
                <w:sz w:val="20"/>
              </w:rPr>
              <w:t>4.2. Перечень мероприятий, направленных на улучшение качества очистки сточных вод</w:t>
            </w:r>
          </w:p>
        </w:tc>
      </w:tr>
      <w:tr w:rsidR="009B63D9" w:rsidRPr="009B63D9" w14:paraId="675A87D6" w14:textId="77777777" w:rsidTr="009B63D9">
        <w:trPr>
          <w:gridAfter w:val="1"/>
          <w:wAfter w:w="1990" w:type="dxa"/>
          <w:trHeight w:val="144"/>
        </w:trPr>
        <w:tc>
          <w:tcPr>
            <w:tcW w:w="28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A2D94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Наименование мероприятий</w:t>
            </w:r>
          </w:p>
        </w:tc>
        <w:tc>
          <w:tcPr>
            <w:tcW w:w="18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377AF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График реализации мероприятий</w:t>
            </w:r>
          </w:p>
        </w:tc>
        <w:tc>
          <w:tcPr>
            <w:tcW w:w="39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34425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A3BE5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Всего сумма,</w:t>
            </w:r>
          </w:p>
          <w:p w14:paraId="1348B528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 xml:space="preserve"> тыс. руб.</w:t>
            </w:r>
          </w:p>
        </w:tc>
      </w:tr>
      <w:tr w:rsidR="009B63D9" w:rsidRPr="009B63D9" w14:paraId="41AF6E40" w14:textId="77777777" w:rsidTr="009B63D9">
        <w:trPr>
          <w:gridAfter w:val="1"/>
          <w:wAfter w:w="1990" w:type="dxa"/>
          <w:trHeight w:val="144"/>
        </w:trPr>
        <w:tc>
          <w:tcPr>
            <w:tcW w:w="28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0173" w14:textId="77777777" w:rsidR="009B63D9" w:rsidRPr="009B63D9" w:rsidRDefault="009B63D9" w:rsidP="009B63D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8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6510C" w14:textId="77777777" w:rsidR="009B63D9" w:rsidRPr="009B63D9" w:rsidRDefault="009B63D9" w:rsidP="009B63D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02301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Себестоимость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BE1EA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Другие источники</w:t>
            </w:r>
          </w:p>
        </w:tc>
        <w:tc>
          <w:tcPr>
            <w:tcW w:w="11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8DEC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9B63D9" w:rsidRPr="009B63D9" w14:paraId="70D6A4AE" w14:textId="77777777" w:rsidTr="009B63D9">
        <w:trPr>
          <w:gridAfter w:val="1"/>
          <w:wAfter w:w="1990" w:type="dxa"/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56D16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Ветлужский муниципальный район</w:t>
            </w:r>
          </w:p>
        </w:tc>
      </w:tr>
      <w:tr w:rsidR="009B63D9" w:rsidRPr="009B63D9" w14:paraId="2D405E46" w14:textId="77777777" w:rsidTr="009B63D9">
        <w:trPr>
          <w:gridAfter w:val="1"/>
          <w:wAfter w:w="1990" w:type="dxa"/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8902F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 период с 01.10.2020 по 31.12.2020</w:t>
            </w:r>
          </w:p>
        </w:tc>
      </w:tr>
      <w:tr w:rsidR="009B63D9" w:rsidRPr="009B63D9" w14:paraId="64CCF6BA" w14:textId="77777777" w:rsidTr="009B63D9">
        <w:trPr>
          <w:gridAfter w:val="1"/>
          <w:wAfter w:w="1990" w:type="dxa"/>
          <w:trHeight w:val="144"/>
        </w:trPr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D7F5F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Мероприятия отсутствуют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0E1F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66DFE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5BA0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E55C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</w:tr>
      <w:tr w:rsidR="009B63D9" w:rsidRPr="009B63D9" w14:paraId="06E2D20F" w14:textId="77777777" w:rsidTr="009B63D9">
        <w:trPr>
          <w:gridAfter w:val="1"/>
          <w:wAfter w:w="1990" w:type="dxa"/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22499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 период с 01.01.2021 по 31.12.2021</w:t>
            </w:r>
          </w:p>
        </w:tc>
      </w:tr>
      <w:tr w:rsidR="009B63D9" w:rsidRPr="009B63D9" w14:paraId="203C797B" w14:textId="77777777" w:rsidTr="009B63D9">
        <w:trPr>
          <w:gridAfter w:val="1"/>
          <w:wAfter w:w="1990" w:type="dxa"/>
          <w:trHeight w:val="144"/>
        </w:trPr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14012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Мероприятия отсутствуют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DC57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8BB5E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BCC0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BCB1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</w:tr>
      <w:tr w:rsidR="009B63D9" w:rsidRPr="009B63D9" w14:paraId="61BDD73D" w14:textId="77777777" w:rsidTr="009B63D9">
        <w:trPr>
          <w:gridAfter w:val="1"/>
          <w:wAfter w:w="1990" w:type="dxa"/>
          <w:trHeight w:val="144"/>
        </w:trPr>
        <w:tc>
          <w:tcPr>
            <w:tcW w:w="47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D2E31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DDD3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C130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B50F6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</w:tr>
      <w:tr w:rsidR="009B63D9" w:rsidRPr="009B63D9" w14:paraId="08527AF7" w14:textId="77777777" w:rsidTr="009B63D9">
        <w:trPr>
          <w:gridAfter w:val="1"/>
          <w:wAfter w:w="1990" w:type="dxa"/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73253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proofErr w:type="gramStart"/>
            <w:r w:rsidRPr="009B63D9">
              <w:rPr>
                <w:bCs/>
                <w:sz w:val="20"/>
              </w:rPr>
              <w:t xml:space="preserve">г. Ветлуга Нижегородской области (дома №№ 71, 73, 75, 75а, 77, 77а, 78а, 78б, 80, 82, 84, 86, 88, 90, 92, 94, 96 по ул. Горького; дома №№ 2, 3, с 5 по 14, 16, 19, 7а, с 20 по 24 на территории ГОСУДАРСТВЕННОГО БЮДЖЕТНОГО ПРОФЕССИОНАЛЬНОГО ОБРАЗОВАТЕЛЬНОГО УЧРЕЖДЕНИЯ «ВЕТЛУЖСКИЙ ЛЕСОАГРОТЕХНИЧЕСКИЙ ТЕХНИКУМ», д. </w:t>
            </w:r>
            <w:proofErr w:type="spellStart"/>
            <w:r w:rsidRPr="009B63D9">
              <w:rPr>
                <w:bCs/>
                <w:sz w:val="20"/>
              </w:rPr>
              <w:t>Крутцы</w:t>
            </w:r>
            <w:proofErr w:type="spellEnd"/>
            <w:r w:rsidRPr="009B63D9">
              <w:rPr>
                <w:bCs/>
                <w:sz w:val="20"/>
              </w:rPr>
              <w:t xml:space="preserve"> Ветлужского муниципального района Нижегородской области)</w:t>
            </w:r>
            <w:proofErr w:type="gramEnd"/>
          </w:p>
        </w:tc>
      </w:tr>
      <w:tr w:rsidR="009B63D9" w:rsidRPr="009B63D9" w14:paraId="4E4A9D22" w14:textId="77777777" w:rsidTr="009B63D9">
        <w:trPr>
          <w:gridAfter w:val="1"/>
          <w:wAfter w:w="1990" w:type="dxa"/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3FCEB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 период с 01.10.2020 по 31.12.2020</w:t>
            </w:r>
          </w:p>
        </w:tc>
      </w:tr>
      <w:tr w:rsidR="009B63D9" w:rsidRPr="009B63D9" w14:paraId="2AD1825E" w14:textId="77777777" w:rsidTr="009B63D9">
        <w:trPr>
          <w:gridAfter w:val="1"/>
          <w:wAfter w:w="1990" w:type="dxa"/>
          <w:trHeight w:val="144"/>
        </w:trPr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126C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Мероприятия отсутствуют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E7062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A2D74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8A6A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E517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</w:tr>
      <w:tr w:rsidR="009B63D9" w:rsidRPr="009B63D9" w14:paraId="39064D97" w14:textId="77777777" w:rsidTr="009B63D9">
        <w:trPr>
          <w:gridAfter w:val="1"/>
          <w:wAfter w:w="1990" w:type="dxa"/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30FEA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 период с 01.01.2021 по 31.12.2021</w:t>
            </w:r>
          </w:p>
        </w:tc>
      </w:tr>
      <w:tr w:rsidR="009B63D9" w:rsidRPr="009B63D9" w14:paraId="42D8A0EC" w14:textId="77777777" w:rsidTr="009B63D9">
        <w:trPr>
          <w:gridAfter w:val="1"/>
          <w:wAfter w:w="1990" w:type="dxa"/>
          <w:trHeight w:val="144"/>
        </w:trPr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5B91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Мероприятия отсутствуют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AEFB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99CD7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ACCA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7C33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-</w:t>
            </w:r>
          </w:p>
        </w:tc>
      </w:tr>
      <w:tr w:rsidR="009B63D9" w:rsidRPr="009B63D9" w14:paraId="4F94A0BD" w14:textId="77777777" w:rsidTr="009B63D9">
        <w:trPr>
          <w:gridAfter w:val="1"/>
          <w:wAfter w:w="1990" w:type="dxa"/>
          <w:trHeight w:val="144"/>
        </w:trPr>
        <w:tc>
          <w:tcPr>
            <w:tcW w:w="47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242E6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17C4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5AC79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65195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</w:tr>
      <w:tr w:rsidR="009B63D9" w:rsidRPr="009B63D9" w14:paraId="2A212B2D" w14:textId="77777777" w:rsidTr="009B63D9">
        <w:trPr>
          <w:gridAfter w:val="1"/>
          <w:wAfter w:w="1990" w:type="dxa"/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743CF" w14:textId="77777777" w:rsidR="009B63D9" w:rsidRPr="009B63D9" w:rsidRDefault="009B63D9" w:rsidP="009B63D9">
            <w:pPr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9B63D9">
              <w:rPr>
                <w:sz w:val="20"/>
              </w:rPr>
              <w:t>4.3. Перечень мероприятий по энергосбережению и повышению энергетической эффективности</w:t>
            </w:r>
          </w:p>
        </w:tc>
      </w:tr>
      <w:tr w:rsidR="009B63D9" w:rsidRPr="009B63D9" w14:paraId="07B102B8" w14:textId="77777777" w:rsidTr="009B63D9">
        <w:trPr>
          <w:gridAfter w:val="1"/>
          <w:wAfter w:w="1990" w:type="dxa"/>
          <w:trHeight w:val="144"/>
        </w:trPr>
        <w:tc>
          <w:tcPr>
            <w:tcW w:w="28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220E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Наименование мероприятий</w:t>
            </w:r>
          </w:p>
        </w:tc>
        <w:tc>
          <w:tcPr>
            <w:tcW w:w="18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16293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График реализации мероприятий</w:t>
            </w:r>
          </w:p>
        </w:tc>
        <w:tc>
          <w:tcPr>
            <w:tcW w:w="39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FAC65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5766E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Всего сумма,</w:t>
            </w:r>
          </w:p>
          <w:p w14:paraId="04AD4EB4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 xml:space="preserve"> тыс. руб.</w:t>
            </w:r>
          </w:p>
        </w:tc>
      </w:tr>
      <w:tr w:rsidR="009B63D9" w:rsidRPr="009B63D9" w14:paraId="2D9D2F9E" w14:textId="77777777" w:rsidTr="009B63D9">
        <w:trPr>
          <w:gridAfter w:val="1"/>
          <w:wAfter w:w="1990" w:type="dxa"/>
          <w:trHeight w:val="144"/>
        </w:trPr>
        <w:tc>
          <w:tcPr>
            <w:tcW w:w="28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1095" w14:textId="77777777" w:rsidR="009B63D9" w:rsidRPr="009B63D9" w:rsidRDefault="009B63D9" w:rsidP="009B63D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8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DF66" w14:textId="77777777" w:rsidR="009B63D9" w:rsidRPr="009B63D9" w:rsidRDefault="009B63D9" w:rsidP="009B63D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11989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Себестоимость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D4934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Другие источники</w:t>
            </w:r>
          </w:p>
        </w:tc>
        <w:tc>
          <w:tcPr>
            <w:tcW w:w="11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E1EB7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9B63D9" w:rsidRPr="009B63D9" w14:paraId="4F3D1672" w14:textId="77777777" w:rsidTr="009B63D9">
        <w:trPr>
          <w:gridAfter w:val="1"/>
          <w:wAfter w:w="1990" w:type="dxa"/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91C6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Ветлужский муниципальный район</w:t>
            </w:r>
          </w:p>
        </w:tc>
      </w:tr>
      <w:tr w:rsidR="009B63D9" w:rsidRPr="009B63D9" w14:paraId="215F96E2" w14:textId="77777777" w:rsidTr="009B63D9">
        <w:trPr>
          <w:gridAfter w:val="1"/>
          <w:wAfter w:w="1990" w:type="dxa"/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2F21F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 период с 01.10.2020 по 31.12.2020</w:t>
            </w:r>
          </w:p>
        </w:tc>
      </w:tr>
      <w:tr w:rsidR="009B63D9" w:rsidRPr="009B63D9" w14:paraId="1FF73061" w14:textId="77777777" w:rsidTr="009B63D9">
        <w:trPr>
          <w:gridAfter w:val="1"/>
          <w:wAfter w:w="1990" w:type="dxa"/>
          <w:trHeight w:val="144"/>
        </w:trPr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C2D3F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Мероприятия отсутствуют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0BF3A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D8EF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F987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8C6F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</w:tr>
      <w:tr w:rsidR="009B63D9" w:rsidRPr="009B63D9" w14:paraId="686823E8" w14:textId="77777777" w:rsidTr="009B63D9">
        <w:trPr>
          <w:gridAfter w:val="1"/>
          <w:wAfter w:w="1990" w:type="dxa"/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7B999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 период с 01.01.2021 по 31.12.2021</w:t>
            </w:r>
          </w:p>
        </w:tc>
      </w:tr>
      <w:tr w:rsidR="009B63D9" w:rsidRPr="009B63D9" w14:paraId="6EE60030" w14:textId="77777777" w:rsidTr="009B63D9">
        <w:trPr>
          <w:gridAfter w:val="1"/>
          <w:wAfter w:w="1990" w:type="dxa"/>
          <w:trHeight w:val="144"/>
        </w:trPr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668BF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Мероприятия отсутствуют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D760E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6A492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3255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B0AE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</w:tr>
      <w:tr w:rsidR="009B63D9" w:rsidRPr="009B63D9" w14:paraId="08FA0971" w14:textId="77777777" w:rsidTr="009B63D9">
        <w:trPr>
          <w:gridAfter w:val="1"/>
          <w:wAfter w:w="1990" w:type="dxa"/>
          <w:trHeight w:val="144"/>
        </w:trPr>
        <w:tc>
          <w:tcPr>
            <w:tcW w:w="47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230BF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lastRenderedPageBreak/>
              <w:t>Всего на срок реализации программы: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4B3E0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583D2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FB43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</w:tr>
      <w:tr w:rsidR="009B63D9" w:rsidRPr="009B63D9" w14:paraId="37E6CC35" w14:textId="77777777" w:rsidTr="009B63D9">
        <w:trPr>
          <w:gridAfter w:val="1"/>
          <w:wAfter w:w="1990" w:type="dxa"/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8EE31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proofErr w:type="gramStart"/>
            <w:r w:rsidRPr="009B63D9">
              <w:rPr>
                <w:bCs/>
                <w:sz w:val="20"/>
              </w:rPr>
              <w:t xml:space="preserve">г. Ветлуга Нижегородской области (дома №№ 71, 73, 75, 75а, 77, 77а, 78а, 78б, 80, 82, 84, 86, 88, 90, 92, 94, 96 по ул. Горького; дома №№ 2, 3, с 5 по 14, 16, 19, 7а, с 20 по 24 на территории ГОСУДАРСТВЕННОГО БЮДЖЕТНОГО ПРОФЕССИОНАЛЬНОГО ОБРАЗОВАТЕЛЬНОГО УЧРЕЖДЕНИЯ «ВЕТЛУЖСКИЙ ЛЕСОАГРОТЕХНИЧЕСКИЙ ТЕХНИКУМ», д. </w:t>
            </w:r>
            <w:proofErr w:type="spellStart"/>
            <w:r w:rsidRPr="009B63D9">
              <w:rPr>
                <w:bCs/>
                <w:sz w:val="20"/>
              </w:rPr>
              <w:t>Крутцы</w:t>
            </w:r>
            <w:proofErr w:type="spellEnd"/>
            <w:r w:rsidRPr="009B63D9">
              <w:rPr>
                <w:bCs/>
                <w:sz w:val="20"/>
              </w:rPr>
              <w:t xml:space="preserve"> Ветлужского муниципального района Нижегородской области)</w:t>
            </w:r>
            <w:proofErr w:type="gramEnd"/>
          </w:p>
        </w:tc>
      </w:tr>
      <w:tr w:rsidR="009B63D9" w:rsidRPr="009B63D9" w14:paraId="014AFB28" w14:textId="77777777" w:rsidTr="009B63D9">
        <w:trPr>
          <w:gridAfter w:val="1"/>
          <w:wAfter w:w="1990" w:type="dxa"/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4D137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 период с 01.10.2020 по 31.12.2020</w:t>
            </w:r>
          </w:p>
        </w:tc>
      </w:tr>
      <w:tr w:rsidR="009B63D9" w:rsidRPr="009B63D9" w14:paraId="051B98E7" w14:textId="77777777" w:rsidTr="009B63D9">
        <w:trPr>
          <w:gridAfter w:val="1"/>
          <w:wAfter w:w="1990" w:type="dxa"/>
          <w:trHeight w:val="144"/>
        </w:trPr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1EEA5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Мероприятия отсутствуют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03DC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050C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71BB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7DAA3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</w:tr>
      <w:tr w:rsidR="009B63D9" w:rsidRPr="009B63D9" w14:paraId="4B1DBA66" w14:textId="77777777" w:rsidTr="009B63D9">
        <w:trPr>
          <w:gridAfter w:val="1"/>
          <w:wAfter w:w="1990" w:type="dxa"/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588CC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 период с 01.01.2021 по 31.12.2021</w:t>
            </w:r>
          </w:p>
        </w:tc>
      </w:tr>
      <w:tr w:rsidR="009B63D9" w:rsidRPr="009B63D9" w14:paraId="0C8D364F" w14:textId="77777777" w:rsidTr="009B63D9">
        <w:trPr>
          <w:trHeight w:val="144"/>
        </w:trPr>
        <w:tc>
          <w:tcPr>
            <w:tcW w:w="47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4AF0C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50F3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6234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3C41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990" w:type="dxa"/>
          </w:tcPr>
          <w:p w14:paraId="219281E0" w14:textId="77777777" w:rsidR="009B63D9" w:rsidRPr="009B63D9" w:rsidRDefault="009B63D9" w:rsidP="009B63D9">
            <w:pPr>
              <w:jc w:val="center"/>
              <w:rPr>
                <w:color w:val="FF0000"/>
                <w:sz w:val="20"/>
              </w:rPr>
            </w:pPr>
          </w:p>
        </w:tc>
      </w:tr>
      <w:tr w:rsidR="009B63D9" w:rsidRPr="009B63D9" w14:paraId="7F5EFF2F" w14:textId="77777777" w:rsidTr="009B63D9">
        <w:trPr>
          <w:gridAfter w:val="1"/>
          <w:wAfter w:w="1990" w:type="dxa"/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93690" w14:textId="77777777" w:rsidR="009B63D9" w:rsidRPr="009B63D9" w:rsidRDefault="009B63D9" w:rsidP="009B63D9">
            <w:pPr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9B63D9">
              <w:rPr>
                <w:sz w:val="20"/>
              </w:rPr>
              <w:t>4.4. Мероприятия, направленные на повышение качества обслуживания абонентов</w:t>
            </w:r>
          </w:p>
        </w:tc>
      </w:tr>
      <w:tr w:rsidR="009B63D9" w:rsidRPr="009B63D9" w14:paraId="172534E8" w14:textId="77777777" w:rsidTr="009B63D9">
        <w:trPr>
          <w:gridAfter w:val="1"/>
          <w:wAfter w:w="1990" w:type="dxa"/>
          <w:trHeight w:val="144"/>
        </w:trPr>
        <w:tc>
          <w:tcPr>
            <w:tcW w:w="28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0BC36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Наименование мероприятий</w:t>
            </w:r>
          </w:p>
        </w:tc>
        <w:tc>
          <w:tcPr>
            <w:tcW w:w="18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1537C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График реализации мероприятий</w:t>
            </w:r>
          </w:p>
        </w:tc>
        <w:tc>
          <w:tcPr>
            <w:tcW w:w="39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C9D3B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8AA77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 xml:space="preserve">Всего сумма, </w:t>
            </w:r>
          </w:p>
          <w:p w14:paraId="43405C64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тыс. руб.</w:t>
            </w:r>
          </w:p>
        </w:tc>
      </w:tr>
      <w:tr w:rsidR="009B63D9" w:rsidRPr="009B63D9" w14:paraId="2D7DFCFF" w14:textId="77777777" w:rsidTr="009B63D9">
        <w:trPr>
          <w:gridAfter w:val="1"/>
          <w:wAfter w:w="1990" w:type="dxa"/>
          <w:trHeight w:val="144"/>
        </w:trPr>
        <w:tc>
          <w:tcPr>
            <w:tcW w:w="28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B7430" w14:textId="77777777" w:rsidR="009B63D9" w:rsidRPr="009B63D9" w:rsidRDefault="009B63D9" w:rsidP="009B63D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8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08FC" w14:textId="77777777" w:rsidR="009B63D9" w:rsidRPr="009B63D9" w:rsidRDefault="009B63D9" w:rsidP="009B63D9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6AA8D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Себестоимость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B891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Другие источники</w:t>
            </w:r>
          </w:p>
        </w:tc>
        <w:tc>
          <w:tcPr>
            <w:tcW w:w="11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A683E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9B63D9" w:rsidRPr="009B63D9" w14:paraId="50A97E7E" w14:textId="77777777" w:rsidTr="009B63D9">
        <w:trPr>
          <w:gridAfter w:val="1"/>
          <w:wAfter w:w="1990" w:type="dxa"/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A0D2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Ветлужский муниципальный район</w:t>
            </w:r>
          </w:p>
        </w:tc>
      </w:tr>
      <w:tr w:rsidR="009B63D9" w:rsidRPr="009B63D9" w14:paraId="2322C5BF" w14:textId="77777777" w:rsidTr="009B63D9">
        <w:trPr>
          <w:gridAfter w:val="1"/>
          <w:wAfter w:w="1990" w:type="dxa"/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7853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 период с 01.10.2020 по 31.12.2020</w:t>
            </w:r>
          </w:p>
        </w:tc>
      </w:tr>
      <w:tr w:rsidR="009B63D9" w:rsidRPr="009B63D9" w14:paraId="01407FD3" w14:textId="77777777" w:rsidTr="009B63D9">
        <w:trPr>
          <w:gridAfter w:val="1"/>
          <w:wAfter w:w="1990" w:type="dxa"/>
          <w:trHeight w:val="144"/>
        </w:trPr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8EFB4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Мероприятия отсутствуют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9286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F91F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ED6F5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2D6C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</w:tr>
      <w:tr w:rsidR="009B63D9" w:rsidRPr="009B63D9" w14:paraId="6828CB62" w14:textId="77777777" w:rsidTr="009B63D9">
        <w:trPr>
          <w:gridAfter w:val="1"/>
          <w:wAfter w:w="1990" w:type="dxa"/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713C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 период с 01.01.2021 по 31.12.2021</w:t>
            </w:r>
          </w:p>
        </w:tc>
      </w:tr>
      <w:tr w:rsidR="009B63D9" w:rsidRPr="009B63D9" w14:paraId="0AA4AA0B" w14:textId="77777777" w:rsidTr="009B63D9">
        <w:trPr>
          <w:gridAfter w:val="1"/>
          <w:wAfter w:w="1990" w:type="dxa"/>
          <w:trHeight w:val="144"/>
        </w:trPr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69FA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Мероприятия отсутствуют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13EE2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649B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E6322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DB425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</w:tr>
      <w:tr w:rsidR="009B63D9" w:rsidRPr="009B63D9" w14:paraId="03EF2947" w14:textId="77777777" w:rsidTr="009B63D9">
        <w:trPr>
          <w:gridAfter w:val="1"/>
          <w:wAfter w:w="1990" w:type="dxa"/>
          <w:trHeight w:val="144"/>
        </w:trPr>
        <w:tc>
          <w:tcPr>
            <w:tcW w:w="47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C0DC0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5E50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6F4A8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C9D2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</w:tr>
      <w:tr w:rsidR="009B63D9" w:rsidRPr="009B63D9" w14:paraId="265D44B2" w14:textId="77777777" w:rsidTr="009B63D9">
        <w:trPr>
          <w:gridAfter w:val="1"/>
          <w:wAfter w:w="1990" w:type="dxa"/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F2DD0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proofErr w:type="gramStart"/>
            <w:r w:rsidRPr="009B63D9">
              <w:rPr>
                <w:bCs/>
                <w:sz w:val="20"/>
              </w:rPr>
              <w:t xml:space="preserve">г. Ветлуга Нижегородской области (дома №№ 71, 73, 75, 75а, 77, 77а, 78а, 78б, 80, 82, 84, 86, 88, 90, 92, 94, 96 по ул. Горького; дома №№ 2, 3, с 5 по 14, 16, 19, 7а, с 20 по 24 на территории ГОСУДАРСТВЕННОГО БЮДЖЕТНОГО ПРОФЕССИОНАЛЬНОГО ОБРАЗОВАТЕЛЬНОГО УЧРЕЖДЕНИЯ «ВЕТЛУЖСКИЙ ЛЕСОАГРОТЕХНИЧЕСКИЙ ТЕХНИКУМ», д. </w:t>
            </w:r>
            <w:proofErr w:type="spellStart"/>
            <w:r w:rsidRPr="009B63D9">
              <w:rPr>
                <w:bCs/>
                <w:sz w:val="20"/>
              </w:rPr>
              <w:t>Крутцы</w:t>
            </w:r>
            <w:proofErr w:type="spellEnd"/>
            <w:r w:rsidRPr="009B63D9">
              <w:rPr>
                <w:bCs/>
                <w:sz w:val="20"/>
              </w:rPr>
              <w:t xml:space="preserve"> Ветлужского муниципального района Нижегородской области)</w:t>
            </w:r>
            <w:proofErr w:type="gramEnd"/>
          </w:p>
        </w:tc>
      </w:tr>
      <w:tr w:rsidR="009B63D9" w:rsidRPr="009B63D9" w14:paraId="6EFCE805" w14:textId="77777777" w:rsidTr="009B63D9">
        <w:trPr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11777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 период с 01.10.2020 по 31.12.2020</w:t>
            </w:r>
          </w:p>
        </w:tc>
        <w:tc>
          <w:tcPr>
            <w:tcW w:w="1990" w:type="dxa"/>
          </w:tcPr>
          <w:p w14:paraId="078E0906" w14:textId="77777777" w:rsidR="009B63D9" w:rsidRPr="009B63D9" w:rsidRDefault="009B63D9" w:rsidP="009B63D9">
            <w:pPr>
              <w:jc w:val="center"/>
              <w:rPr>
                <w:color w:val="FF0000"/>
                <w:sz w:val="20"/>
              </w:rPr>
            </w:pPr>
          </w:p>
        </w:tc>
      </w:tr>
      <w:tr w:rsidR="009B63D9" w:rsidRPr="009B63D9" w14:paraId="2F12D2DA" w14:textId="77777777" w:rsidTr="009B63D9">
        <w:trPr>
          <w:trHeight w:val="144"/>
        </w:trPr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DF489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Мероприятия отсутствуют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1B30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DE2D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20BE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DBF0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990" w:type="dxa"/>
          </w:tcPr>
          <w:p w14:paraId="27C44188" w14:textId="77777777" w:rsidR="009B63D9" w:rsidRPr="009B63D9" w:rsidRDefault="009B63D9" w:rsidP="009B63D9">
            <w:pPr>
              <w:jc w:val="center"/>
              <w:rPr>
                <w:color w:val="FF0000"/>
                <w:sz w:val="20"/>
              </w:rPr>
            </w:pPr>
          </w:p>
        </w:tc>
      </w:tr>
      <w:tr w:rsidR="009B63D9" w:rsidRPr="009B63D9" w14:paraId="3CF31E3C" w14:textId="77777777" w:rsidTr="009B63D9">
        <w:trPr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FC3E0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 период с 01.01.2021 по 31.12.2021</w:t>
            </w:r>
          </w:p>
        </w:tc>
        <w:tc>
          <w:tcPr>
            <w:tcW w:w="1990" w:type="dxa"/>
          </w:tcPr>
          <w:p w14:paraId="437A1136" w14:textId="77777777" w:rsidR="009B63D9" w:rsidRPr="009B63D9" w:rsidRDefault="009B63D9" w:rsidP="009B63D9">
            <w:pPr>
              <w:rPr>
                <w:color w:val="FF0000"/>
                <w:sz w:val="20"/>
              </w:rPr>
            </w:pPr>
          </w:p>
        </w:tc>
      </w:tr>
      <w:tr w:rsidR="009B63D9" w:rsidRPr="009B63D9" w14:paraId="4628DEE4" w14:textId="77777777" w:rsidTr="009B63D9">
        <w:trPr>
          <w:trHeight w:val="144"/>
        </w:trPr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AEF3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Мероприятия отсутствуют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813C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B649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E00B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D173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990" w:type="dxa"/>
          </w:tcPr>
          <w:p w14:paraId="128CFF3F" w14:textId="77777777" w:rsidR="009B63D9" w:rsidRPr="009B63D9" w:rsidRDefault="009B63D9" w:rsidP="009B63D9">
            <w:pPr>
              <w:rPr>
                <w:color w:val="FF0000"/>
                <w:sz w:val="20"/>
              </w:rPr>
            </w:pPr>
          </w:p>
        </w:tc>
      </w:tr>
      <w:tr w:rsidR="009B63D9" w:rsidRPr="009B63D9" w14:paraId="4E8EC0D4" w14:textId="77777777" w:rsidTr="009B63D9">
        <w:trPr>
          <w:trHeight w:val="144"/>
        </w:trPr>
        <w:tc>
          <w:tcPr>
            <w:tcW w:w="47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BA3DA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99F8F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2816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DA67D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  <w:tc>
          <w:tcPr>
            <w:tcW w:w="1990" w:type="dxa"/>
          </w:tcPr>
          <w:p w14:paraId="2F28E2BA" w14:textId="77777777" w:rsidR="009B63D9" w:rsidRPr="009B63D9" w:rsidRDefault="009B63D9" w:rsidP="009B63D9">
            <w:pPr>
              <w:jc w:val="center"/>
              <w:rPr>
                <w:color w:val="FF0000"/>
                <w:sz w:val="20"/>
              </w:rPr>
            </w:pPr>
          </w:p>
        </w:tc>
      </w:tr>
      <w:tr w:rsidR="009B63D9" w:rsidRPr="009B63D9" w14:paraId="6A2D7A6E" w14:textId="77777777" w:rsidTr="009B63D9">
        <w:trPr>
          <w:gridAfter w:val="1"/>
          <w:wAfter w:w="1990" w:type="dxa"/>
          <w:trHeight w:val="445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854E3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5. Показатели надежности, качества, энергетической эффективности объектов централизованных систем водоотведения</w:t>
            </w:r>
          </w:p>
        </w:tc>
      </w:tr>
      <w:tr w:rsidR="009B63D9" w:rsidRPr="009B63D9" w14:paraId="47CD82E9" w14:textId="77777777" w:rsidTr="009B63D9">
        <w:trPr>
          <w:gridAfter w:val="1"/>
          <w:wAfter w:w="1990" w:type="dxa"/>
          <w:trHeight w:val="445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EB25D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9B63D9">
              <w:rPr>
                <w:sz w:val="20"/>
              </w:rPr>
              <w:t>Ветлужский муниципальный район</w:t>
            </w:r>
          </w:p>
        </w:tc>
      </w:tr>
      <w:tr w:rsidR="009B63D9" w:rsidRPr="009B63D9" w14:paraId="2900B711" w14:textId="77777777" w:rsidTr="009B63D9">
        <w:trPr>
          <w:gridAfter w:val="1"/>
          <w:wAfter w:w="1990" w:type="dxa"/>
          <w:trHeight w:val="445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3F87E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9B63D9">
              <w:rPr>
                <w:sz w:val="20"/>
              </w:rPr>
              <w:t>Показатели очистки сточных вод</w:t>
            </w:r>
          </w:p>
        </w:tc>
      </w:tr>
      <w:tr w:rsidR="009B63D9" w:rsidRPr="009B63D9" w14:paraId="600E75DE" w14:textId="77777777" w:rsidTr="009B63D9">
        <w:trPr>
          <w:gridAfter w:val="1"/>
          <w:wAfter w:w="1990" w:type="dxa"/>
          <w:trHeight w:val="144"/>
        </w:trPr>
        <w:tc>
          <w:tcPr>
            <w:tcW w:w="67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BD0FC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Наименование показателя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D03CC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Ед. изм.</w:t>
            </w:r>
          </w:p>
        </w:tc>
        <w:tc>
          <w:tcPr>
            <w:tcW w:w="1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A86A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 период с 01.10.2020 по 31.12.2020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B55D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 период с 01.01.2021 по 31.12.2021</w:t>
            </w:r>
          </w:p>
        </w:tc>
      </w:tr>
      <w:tr w:rsidR="009B63D9" w:rsidRPr="009B63D9" w14:paraId="38C6F0C9" w14:textId="77777777" w:rsidTr="009B63D9">
        <w:trPr>
          <w:gridAfter w:val="1"/>
          <w:wAfter w:w="1990" w:type="dxa"/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CB19F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9B63D9">
              <w:rPr>
                <w:sz w:val="20"/>
              </w:rPr>
              <w:lastRenderedPageBreak/>
              <w:t>Показатели очистки сточных вод</w:t>
            </w:r>
          </w:p>
        </w:tc>
      </w:tr>
      <w:tr w:rsidR="009B63D9" w:rsidRPr="009B63D9" w14:paraId="6FF2D0D4" w14:textId="77777777" w:rsidTr="009B63D9">
        <w:trPr>
          <w:gridAfter w:val="1"/>
          <w:wAfter w:w="1990" w:type="dxa"/>
          <w:trHeight w:val="144"/>
        </w:trPr>
        <w:tc>
          <w:tcPr>
            <w:tcW w:w="67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0288F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0D21C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%</w:t>
            </w:r>
          </w:p>
        </w:tc>
        <w:tc>
          <w:tcPr>
            <w:tcW w:w="1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9660B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CA716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</w:tr>
      <w:tr w:rsidR="009B63D9" w:rsidRPr="009B63D9" w14:paraId="5EE81657" w14:textId="77777777" w:rsidTr="009B63D9">
        <w:trPr>
          <w:gridAfter w:val="1"/>
          <w:wAfter w:w="1990" w:type="dxa"/>
          <w:trHeight w:val="144"/>
        </w:trPr>
        <w:tc>
          <w:tcPr>
            <w:tcW w:w="67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4D0D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2C542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%</w:t>
            </w:r>
          </w:p>
        </w:tc>
        <w:tc>
          <w:tcPr>
            <w:tcW w:w="1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67780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5387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</w:tr>
      <w:tr w:rsidR="009B63D9" w:rsidRPr="009B63D9" w14:paraId="2BD06D1B" w14:textId="77777777" w:rsidTr="009B63D9">
        <w:trPr>
          <w:gridAfter w:val="1"/>
          <w:wAfter w:w="1990" w:type="dxa"/>
          <w:trHeight w:val="144"/>
        </w:trPr>
        <w:tc>
          <w:tcPr>
            <w:tcW w:w="67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DFF92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2301A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%</w:t>
            </w:r>
          </w:p>
        </w:tc>
        <w:tc>
          <w:tcPr>
            <w:tcW w:w="1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C016E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A457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</w:tr>
      <w:tr w:rsidR="009B63D9" w:rsidRPr="009B63D9" w14:paraId="0DB49A59" w14:textId="77777777" w:rsidTr="009B63D9">
        <w:trPr>
          <w:gridAfter w:val="1"/>
          <w:wAfter w:w="1990" w:type="dxa"/>
          <w:trHeight w:val="144"/>
        </w:trPr>
        <w:tc>
          <w:tcPr>
            <w:tcW w:w="67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673EE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6A79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%</w:t>
            </w:r>
          </w:p>
        </w:tc>
        <w:tc>
          <w:tcPr>
            <w:tcW w:w="1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364EC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77B9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</w:tr>
      <w:tr w:rsidR="009B63D9" w:rsidRPr="009B63D9" w14:paraId="5213C7BD" w14:textId="77777777" w:rsidTr="009B63D9">
        <w:trPr>
          <w:gridAfter w:val="1"/>
          <w:wAfter w:w="1990" w:type="dxa"/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20D44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9B63D9">
              <w:rPr>
                <w:sz w:val="20"/>
              </w:rPr>
              <w:t>Показатели надежности и бесперебойности водоотведения</w:t>
            </w:r>
          </w:p>
        </w:tc>
      </w:tr>
      <w:tr w:rsidR="009B63D9" w:rsidRPr="009B63D9" w14:paraId="06631979" w14:textId="77777777" w:rsidTr="009B63D9">
        <w:trPr>
          <w:gridAfter w:val="1"/>
          <w:wAfter w:w="1990" w:type="dxa"/>
          <w:trHeight w:val="144"/>
        </w:trPr>
        <w:tc>
          <w:tcPr>
            <w:tcW w:w="67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275ED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2DDE4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ед./</w:t>
            </w:r>
          </w:p>
          <w:p w14:paraId="499730AB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км</w:t>
            </w:r>
          </w:p>
        </w:tc>
        <w:tc>
          <w:tcPr>
            <w:tcW w:w="1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2FCD8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2,73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AB372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2,73</w:t>
            </w:r>
          </w:p>
        </w:tc>
      </w:tr>
      <w:tr w:rsidR="009B63D9" w:rsidRPr="009B63D9" w14:paraId="5E1B4B85" w14:textId="77777777" w:rsidTr="009B63D9">
        <w:trPr>
          <w:gridAfter w:val="1"/>
          <w:wAfter w:w="1990" w:type="dxa"/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4F081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9B63D9">
              <w:rPr>
                <w:sz w:val="20"/>
              </w:rPr>
              <w:t>Показатели энергетической эффективности</w:t>
            </w:r>
          </w:p>
        </w:tc>
      </w:tr>
      <w:tr w:rsidR="009B63D9" w:rsidRPr="009B63D9" w14:paraId="28356049" w14:textId="77777777" w:rsidTr="009B63D9">
        <w:trPr>
          <w:gridAfter w:val="1"/>
          <w:wAfter w:w="1990" w:type="dxa"/>
          <w:trHeight w:val="788"/>
        </w:trPr>
        <w:tc>
          <w:tcPr>
            <w:tcW w:w="67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D122B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EE831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     кВт*</w:t>
            </w:r>
            <w:proofErr w:type="gramStart"/>
            <w:r w:rsidRPr="009B63D9">
              <w:rPr>
                <w:sz w:val="20"/>
              </w:rPr>
              <w:t>ч</w:t>
            </w:r>
            <w:proofErr w:type="gramEnd"/>
            <w:r w:rsidRPr="009B63D9">
              <w:rPr>
                <w:sz w:val="20"/>
              </w:rPr>
              <w:t>/куб. м</w:t>
            </w:r>
          </w:p>
          <w:p w14:paraId="40BE8135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</w:p>
        </w:tc>
        <w:tc>
          <w:tcPr>
            <w:tcW w:w="1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FAD30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0,11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3E999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0,11</w:t>
            </w:r>
          </w:p>
        </w:tc>
      </w:tr>
      <w:tr w:rsidR="009B63D9" w:rsidRPr="009B63D9" w14:paraId="021CC5C6" w14:textId="77777777" w:rsidTr="009B63D9">
        <w:trPr>
          <w:gridAfter w:val="1"/>
          <w:wAfter w:w="1990" w:type="dxa"/>
          <w:trHeight w:val="1062"/>
        </w:trPr>
        <w:tc>
          <w:tcPr>
            <w:tcW w:w="67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B91DC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76763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     кВт*</w:t>
            </w:r>
            <w:proofErr w:type="gramStart"/>
            <w:r w:rsidRPr="009B63D9">
              <w:rPr>
                <w:sz w:val="20"/>
              </w:rPr>
              <w:t>ч</w:t>
            </w:r>
            <w:proofErr w:type="gramEnd"/>
            <w:r w:rsidRPr="009B63D9">
              <w:rPr>
                <w:sz w:val="20"/>
              </w:rPr>
              <w:t>/куб. м</w:t>
            </w:r>
          </w:p>
          <w:p w14:paraId="32A5F8DD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</w:p>
        </w:tc>
        <w:tc>
          <w:tcPr>
            <w:tcW w:w="1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8FD18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24E26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</w:tr>
      <w:tr w:rsidR="009B63D9" w:rsidRPr="009B63D9" w14:paraId="25E1A91A" w14:textId="77777777" w:rsidTr="009B63D9">
        <w:trPr>
          <w:gridAfter w:val="1"/>
          <w:wAfter w:w="1990" w:type="dxa"/>
          <w:trHeight w:val="1385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BF8B9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proofErr w:type="gramStart"/>
            <w:r w:rsidRPr="009B63D9">
              <w:rPr>
                <w:bCs/>
                <w:sz w:val="20"/>
              </w:rPr>
              <w:t xml:space="preserve">г. Ветлуга Нижегородской области (дома №№ 71, 73, 75, 75а, 77, 77а, 78а, 78б, 80, 82, 84, 86, 88, 90, 92, 94, 96 по ул. Горького; дома №№ 2, 3, с 5 по 14, 16, 19, 7а, с 20 по 24 на территории ГОСУДАРСТВЕННОГО БЮДЖЕТНОГО ПРОФЕССИОНАЛЬНОГО ОБРАЗОВАТЕЛЬНОГО УЧРЕЖДЕНИЯ «ВЕТЛУЖСКИЙ ЛЕСОАГРОТЕХНИЧЕСКИЙ ТЕХНИКУМ», д. </w:t>
            </w:r>
            <w:proofErr w:type="spellStart"/>
            <w:r w:rsidRPr="009B63D9">
              <w:rPr>
                <w:bCs/>
                <w:sz w:val="20"/>
              </w:rPr>
              <w:t>Крутцы</w:t>
            </w:r>
            <w:proofErr w:type="spellEnd"/>
            <w:r w:rsidRPr="009B63D9">
              <w:rPr>
                <w:bCs/>
                <w:sz w:val="20"/>
              </w:rPr>
              <w:t xml:space="preserve"> Ветлужского муниципального района Нижегородской области)</w:t>
            </w:r>
            <w:proofErr w:type="gramEnd"/>
          </w:p>
        </w:tc>
      </w:tr>
      <w:tr w:rsidR="009B63D9" w:rsidRPr="009B63D9" w14:paraId="598B6C6F" w14:textId="77777777" w:rsidTr="009B63D9">
        <w:trPr>
          <w:gridAfter w:val="1"/>
          <w:wAfter w:w="1990" w:type="dxa"/>
          <w:trHeight w:val="296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11765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9B63D9">
              <w:rPr>
                <w:bCs/>
                <w:sz w:val="20"/>
              </w:rPr>
              <w:t>Показатели очистки сточных вод</w:t>
            </w:r>
          </w:p>
        </w:tc>
      </w:tr>
      <w:tr w:rsidR="009B63D9" w:rsidRPr="009B63D9" w14:paraId="0586C8D0" w14:textId="77777777" w:rsidTr="009B63D9">
        <w:trPr>
          <w:gridAfter w:val="1"/>
          <w:wAfter w:w="1990" w:type="dxa"/>
          <w:trHeight w:val="902"/>
        </w:trPr>
        <w:tc>
          <w:tcPr>
            <w:tcW w:w="67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BC9FF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Наименование показателя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11627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proofErr w:type="spellStart"/>
            <w:r w:rsidRPr="009B63D9">
              <w:rPr>
                <w:sz w:val="20"/>
              </w:rPr>
              <w:t>Ед</w:t>
            </w:r>
            <w:proofErr w:type="gramStart"/>
            <w:r w:rsidRPr="009B63D9">
              <w:rPr>
                <w:sz w:val="20"/>
              </w:rPr>
              <w:t>.и</w:t>
            </w:r>
            <w:proofErr w:type="gramEnd"/>
            <w:r w:rsidRPr="009B63D9">
              <w:rPr>
                <w:sz w:val="20"/>
              </w:rPr>
              <w:t>зм</w:t>
            </w:r>
            <w:proofErr w:type="spellEnd"/>
            <w:r w:rsidRPr="009B63D9">
              <w:rPr>
                <w:sz w:val="20"/>
              </w:rPr>
              <w:t>.</w:t>
            </w:r>
          </w:p>
        </w:tc>
        <w:tc>
          <w:tcPr>
            <w:tcW w:w="1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99D5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 период с 01.10.2020 по 31.12.2020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934AD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На период с 01.01.2021 по 31.12.2021</w:t>
            </w:r>
          </w:p>
        </w:tc>
      </w:tr>
      <w:tr w:rsidR="009B63D9" w:rsidRPr="009B63D9" w14:paraId="1D14B482" w14:textId="77777777" w:rsidTr="009B63D9">
        <w:trPr>
          <w:gridAfter w:val="1"/>
          <w:wAfter w:w="1990" w:type="dxa"/>
          <w:trHeight w:val="1010"/>
        </w:trPr>
        <w:tc>
          <w:tcPr>
            <w:tcW w:w="67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27FB3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 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A8FB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14:paraId="32546C71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%</w:t>
            </w:r>
          </w:p>
        </w:tc>
        <w:tc>
          <w:tcPr>
            <w:tcW w:w="1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0FAEC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100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721B3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100</w:t>
            </w:r>
          </w:p>
        </w:tc>
      </w:tr>
      <w:tr w:rsidR="009B63D9" w:rsidRPr="009B63D9" w14:paraId="3AB494DC" w14:textId="77777777" w:rsidTr="009B63D9">
        <w:trPr>
          <w:gridAfter w:val="1"/>
          <w:wAfter w:w="1990" w:type="dxa"/>
          <w:trHeight w:val="1022"/>
        </w:trPr>
        <w:tc>
          <w:tcPr>
            <w:tcW w:w="67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DA8F5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78EA8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14:paraId="4A9879BB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%</w:t>
            </w:r>
          </w:p>
        </w:tc>
        <w:tc>
          <w:tcPr>
            <w:tcW w:w="1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2C556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100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95C3D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100</w:t>
            </w:r>
          </w:p>
        </w:tc>
      </w:tr>
      <w:tr w:rsidR="009B63D9" w:rsidRPr="009B63D9" w14:paraId="5A54FD80" w14:textId="77777777" w:rsidTr="009B63D9">
        <w:trPr>
          <w:gridAfter w:val="1"/>
          <w:wAfter w:w="1990" w:type="dxa"/>
          <w:trHeight w:val="986"/>
        </w:trPr>
        <w:tc>
          <w:tcPr>
            <w:tcW w:w="67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89C6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bCs/>
                <w:sz w:val="20"/>
              </w:rPr>
              <w:lastRenderedPageBreak/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 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4035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14:paraId="194CEB7A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%</w:t>
            </w:r>
          </w:p>
        </w:tc>
        <w:tc>
          <w:tcPr>
            <w:tcW w:w="1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25FF8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86CDC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</w:tr>
      <w:tr w:rsidR="009B63D9" w:rsidRPr="009B63D9" w14:paraId="4F07EEC5" w14:textId="77777777" w:rsidTr="009B63D9">
        <w:trPr>
          <w:gridAfter w:val="1"/>
          <w:wAfter w:w="1990" w:type="dxa"/>
          <w:trHeight w:val="938"/>
        </w:trPr>
        <w:tc>
          <w:tcPr>
            <w:tcW w:w="67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DFF94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bCs/>
                <w:sz w:val="20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 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8FB5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14:paraId="3C9FDC69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%</w:t>
            </w:r>
          </w:p>
        </w:tc>
        <w:tc>
          <w:tcPr>
            <w:tcW w:w="1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770D3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02FD5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</w:tr>
      <w:tr w:rsidR="009B63D9" w:rsidRPr="009B63D9" w14:paraId="403129EF" w14:textId="77777777" w:rsidTr="009B63D9">
        <w:trPr>
          <w:gridAfter w:val="1"/>
          <w:wAfter w:w="1990" w:type="dxa"/>
          <w:trHeight w:val="237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E716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Показатели надежности и бесперебойности водоотведения</w:t>
            </w:r>
          </w:p>
        </w:tc>
      </w:tr>
      <w:tr w:rsidR="009B63D9" w:rsidRPr="009B63D9" w14:paraId="2401128A" w14:textId="77777777" w:rsidTr="009B63D9">
        <w:trPr>
          <w:gridAfter w:val="1"/>
          <w:wAfter w:w="1990" w:type="dxa"/>
          <w:trHeight w:val="678"/>
        </w:trPr>
        <w:tc>
          <w:tcPr>
            <w:tcW w:w="67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281E1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D5639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ед./</w:t>
            </w:r>
            <w:proofErr w:type="gramStart"/>
            <w:r w:rsidRPr="009B63D9">
              <w:rPr>
                <w:sz w:val="20"/>
              </w:rPr>
              <w:t>км</w:t>
            </w:r>
            <w:proofErr w:type="gramEnd"/>
          </w:p>
        </w:tc>
        <w:tc>
          <w:tcPr>
            <w:tcW w:w="1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1BF77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1,67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B34AF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1,67</w:t>
            </w:r>
          </w:p>
        </w:tc>
      </w:tr>
      <w:tr w:rsidR="009B63D9" w:rsidRPr="009B63D9" w14:paraId="6AEAAD64" w14:textId="77777777" w:rsidTr="009B63D9">
        <w:trPr>
          <w:gridAfter w:val="1"/>
          <w:wAfter w:w="1990" w:type="dxa"/>
          <w:trHeight w:val="296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10070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Показатели энергетической эффективности</w:t>
            </w:r>
          </w:p>
        </w:tc>
      </w:tr>
      <w:tr w:rsidR="009B63D9" w:rsidRPr="009B63D9" w14:paraId="024F4533" w14:textId="77777777" w:rsidTr="009B63D9">
        <w:trPr>
          <w:gridAfter w:val="1"/>
          <w:wAfter w:w="1990" w:type="dxa"/>
          <w:trHeight w:val="746"/>
        </w:trPr>
        <w:tc>
          <w:tcPr>
            <w:tcW w:w="67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AB3F6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CE17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     кВт*</w:t>
            </w:r>
            <w:proofErr w:type="gramStart"/>
            <w:r w:rsidRPr="009B63D9">
              <w:rPr>
                <w:sz w:val="20"/>
              </w:rPr>
              <w:t>ч</w:t>
            </w:r>
            <w:proofErr w:type="gramEnd"/>
            <w:r w:rsidRPr="009B63D9">
              <w:rPr>
                <w:sz w:val="20"/>
              </w:rPr>
              <w:t>/куб. м</w:t>
            </w:r>
          </w:p>
          <w:p w14:paraId="633D2D82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</w:p>
        </w:tc>
        <w:tc>
          <w:tcPr>
            <w:tcW w:w="1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7B64F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9C59F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</w:tr>
      <w:tr w:rsidR="009B63D9" w:rsidRPr="009B63D9" w14:paraId="127BC409" w14:textId="77777777" w:rsidTr="009B63D9">
        <w:trPr>
          <w:gridAfter w:val="1"/>
          <w:wAfter w:w="1990" w:type="dxa"/>
          <w:trHeight w:val="993"/>
        </w:trPr>
        <w:tc>
          <w:tcPr>
            <w:tcW w:w="67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E6050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1AC0A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 xml:space="preserve">     кВт*</w:t>
            </w:r>
            <w:proofErr w:type="gramStart"/>
            <w:r w:rsidRPr="009B63D9">
              <w:rPr>
                <w:sz w:val="20"/>
              </w:rPr>
              <w:t>ч</w:t>
            </w:r>
            <w:proofErr w:type="gramEnd"/>
            <w:r w:rsidRPr="009B63D9">
              <w:rPr>
                <w:sz w:val="20"/>
              </w:rPr>
              <w:t>/куб. м</w:t>
            </w:r>
          </w:p>
          <w:p w14:paraId="2C11D759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</w:p>
        </w:tc>
        <w:tc>
          <w:tcPr>
            <w:tcW w:w="1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F3165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6D526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0</w:t>
            </w:r>
          </w:p>
        </w:tc>
      </w:tr>
      <w:tr w:rsidR="009B63D9" w:rsidRPr="009B63D9" w14:paraId="25DE0630" w14:textId="77777777" w:rsidTr="009B63D9">
        <w:trPr>
          <w:gridAfter w:val="1"/>
          <w:wAfter w:w="1990" w:type="dxa"/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C4DB6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6. Расчет эффективности производственной программы</w:t>
            </w:r>
          </w:p>
        </w:tc>
      </w:tr>
      <w:tr w:rsidR="009B63D9" w:rsidRPr="009B63D9" w14:paraId="098768A1" w14:textId="77777777" w:rsidTr="009B63D9">
        <w:trPr>
          <w:gridAfter w:val="1"/>
          <w:wAfter w:w="1990" w:type="dxa"/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3112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Ветлужский муниципальный район</w:t>
            </w:r>
          </w:p>
        </w:tc>
      </w:tr>
      <w:tr w:rsidR="009B63D9" w:rsidRPr="009B63D9" w14:paraId="10E5B8B5" w14:textId="77777777" w:rsidTr="009B63D9">
        <w:trPr>
          <w:gridAfter w:val="1"/>
          <w:wAfter w:w="1990" w:type="dxa"/>
          <w:trHeight w:val="144"/>
        </w:trPr>
        <w:tc>
          <w:tcPr>
            <w:tcW w:w="8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5A5A2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на период с 01.10.2020 по 31.12.2020</w:t>
            </w:r>
          </w:p>
        </w:tc>
        <w:tc>
          <w:tcPr>
            <w:tcW w:w="1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FF3B7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</w:tr>
      <w:tr w:rsidR="009B63D9" w:rsidRPr="009B63D9" w14:paraId="25CD4763" w14:textId="77777777" w:rsidTr="009B63D9">
        <w:trPr>
          <w:gridAfter w:val="1"/>
          <w:wAfter w:w="1990" w:type="dxa"/>
          <w:trHeight w:val="144"/>
        </w:trPr>
        <w:tc>
          <w:tcPr>
            <w:tcW w:w="8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A9BB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на период с 01.01.2021 по 31.12.2021</w:t>
            </w:r>
          </w:p>
        </w:tc>
        <w:tc>
          <w:tcPr>
            <w:tcW w:w="1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B4AB2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</w:tr>
      <w:tr w:rsidR="009B63D9" w:rsidRPr="009B63D9" w14:paraId="09659480" w14:textId="77777777" w:rsidTr="009B63D9">
        <w:trPr>
          <w:gridAfter w:val="1"/>
          <w:wAfter w:w="1990" w:type="dxa"/>
          <w:trHeight w:val="383"/>
        </w:trPr>
        <w:tc>
          <w:tcPr>
            <w:tcW w:w="8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867B2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Итого эффективность производственной программы за весь срок реализации:</w:t>
            </w:r>
          </w:p>
        </w:tc>
        <w:tc>
          <w:tcPr>
            <w:tcW w:w="1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037C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</w:tr>
      <w:tr w:rsidR="009B63D9" w:rsidRPr="009B63D9" w14:paraId="7D62EBC8" w14:textId="77777777" w:rsidTr="009B63D9">
        <w:trPr>
          <w:gridAfter w:val="1"/>
          <w:wAfter w:w="1990" w:type="dxa"/>
          <w:trHeight w:val="383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EADEC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proofErr w:type="gramStart"/>
            <w:r w:rsidRPr="009B63D9">
              <w:rPr>
                <w:bCs/>
                <w:sz w:val="20"/>
              </w:rPr>
              <w:t xml:space="preserve">г. Ветлуга Нижегородской области (дома №№ 71, 73, 75, 75а, 77, 77а, 78а, 78б, 80, 82, 84, 86, 88, 90, 92, 94, 96 по ул. Горького; дома №№ 2, 3, с 5 по 14, 16, 19, 7а, с 20 по 24 на территории ГОСУДАРСТВЕННОГО БЮДЖЕТНОГО ПРОФЕССИОНАЛЬНОГО ОБРАЗОВАТЕЛЬНОГО УЧРЕЖДЕНИЯ «ВЕТЛУЖСКИЙ ЛЕСОАГРОТЕХНИЧЕСКИЙ ТЕХНИКУМ», д. </w:t>
            </w:r>
            <w:proofErr w:type="spellStart"/>
            <w:r w:rsidRPr="009B63D9">
              <w:rPr>
                <w:bCs/>
                <w:sz w:val="20"/>
              </w:rPr>
              <w:t>Крутцы</w:t>
            </w:r>
            <w:proofErr w:type="spellEnd"/>
            <w:r w:rsidRPr="009B63D9">
              <w:rPr>
                <w:bCs/>
                <w:sz w:val="20"/>
              </w:rPr>
              <w:t xml:space="preserve"> Ветлужского муниципального района Нижегородской области)</w:t>
            </w:r>
            <w:proofErr w:type="gramEnd"/>
          </w:p>
        </w:tc>
      </w:tr>
      <w:tr w:rsidR="009B63D9" w:rsidRPr="009B63D9" w14:paraId="67DD72C8" w14:textId="77777777" w:rsidTr="009B63D9">
        <w:trPr>
          <w:gridAfter w:val="1"/>
          <w:wAfter w:w="1990" w:type="dxa"/>
          <w:trHeight w:val="383"/>
        </w:trPr>
        <w:tc>
          <w:tcPr>
            <w:tcW w:w="8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4892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9B63D9">
              <w:rPr>
                <w:sz w:val="20"/>
              </w:rPr>
              <w:t xml:space="preserve">   За период с 01.10.2020 по 31.12.2020</w:t>
            </w:r>
          </w:p>
        </w:tc>
        <w:tc>
          <w:tcPr>
            <w:tcW w:w="1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8FF0E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</w:tr>
      <w:tr w:rsidR="009B63D9" w:rsidRPr="009B63D9" w14:paraId="1E2A6222" w14:textId="77777777" w:rsidTr="009B63D9">
        <w:trPr>
          <w:gridAfter w:val="1"/>
          <w:wAfter w:w="1990" w:type="dxa"/>
          <w:trHeight w:val="383"/>
        </w:trPr>
        <w:tc>
          <w:tcPr>
            <w:tcW w:w="8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9536D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9B63D9">
              <w:rPr>
                <w:sz w:val="20"/>
              </w:rPr>
              <w:t xml:space="preserve">   За период с 01.01.2021 по 31.12.2021</w:t>
            </w:r>
          </w:p>
        </w:tc>
        <w:tc>
          <w:tcPr>
            <w:tcW w:w="1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3E3B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</w:tr>
      <w:tr w:rsidR="009B63D9" w:rsidRPr="009B63D9" w14:paraId="0BAA9DD8" w14:textId="77777777" w:rsidTr="009B63D9">
        <w:trPr>
          <w:gridAfter w:val="1"/>
          <w:wAfter w:w="1990" w:type="dxa"/>
          <w:trHeight w:val="383"/>
        </w:trPr>
        <w:tc>
          <w:tcPr>
            <w:tcW w:w="8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38033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9B63D9">
              <w:rPr>
                <w:sz w:val="20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1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A1A2B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9B63D9">
              <w:rPr>
                <w:sz w:val="20"/>
              </w:rPr>
              <w:t>-</w:t>
            </w:r>
          </w:p>
        </w:tc>
      </w:tr>
      <w:tr w:rsidR="009B63D9" w:rsidRPr="009B63D9" w14:paraId="6DBADEA9" w14:textId="77777777" w:rsidTr="009B63D9">
        <w:trPr>
          <w:gridAfter w:val="1"/>
          <w:wAfter w:w="1990" w:type="dxa"/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6201E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9B63D9">
              <w:rPr>
                <w:b/>
                <w:sz w:val="20"/>
              </w:rPr>
              <w:t>7. Общий объем финансовых потребностей, направленных на реализацию производственной программы</w:t>
            </w:r>
          </w:p>
        </w:tc>
      </w:tr>
      <w:tr w:rsidR="009B63D9" w:rsidRPr="009B63D9" w14:paraId="65907077" w14:textId="77777777" w:rsidTr="009B63D9">
        <w:trPr>
          <w:gridAfter w:val="1"/>
          <w:wAfter w:w="1990" w:type="dxa"/>
          <w:trHeight w:val="144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CE957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9B63D9">
              <w:rPr>
                <w:sz w:val="20"/>
              </w:rPr>
              <w:t>Ветлужский муниципальный район</w:t>
            </w:r>
          </w:p>
        </w:tc>
      </w:tr>
      <w:tr w:rsidR="009B63D9" w:rsidRPr="009B63D9" w14:paraId="6B2AB504" w14:textId="77777777" w:rsidTr="009B63D9">
        <w:trPr>
          <w:gridAfter w:val="1"/>
          <w:wAfter w:w="1990" w:type="dxa"/>
          <w:trHeight w:val="540"/>
        </w:trPr>
        <w:tc>
          <w:tcPr>
            <w:tcW w:w="8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77878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7B5E" w14:textId="77777777" w:rsidR="009B63D9" w:rsidRPr="009B63D9" w:rsidRDefault="009B63D9" w:rsidP="009B63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Всего сумма, тыс. руб.</w:t>
            </w:r>
          </w:p>
        </w:tc>
      </w:tr>
      <w:tr w:rsidR="009B63D9" w:rsidRPr="009B63D9" w14:paraId="58AC63EA" w14:textId="77777777" w:rsidTr="009B63D9">
        <w:trPr>
          <w:gridAfter w:val="1"/>
          <w:wAfter w:w="1990" w:type="dxa"/>
          <w:trHeight w:val="144"/>
        </w:trPr>
        <w:tc>
          <w:tcPr>
            <w:tcW w:w="8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3BA2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9B63D9">
              <w:rPr>
                <w:sz w:val="20"/>
              </w:rPr>
              <w:t xml:space="preserve">   На период с 01.10.2020 по 31.12.2020</w:t>
            </w:r>
          </w:p>
        </w:tc>
        <w:tc>
          <w:tcPr>
            <w:tcW w:w="1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FA652" w14:textId="77777777" w:rsidR="009B63D9" w:rsidRPr="009B63D9" w:rsidRDefault="009B63D9" w:rsidP="009B63D9">
            <w:pPr>
              <w:jc w:val="center"/>
              <w:rPr>
                <w:bCs/>
                <w:sz w:val="20"/>
              </w:rPr>
            </w:pPr>
            <w:r w:rsidRPr="009B63D9">
              <w:rPr>
                <w:bCs/>
                <w:sz w:val="20"/>
              </w:rPr>
              <w:t>755,74</w:t>
            </w:r>
          </w:p>
        </w:tc>
      </w:tr>
      <w:tr w:rsidR="009B63D9" w:rsidRPr="009B63D9" w14:paraId="2276E6A4" w14:textId="77777777" w:rsidTr="009B63D9">
        <w:trPr>
          <w:gridAfter w:val="1"/>
          <w:wAfter w:w="1990" w:type="dxa"/>
          <w:trHeight w:val="144"/>
        </w:trPr>
        <w:tc>
          <w:tcPr>
            <w:tcW w:w="8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F6D3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9B63D9">
              <w:rPr>
                <w:sz w:val="20"/>
              </w:rPr>
              <w:lastRenderedPageBreak/>
              <w:t xml:space="preserve">   На период с 01.01.2021 по 31.12.2021</w:t>
            </w:r>
          </w:p>
        </w:tc>
        <w:tc>
          <w:tcPr>
            <w:tcW w:w="1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EF4B" w14:textId="77777777" w:rsidR="009B63D9" w:rsidRPr="009B63D9" w:rsidRDefault="009B63D9" w:rsidP="009B63D9">
            <w:pPr>
              <w:jc w:val="center"/>
              <w:rPr>
                <w:bCs/>
                <w:sz w:val="20"/>
              </w:rPr>
            </w:pPr>
            <w:r w:rsidRPr="009B63D9">
              <w:rPr>
                <w:bCs/>
                <w:sz w:val="20"/>
              </w:rPr>
              <w:t>3 042,96</w:t>
            </w:r>
          </w:p>
        </w:tc>
      </w:tr>
      <w:tr w:rsidR="009B63D9" w:rsidRPr="009B63D9" w14:paraId="49CC94B4" w14:textId="77777777" w:rsidTr="009B63D9">
        <w:trPr>
          <w:gridAfter w:val="1"/>
          <w:wAfter w:w="1990" w:type="dxa"/>
          <w:trHeight w:val="315"/>
        </w:trPr>
        <w:tc>
          <w:tcPr>
            <w:tcW w:w="8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AE59D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Итого на период реализации программы:</w:t>
            </w:r>
          </w:p>
        </w:tc>
        <w:tc>
          <w:tcPr>
            <w:tcW w:w="1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8F2D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3798,70</w:t>
            </w:r>
          </w:p>
        </w:tc>
      </w:tr>
      <w:tr w:rsidR="009B63D9" w:rsidRPr="009B63D9" w14:paraId="47F48D6B" w14:textId="77777777" w:rsidTr="009B63D9">
        <w:trPr>
          <w:gridAfter w:val="1"/>
          <w:wAfter w:w="1990" w:type="dxa"/>
          <w:trHeight w:val="1200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191D6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proofErr w:type="gramStart"/>
            <w:r w:rsidRPr="009B63D9">
              <w:rPr>
                <w:bCs/>
                <w:sz w:val="20"/>
              </w:rPr>
              <w:t xml:space="preserve">г. Ветлуга Нижегородской области (дома №№ 71, 73, 75, 75а, 77, 77а, 78а, 78б, 80, 82, 84, 86, 88, 90, 92, 94, 96 по ул. Горького; дома №№ 2, 3, с 5 по 14, 16, 19, 7а, с 20 по 24 на территории ГОСУДАРСТВЕННОГО БЮДЖЕТНОГО ПРОФЕССИОНАЛЬНОГО ОБРАЗОВАТЕЛЬНОГО УЧРЕЖДЕНИЯ «ВЕТЛУЖСКИЙ ЛЕСОАГРОТЕХНИЧЕСКИЙ ТЕХНИКУМ», д. </w:t>
            </w:r>
            <w:proofErr w:type="spellStart"/>
            <w:r w:rsidRPr="009B63D9">
              <w:rPr>
                <w:bCs/>
                <w:sz w:val="20"/>
              </w:rPr>
              <w:t>Крутцы</w:t>
            </w:r>
            <w:proofErr w:type="spellEnd"/>
            <w:r w:rsidRPr="009B63D9">
              <w:rPr>
                <w:bCs/>
                <w:sz w:val="20"/>
              </w:rPr>
              <w:t xml:space="preserve"> Ветлужского муниципального района Нижегородской области)</w:t>
            </w:r>
            <w:proofErr w:type="gramEnd"/>
          </w:p>
        </w:tc>
      </w:tr>
      <w:tr w:rsidR="009B63D9" w:rsidRPr="009B63D9" w14:paraId="288CF04D" w14:textId="77777777" w:rsidTr="009B63D9">
        <w:trPr>
          <w:gridAfter w:val="1"/>
          <w:wAfter w:w="1990" w:type="dxa"/>
          <w:trHeight w:val="330"/>
        </w:trPr>
        <w:tc>
          <w:tcPr>
            <w:tcW w:w="8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1113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9B63D9">
              <w:rPr>
                <w:sz w:val="20"/>
              </w:rPr>
              <w:t xml:space="preserve">   На период с 01.10.2020 по 31.12.2020</w:t>
            </w:r>
          </w:p>
        </w:tc>
        <w:tc>
          <w:tcPr>
            <w:tcW w:w="1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B926" w14:textId="77777777" w:rsidR="009B63D9" w:rsidRPr="009B63D9" w:rsidRDefault="009B63D9" w:rsidP="009B63D9">
            <w:pPr>
              <w:jc w:val="center"/>
              <w:rPr>
                <w:bCs/>
                <w:sz w:val="20"/>
              </w:rPr>
            </w:pPr>
            <w:r w:rsidRPr="009B63D9">
              <w:rPr>
                <w:bCs/>
                <w:sz w:val="20"/>
              </w:rPr>
              <w:t>16,51</w:t>
            </w:r>
          </w:p>
        </w:tc>
      </w:tr>
      <w:tr w:rsidR="009B63D9" w:rsidRPr="009B63D9" w14:paraId="3B4A91AC" w14:textId="77777777" w:rsidTr="009B63D9">
        <w:trPr>
          <w:gridAfter w:val="1"/>
          <w:wAfter w:w="1990" w:type="dxa"/>
          <w:trHeight w:val="315"/>
        </w:trPr>
        <w:tc>
          <w:tcPr>
            <w:tcW w:w="8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B7970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9B63D9">
              <w:rPr>
                <w:sz w:val="20"/>
              </w:rPr>
              <w:t xml:space="preserve">   На период с 01.01.2021 по 31.12.2021</w:t>
            </w:r>
          </w:p>
        </w:tc>
        <w:tc>
          <w:tcPr>
            <w:tcW w:w="1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E91C3" w14:textId="77777777" w:rsidR="009B63D9" w:rsidRPr="009B63D9" w:rsidRDefault="009B63D9" w:rsidP="009B63D9">
            <w:pPr>
              <w:jc w:val="center"/>
              <w:rPr>
                <w:bCs/>
                <w:sz w:val="20"/>
              </w:rPr>
            </w:pPr>
            <w:r w:rsidRPr="009B63D9">
              <w:rPr>
                <w:bCs/>
                <w:sz w:val="20"/>
              </w:rPr>
              <w:t>66,44</w:t>
            </w:r>
          </w:p>
        </w:tc>
      </w:tr>
      <w:tr w:rsidR="009B63D9" w:rsidRPr="009B63D9" w14:paraId="217C59B7" w14:textId="77777777" w:rsidTr="009B63D9">
        <w:trPr>
          <w:gridAfter w:val="1"/>
          <w:wAfter w:w="1990" w:type="dxa"/>
          <w:trHeight w:val="330"/>
        </w:trPr>
        <w:tc>
          <w:tcPr>
            <w:tcW w:w="8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3574A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Итого на период реализации программы:</w:t>
            </w:r>
          </w:p>
        </w:tc>
        <w:tc>
          <w:tcPr>
            <w:tcW w:w="1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89516" w14:textId="77777777" w:rsidR="009B63D9" w:rsidRPr="009B63D9" w:rsidRDefault="009B63D9" w:rsidP="009B63D9">
            <w:pPr>
              <w:jc w:val="center"/>
              <w:rPr>
                <w:sz w:val="20"/>
              </w:rPr>
            </w:pPr>
            <w:r w:rsidRPr="009B63D9">
              <w:rPr>
                <w:sz w:val="20"/>
              </w:rPr>
              <w:t>82,95</w:t>
            </w:r>
          </w:p>
        </w:tc>
      </w:tr>
      <w:tr w:rsidR="009B63D9" w:rsidRPr="009B63D9" w14:paraId="6FF1876D" w14:textId="77777777" w:rsidTr="009B63D9">
        <w:trPr>
          <w:gridAfter w:val="1"/>
          <w:wAfter w:w="1990" w:type="dxa"/>
          <w:trHeight w:val="223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A8A89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 xml:space="preserve">        </w:t>
            </w:r>
            <w:r w:rsidRPr="009B63D9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9B63D9">
              <w:rPr>
                <w:sz w:val="20"/>
              </w:rPr>
              <w:t xml:space="preserve">                         </w:t>
            </w:r>
          </w:p>
        </w:tc>
      </w:tr>
      <w:tr w:rsidR="009B63D9" w:rsidRPr="009B63D9" w14:paraId="3E0A26DB" w14:textId="77777777" w:rsidTr="009B63D9">
        <w:trPr>
          <w:gridAfter w:val="1"/>
          <w:wAfter w:w="1990" w:type="dxa"/>
          <w:trHeight w:val="222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62C0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9B63D9">
              <w:rPr>
                <w:sz w:val="20"/>
              </w:rPr>
              <w:t>Ветлужский муниципальный район</w:t>
            </w:r>
          </w:p>
        </w:tc>
      </w:tr>
      <w:tr w:rsidR="009B63D9" w:rsidRPr="009B63D9" w14:paraId="5C4D00DB" w14:textId="77777777" w:rsidTr="009B63D9">
        <w:trPr>
          <w:gridAfter w:val="1"/>
          <w:wAfter w:w="1990" w:type="dxa"/>
          <w:trHeight w:val="330"/>
        </w:trPr>
        <w:tc>
          <w:tcPr>
            <w:tcW w:w="8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187DC" w14:textId="77777777" w:rsidR="009B63D9" w:rsidRPr="009B63D9" w:rsidRDefault="009B63D9" w:rsidP="009B63D9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5D6C4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 xml:space="preserve">   2019 год</w:t>
            </w:r>
          </w:p>
        </w:tc>
      </w:tr>
      <w:tr w:rsidR="009B63D9" w:rsidRPr="009B63D9" w14:paraId="16CCB161" w14:textId="77777777" w:rsidTr="009B63D9">
        <w:trPr>
          <w:gridAfter w:val="1"/>
          <w:wAfter w:w="1990" w:type="dxa"/>
          <w:trHeight w:val="315"/>
        </w:trPr>
        <w:tc>
          <w:tcPr>
            <w:tcW w:w="8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6C1BB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Объем принятых сточных вод, тыс. куб. м</w:t>
            </w:r>
          </w:p>
        </w:tc>
        <w:tc>
          <w:tcPr>
            <w:tcW w:w="1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2D331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78,7</w:t>
            </w:r>
          </w:p>
        </w:tc>
      </w:tr>
      <w:tr w:rsidR="009B63D9" w:rsidRPr="009B63D9" w14:paraId="50656C8E" w14:textId="77777777" w:rsidTr="009B63D9">
        <w:trPr>
          <w:gridAfter w:val="1"/>
          <w:wAfter w:w="1990" w:type="dxa"/>
          <w:trHeight w:val="659"/>
        </w:trPr>
        <w:tc>
          <w:tcPr>
            <w:tcW w:w="8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A104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1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6FAEF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2818,00</w:t>
            </w:r>
          </w:p>
        </w:tc>
      </w:tr>
      <w:tr w:rsidR="009B63D9" w:rsidRPr="009B63D9" w14:paraId="24941F54" w14:textId="77777777" w:rsidTr="009B63D9">
        <w:trPr>
          <w:gridAfter w:val="1"/>
          <w:wAfter w:w="1990" w:type="dxa"/>
          <w:trHeight w:val="959"/>
        </w:trPr>
        <w:tc>
          <w:tcPr>
            <w:tcW w:w="8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2533C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Мероприятия, направленные на поддержание объектов водоотведения в состоянии, соответствующем установленным требованиям, тыс. руб.</w:t>
            </w:r>
          </w:p>
        </w:tc>
        <w:tc>
          <w:tcPr>
            <w:tcW w:w="1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001DC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1025,70</w:t>
            </w:r>
          </w:p>
        </w:tc>
      </w:tr>
      <w:tr w:rsidR="009B63D9" w:rsidRPr="009B63D9" w14:paraId="58EAF3A3" w14:textId="77777777" w:rsidTr="009B63D9">
        <w:trPr>
          <w:gridAfter w:val="1"/>
          <w:wAfter w:w="1990" w:type="dxa"/>
          <w:trHeight w:val="330"/>
        </w:trPr>
        <w:tc>
          <w:tcPr>
            <w:tcW w:w="8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29B27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Общий объем финансовых потребностей за 2019 год, тыс. руб.</w:t>
            </w:r>
          </w:p>
        </w:tc>
        <w:tc>
          <w:tcPr>
            <w:tcW w:w="1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0580" w14:textId="3C1E3DE1" w:rsidR="009B63D9" w:rsidRPr="009B63D9" w:rsidRDefault="00582953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3843,7</w:t>
            </w:r>
            <w:r w:rsidR="009B63D9" w:rsidRPr="009B63D9">
              <w:rPr>
                <w:sz w:val="20"/>
              </w:rPr>
              <w:t>0</w:t>
            </w:r>
          </w:p>
        </w:tc>
      </w:tr>
      <w:tr w:rsidR="009B63D9" w:rsidRPr="009B63D9" w14:paraId="16229CCF" w14:textId="77777777" w:rsidTr="009B63D9">
        <w:trPr>
          <w:gridAfter w:val="1"/>
          <w:wAfter w:w="1990" w:type="dxa"/>
          <w:trHeight w:val="1305"/>
        </w:trPr>
        <w:tc>
          <w:tcPr>
            <w:tcW w:w="99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1A2E2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proofErr w:type="gramStart"/>
            <w:r w:rsidRPr="009B63D9">
              <w:rPr>
                <w:bCs/>
                <w:sz w:val="20"/>
              </w:rPr>
              <w:t xml:space="preserve">г. Ветлуга Нижегородской области (дома №№ 71, 73, 75, 75а, 77, 77а, 78а, 78б, 80, 82, 84, 86, 88, 90, 92, 94, 96 по ул. Горького; дома №№ 2, 3, с 5 по 14, 16, 19, 7а, с 20 по 24 на территории ГОСУДАРСТВЕННОГО БЮДЖЕТНОГО ПРОФЕССИОНАЛЬНОГО ОБРАЗОВАТЕЛЬНОГО УЧРЕЖДЕНИЯ «ВЕТЛУЖСКИЙ ЛЕСОАГРОТЕХНИЧЕСКИЙ ТЕХНИКУМ», д. </w:t>
            </w:r>
            <w:proofErr w:type="spellStart"/>
            <w:r w:rsidRPr="009B63D9">
              <w:rPr>
                <w:bCs/>
                <w:sz w:val="20"/>
              </w:rPr>
              <w:t>Крутцы</w:t>
            </w:r>
            <w:proofErr w:type="spellEnd"/>
            <w:r w:rsidRPr="009B63D9">
              <w:rPr>
                <w:bCs/>
                <w:sz w:val="20"/>
              </w:rPr>
              <w:t xml:space="preserve"> Ветлужского муниципального района Нижегородской области)</w:t>
            </w:r>
            <w:proofErr w:type="gramEnd"/>
          </w:p>
        </w:tc>
      </w:tr>
      <w:tr w:rsidR="009B63D9" w:rsidRPr="009B63D9" w14:paraId="3ABACAB5" w14:textId="77777777" w:rsidTr="009B63D9">
        <w:trPr>
          <w:gridAfter w:val="1"/>
          <w:wAfter w:w="1990" w:type="dxa"/>
          <w:trHeight w:val="315"/>
        </w:trPr>
        <w:tc>
          <w:tcPr>
            <w:tcW w:w="8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66978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Объем принятых сточных вод, тыс. куб. м</w:t>
            </w:r>
          </w:p>
        </w:tc>
        <w:tc>
          <w:tcPr>
            <w:tcW w:w="1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90A3E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4,13</w:t>
            </w:r>
          </w:p>
        </w:tc>
      </w:tr>
      <w:tr w:rsidR="009B63D9" w:rsidRPr="009B63D9" w14:paraId="00BCEF2E" w14:textId="77777777" w:rsidTr="009B63D9">
        <w:trPr>
          <w:gridAfter w:val="1"/>
          <w:wAfter w:w="1990" w:type="dxa"/>
          <w:trHeight w:val="644"/>
        </w:trPr>
        <w:tc>
          <w:tcPr>
            <w:tcW w:w="8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F67F5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1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3F28E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30,30</w:t>
            </w:r>
          </w:p>
        </w:tc>
      </w:tr>
      <w:tr w:rsidR="009B63D9" w:rsidRPr="009B63D9" w14:paraId="36408BD3" w14:textId="77777777" w:rsidTr="009B63D9">
        <w:trPr>
          <w:gridAfter w:val="1"/>
          <w:wAfter w:w="1990" w:type="dxa"/>
          <w:trHeight w:val="644"/>
        </w:trPr>
        <w:tc>
          <w:tcPr>
            <w:tcW w:w="8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07706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Мероприятия, направленные на поддержание объектов водоотведения в состоянии, соответствующем установленным требованиям, тыс. руб.</w:t>
            </w:r>
          </w:p>
        </w:tc>
        <w:tc>
          <w:tcPr>
            <w:tcW w:w="1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30DAD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68,80</w:t>
            </w:r>
          </w:p>
        </w:tc>
      </w:tr>
      <w:tr w:rsidR="009B63D9" w:rsidRPr="009B63D9" w14:paraId="5D8BFAE2" w14:textId="77777777" w:rsidTr="009B63D9">
        <w:trPr>
          <w:gridAfter w:val="1"/>
          <w:wAfter w:w="1990" w:type="dxa"/>
          <w:trHeight w:val="144"/>
        </w:trPr>
        <w:tc>
          <w:tcPr>
            <w:tcW w:w="8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0FFA8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9B63D9">
              <w:rPr>
                <w:sz w:val="20"/>
              </w:rPr>
              <w:t>Общий объем финансовых потребностей за 2019 год, тыс. руб.</w:t>
            </w:r>
          </w:p>
        </w:tc>
        <w:tc>
          <w:tcPr>
            <w:tcW w:w="1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CC05A" w14:textId="77777777" w:rsidR="009B63D9" w:rsidRPr="009B63D9" w:rsidRDefault="009B63D9" w:rsidP="009B63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B63D9">
              <w:rPr>
                <w:sz w:val="20"/>
              </w:rPr>
              <w:t>99,10</w:t>
            </w:r>
          </w:p>
        </w:tc>
      </w:tr>
    </w:tbl>
    <w:p w14:paraId="69DCC5D4" w14:textId="77777777" w:rsidR="008D086D" w:rsidRPr="009B63D9" w:rsidRDefault="008D086D" w:rsidP="009B63D9">
      <w:pPr>
        <w:ind w:firstLine="720"/>
        <w:rPr>
          <w:sz w:val="24"/>
          <w:szCs w:val="24"/>
        </w:rPr>
      </w:pPr>
    </w:p>
    <w:sectPr w:rsidR="008D086D" w:rsidRPr="009B63D9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4C8D4A" w14:textId="77777777" w:rsidR="00AE7455" w:rsidRDefault="00AE7455">
      <w:r>
        <w:separator/>
      </w:r>
    </w:p>
  </w:endnote>
  <w:endnote w:type="continuationSeparator" w:id="0">
    <w:p w14:paraId="247B34BD" w14:textId="77777777" w:rsidR="00AE7455" w:rsidRDefault="00AE7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07DA47" w14:textId="77777777" w:rsidR="00AE7455" w:rsidRDefault="00AE7455">
      <w:r>
        <w:separator/>
      </w:r>
    </w:p>
  </w:footnote>
  <w:footnote w:type="continuationSeparator" w:id="0">
    <w:p w14:paraId="6EFC3230" w14:textId="77777777" w:rsidR="00AE7455" w:rsidRDefault="00AE74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754A6C" w14:textId="77777777" w:rsidR="00AE7455" w:rsidRDefault="00AE7455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23B50992" w14:textId="77777777" w:rsidR="00AE7455" w:rsidRDefault="00AE745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933F09" w14:textId="77777777" w:rsidR="00AE7455" w:rsidRDefault="00AE7455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407E7">
      <w:rPr>
        <w:rStyle w:val="a9"/>
        <w:noProof/>
      </w:rPr>
      <w:t>16</w:t>
    </w:r>
    <w:r>
      <w:rPr>
        <w:rStyle w:val="a9"/>
      </w:rPr>
      <w:fldChar w:fldCharType="end"/>
    </w:r>
  </w:p>
  <w:p w14:paraId="1FE6016E" w14:textId="77777777" w:rsidR="00AE7455" w:rsidRDefault="00AE745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C86B08" w14:textId="77777777" w:rsidR="00AE7455" w:rsidRDefault="00AE7455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7262DABF" wp14:editId="556EC659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group w14:anchorId="2B65D096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">
              <v:shape id="Freeform 2" o:spid="_x0000_s1027" style="position:absolute;left:9441;top:3424;width:80;height:83;visibility:visible;mso-wrap-style:square;v-text-anchor:top" coordsize="82,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5BC3301" wp14:editId="6FFD6BB3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19B706" w14:textId="77777777" w:rsidR="00AE7455" w:rsidRPr="00E52B15" w:rsidRDefault="00AE7455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 wp14:anchorId="0066C94D" wp14:editId="02454647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3D8F4AE7" w14:textId="77777777" w:rsidR="00AE7455" w:rsidRPr="00561114" w:rsidRDefault="00AE7455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14:paraId="3D396512" w14:textId="77777777" w:rsidR="00AE7455" w:rsidRPr="00561114" w:rsidRDefault="00AE7455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14:paraId="5DE7459E" w14:textId="77777777" w:rsidR="00AE7455" w:rsidRPr="000F7B5C" w:rsidRDefault="00AE7455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14:paraId="0C66B5B0" w14:textId="77777777" w:rsidR="00AE7455" w:rsidRPr="000F7B5C" w:rsidRDefault="00AE7455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14:paraId="5B54DB01" w14:textId="77777777" w:rsidR="00AE7455" w:rsidRDefault="00AE7455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14:paraId="6162ACCC" w14:textId="77777777" w:rsidR="00AE7455" w:rsidRDefault="00AE7455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14:paraId="218BFC7B" w14:textId="77777777" w:rsidR="00AE7455" w:rsidRPr="002B6128" w:rsidRDefault="00AE7455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14:paraId="1261C384" w14:textId="77777777" w:rsidR="00AE7455" w:rsidRDefault="00AE7455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14:paraId="4B9667B5" w14:textId="77777777" w:rsidR="00AE7455" w:rsidRPr="001772E6" w:rsidRDefault="00AE7455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14:paraId="641572E7" w14:textId="77777777" w:rsidR="00AE7455" w:rsidRDefault="00AE7455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14:paraId="6819B706" w14:textId="77777777" w:rsidR="00AE7455" w:rsidRPr="00E52B15" w:rsidRDefault="00AE7455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 wp14:anchorId="0066C94D" wp14:editId="02454647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3D8F4AE7" w14:textId="77777777" w:rsidR="00AE7455" w:rsidRPr="00561114" w:rsidRDefault="00AE7455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14:paraId="3D396512" w14:textId="77777777" w:rsidR="00AE7455" w:rsidRPr="00561114" w:rsidRDefault="00AE7455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14:paraId="5DE7459E" w14:textId="77777777" w:rsidR="00AE7455" w:rsidRPr="000F7B5C" w:rsidRDefault="00AE7455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14:paraId="0C66B5B0" w14:textId="77777777" w:rsidR="00AE7455" w:rsidRPr="000F7B5C" w:rsidRDefault="00AE7455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14:paraId="5B54DB01" w14:textId="77777777" w:rsidR="00AE7455" w:rsidRDefault="00AE7455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14:paraId="6162ACCC" w14:textId="77777777" w:rsidR="00AE7455" w:rsidRDefault="00AE7455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14:paraId="218BFC7B" w14:textId="77777777" w:rsidR="00AE7455" w:rsidRPr="002B6128" w:rsidRDefault="00AE7455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14:paraId="1261C384" w14:textId="77777777" w:rsidR="00AE7455" w:rsidRDefault="00AE7455" w:rsidP="00276416">
                    <w:pPr>
                      <w:ind w:right="-70"/>
                      <w:rPr>
                        <w:sz w:val="20"/>
                      </w:rPr>
                    </w:pPr>
                  </w:p>
                  <w:p w14:paraId="4B9667B5" w14:textId="77777777" w:rsidR="00AE7455" w:rsidRPr="001772E6" w:rsidRDefault="00AE7455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14:paraId="641572E7" w14:textId="77777777" w:rsidR="00AE7455" w:rsidRDefault="00AE7455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0F4094"/>
    <w:multiLevelType w:val="hybridMultilevel"/>
    <w:tmpl w:val="0D20E3F8"/>
    <w:lvl w:ilvl="0" w:tplc="79564414">
      <w:start w:val="3"/>
      <w:numFmt w:val="decimal"/>
      <w:lvlText w:val="%1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2">
    <w:nsid w:val="12601B5B"/>
    <w:multiLevelType w:val="hybridMultilevel"/>
    <w:tmpl w:val="655AADA8"/>
    <w:lvl w:ilvl="0" w:tplc="E98E8FA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8">
    <w:nsid w:val="5AC86CA6"/>
    <w:multiLevelType w:val="hybridMultilevel"/>
    <w:tmpl w:val="0D20E3F8"/>
    <w:lvl w:ilvl="0" w:tplc="79564414">
      <w:start w:val="3"/>
      <w:numFmt w:val="decimal"/>
      <w:lvlText w:val="%1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9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10">
    <w:nsid w:val="692F733C"/>
    <w:multiLevelType w:val="hybridMultilevel"/>
    <w:tmpl w:val="39D87500"/>
    <w:lvl w:ilvl="0" w:tplc="F558D634">
      <w:start w:val="3"/>
      <w:numFmt w:val="bullet"/>
      <w:lvlText w:val=""/>
      <w:lvlJc w:val="left"/>
      <w:pPr>
        <w:ind w:left="9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0"/>
  </w:num>
  <w:num w:numId="7">
    <w:abstractNumId w:val="6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8"/>
  </w:num>
  <w:num w:numId="13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101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282B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4BA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2DFA"/>
    <w:rsid w:val="001645F5"/>
    <w:rsid w:val="00164601"/>
    <w:rsid w:val="001647F2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916"/>
    <w:rsid w:val="001F4501"/>
    <w:rsid w:val="001F49D5"/>
    <w:rsid w:val="001F73EF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47800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2DE4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4185"/>
    <w:rsid w:val="002959DF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087"/>
    <w:rsid w:val="002B5FF7"/>
    <w:rsid w:val="002B6128"/>
    <w:rsid w:val="002B7A21"/>
    <w:rsid w:val="002B7DA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06A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47605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B58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90D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439"/>
    <w:rsid w:val="00424F33"/>
    <w:rsid w:val="00425357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97B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A4D"/>
    <w:rsid w:val="00455185"/>
    <w:rsid w:val="0045608B"/>
    <w:rsid w:val="00460107"/>
    <w:rsid w:val="004607E2"/>
    <w:rsid w:val="00461C7E"/>
    <w:rsid w:val="00463426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282A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407E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8D5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4FA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32D5"/>
    <w:rsid w:val="00534585"/>
    <w:rsid w:val="0053526B"/>
    <w:rsid w:val="00535583"/>
    <w:rsid w:val="00540128"/>
    <w:rsid w:val="0054056C"/>
    <w:rsid w:val="005407E7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5F74"/>
    <w:rsid w:val="005762CB"/>
    <w:rsid w:val="005764A0"/>
    <w:rsid w:val="00580B60"/>
    <w:rsid w:val="00581A27"/>
    <w:rsid w:val="00582953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0758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10C1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D9A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35E5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9DD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3BA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020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017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10E4"/>
    <w:rsid w:val="00834051"/>
    <w:rsid w:val="008343C4"/>
    <w:rsid w:val="00835731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16A1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0F7D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086D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3C9"/>
    <w:rsid w:val="008D54FE"/>
    <w:rsid w:val="008D5E3D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0F09"/>
    <w:rsid w:val="008F15B5"/>
    <w:rsid w:val="008F211E"/>
    <w:rsid w:val="008F28BA"/>
    <w:rsid w:val="008F2E24"/>
    <w:rsid w:val="008F47DF"/>
    <w:rsid w:val="008F4858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EA5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AE8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5E5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165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3D9"/>
    <w:rsid w:val="009B6D02"/>
    <w:rsid w:val="009B768B"/>
    <w:rsid w:val="009C0077"/>
    <w:rsid w:val="009C0368"/>
    <w:rsid w:val="009C05CA"/>
    <w:rsid w:val="009C355C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B51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87E"/>
    <w:rsid w:val="009F69F0"/>
    <w:rsid w:val="00A000E4"/>
    <w:rsid w:val="00A0048D"/>
    <w:rsid w:val="00A00799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2A7"/>
    <w:rsid w:val="00A77367"/>
    <w:rsid w:val="00A808D9"/>
    <w:rsid w:val="00A815AE"/>
    <w:rsid w:val="00A81E8B"/>
    <w:rsid w:val="00A82A27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457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8DF"/>
    <w:rsid w:val="00AE6B16"/>
    <w:rsid w:val="00AE7455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6DD0"/>
    <w:rsid w:val="00B06E76"/>
    <w:rsid w:val="00B07EE0"/>
    <w:rsid w:val="00B10801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A48"/>
    <w:rsid w:val="00B17DFB"/>
    <w:rsid w:val="00B20077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8E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3326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39B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2B10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1BE4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58B7"/>
    <w:rsid w:val="00CB6365"/>
    <w:rsid w:val="00CB647E"/>
    <w:rsid w:val="00CB6C04"/>
    <w:rsid w:val="00CC03DF"/>
    <w:rsid w:val="00CC0EA0"/>
    <w:rsid w:val="00CC183A"/>
    <w:rsid w:val="00CC47F1"/>
    <w:rsid w:val="00CC4EE8"/>
    <w:rsid w:val="00CC69C6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124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52F4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65D0"/>
    <w:rsid w:val="00D9724C"/>
    <w:rsid w:val="00D9738A"/>
    <w:rsid w:val="00DA0301"/>
    <w:rsid w:val="00DA127C"/>
    <w:rsid w:val="00DA2369"/>
    <w:rsid w:val="00DA255A"/>
    <w:rsid w:val="00DA4052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3754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4E6E"/>
    <w:rsid w:val="00DC5A9F"/>
    <w:rsid w:val="00DC73E0"/>
    <w:rsid w:val="00DC7D30"/>
    <w:rsid w:val="00DD010A"/>
    <w:rsid w:val="00DD0283"/>
    <w:rsid w:val="00DD069D"/>
    <w:rsid w:val="00DD1A77"/>
    <w:rsid w:val="00DD2235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2B47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4FF3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426"/>
    <w:rsid w:val="00E85825"/>
    <w:rsid w:val="00E85D27"/>
    <w:rsid w:val="00E8628D"/>
    <w:rsid w:val="00E864B9"/>
    <w:rsid w:val="00E87644"/>
    <w:rsid w:val="00E90D08"/>
    <w:rsid w:val="00E91D28"/>
    <w:rsid w:val="00E92B16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5361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0B3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398"/>
    <w:rsid w:val="00F315E5"/>
    <w:rsid w:val="00F31813"/>
    <w:rsid w:val="00F321ED"/>
    <w:rsid w:val="00F3288A"/>
    <w:rsid w:val="00F32AA9"/>
    <w:rsid w:val="00F33528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278"/>
    <w:rsid w:val="00F966CC"/>
    <w:rsid w:val="00F968E1"/>
    <w:rsid w:val="00F96E33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17E8"/>
    <w:rsid w:val="00FB2D60"/>
    <w:rsid w:val="00FB49B1"/>
    <w:rsid w:val="00FB4CD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16A2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3D"/>
    <w:rsid w:val="00FD05C9"/>
    <w:rsid w:val="00FD310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21"/>
    <o:shapelayout v:ext="edit">
      <o:idmap v:ext="edit" data="1"/>
    </o:shapelayout>
  </w:shapeDefaults>
  <w:decimalSymbol w:val=","/>
  <w:listSeparator w:val=";"/>
  <w14:docId w14:val="0E8AFA47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customStyle="1" w:styleId="ConsPlusCell">
    <w:name w:val="ConsPlusCell"/>
    <w:uiPriority w:val="99"/>
    <w:rsid w:val="00FB4CD1"/>
    <w:pPr>
      <w:autoSpaceDE w:val="0"/>
      <w:autoSpaceDN w:val="0"/>
      <w:adjustRightInd w:val="0"/>
    </w:pPr>
    <w:rPr>
      <w:rFonts w:ascii="Arial" w:hAnsi="Arial" w:cs="Arial"/>
    </w:rPr>
  </w:style>
  <w:style w:type="paragraph" w:styleId="af1">
    <w:name w:val="No Spacing"/>
    <w:uiPriority w:val="1"/>
    <w:qFormat/>
    <w:rsid w:val="0044197B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customStyle="1" w:styleId="ConsPlusCell">
    <w:name w:val="ConsPlusCell"/>
    <w:uiPriority w:val="99"/>
    <w:rsid w:val="00FB4CD1"/>
    <w:pPr>
      <w:autoSpaceDE w:val="0"/>
      <w:autoSpaceDN w:val="0"/>
      <w:adjustRightInd w:val="0"/>
    </w:pPr>
    <w:rPr>
      <w:rFonts w:ascii="Arial" w:hAnsi="Arial" w:cs="Arial"/>
    </w:rPr>
  </w:style>
  <w:style w:type="paragraph" w:styleId="af1">
    <w:name w:val="No Spacing"/>
    <w:uiPriority w:val="1"/>
    <w:qFormat/>
    <w:rsid w:val="0044197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6FEE67154EA0A0D45B26B00513340DDBCEFF0A8B35FA469D8FFC581312A5C7EF3D63BEBCFDBD92B08BAC4CA60DD9B9E04708895B41129686BDF9539w5h0H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D577D96AD19FB5E07BF3316B98E736F7946E782C3B7177A32EF90C02152B60C3C7BB19A6B4C4675091C0D9717l2J6J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E948B9CB3246FECDEDCBF5BBF8B95FF0E499EA8E87BBD77AA52D559C12691F7AD1CC72499E128D4449B54D1DC5A782CEE4E0D9A651339E076EEDF15d7s0N" TargetMode="Externa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2E948B9CB3246FECDEDCA156A9E7CAFA0A41C9A1E37EB226F504D30E9E7697A2ED5CC171DAA526D7419000809F04217FA9050099780F39E3d6s8N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DCF7B-532B-49BF-B882-637E1428E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299</TotalTime>
  <Pages>16</Pages>
  <Words>4680</Words>
  <Characters>30740</Characters>
  <Application>Microsoft Office Word</Application>
  <DocSecurity>0</DocSecurity>
  <Lines>256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35350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58</cp:revision>
  <cp:lastPrinted>2020-09-11T06:28:00Z</cp:lastPrinted>
  <dcterms:created xsi:type="dcterms:W3CDTF">2018-10-26T11:27:00Z</dcterms:created>
  <dcterms:modified xsi:type="dcterms:W3CDTF">2020-09-11T06:28:00Z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