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64658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E14CD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14CD2">
              <w:t>04.09</w:t>
            </w:r>
            <w:r w:rsidR="00CE70B3">
              <w:t>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5F014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5F0143">
              <w:t>33/5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E077A1" w:rsidP="0055214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>об установлении</w:t>
            </w:r>
            <w:r w:rsidR="00974A93" w:rsidRPr="00974A93">
              <w:rPr>
                <w:noProof/>
              </w:rPr>
              <w:t xml:space="preserve"> </w:t>
            </w:r>
            <w:r w:rsidR="00552149" w:rsidRPr="00552149">
              <w:rPr>
                <w:noProof/>
              </w:rPr>
              <w:t>ОТКРЫТ</w:t>
            </w:r>
            <w:r w:rsidR="00552149">
              <w:rPr>
                <w:noProof/>
              </w:rPr>
              <w:t>ОМУ</w:t>
            </w:r>
            <w:r w:rsidR="00552149" w:rsidRPr="00552149">
              <w:rPr>
                <w:noProof/>
              </w:rPr>
              <w:t xml:space="preserve"> АКЦИОНЕРН</w:t>
            </w:r>
            <w:r w:rsidR="00552149">
              <w:rPr>
                <w:noProof/>
              </w:rPr>
              <w:t>ОМУ</w:t>
            </w:r>
            <w:r w:rsidR="00552149" w:rsidRPr="00552149">
              <w:rPr>
                <w:noProof/>
              </w:rPr>
              <w:t xml:space="preserve"> ОБЩЕСТВ</w:t>
            </w:r>
            <w:r w:rsidR="00552149">
              <w:rPr>
                <w:noProof/>
              </w:rPr>
              <w:t>У</w:t>
            </w:r>
            <w:r w:rsidR="00552149" w:rsidRPr="00552149">
              <w:rPr>
                <w:noProof/>
              </w:rPr>
              <w:t xml:space="preserve"> «РОССИЙСКИЕ ЖЕЛЕЗНЫЕ ДОРОГИ» </w:t>
            </w:r>
            <w:r w:rsidR="00552149">
              <w:rPr>
                <w:noProof/>
              </w:rPr>
              <w:br/>
            </w:r>
            <w:r w:rsidR="00552149" w:rsidRPr="00552149">
              <w:rPr>
                <w:noProof/>
              </w:rPr>
              <w:t>(ИНН 7708503727), г. Москва</w:t>
            </w:r>
            <w:r w:rsidR="00CE70B3">
              <w:rPr>
                <w:noProof/>
              </w:rPr>
              <w:t xml:space="preserve">, </w:t>
            </w:r>
            <w:r w:rsidR="0090230C" w:rsidRPr="0090230C">
              <w:rPr>
                <w:noProof/>
              </w:rPr>
              <w:t xml:space="preserve">тарифов на тепловую энергию (мощность), поставляемую потребителям </w:t>
            </w:r>
            <w:r w:rsidR="00F02BAD" w:rsidRPr="00F02BAD">
              <w:rPr>
                <w:noProof/>
              </w:rPr>
              <w:t xml:space="preserve">г. </w:t>
            </w:r>
            <w:r w:rsidR="00552149">
              <w:rPr>
                <w:noProof/>
              </w:rPr>
              <w:t>Сергач</w:t>
            </w:r>
            <w:r w:rsidR="00CE70B3">
              <w:rPr>
                <w:noProof/>
              </w:rPr>
              <w:t xml:space="preserve"> Нижегородской области</w:t>
            </w:r>
            <w:r w:rsidR="00207636" w:rsidRPr="00207636">
              <w:rPr>
                <w:noProof/>
              </w:rPr>
              <w:t xml:space="preserve">, </w:t>
            </w:r>
            <w:r w:rsidR="00CE70B3">
              <w:rPr>
                <w:noProof/>
              </w:rPr>
              <w:br/>
            </w:r>
            <w:r w:rsidR="00207636" w:rsidRPr="00207636">
              <w:rPr>
                <w:noProof/>
              </w:rPr>
              <w:t>на 20</w:t>
            </w:r>
            <w:r w:rsidR="00CE70B3">
              <w:rPr>
                <w:noProof/>
              </w:rPr>
              <w:t>20</w:t>
            </w:r>
            <w:r w:rsidR="00207636" w:rsidRPr="00207636">
              <w:rPr>
                <w:noProof/>
              </w:rPr>
              <w:t xml:space="preserve"> год 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42C57" w:rsidRDefault="00942C57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263E4" w:rsidRDefault="007263E4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363A89" w:rsidRDefault="00363A89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947E5" w:rsidRPr="001816A6" w:rsidRDefault="007263E4" w:rsidP="0055214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7263E4">
        <w:rPr>
          <w:szCs w:val="28"/>
        </w:rPr>
        <w:t>В соответствии с Федераль</w:t>
      </w:r>
      <w:r w:rsidR="00974A93">
        <w:rPr>
          <w:szCs w:val="28"/>
        </w:rPr>
        <w:t>ным законом от 27 июля 2010 г.</w:t>
      </w:r>
      <w:r w:rsidRPr="007263E4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EF47D3">
        <w:rPr>
          <w:szCs w:val="28"/>
        </w:rPr>
        <w:br/>
      </w:r>
      <w:r w:rsidR="00974A93">
        <w:rPr>
          <w:szCs w:val="28"/>
        </w:rPr>
        <w:t>от 22 октября 2012 г.</w:t>
      </w:r>
      <w:r w:rsidRPr="007263E4">
        <w:rPr>
          <w:szCs w:val="28"/>
        </w:rPr>
        <w:t xml:space="preserve"> № 1075 «О ценообразовании в сфере теплоснабжения» и на основании рассмотрения материалов, представленных </w:t>
      </w:r>
      <w:r w:rsidR="00552149">
        <w:rPr>
          <w:szCs w:val="28"/>
        </w:rPr>
        <w:t>ОТКРЫТЫМ АКЦИОНЕРНЫМ ОБЩЕСТВОМ «РОССИЙСКИЕ ЖЕЛЕЗНЫЕ ДОРОГИ» (ИНН 7708503727), г. Москва</w:t>
      </w:r>
      <w:r w:rsidR="00942C57">
        <w:rPr>
          <w:szCs w:val="28"/>
        </w:rPr>
        <w:t xml:space="preserve">, </w:t>
      </w:r>
      <w:r w:rsidRPr="007263E4">
        <w:rPr>
          <w:szCs w:val="28"/>
        </w:rPr>
        <w:t>э</w:t>
      </w:r>
      <w:r w:rsidR="000C3F54">
        <w:rPr>
          <w:szCs w:val="28"/>
        </w:rPr>
        <w:t>кс</w:t>
      </w:r>
      <w:r w:rsidR="00CE70B3">
        <w:rPr>
          <w:szCs w:val="28"/>
        </w:rPr>
        <w:t>пертного заключения р</w:t>
      </w:r>
      <w:r w:rsidR="00E857C0" w:rsidRPr="007947E5">
        <w:t>ег. </w:t>
      </w:r>
      <w:r w:rsidR="00E857C0" w:rsidRPr="007F02B3">
        <w:t>№</w:t>
      </w:r>
      <w:r w:rsidR="00233BDE" w:rsidRPr="007F02B3">
        <w:t xml:space="preserve"> в-</w:t>
      </w:r>
      <w:r w:rsidR="00E00565">
        <w:t>200</w:t>
      </w:r>
      <w:r w:rsidR="00E857C0" w:rsidRPr="007F02B3">
        <w:t> </w:t>
      </w:r>
      <w:r w:rsidR="00FB7E75" w:rsidRPr="007F02B3">
        <w:rPr>
          <w:bCs/>
          <w:szCs w:val="28"/>
        </w:rPr>
        <w:t>от</w:t>
      </w:r>
      <w:r w:rsidR="00E00565">
        <w:rPr>
          <w:bCs/>
          <w:szCs w:val="28"/>
        </w:rPr>
        <w:t xml:space="preserve"> 28 августа</w:t>
      </w:r>
      <w:r w:rsidR="007F02B3" w:rsidRPr="007F02B3">
        <w:rPr>
          <w:bCs/>
          <w:szCs w:val="28"/>
        </w:rPr>
        <w:t xml:space="preserve"> </w:t>
      </w:r>
      <w:r w:rsidR="00CE70B3" w:rsidRPr="007F02B3">
        <w:rPr>
          <w:bCs/>
          <w:szCs w:val="28"/>
        </w:rPr>
        <w:t>2020</w:t>
      </w:r>
      <w:r w:rsidR="007947E5" w:rsidRPr="007F02B3">
        <w:rPr>
          <w:bCs/>
          <w:szCs w:val="28"/>
        </w:rPr>
        <w:t xml:space="preserve"> г.</w:t>
      </w:r>
      <w:r w:rsidR="007947E5" w:rsidRPr="007F02B3">
        <w:rPr>
          <w:szCs w:val="28"/>
        </w:rPr>
        <w:t>:</w:t>
      </w:r>
      <w:proofErr w:type="gramEnd"/>
    </w:p>
    <w:p w:rsidR="00F36989" w:rsidRPr="00F36989" w:rsidRDefault="002C5620" w:rsidP="00223E9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C5620">
        <w:rPr>
          <w:b/>
        </w:rPr>
        <w:t>1.</w:t>
      </w:r>
      <w:r>
        <w:t xml:space="preserve"> </w:t>
      </w:r>
      <w:proofErr w:type="gramStart"/>
      <w:r w:rsidR="005F2A04" w:rsidRPr="005F2A04">
        <w:rPr>
          <w:szCs w:val="28"/>
        </w:rPr>
        <w:t xml:space="preserve">В связи с не предоставлением документов, </w:t>
      </w:r>
      <w:r w:rsidR="002E3CC3">
        <w:t>необходимых для расчета экономически обоснованных тарифов</w:t>
      </w:r>
      <w:r w:rsidR="005F2A04" w:rsidRPr="00B05AFA">
        <w:rPr>
          <w:szCs w:val="28"/>
        </w:rPr>
        <w:t>,</w:t>
      </w:r>
      <w:r w:rsidR="005F2A04" w:rsidRPr="005F2A04">
        <w:rPr>
          <w:szCs w:val="28"/>
        </w:rPr>
        <w:t xml:space="preserve"> </w:t>
      </w:r>
      <w:r w:rsidR="005F2A04" w:rsidRPr="00552149">
        <w:rPr>
          <w:szCs w:val="28"/>
        </w:rPr>
        <w:t>и с учетом истечения срока рассмотрения вопроса об установлении тарифов,</w:t>
      </w:r>
      <w:r w:rsidR="002E3CC3">
        <w:rPr>
          <w:szCs w:val="28"/>
        </w:rPr>
        <w:t xml:space="preserve"> рассмотрение дела </w:t>
      </w:r>
      <w:r w:rsidR="00F36989" w:rsidRPr="007263E4">
        <w:rPr>
          <w:noProof/>
        </w:rPr>
        <w:t xml:space="preserve">об установлении </w:t>
      </w:r>
      <w:r w:rsidR="00552149">
        <w:rPr>
          <w:szCs w:val="28"/>
        </w:rPr>
        <w:t>ОТКРЫТОМУ АКЦИОНЕРНОМУ ОБЩЕСТВУ «РОССИЙСКИЕ ЖЕЛЕЗНЫЕ ДОРОГИ» (ИНН 7708503727), г. Москва</w:t>
      </w:r>
      <w:r w:rsidR="00F36989" w:rsidRPr="007263E4">
        <w:rPr>
          <w:noProof/>
        </w:rPr>
        <w:t>,</w:t>
      </w:r>
      <w:r w:rsidR="00F36989">
        <w:rPr>
          <w:noProof/>
        </w:rPr>
        <w:t xml:space="preserve"> </w:t>
      </w:r>
      <w:r w:rsidR="00F36989" w:rsidRPr="007263E4">
        <w:rPr>
          <w:noProof/>
        </w:rPr>
        <w:t xml:space="preserve">тарифов </w:t>
      </w:r>
      <w:r w:rsidR="00F36989" w:rsidRPr="00B34FB2">
        <w:rPr>
          <w:noProof/>
        </w:rPr>
        <w:t xml:space="preserve">на тепловую энергию (мощность), </w:t>
      </w:r>
      <w:r w:rsidR="00F36989" w:rsidRPr="00B34FB2">
        <w:rPr>
          <w:szCs w:val="28"/>
        </w:rPr>
        <w:t xml:space="preserve">поставляемую потребителям </w:t>
      </w:r>
      <w:r w:rsidR="00EA1EB1" w:rsidRPr="00B34FB2">
        <w:rPr>
          <w:szCs w:val="28"/>
        </w:rPr>
        <w:t xml:space="preserve">г. </w:t>
      </w:r>
      <w:r w:rsidR="00552149">
        <w:rPr>
          <w:szCs w:val="28"/>
        </w:rPr>
        <w:t>Сергач</w:t>
      </w:r>
      <w:r w:rsidR="00CE70B3" w:rsidRPr="00B34FB2">
        <w:rPr>
          <w:szCs w:val="28"/>
        </w:rPr>
        <w:t xml:space="preserve"> Нижегородской области</w:t>
      </w:r>
      <w:r w:rsidR="00F36989" w:rsidRPr="00B34FB2">
        <w:rPr>
          <w:szCs w:val="28"/>
        </w:rPr>
        <w:t>,</w:t>
      </w:r>
      <w:r w:rsidR="00F36989">
        <w:rPr>
          <w:szCs w:val="28"/>
        </w:rPr>
        <w:t xml:space="preserve"> </w:t>
      </w:r>
      <w:r w:rsidR="00F36989" w:rsidRPr="000E5BD3">
        <w:rPr>
          <w:szCs w:val="28"/>
        </w:rPr>
        <w:t>на 20</w:t>
      </w:r>
      <w:r w:rsidR="00CE70B3" w:rsidRPr="000E5BD3">
        <w:rPr>
          <w:szCs w:val="28"/>
        </w:rPr>
        <w:t>20</w:t>
      </w:r>
      <w:r w:rsidR="00F36989" w:rsidRPr="000E5BD3">
        <w:rPr>
          <w:szCs w:val="28"/>
        </w:rPr>
        <w:t xml:space="preserve"> год</w:t>
      </w:r>
      <w:r w:rsidR="00F36989" w:rsidRPr="00FB7E75">
        <w:rPr>
          <w:szCs w:val="28"/>
        </w:rPr>
        <w:t xml:space="preserve"> </w:t>
      </w:r>
      <w:r w:rsidR="00F36989" w:rsidRPr="00F64658">
        <w:rPr>
          <w:noProof/>
        </w:rPr>
        <w:t>прекратить.</w:t>
      </w:r>
      <w:proofErr w:type="gramEnd"/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363A89">
      <w:pPr>
        <w:tabs>
          <w:tab w:val="left" w:pos="1897"/>
        </w:tabs>
        <w:rPr>
          <w:szCs w:val="28"/>
        </w:rPr>
      </w:pPr>
    </w:p>
    <w:p w:rsidR="00B10955" w:rsidRDefault="00B10955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7263E4" w:rsidRPr="009C774E" w:rsidRDefault="00356E33" w:rsidP="004449C0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0A4121" w:rsidRPr="000A4121">
        <w:rPr>
          <w:szCs w:val="28"/>
        </w:rPr>
        <w:t xml:space="preserve"> </w:t>
      </w:r>
      <w:r w:rsidR="00CA11D7">
        <w:rPr>
          <w:szCs w:val="28"/>
        </w:rPr>
        <w:t>службы</w:t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7947E5">
        <w:rPr>
          <w:szCs w:val="28"/>
        </w:rPr>
        <w:t xml:space="preserve">       </w:t>
      </w:r>
      <w:r>
        <w:rPr>
          <w:szCs w:val="28"/>
        </w:rPr>
        <w:t xml:space="preserve">     </w:t>
      </w:r>
      <w:proofErr w:type="spellStart"/>
      <w:r>
        <w:rPr>
          <w:szCs w:val="28"/>
        </w:rPr>
        <w:t>Ю.Л.Алешина</w:t>
      </w:r>
      <w:proofErr w:type="spellEnd"/>
    </w:p>
    <w:sectPr w:rsidR="007263E4" w:rsidRPr="009C774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22CB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FE36D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121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BD3"/>
    <w:rsid w:val="000E5C37"/>
    <w:rsid w:val="000E65EB"/>
    <w:rsid w:val="000F00EE"/>
    <w:rsid w:val="000F174E"/>
    <w:rsid w:val="000F179A"/>
    <w:rsid w:val="000F2BCE"/>
    <w:rsid w:val="000F3A04"/>
    <w:rsid w:val="000F3C08"/>
    <w:rsid w:val="000F51B6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9B7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636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3E98"/>
    <w:rsid w:val="00225652"/>
    <w:rsid w:val="00225B9D"/>
    <w:rsid w:val="00230285"/>
    <w:rsid w:val="002309EB"/>
    <w:rsid w:val="0023116A"/>
    <w:rsid w:val="002329B2"/>
    <w:rsid w:val="00233BDE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5B83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3CC3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1BE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E33"/>
    <w:rsid w:val="00360916"/>
    <w:rsid w:val="00360C38"/>
    <w:rsid w:val="00360FA5"/>
    <w:rsid w:val="00362AD8"/>
    <w:rsid w:val="003632AA"/>
    <w:rsid w:val="00363A89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3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BAC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9C0"/>
    <w:rsid w:val="00444A7D"/>
    <w:rsid w:val="0044515D"/>
    <w:rsid w:val="004458F1"/>
    <w:rsid w:val="00445F36"/>
    <w:rsid w:val="00446366"/>
    <w:rsid w:val="004466A1"/>
    <w:rsid w:val="00446DC5"/>
    <w:rsid w:val="0044797A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149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05A3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143"/>
    <w:rsid w:val="005F04B8"/>
    <w:rsid w:val="005F1858"/>
    <w:rsid w:val="005F1EEF"/>
    <w:rsid w:val="005F2A04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D2C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741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7E5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24C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02B3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15B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0C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57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93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17A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B4C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74E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5AFA"/>
    <w:rsid w:val="00B06DD0"/>
    <w:rsid w:val="00B06E76"/>
    <w:rsid w:val="00B07EE0"/>
    <w:rsid w:val="00B109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4FB2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4FB8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CD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2CB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86757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11D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0B3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D81"/>
    <w:rsid w:val="00DF414E"/>
    <w:rsid w:val="00DF6270"/>
    <w:rsid w:val="00DF6851"/>
    <w:rsid w:val="00DF6898"/>
    <w:rsid w:val="00DF6DF9"/>
    <w:rsid w:val="00DF7FCE"/>
    <w:rsid w:val="00E0006E"/>
    <w:rsid w:val="00E00565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2BC0"/>
    <w:rsid w:val="00E14718"/>
    <w:rsid w:val="00E14C5A"/>
    <w:rsid w:val="00E14CD2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B89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7C0"/>
    <w:rsid w:val="00E85825"/>
    <w:rsid w:val="00E85D27"/>
    <w:rsid w:val="00E864B9"/>
    <w:rsid w:val="00E87644"/>
    <w:rsid w:val="00E90D08"/>
    <w:rsid w:val="00E910C1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EB1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C3A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2BAD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6989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658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B7E7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6D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9</cp:revision>
  <cp:lastPrinted>2020-05-13T07:29:00Z</cp:lastPrinted>
  <dcterms:created xsi:type="dcterms:W3CDTF">2020-08-25T07:23:00Z</dcterms:created>
  <dcterms:modified xsi:type="dcterms:W3CDTF">2020-09-04T09:44:00Z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