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366D29A9" w14:textId="77777777" w:rsidTr="00F84A4D">
        <w:trPr>
          <w:trHeight w:val="993"/>
        </w:trPr>
        <w:tc>
          <w:tcPr>
            <w:tcW w:w="9815" w:type="dxa"/>
            <w:gridSpan w:val="5"/>
          </w:tcPr>
          <w:p w14:paraId="22E5D339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65E4E46E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191C4F0B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6E110ED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1F744B7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4B80E987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2B8BC832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2C8BEC13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EEC5A7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C5643B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471ADA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820EE5D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2652CD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E752F4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0A2CF0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0ECB6B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429E09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59A12D2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2D0AF7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1AE87CBE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40638F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DC3AE6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7065D0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A2B33C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0DF549F4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14E41B3A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14:paraId="429C4353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1622CCDE" w14:textId="77777777" w:rsidR="0085764D" w:rsidRDefault="00593E8B" w:rsidP="00796C84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96C84">
              <w:t>25</w:t>
            </w:r>
            <w:r w:rsidR="00FC4CBA">
              <w:t>.</w:t>
            </w:r>
            <w:r w:rsidR="00BB34BC">
              <w:t>0</w:t>
            </w:r>
            <w:r w:rsidR="00796C84">
              <w:t>8</w:t>
            </w:r>
            <w:r w:rsidR="00FC4CBA">
              <w:t>.20</w:t>
            </w:r>
            <w:r w:rsidR="00BB34BC">
              <w:t>20</w:t>
            </w:r>
            <w:r w:rsidR="00FC4CBA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14:paraId="501A0F1A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12C249F7" w14:textId="27D1B45F" w:rsidR="0085764D" w:rsidRDefault="00593E8B" w:rsidP="00780F0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780F01">
              <w:t>31/3</w:t>
            </w:r>
            <w:r>
              <w:fldChar w:fldCharType="end"/>
            </w:r>
          </w:p>
        </w:tc>
      </w:tr>
      <w:tr w:rsidR="0085764D" w14:paraId="5B9F3F19" w14:textId="77777777" w:rsidTr="00F84A4D">
        <w:trPr>
          <w:trHeight w:hRule="exact" w:val="510"/>
        </w:trPr>
        <w:tc>
          <w:tcPr>
            <w:tcW w:w="9815" w:type="dxa"/>
            <w:gridSpan w:val="5"/>
          </w:tcPr>
          <w:p w14:paraId="7FCFA2A3" w14:textId="77777777" w:rsidR="0085764D" w:rsidRDefault="0085764D" w:rsidP="00F84A4D"/>
        </w:tc>
      </w:tr>
      <w:tr w:rsidR="0085764D" w14:paraId="77462171" w14:textId="77777777" w:rsidTr="00F84A4D">
        <w:trPr>
          <w:trHeight w:val="826"/>
        </w:trPr>
        <w:tc>
          <w:tcPr>
            <w:tcW w:w="1951" w:type="dxa"/>
          </w:tcPr>
          <w:p w14:paraId="074493E7" w14:textId="77777777"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14:paraId="6CEAB505" w14:textId="77777777" w:rsidR="00097B4B" w:rsidRDefault="00593E8B" w:rsidP="00097B4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068B0" w:rsidRPr="008068B0">
              <w:t xml:space="preserve">  </w:t>
            </w:r>
            <w:r w:rsidR="00A3571D" w:rsidRPr="00A3571D">
              <w:t xml:space="preserve">Об установлении </w:t>
            </w:r>
            <w:r w:rsidR="004A69A5">
              <w:t>ОБЩЕСТВУ С ОГРАНИЧЕННОЙ ОТВЕТСТВЕНН</w:t>
            </w:r>
            <w:r w:rsidR="00097B4B">
              <w:t>ОСТЬЮ</w:t>
            </w:r>
          </w:p>
          <w:p w14:paraId="032F7230" w14:textId="77777777" w:rsidR="008A25C8" w:rsidRDefault="008A25C8" w:rsidP="00907E4E">
            <w:pPr>
              <w:jc w:val="center"/>
            </w:pPr>
            <w:r w:rsidRPr="008A25C8">
              <w:t xml:space="preserve"> «</w:t>
            </w:r>
            <w:r w:rsidR="00796C84" w:rsidRPr="00796C84">
              <w:t>ЗАЛЕСНОЕ</w:t>
            </w:r>
            <w:r w:rsidR="00097B4B" w:rsidRPr="00097B4B">
              <w:t>»</w:t>
            </w:r>
            <w:r w:rsidR="00A3571D" w:rsidRPr="00A3571D">
              <w:t xml:space="preserve"> (ИНН</w:t>
            </w:r>
            <w:r w:rsidR="00796C84">
              <w:t xml:space="preserve"> </w:t>
            </w:r>
            <w:r w:rsidR="00796C84" w:rsidRPr="00796C84">
              <w:t>5228055729</w:t>
            </w:r>
            <w:r w:rsidR="00A3571D" w:rsidRPr="00A3571D">
              <w:t xml:space="preserve">), </w:t>
            </w:r>
          </w:p>
          <w:p w14:paraId="4E3C482B" w14:textId="77777777" w:rsidR="0085764D" w:rsidRPr="00252D0D" w:rsidRDefault="008A25C8" w:rsidP="002B5BA2">
            <w:pPr>
              <w:jc w:val="center"/>
            </w:pPr>
            <w:r w:rsidRPr="008A25C8">
              <w:t xml:space="preserve"> </w:t>
            </w:r>
            <w:r w:rsidR="00796C84" w:rsidRPr="00796C84">
              <w:t>с. Ильино-Заборское городского округа Семеновский Нижегородской области</w:t>
            </w:r>
            <w:r w:rsidR="00A3571D" w:rsidRPr="00A3571D">
              <w:t xml:space="preserve">, тарифов на тепловую энергию (мощность), поставляемую потребителям </w:t>
            </w:r>
            <w:r w:rsidR="002B5BA2" w:rsidRPr="002B5BA2">
              <w:t>городского округа Семеновский Нижегородской области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14:paraId="79A98451" w14:textId="77777777" w:rsidR="0085764D" w:rsidRDefault="0085764D" w:rsidP="00F84A4D"/>
        </w:tc>
      </w:tr>
    </w:tbl>
    <w:p w14:paraId="587DDC5E" w14:textId="77777777"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6F7BE6C6" w14:textId="77777777" w:rsidR="00F01F91" w:rsidRDefault="00F01F91" w:rsidP="00BB34BC">
      <w:pPr>
        <w:pStyle w:val="ac"/>
        <w:ind w:hanging="142"/>
        <w:jc w:val="center"/>
      </w:pPr>
    </w:p>
    <w:p w14:paraId="7F5137F5" w14:textId="392788C4" w:rsidR="00907E4E" w:rsidRDefault="00907E4E" w:rsidP="00BB34BC">
      <w:pPr>
        <w:pStyle w:val="ac"/>
        <w:ind w:hanging="142"/>
        <w:jc w:val="center"/>
      </w:pPr>
    </w:p>
    <w:p w14:paraId="69DC9FEC" w14:textId="77777777" w:rsidR="00B27DCA" w:rsidRDefault="00B27DCA" w:rsidP="00FC4CBA">
      <w:pPr>
        <w:pStyle w:val="ac"/>
        <w:ind w:firstLine="709"/>
      </w:pPr>
    </w:p>
    <w:p w14:paraId="4FF00C8E" w14:textId="77777777" w:rsidR="00A3571D" w:rsidRPr="00A3571D" w:rsidRDefault="00A3571D" w:rsidP="00EB5AE8">
      <w:pPr>
        <w:pStyle w:val="ac"/>
        <w:spacing w:line="276" w:lineRule="auto"/>
        <w:ind w:firstLine="709"/>
      </w:pPr>
      <w:proofErr w:type="gramStart"/>
      <w:r w:rsidRPr="00A3571D"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A3571D"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4A69A5">
        <w:t xml:space="preserve">ОБЩЕСТВОМ С ОГРАНИЧЕННОЙ ОТВЕТСТВЕННОСТЬЮ </w:t>
      </w:r>
      <w:r w:rsidR="00EB5AE8">
        <w:t>«</w:t>
      </w:r>
      <w:r w:rsidR="00EB5AE8" w:rsidRPr="00EB5AE8">
        <w:t>ЗАЛЕСНОЕ</w:t>
      </w:r>
      <w:r w:rsidR="00F23FCC">
        <w:t>»</w:t>
      </w:r>
      <w:r w:rsidR="004A69A5">
        <w:t xml:space="preserve"> (ИНН </w:t>
      </w:r>
      <w:r w:rsidR="00EB5AE8" w:rsidRPr="00EB5AE8">
        <w:t>5228055729</w:t>
      </w:r>
      <w:r w:rsidR="00097B4B">
        <w:t>)</w:t>
      </w:r>
      <w:r w:rsidR="00EB5AE8">
        <w:t xml:space="preserve">, </w:t>
      </w:r>
      <w:r w:rsidR="00EB5AE8" w:rsidRPr="00EB5AE8">
        <w:t>с. Ильино-</w:t>
      </w:r>
      <w:proofErr w:type="spellStart"/>
      <w:r w:rsidR="00EB5AE8" w:rsidRPr="00EB5AE8">
        <w:t>Забор</w:t>
      </w:r>
      <w:r w:rsidR="00EB5AE8" w:rsidRPr="00CB2556">
        <w:t>ское</w:t>
      </w:r>
      <w:proofErr w:type="spellEnd"/>
      <w:r w:rsidR="00EB5AE8" w:rsidRPr="00CB2556">
        <w:t xml:space="preserve"> городского округа Семеновский Нижегородской области</w:t>
      </w:r>
      <w:r w:rsidRPr="00CB2556">
        <w:t>, экспертного заключения рег. № в-</w:t>
      </w:r>
      <w:r w:rsidR="00CB2556" w:rsidRPr="00CB2556">
        <w:t>18</w:t>
      </w:r>
      <w:r w:rsidR="00034033">
        <w:t>4</w:t>
      </w:r>
      <w:r w:rsidR="0021060A">
        <w:br/>
      </w:r>
      <w:r w:rsidRPr="00CB2556">
        <w:t>от</w:t>
      </w:r>
      <w:r w:rsidR="00EB5AE8" w:rsidRPr="00CB2556">
        <w:t xml:space="preserve"> </w:t>
      </w:r>
      <w:r w:rsidR="00CB2556" w:rsidRPr="00CB2556">
        <w:t xml:space="preserve">18 </w:t>
      </w:r>
      <w:r w:rsidR="0021060A" w:rsidRPr="0021060A">
        <w:t>августа</w:t>
      </w:r>
      <w:r w:rsidRPr="00CB2556">
        <w:t xml:space="preserve"> </w:t>
      </w:r>
      <w:r w:rsidR="00BB34BC" w:rsidRPr="00CB2556">
        <w:t>2020</w:t>
      </w:r>
      <w:r w:rsidRPr="00CB2556">
        <w:t xml:space="preserve"> г.:</w:t>
      </w:r>
      <w:proofErr w:type="gramEnd"/>
    </w:p>
    <w:p w14:paraId="471E8C09" w14:textId="77777777" w:rsidR="00196EC0" w:rsidRPr="00DB7005" w:rsidRDefault="00196EC0" w:rsidP="00F23FCC">
      <w:pPr>
        <w:pStyle w:val="ac"/>
        <w:spacing w:line="276" w:lineRule="auto"/>
        <w:ind w:firstLine="709"/>
      </w:pPr>
      <w:r w:rsidRPr="007477BE">
        <w:rPr>
          <w:b/>
        </w:rPr>
        <w:t xml:space="preserve">1. </w:t>
      </w:r>
      <w:r w:rsidRPr="007477BE">
        <w:t xml:space="preserve">При установлении тарифов в сфере теплоснабжения для </w:t>
      </w:r>
      <w:r w:rsidR="00150FDE">
        <w:t xml:space="preserve">ОБЩЕСТВА С ОГРАНИЧЕННОЙ ОТВЕТСТВЕННОСТЬЮ </w:t>
      </w:r>
      <w:r w:rsidR="00EB5AE8" w:rsidRPr="00EB5AE8">
        <w:t>«ЗАЛЕСНОЕ» (ИНН 5228055729), с. Ильино-</w:t>
      </w:r>
      <w:proofErr w:type="spellStart"/>
      <w:r w:rsidR="00EB5AE8" w:rsidRPr="00EB5AE8">
        <w:t>Заборское</w:t>
      </w:r>
      <w:proofErr w:type="spellEnd"/>
      <w:r w:rsidR="00EB5AE8" w:rsidRPr="00EB5AE8">
        <w:t xml:space="preserve"> городского округа Семеновский Нижегородской области</w:t>
      </w:r>
      <w:r w:rsidRPr="00851EB0">
        <w:rPr>
          <w:bCs/>
        </w:rPr>
        <w:t>,</w:t>
      </w:r>
      <w:r w:rsidRPr="007477BE">
        <w:t xml:space="preserve"> применять метод экономически обоснованных расходов (затрат).</w:t>
      </w:r>
    </w:p>
    <w:p w14:paraId="79EF170C" w14:textId="77777777" w:rsidR="00740FF7" w:rsidRPr="008068B0" w:rsidRDefault="00196EC0" w:rsidP="00516CC9">
      <w:pPr>
        <w:pStyle w:val="ac"/>
        <w:spacing w:line="276" w:lineRule="auto"/>
        <w:ind w:firstLine="709"/>
        <w:rPr>
          <w:bCs/>
        </w:rPr>
      </w:pPr>
      <w:r>
        <w:rPr>
          <w:b/>
        </w:rPr>
        <w:t>2</w:t>
      </w:r>
      <w:r w:rsidR="00EF47AC" w:rsidRPr="008068B0">
        <w:rPr>
          <w:b/>
        </w:rPr>
        <w:t>.</w:t>
      </w:r>
      <w:r w:rsidR="00EF47AC" w:rsidRPr="008068B0">
        <w:t xml:space="preserve"> Установить </w:t>
      </w:r>
      <w:r w:rsidR="00150FDE">
        <w:t xml:space="preserve">ОБЩЕСТВУ С ОГРАНИЧЕННОЙ ОТВЕТСТВЕННОСТЬЮ </w:t>
      </w:r>
      <w:r w:rsidR="00EB5AE8" w:rsidRPr="00EB5AE8">
        <w:t>«</w:t>
      </w:r>
      <w:proofErr w:type="gramStart"/>
      <w:r w:rsidR="00EB5AE8" w:rsidRPr="00EB5AE8">
        <w:t>ЗАЛЕСНОЕ</w:t>
      </w:r>
      <w:proofErr w:type="gramEnd"/>
      <w:r w:rsidR="00EB5AE8" w:rsidRPr="00EB5AE8">
        <w:t>» (ИНН 5228055729), с. Ильино-</w:t>
      </w:r>
      <w:proofErr w:type="spellStart"/>
      <w:r w:rsidR="00EB5AE8" w:rsidRPr="00EB5AE8">
        <w:t>Заборское</w:t>
      </w:r>
      <w:proofErr w:type="spellEnd"/>
      <w:r w:rsidR="00EB5AE8" w:rsidRPr="00EB5AE8">
        <w:t xml:space="preserve"> городского округа Семеновский Нижегородской области</w:t>
      </w:r>
      <w:r w:rsidR="00A3571D" w:rsidRPr="00851EB0">
        <w:t xml:space="preserve">, </w:t>
      </w:r>
      <w:r w:rsidR="00EF47AC" w:rsidRPr="00175AC5">
        <w:rPr>
          <w:b/>
        </w:rPr>
        <w:t xml:space="preserve">тарифы на тепловую энергию (мощность), </w:t>
      </w:r>
      <w:r w:rsidR="00EF47AC" w:rsidRPr="008068B0">
        <w:t xml:space="preserve">поставляемую </w:t>
      </w:r>
      <w:r w:rsidR="00175AC5">
        <w:t xml:space="preserve">потребителям </w:t>
      </w:r>
      <w:r w:rsidR="00EB5AE8" w:rsidRPr="00EB5AE8">
        <w:t>городского округа Семеновский Нижегородской области</w:t>
      </w:r>
      <w:r w:rsidR="00740FF7" w:rsidRPr="008068B0">
        <w:rPr>
          <w:bCs/>
        </w:rPr>
        <w:t>,</w:t>
      </w:r>
      <w:r w:rsidR="00740FF7" w:rsidRPr="008068B0">
        <w:t xml:space="preserve"> </w:t>
      </w:r>
      <w:r w:rsidR="00826936" w:rsidRPr="008068B0">
        <w:rPr>
          <w:bCs/>
        </w:rPr>
        <w:t xml:space="preserve">согласно </w:t>
      </w:r>
      <w:r w:rsidR="00D00B09">
        <w:rPr>
          <w:bCs/>
        </w:rPr>
        <w:t>Приложению</w:t>
      </w:r>
      <w:r w:rsidR="00740FF7" w:rsidRPr="008068B0">
        <w:rPr>
          <w:bCs/>
        </w:rPr>
        <w:t>.</w:t>
      </w:r>
    </w:p>
    <w:p w14:paraId="64542922" w14:textId="77777777" w:rsidR="00EB5AE8" w:rsidRPr="00EB5AE8" w:rsidRDefault="00196EC0" w:rsidP="00EB5AE8">
      <w:pPr>
        <w:pStyle w:val="ac"/>
        <w:spacing w:line="276" w:lineRule="auto"/>
        <w:ind w:firstLine="709"/>
        <w:rPr>
          <w:szCs w:val="24"/>
        </w:rPr>
      </w:pPr>
      <w:r w:rsidRPr="005A2A40">
        <w:rPr>
          <w:b/>
        </w:rPr>
        <w:t>3</w:t>
      </w:r>
      <w:r w:rsidR="008068B0" w:rsidRPr="005A2A40">
        <w:rPr>
          <w:b/>
        </w:rPr>
        <w:t>.</w:t>
      </w:r>
      <w:r w:rsidR="00A3571D" w:rsidRPr="005A2A40">
        <w:rPr>
          <w:noProof/>
        </w:rPr>
        <w:t xml:space="preserve"> </w:t>
      </w:r>
      <w:r w:rsidR="00150FDE">
        <w:t>ОБЩЕСТВО</w:t>
      </w:r>
      <w:r w:rsidR="00150FDE" w:rsidRPr="00150FDE">
        <w:t xml:space="preserve"> С ОГРАНИЧЕННОЙ ОТВЕТСТВЕННОСТЬЮ </w:t>
      </w:r>
      <w:r w:rsidR="00EB5AE8" w:rsidRPr="00EB5AE8">
        <w:t>«ЗАЛЕСНОЕ» (ИНН 5228055729), с. Ильино-</w:t>
      </w:r>
      <w:proofErr w:type="spellStart"/>
      <w:r w:rsidR="00EB5AE8" w:rsidRPr="00EB5AE8">
        <w:t>Заборское</w:t>
      </w:r>
      <w:proofErr w:type="spellEnd"/>
      <w:r w:rsidR="00EB5AE8" w:rsidRPr="00EB5AE8">
        <w:t xml:space="preserve"> городского округа Семеновский Нижегородской области</w:t>
      </w:r>
      <w:r w:rsidR="00A3571D" w:rsidRPr="00851EB0">
        <w:rPr>
          <w:noProof/>
        </w:rPr>
        <w:t xml:space="preserve">, </w:t>
      </w:r>
      <w:proofErr w:type="gramStart"/>
      <w:r w:rsidR="00EB5AE8" w:rsidRPr="00EB5AE8">
        <w:rPr>
          <w:szCs w:val="24"/>
        </w:rPr>
        <w:t>применяет упрощенную систему налогообложения и не является</w:t>
      </w:r>
      <w:proofErr w:type="gramEnd"/>
      <w:r w:rsidR="00EB5AE8" w:rsidRPr="00EB5AE8">
        <w:rPr>
          <w:szCs w:val="24"/>
        </w:rPr>
        <w:t xml:space="preserve"> плательщиком НДС  в соответствии со </w:t>
      </w:r>
      <w:hyperlink r:id="rId10" w:history="1">
        <w:r w:rsidR="00EB5AE8" w:rsidRPr="00EB5AE8">
          <w:rPr>
            <w:rStyle w:val="a7"/>
            <w:szCs w:val="24"/>
          </w:rPr>
          <w:t>ст. 346</w:t>
        </w:r>
        <w:r w:rsidR="00EB5AE8" w:rsidRPr="00EB5AE8">
          <w:rPr>
            <w:rStyle w:val="a7"/>
            <w:szCs w:val="24"/>
            <w:vertAlign w:val="superscript"/>
          </w:rPr>
          <w:t>11</w:t>
        </w:r>
        <w:r w:rsidR="00EB5AE8" w:rsidRPr="00EB5AE8">
          <w:rPr>
            <w:rStyle w:val="a7"/>
            <w:szCs w:val="24"/>
          </w:rPr>
          <w:t xml:space="preserve"> главы 26</w:t>
        </w:r>
        <w:r w:rsidR="00EB5AE8" w:rsidRPr="00EB5AE8">
          <w:rPr>
            <w:rStyle w:val="a7"/>
            <w:szCs w:val="24"/>
            <w:vertAlign w:val="superscript"/>
          </w:rPr>
          <w:t>2</w:t>
        </w:r>
      </w:hyperlink>
      <w:r w:rsidR="00EB5AE8" w:rsidRPr="00EB5AE8">
        <w:rPr>
          <w:szCs w:val="24"/>
        </w:rPr>
        <w:t xml:space="preserve"> Налогового кодекса Российской Федерации.</w:t>
      </w:r>
    </w:p>
    <w:p w14:paraId="0BBAEE46" w14:textId="77777777" w:rsidR="00F23FCC" w:rsidRPr="00F23FCC" w:rsidRDefault="00EB5AE8" w:rsidP="00EB5AE8">
      <w:pPr>
        <w:pStyle w:val="ac"/>
        <w:spacing w:line="276" w:lineRule="auto"/>
        <w:ind w:firstLine="708"/>
        <w:rPr>
          <w:szCs w:val="24"/>
        </w:rPr>
      </w:pPr>
      <w:r w:rsidRPr="00EB5AE8">
        <w:rPr>
          <w:szCs w:val="24"/>
        </w:rPr>
        <w:lastRenderedPageBreak/>
        <w:t xml:space="preserve">Расходы, учтенные при формировании </w:t>
      </w:r>
      <w:hyperlink r:id="rId11" w:history="1">
        <w:r w:rsidRPr="00EB5AE8">
          <w:rPr>
            <w:rStyle w:val="a7"/>
            <w:szCs w:val="24"/>
          </w:rPr>
          <w:t>тарифов</w:t>
        </w:r>
      </w:hyperlink>
      <w:r w:rsidRPr="00EB5AE8">
        <w:rPr>
          <w:szCs w:val="24"/>
        </w:rPr>
        <w:t>, установленных настоящим решением, рассчитаны с учетом системы налогообложения, действующей в организации на момент вынесения решения</w:t>
      </w:r>
      <w:r w:rsidR="00F23FCC" w:rsidRPr="00F23FCC">
        <w:rPr>
          <w:szCs w:val="24"/>
        </w:rPr>
        <w:t>.</w:t>
      </w:r>
    </w:p>
    <w:p w14:paraId="1D539CA5" w14:textId="77777777" w:rsidR="00F23FCC" w:rsidRPr="00F23FCC" w:rsidRDefault="00F23FCC" w:rsidP="00F23FCC">
      <w:pPr>
        <w:pStyle w:val="ac"/>
        <w:spacing w:line="276" w:lineRule="auto"/>
        <w:ind w:firstLine="708"/>
        <w:rPr>
          <w:noProof/>
          <w:highlight w:val="yellow"/>
        </w:rPr>
      </w:pPr>
      <w:r w:rsidRPr="00F23FCC">
        <w:rPr>
          <w:b/>
          <w:bCs/>
          <w:szCs w:val="24"/>
        </w:rPr>
        <w:t xml:space="preserve"> </w:t>
      </w:r>
      <w:r w:rsidR="00196EC0">
        <w:rPr>
          <w:b/>
          <w:bCs/>
          <w:noProof/>
        </w:rPr>
        <w:t>4</w:t>
      </w:r>
      <w:r w:rsidR="00A3571D" w:rsidRPr="00A3571D">
        <w:rPr>
          <w:b/>
          <w:bCs/>
          <w:noProof/>
        </w:rPr>
        <w:t>.</w:t>
      </w:r>
      <w:r w:rsidR="00196EC0">
        <w:rPr>
          <w:noProof/>
        </w:rPr>
        <w:t xml:space="preserve"> </w:t>
      </w:r>
      <w:proofErr w:type="gramStart"/>
      <w:r w:rsidRPr="00F23FCC">
        <w:rPr>
          <w:noProof/>
        </w:rPr>
        <w:t xml:space="preserve">В связи с тем, что в отношении ОБЩЕСТВА С ОГРАНИЧЕННОЙ ОТВЕТСТВЕННОСТЬЮ </w:t>
      </w:r>
      <w:r w:rsidR="00EB5AE8" w:rsidRPr="00EB5AE8">
        <w:rPr>
          <w:noProof/>
        </w:rPr>
        <w:t>«ЗАЛЕСНОЕ» (ИНН 5228055729), с. Ильино-Заборское городского округа Семеновский Нижегородской области</w:t>
      </w:r>
      <w:r w:rsidRPr="00F23FCC">
        <w:rPr>
          <w:noProof/>
        </w:rPr>
        <w:t>, государственное регулирование в сфере теплоснабжения ранее не осуществлялось, и на основании пункта 7 Правил регулирования цен (тарифов) в сфере теплоснабжения, утвержденных постановлением Правительства Российской Ф</w:t>
      </w:r>
      <w:r>
        <w:rPr>
          <w:noProof/>
        </w:rPr>
        <w:t>едерации от 22 октября 2012 г. №</w:t>
      </w:r>
      <w:r w:rsidRPr="00F23FCC">
        <w:rPr>
          <w:noProof/>
        </w:rPr>
        <w:t xml:space="preserve"> 1075, тарифы, установленные пунктом 2 настоящ</w:t>
      </w:r>
      <w:r>
        <w:rPr>
          <w:noProof/>
        </w:rPr>
        <w:t>его</w:t>
      </w:r>
      <w:r w:rsidR="00EB5AE8">
        <w:rPr>
          <w:noProof/>
        </w:rPr>
        <w:t xml:space="preserve"> решения, действуют с</w:t>
      </w:r>
      <w:proofErr w:type="gramEnd"/>
      <w:r w:rsidR="00EB5AE8">
        <w:rPr>
          <w:noProof/>
        </w:rPr>
        <w:t xml:space="preserve"> 1 сентября</w:t>
      </w:r>
      <w:r w:rsidRPr="00F23FCC">
        <w:rPr>
          <w:noProof/>
        </w:rPr>
        <w:t xml:space="preserve"> по 31 декабря 2020 г. включительно.</w:t>
      </w:r>
    </w:p>
    <w:p w14:paraId="2BAD15AC" w14:textId="77777777" w:rsidR="00BB34BC" w:rsidRDefault="00BB34BC" w:rsidP="00F23FCC">
      <w:pPr>
        <w:pStyle w:val="ac"/>
        <w:spacing w:line="276" w:lineRule="auto"/>
        <w:ind w:firstLine="708"/>
        <w:rPr>
          <w:noProof/>
        </w:rPr>
      </w:pPr>
    </w:p>
    <w:p w14:paraId="2A253603" w14:textId="77777777" w:rsidR="00BB34BC" w:rsidRDefault="00BB34BC" w:rsidP="00516CC9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</w:p>
    <w:p w14:paraId="7095D25A" w14:textId="77777777" w:rsidR="007D3F68" w:rsidRPr="008068B0" w:rsidRDefault="007D3F68" w:rsidP="00FC4CBA">
      <w:pPr>
        <w:tabs>
          <w:tab w:val="left" w:pos="1897"/>
        </w:tabs>
        <w:rPr>
          <w:szCs w:val="28"/>
        </w:rPr>
      </w:pPr>
    </w:p>
    <w:p w14:paraId="3EB3A88D" w14:textId="77777777" w:rsidR="00AF2F7B" w:rsidRDefault="00AF2F7B" w:rsidP="00AF2F7B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14:paraId="0D560BC2" w14:textId="77777777" w:rsidR="00AF2F7B" w:rsidRDefault="00AF2F7B" w:rsidP="00AF2F7B">
      <w:pPr>
        <w:tabs>
          <w:tab w:val="left" w:pos="1897"/>
        </w:tabs>
        <w:spacing w:line="276" w:lineRule="auto"/>
        <w:rPr>
          <w:szCs w:val="28"/>
        </w:rPr>
      </w:pPr>
    </w:p>
    <w:p w14:paraId="390DBF7C" w14:textId="77777777"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14:paraId="5F77BFC0" w14:textId="77777777"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14:paraId="10042270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09A9D591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5372DBF7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86D66B9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180AB8CD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6E605208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0037FAA4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E971142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047E0D37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2CD989F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5464FAF4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40FC51C2" w14:textId="77777777"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14:paraId="2AD967A1" w14:textId="77777777" w:rsidR="00196EC0" w:rsidRDefault="00196EC0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1695165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0647B96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59E618E9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6B568061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087EBFE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297558B3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14:paraId="15D89463" w14:textId="77777777"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740FF7" w:rsidRPr="00740FF7" w14:paraId="20E2D83E" w14:textId="77777777" w:rsidTr="00740FF7">
        <w:trPr>
          <w:trHeight w:val="1526"/>
        </w:trPr>
        <w:tc>
          <w:tcPr>
            <w:tcW w:w="4997" w:type="dxa"/>
          </w:tcPr>
          <w:p w14:paraId="30C146C6" w14:textId="77777777" w:rsidR="00740FF7" w:rsidRPr="00740FF7" w:rsidRDefault="00740FF7" w:rsidP="00740FF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14:paraId="01C4E53D" w14:textId="77777777" w:rsidR="00740FF7" w:rsidRPr="00740FF7" w:rsidRDefault="00D00B09" w:rsidP="00740FF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14:paraId="799AF753" w14:textId="77777777" w:rsidR="00740FF7" w:rsidRPr="00740FF7" w:rsidRDefault="00740FF7" w:rsidP="00851EB0">
            <w:pPr>
              <w:tabs>
                <w:tab w:val="left" w:pos="1897"/>
              </w:tabs>
              <w:jc w:val="center"/>
            </w:pPr>
            <w:r w:rsidRPr="00740FF7">
              <w:t xml:space="preserve">к решению региональной службы </w:t>
            </w:r>
          </w:p>
          <w:p w14:paraId="490F24C3" w14:textId="77777777" w:rsidR="00740FF7" w:rsidRPr="00740FF7" w:rsidRDefault="00740FF7" w:rsidP="00851EB0">
            <w:pPr>
              <w:tabs>
                <w:tab w:val="left" w:pos="1897"/>
              </w:tabs>
              <w:jc w:val="center"/>
            </w:pPr>
            <w:r w:rsidRPr="00740FF7">
              <w:t xml:space="preserve">по тарифам Нижегородской области </w:t>
            </w:r>
          </w:p>
          <w:p w14:paraId="6502361D" w14:textId="330166B8" w:rsidR="00740FF7" w:rsidRPr="00740FF7" w:rsidRDefault="00E9112C" w:rsidP="00BB34BC">
            <w:pPr>
              <w:tabs>
                <w:tab w:val="left" w:pos="1897"/>
              </w:tabs>
              <w:jc w:val="center"/>
            </w:pPr>
            <w:r>
              <w:t>от 25</w:t>
            </w:r>
            <w:r w:rsidR="00EB5AE8">
              <w:t xml:space="preserve"> августа</w:t>
            </w:r>
            <w:r w:rsidR="00851EB0">
              <w:t xml:space="preserve"> </w:t>
            </w:r>
            <w:r w:rsidR="00BB34BC">
              <w:t>2020</w:t>
            </w:r>
            <w:r w:rsidR="00D00B09">
              <w:t xml:space="preserve"> г.</w:t>
            </w:r>
            <w:r w:rsidR="00740FF7" w:rsidRPr="00740FF7">
              <w:t xml:space="preserve"> № </w:t>
            </w:r>
            <w:r w:rsidR="00780F01">
              <w:t>31/3</w:t>
            </w:r>
            <w:bookmarkStart w:id="2" w:name="_GoBack"/>
            <w:bookmarkEnd w:id="2"/>
          </w:p>
        </w:tc>
      </w:tr>
    </w:tbl>
    <w:p w14:paraId="398E96F8" w14:textId="77777777" w:rsidR="00150FDE" w:rsidRDefault="00740FF7" w:rsidP="00D00B09">
      <w:pPr>
        <w:jc w:val="center"/>
        <w:rPr>
          <w:b/>
        </w:rPr>
      </w:pPr>
      <w:r w:rsidRPr="00EF47AC">
        <w:rPr>
          <w:b/>
          <w:szCs w:val="28"/>
        </w:rPr>
        <w:t>Тарифы на тепловую энергию (</w:t>
      </w:r>
      <w:r w:rsidRPr="00C72322">
        <w:rPr>
          <w:b/>
          <w:szCs w:val="28"/>
        </w:rPr>
        <w:t xml:space="preserve">мощность), поставляемую </w:t>
      </w:r>
      <w:r w:rsidR="00851EB0">
        <w:rPr>
          <w:b/>
          <w:szCs w:val="28"/>
        </w:rPr>
        <w:br/>
      </w:r>
      <w:r w:rsidR="00150FDE" w:rsidRPr="00150FDE">
        <w:rPr>
          <w:b/>
        </w:rPr>
        <w:t xml:space="preserve">ОБЩЕСТВОМ С ОГРАНИЧЕННОЙ ОТВЕТСТВЕННОСТЬЮ </w:t>
      </w:r>
      <w:r w:rsidR="00EB5AE8" w:rsidRPr="00EB5AE8">
        <w:rPr>
          <w:b/>
        </w:rPr>
        <w:t>«ЗАЛЕСНОЕ» (ИНН 5228055729), с. Ильино-</w:t>
      </w:r>
      <w:proofErr w:type="spellStart"/>
      <w:r w:rsidR="00EB5AE8" w:rsidRPr="00EB5AE8">
        <w:rPr>
          <w:b/>
        </w:rPr>
        <w:t>Заборское</w:t>
      </w:r>
      <w:proofErr w:type="spellEnd"/>
      <w:r w:rsidR="00EB5AE8" w:rsidRPr="00EB5AE8">
        <w:rPr>
          <w:b/>
        </w:rPr>
        <w:t xml:space="preserve"> городского округа Семеновский Нижегородской области</w:t>
      </w:r>
      <w:r w:rsidR="00D00B09">
        <w:rPr>
          <w:b/>
        </w:rPr>
        <w:t>,</w:t>
      </w:r>
      <w:r w:rsidR="00D00B09" w:rsidRPr="00D00B09">
        <w:rPr>
          <w:sz w:val="24"/>
          <w:szCs w:val="24"/>
        </w:rPr>
        <w:t xml:space="preserve"> </w:t>
      </w:r>
      <w:r w:rsidR="00D00B09" w:rsidRPr="00D00B09">
        <w:rPr>
          <w:b/>
        </w:rPr>
        <w:t xml:space="preserve">потребителям </w:t>
      </w:r>
      <w:r w:rsidR="00EB5AE8" w:rsidRPr="00EB5AE8">
        <w:rPr>
          <w:b/>
        </w:rPr>
        <w:t>городского округа Семеновский Нижегородской области</w:t>
      </w:r>
    </w:p>
    <w:p w14:paraId="2E4276C5" w14:textId="77777777" w:rsidR="00EB5AE8" w:rsidRPr="00D00B09" w:rsidRDefault="00EB5AE8" w:rsidP="00D00B09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68"/>
        <w:gridCol w:w="1762"/>
        <w:gridCol w:w="1416"/>
        <w:gridCol w:w="2390"/>
      </w:tblGrid>
      <w:tr w:rsidR="001B0637" w:rsidRPr="00EF46F1" w14:paraId="0BFB1193" w14:textId="77777777" w:rsidTr="00E36EB1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32C4" w14:textId="77777777" w:rsidR="001B0637" w:rsidRPr="00EF46F1" w:rsidRDefault="001B0637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F46F1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EF46F1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62D2" w14:textId="77777777" w:rsidR="001B0637" w:rsidRPr="00EF46F1" w:rsidRDefault="001B0637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CF0F" w14:textId="77777777" w:rsidR="001B0637" w:rsidRPr="00EF46F1" w:rsidRDefault="001B0637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AA31D6" w14:textId="77777777" w:rsidR="001B0637" w:rsidRPr="00EF46F1" w:rsidRDefault="001B0637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D234" w14:textId="77777777" w:rsidR="001B0637" w:rsidRPr="00EF46F1" w:rsidRDefault="001B0637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1B0637" w:rsidRPr="00EF46F1" w14:paraId="55245054" w14:textId="77777777" w:rsidTr="00E36EB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F178" w14:textId="77777777" w:rsidR="001B0637" w:rsidRPr="00EF46F1" w:rsidRDefault="001B0637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63DC" w14:textId="77777777" w:rsidR="001B0637" w:rsidRPr="00EF46F1" w:rsidRDefault="001B0637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AB8A" w14:textId="77777777" w:rsidR="001B0637" w:rsidRPr="00EF46F1" w:rsidRDefault="001B0637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A4F3" w14:textId="77777777" w:rsidR="001B0637" w:rsidRPr="00EF46F1" w:rsidRDefault="001B0637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5D39E" w14:textId="77777777" w:rsidR="001B0637" w:rsidRDefault="001B0637" w:rsidP="00FC4C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 1 сентября по 31 декабря </w:t>
            </w:r>
          </w:p>
        </w:tc>
      </w:tr>
      <w:tr w:rsidR="00851EB0" w:rsidRPr="00EF46F1" w14:paraId="43D4FC94" w14:textId="77777777" w:rsidTr="00BB34BC">
        <w:trPr>
          <w:trHeight w:val="284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9123" w14:textId="77777777" w:rsidR="00851EB0" w:rsidRPr="00EF46F1" w:rsidRDefault="00851EB0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2AFA" w14:textId="3940E4DC" w:rsidR="00851EB0" w:rsidRPr="00FC4CBA" w:rsidRDefault="00F23FCC" w:rsidP="0077081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23FCC">
              <w:rPr>
                <w:sz w:val="22"/>
                <w:szCs w:val="22"/>
                <w:lang w:eastAsia="en-US"/>
              </w:rPr>
              <w:t xml:space="preserve">ОБЩЕСТВО С ОГРАНИЧЕННОЙ ОТВЕТСТВЕННОСТЬЮ </w:t>
            </w:r>
            <w:r w:rsidR="00CC4CE6">
              <w:rPr>
                <w:sz w:val="22"/>
                <w:szCs w:val="22"/>
                <w:lang w:eastAsia="en-US"/>
              </w:rPr>
              <w:br/>
            </w:r>
            <w:r w:rsidR="00EB5AE8" w:rsidRPr="00EB5AE8">
              <w:rPr>
                <w:sz w:val="22"/>
                <w:szCs w:val="22"/>
                <w:lang w:eastAsia="en-US"/>
              </w:rPr>
              <w:t xml:space="preserve">«ЗАЛЕСНОЕ» </w:t>
            </w:r>
            <w:r w:rsidR="00770812">
              <w:rPr>
                <w:sz w:val="22"/>
                <w:szCs w:val="22"/>
                <w:lang w:eastAsia="en-US"/>
              </w:rPr>
              <w:br/>
            </w:r>
            <w:r w:rsidR="00EB5AE8" w:rsidRPr="00EB5AE8">
              <w:rPr>
                <w:sz w:val="22"/>
                <w:szCs w:val="22"/>
                <w:lang w:eastAsia="en-US"/>
              </w:rPr>
              <w:t>(ИНН 5228055729), с. Ильино-</w:t>
            </w:r>
            <w:proofErr w:type="spellStart"/>
            <w:r w:rsidR="00EB5AE8" w:rsidRPr="00EB5AE8">
              <w:rPr>
                <w:sz w:val="22"/>
                <w:szCs w:val="22"/>
                <w:lang w:eastAsia="en-US"/>
              </w:rPr>
              <w:t>Заборское</w:t>
            </w:r>
            <w:proofErr w:type="spellEnd"/>
            <w:r w:rsidR="00EB5AE8" w:rsidRPr="00EB5AE8">
              <w:rPr>
                <w:sz w:val="22"/>
                <w:szCs w:val="22"/>
                <w:lang w:eastAsia="en-US"/>
              </w:rPr>
              <w:t xml:space="preserve"> городского округа </w:t>
            </w:r>
            <w:proofErr w:type="gramStart"/>
            <w:r w:rsidR="00EB5AE8" w:rsidRPr="00EB5AE8">
              <w:rPr>
                <w:sz w:val="22"/>
                <w:szCs w:val="22"/>
                <w:lang w:eastAsia="en-US"/>
              </w:rPr>
              <w:t>Семеновский</w:t>
            </w:r>
            <w:proofErr w:type="gramEnd"/>
            <w:r w:rsidR="00EB5AE8" w:rsidRPr="00EB5AE8">
              <w:rPr>
                <w:sz w:val="22"/>
                <w:szCs w:val="22"/>
                <w:lang w:eastAsia="en-US"/>
              </w:rPr>
              <w:t xml:space="preserve"> Нижегородской области</w:t>
            </w:r>
          </w:p>
        </w:tc>
        <w:tc>
          <w:tcPr>
            <w:tcW w:w="5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C28A" w14:textId="77777777" w:rsidR="00851EB0" w:rsidRPr="00FC4CBA" w:rsidRDefault="00851EB0" w:rsidP="00FC4C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FC4CBA">
              <w:rPr>
                <w:b/>
                <w:bCs/>
                <w:sz w:val="21"/>
                <w:szCs w:val="21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B34BC" w:rsidRPr="00EF46F1" w14:paraId="31C45E63" w14:textId="77777777" w:rsidTr="00BB34BC">
        <w:trPr>
          <w:trHeight w:val="408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8870" w14:textId="77777777"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2640" w14:textId="77777777"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3EDD" w14:textId="77777777"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proofErr w:type="spellStart"/>
            <w:r w:rsidRPr="00FC4CBA">
              <w:rPr>
                <w:sz w:val="21"/>
                <w:szCs w:val="21"/>
                <w:lang w:eastAsia="en-US"/>
              </w:rPr>
              <w:t>одноставочный</w:t>
            </w:r>
            <w:proofErr w:type="spellEnd"/>
            <w:r w:rsidRPr="00FC4CBA">
              <w:rPr>
                <w:sz w:val="21"/>
                <w:szCs w:val="21"/>
                <w:lang w:eastAsia="en-US"/>
              </w:rPr>
              <w:t>, руб./Гкал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876A" w14:textId="77777777" w:rsidR="00BB34BC" w:rsidRPr="00FC4CBA" w:rsidRDefault="00BB34BC" w:rsidP="00FC4CBA">
            <w:pPr>
              <w:ind w:left="57" w:right="57"/>
              <w:jc w:val="center"/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D356" w14:textId="61332B80" w:rsidR="00BB34BC" w:rsidRDefault="0027165D" w:rsidP="00EC468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1736,28</w:t>
            </w:r>
          </w:p>
        </w:tc>
      </w:tr>
      <w:tr w:rsidR="00BB34BC" w:rsidRPr="00EF46F1" w14:paraId="534E86CC" w14:textId="77777777" w:rsidTr="00BB34BC">
        <w:trPr>
          <w:trHeight w:val="170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521" w14:textId="77777777"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32AC" w14:textId="77777777"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C89A" w14:textId="77777777"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Население (тарифы указаны с учетом НДС)</w:t>
            </w:r>
          </w:p>
        </w:tc>
      </w:tr>
      <w:tr w:rsidR="00BB34BC" w:rsidRPr="00EF46F1" w14:paraId="7D69D9FB" w14:textId="77777777" w:rsidTr="00BB34BC">
        <w:trPr>
          <w:trHeight w:val="192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2B8F" w14:textId="77777777"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D28F" w14:textId="77777777"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87F9" w14:textId="77777777"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proofErr w:type="spellStart"/>
            <w:r w:rsidRPr="00FC4CBA">
              <w:rPr>
                <w:sz w:val="21"/>
                <w:szCs w:val="21"/>
                <w:lang w:eastAsia="en-US"/>
              </w:rPr>
              <w:t>одноставочный</w:t>
            </w:r>
            <w:proofErr w:type="spellEnd"/>
            <w:r w:rsidRPr="00FC4CBA">
              <w:rPr>
                <w:sz w:val="21"/>
                <w:szCs w:val="21"/>
                <w:lang w:eastAsia="en-US"/>
              </w:rPr>
              <w:t>, руб./Гкал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3500" w14:textId="77777777" w:rsidR="00BB34BC" w:rsidRPr="00FC4CBA" w:rsidRDefault="00BB34BC" w:rsidP="00FC4CBA">
            <w:pPr>
              <w:ind w:left="57" w:right="57"/>
              <w:jc w:val="center"/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F6CC" w14:textId="0318A4DF" w:rsidR="00BB34BC" w:rsidRDefault="0027165D" w:rsidP="00EC468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</w:tbl>
    <w:p w14:paraId="60DC6559" w14:textId="77777777"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14:paraId="0228E838" w14:textId="77777777" w:rsidR="00EF46F1" w:rsidRDefault="00EF46F1" w:rsidP="00905B82">
      <w:pPr>
        <w:tabs>
          <w:tab w:val="left" w:pos="1897"/>
        </w:tabs>
        <w:spacing w:line="276" w:lineRule="auto"/>
        <w:rPr>
          <w:szCs w:val="28"/>
        </w:rPr>
      </w:pPr>
    </w:p>
    <w:p w14:paraId="76615A7F" w14:textId="77777777" w:rsidR="00EF46F1" w:rsidRDefault="00EF46F1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EF46F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3824F" w14:textId="77777777" w:rsidR="00C64A41" w:rsidRDefault="00C64A41">
      <w:r>
        <w:separator/>
      </w:r>
    </w:p>
  </w:endnote>
  <w:endnote w:type="continuationSeparator" w:id="0">
    <w:p w14:paraId="28CDDE1D" w14:textId="77777777"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9B626" w14:textId="77777777" w:rsidR="00C64A41" w:rsidRDefault="00C64A41">
      <w:r>
        <w:separator/>
      </w:r>
    </w:p>
  </w:footnote>
  <w:footnote w:type="continuationSeparator" w:id="0">
    <w:p w14:paraId="244E649B" w14:textId="77777777"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41843" w14:textId="77777777"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0A38134" w14:textId="77777777"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53A5A" w14:textId="77777777"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0F01">
      <w:rPr>
        <w:rStyle w:val="a9"/>
        <w:noProof/>
      </w:rPr>
      <w:t>2</w:t>
    </w:r>
    <w:r>
      <w:rPr>
        <w:rStyle w:val="a9"/>
      </w:rPr>
      <w:fldChar w:fldCharType="end"/>
    </w:r>
  </w:p>
  <w:p w14:paraId="29FC6F81" w14:textId="77777777"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B3D45" w14:textId="77777777" w:rsidR="00C64A41" w:rsidRDefault="00780F01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 w14:anchorId="3C11A623"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 w14:anchorId="0C1F5BFE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14:paraId="2A18D97F" w14:textId="77777777"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 wp14:anchorId="642971EA" wp14:editId="25040124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65C95C9" w14:textId="77777777"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14:paraId="78EAFFC8" w14:textId="77777777"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14:paraId="6A638B99" w14:textId="77777777"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14:paraId="07EF54D0" w14:textId="77777777"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14:paraId="03955614" w14:textId="77777777"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14:paraId="1313FEAE" w14:textId="77777777"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14:paraId="011E22A5" w14:textId="77777777"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14:paraId="7C23C7B7" w14:textId="77777777"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14:paraId="03B1A508" w14:textId="77777777"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14:paraId="5114D1FD" w14:textId="77777777"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33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B4B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00A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FDE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5AC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6EC0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637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60A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165D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A61"/>
    <w:rsid w:val="002B5BA2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73B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1C59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6B70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7C8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9A5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233F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6CC9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453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40"/>
    <w:rsid w:val="005A2F06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7F1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0812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0F01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6C84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EB0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25C8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07E4E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6905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0836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1D5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71D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A16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2F7B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3ED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DCA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4BC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27E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556"/>
    <w:rsid w:val="00CB2957"/>
    <w:rsid w:val="00CB2D82"/>
    <w:rsid w:val="00CB313C"/>
    <w:rsid w:val="00CB36F8"/>
    <w:rsid w:val="00CB397E"/>
    <w:rsid w:val="00CB6365"/>
    <w:rsid w:val="00CB647E"/>
    <w:rsid w:val="00CB6C04"/>
    <w:rsid w:val="00CB76CC"/>
    <w:rsid w:val="00CC0EA0"/>
    <w:rsid w:val="00CC183A"/>
    <w:rsid w:val="00CC47F1"/>
    <w:rsid w:val="00CC4CE6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0B09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4B42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12C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5AE8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6F1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1F91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3FC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C77"/>
    <w:rsid w:val="00FB6FD2"/>
    <w:rsid w:val="00FB761F"/>
    <w:rsid w:val="00FB76B5"/>
    <w:rsid w:val="00FC03BD"/>
    <w:rsid w:val="00FC132D"/>
    <w:rsid w:val="00FC1BBB"/>
    <w:rsid w:val="00FC34C3"/>
    <w:rsid w:val="00FC36BD"/>
    <w:rsid w:val="00FC3975"/>
    <w:rsid w:val="00FC3CD7"/>
    <w:rsid w:val="00FC40D3"/>
    <w:rsid w:val="00FC4CBA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  <w14:docId w14:val="65EFA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6FEE67154EA0A0D45B26B00513340DDBCEFF0A8B35FA469D8FFC581312A5C7EF3D63BEBCFDBD92B08BAC4CA60DD9B9E04708895B41129686BDF9539w5h0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1A531F20B23EA6D91320313855758B4C42D8DB7BCD83499C53A7309241220EE2C29F510F2C37FB5u8ZC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972</TotalTime>
  <Pages>3</Pages>
  <Words>379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20</cp:revision>
  <cp:lastPrinted>2018-12-11T09:01:00Z</cp:lastPrinted>
  <dcterms:created xsi:type="dcterms:W3CDTF">2020-07-17T06:42:00Z</dcterms:created>
  <dcterms:modified xsi:type="dcterms:W3CDTF">2020-08-24T08:59:00Z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