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317A66D8" w14:textId="77777777" w:rsidTr="00F84A4D">
        <w:trPr>
          <w:trHeight w:val="993"/>
        </w:trPr>
        <w:tc>
          <w:tcPr>
            <w:tcW w:w="9815" w:type="dxa"/>
            <w:gridSpan w:val="5"/>
          </w:tcPr>
          <w:p w14:paraId="3DF6784D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371F3B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59FBA34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4BB726FF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4C5FD0C3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2D8B7A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F0A9AAD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74DC8EE0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C6211C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950B01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7F85E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240767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E0E5A2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A53B3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8DEB8C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36287E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6055169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510F97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73F3FA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079689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CAF60C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F204A9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4D9972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A89BF3E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00FBF95A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3FC84496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56A0D981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5D99906A" w14:textId="77777777" w:rsidR="0085764D" w:rsidRDefault="00EC50B3" w:rsidP="00F31398">
            <w:pPr>
              <w:jc w:val="center"/>
            </w:pPr>
            <w:r>
              <w:t>31.07</w:t>
            </w:r>
            <w:r w:rsidR="0040090D">
              <w:t>.</w:t>
            </w:r>
            <w:r w:rsidR="008D086D">
              <w:t>2020</w:t>
            </w:r>
            <w:r w:rsidR="004F407E">
              <w:t xml:space="preserve"> г.</w:t>
            </w:r>
          </w:p>
        </w:tc>
        <w:tc>
          <w:tcPr>
            <w:tcW w:w="4604" w:type="dxa"/>
            <w:vAlign w:val="bottom"/>
          </w:tcPr>
          <w:p w14:paraId="67461E7B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080C302D" w14:textId="5A532AD4" w:rsidR="0085764D" w:rsidRDefault="00230005" w:rsidP="00E20A3C">
            <w:pPr>
              <w:tabs>
                <w:tab w:val="center" w:pos="2160"/>
              </w:tabs>
              <w:ind w:left="-108"/>
              <w:jc w:val="center"/>
            </w:pPr>
            <w:r>
              <w:t>28/5</w:t>
            </w:r>
          </w:p>
        </w:tc>
      </w:tr>
      <w:tr w:rsidR="0085764D" w14:paraId="6BC3B8AD" w14:textId="77777777" w:rsidTr="00724D9A">
        <w:trPr>
          <w:trHeight w:hRule="exact" w:val="619"/>
        </w:trPr>
        <w:tc>
          <w:tcPr>
            <w:tcW w:w="9815" w:type="dxa"/>
            <w:gridSpan w:val="5"/>
          </w:tcPr>
          <w:p w14:paraId="73C51BAD" w14:textId="77777777" w:rsidR="0085764D" w:rsidRDefault="0085764D" w:rsidP="00F84A4D"/>
        </w:tc>
      </w:tr>
      <w:tr w:rsidR="0085764D" w14:paraId="3E438BBF" w14:textId="77777777" w:rsidTr="00F84A4D">
        <w:trPr>
          <w:trHeight w:val="826"/>
        </w:trPr>
        <w:tc>
          <w:tcPr>
            <w:tcW w:w="1951" w:type="dxa"/>
          </w:tcPr>
          <w:p w14:paraId="4E90B65D" w14:textId="77777777" w:rsidR="0085764D" w:rsidRDefault="0085764D" w:rsidP="00F84A4D"/>
        </w:tc>
        <w:tc>
          <w:tcPr>
            <w:tcW w:w="6095" w:type="dxa"/>
            <w:gridSpan w:val="3"/>
          </w:tcPr>
          <w:p w14:paraId="20B0EED2" w14:textId="77777777" w:rsidR="00DD2235" w:rsidRDefault="008D086D" w:rsidP="00DD22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Об установлении   МУНИЦИПАЛЬНОМУ УНИТАРНОМУ ПРЕДПРИЯТИЮ «ЖИЛИЩНО-КОММУНАЛЬНОЕ ХОЗЯЙСТВО ЛЫСКОВСКОГО РАЙОНА» (ИНН 5222070569), г. </w:t>
            </w:r>
            <w:proofErr w:type="spellStart"/>
            <w:r>
              <w:rPr>
                <w:bCs/>
              </w:rPr>
              <w:t>Лысково</w:t>
            </w:r>
            <w:proofErr w:type="spellEnd"/>
            <w:r>
              <w:rPr>
                <w:bCs/>
              </w:rPr>
              <w:t xml:space="preserve"> Нижегородской области</w:t>
            </w:r>
            <w:r w:rsidR="0040090D" w:rsidRPr="0040090D">
              <w:rPr>
                <w:bCs/>
                <w:szCs w:val="28"/>
              </w:rPr>
              <w:t xml:space="preserve">, тарифов в сфере холодного водоснабжения и водоотведения для потребителей </w:t>
            </w:r>
            <w:proofErr w:type="spellStart"/>
            <w:r>
              <w:rPr>
                <w:bCs/>
              </w:rPr>
              <w:t>Лысковского</w:t>
            </w:r>
            <w:proofErr w:type="spellEnd"/>
            <w:r>
              <w:rPr>
                <w:bCs/>
              </w:rPr>
              <w:t xml:space="preserve"> муниципального </w:t>
            </w:r>
            <w:r w:rsidR="00A772A7">
              <w:rPr>
                <w:bCs/>
              </w:rPr>
              <w:t>округа</w:t>
            </w:r>
            <w:r>
              <w:rPr>
                <w:bCs/>
              </w:rPr>
              <w:t xml:space="preserve"> Нижегородской области</w:t>
            </w:r>
            <w:r w:rsidR="00DD2235">
              <w:rPr>
                <w:bCs/>
              </w:rPr>
              <w:t xml:space="preserve"> </w:t>
            </w:r>
          </w:p>
          <w:p w14:paraId="3EC6AA62" w14:textId="77777777" w:rsidR="00DD2235" w:rsidRDefault="00DD2235" w:rsidP="00DD223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 о признании </w:t>
            </w:r>
            <w:proofErr w:type="gramStart"/>
            <w:r>
              <w:rPr>
                <w:bCs/>
              </w:rPr>
              <w:t>утратившими</w:t>
            </w:r>
            <w:proofErr w:type="gramEnd"/>
            <w:r>
              <w:rPr>
                <w:bCs/>
              </w:rPr>
              <w:t xml:space="preserve"> силу некоторых решений региональной службы по тарифам </w:t>
            </w:r>
          </w:p>
          <w:p w14:paraId="66833F00" w14:textId="77777777" w:rsidR="0085764D" w:rsidRPr="00A00799" w:rsidRDefault="00DD2235" w:rsidP="00DD2235">
            <w:pPr>
              <w:jc w:val="center"/>
              <w:rPr>
                <w:bCs/>
                <w:szCs w:val="28"/>
              </w:rPr>
            </w:pPr>
            <w:r>
              <w:rPr>
                <w:bCs/>
              </w:rPr>
              <w:t>Нижегородской области</w:t>
            </w:r>
          </w:p>
        </w:tc>
        <w:tc>
          <w:tcPr>
            <w:tcW w:w="1769" w:type="dxa"/>
          </w:tcPr>
          <w:p w14:paraId="5414D531" w14:textId="77777777" w:rsidR="0085764D" w:rsidRDefault="0085764D" w:rsidP="00F84A4D"/>
        </w:tc>
      </w:tr>
    </w:tbl>
    <w:p w14:paraId="4054FB26" w14:textId="77777777"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1733B5B4" w14:textId="77777777" w:rsidR="00261BEB" w:rsidRDefault="00261BEB" w:rsidP="00DE2B47">
      <w:pPr>
        <w:pStyle w:val="ac"/>
        <w:jc w:val="center"/>
        <w:rPr>
          <w:sz w:val="32"/>
        </w:rPr>
      </w:pPr>
    </w:p>
    <w:p w14:paraId="35CE6626" w14:textId="33979C47" w:rsidR="00D352F4" w:rsidRDefault="00D352F4" w:rsidP="00DE2B47">
      <w:pPr>
        <w:pStyle w:val="ac"/>
        <w:jc w:val="center"/>
      </w:pPr>
    </w:p>
    <w:p w14:paraId="4A319CA4" w14:textId="77777777" w:rsidR="00A82A27" w:rsidRPr="00DB3754" w:rsidRDefault="00A82A27" w:rsidP="00DE2B47">
      <w:pPr>
        <w:pStyle w:val="ac"/>
        <w:jc w:val="center"/>
      </w:pPr>
    </w:p>
    <w:p w14:paraId="6C531B70" w14:textId="2838A232" w:rsidR="0040090D" w:rsidRPr="0040090D" w:rsidRDefault="0040090D" w:rsidP="0040090D">
      <w:pPr>
        <w:spacing w:line="276" w:lineRule="auto"/>
        <w:ind w:firstLine="720"/>
        <w:jc w:val="both"/>
        <w:rPr>
          <w:szCs w:val="28"/>
        </w:rPr>
      </w:pPr>
      <w:proofErr w:type="gramStart"/>
      <w:r w:rsidRPr="0040090D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</w:t>
      </w:r>
      <w:r w:rsidR="00DE2B47">
        <w:rPr>
          <w:szCs w:val="28"/>
        </w:rPr>
        <w:t xml:space="preserve">ющих материалов, представленных </w:t>
      </w:r>
      <w:r w:rsidR="008D086D" w:rsidRPr="008D086D">
        <w:rPr>
          <w:bCs/>
          <w:szCs w:val="28"/>
        </w:rPr>
        <w:t xml:space="preserve">МУНИЦИПАЛЬНЫМ УНИТАРНЫМ ПРЕДПРИЯТИЕМ «ЖИЛИЩНО-КОММУНАЛЬНОЕ ХОЗЯЙСТВО ЛЫСКОВСКОГО РАЙОНА» (ИНН 5222070569), г. </w:t>
      </w:r>
      <w:proofErr w:type="spellStart"/>
      <w:r w:rsidR="008D086D" w:rsidRPr="008D086D">
        <w:rPr>
          <w:bCs/>
          <w:szCs w:val="28"/>
        </w:rPr>
        <w:t>Лысково</w:t>
      </w:r>
      <w:proofErr w:type="spellEnd"/>
      <w:r w:rsidR="008D086D" w:rsidRPr="008D086D">
        <w:rPr>
          <w:bCs/>
          <w:szCs w:val="28"/>
        </w:rPr>
        <w:t xml:space="preserve"> Нижегородской области</w:t>
      </w:r>
      <w:r w:rsidRPr="0040090D">
        <w:rPr>
          <w:szCs w:val="28"/>
        </w:rPr>
        <w:t xml:space="preserve">, экспертного заключения рег. </w:t>
      </w:r>
      <w:r w:rsidR="008D086D" w:rsidRPr="00983165">
        <w:rPr>
          <w:szCs w:val="28"/>
        </w:rPr>
        <w:t>№ в-</w:t>
      </w:r>
      <w:r w:rsidR="00983165" w:rsidRPr="00983165">
        <w:rPr>
          <w:szCs w:val="28"/>
        </w:rPr>
        <w:t>161</w:t>
      </w:r>
      <w:r w:rsidR="008D086D" w:rsidRPr="00983165">
        <w:rPr>
          <w:szCs w:val="28"/>
        </w:rPr>
        <w:t xml:space="preserve"> от</w:t>
      </w:r>
      <w:proofErr w:type="gramEnd"/>
      <w:r w:rsidR="008D086D" w:rsidRPr="00983165">
        <w:rPr>
          <w:szCs w:val="28"/>
        </w:rPr>
        <w:t xml:space="preserve"> </w:t>
      </w:r>
      <w:r w:rsidR="00983165" w:rsidRPr="00983165">
        <w:rPr>
          <w:szCs w:val="28"/>
        </w:rPr>
        <w:t>24 июля</w:t>
      </w:r>
      <w:r w:rsidR="008D086D" w:rsidRPr="00983165">
        <w:rPr>
          <w:szCs w:val="28"/>
        </w:rPr>
        <w:t xml:space="preserve"> 2020</w:t>
      </w:r>
      <w:r w:rsidR="008B0F7D" w:rsidRPr="00983165">
        <w:rPr>
          <w:szCs w:val="28"/>
        </w:rPr>
        <w:t xml:space="preserve"> г.:</w:t>
      </w:r>
    </w:p>
    <w:p w14:paraId="4B508C0D" w14:textId="77777777" w:rsidR="0040090D" w:rsidRPr="0040090D" w:rsidRDefault="0040090D" w:rsidP="0040090D">
      <w:pPr>
        <w:spacing w:line="276" w:lineRule="auto"/>
        <w:ind w:firstLine="720"/>
        <w:jc w:val="both"/>
        <w:rPr>
          <w:szCs w:val="28"/>
        </w:rPr>
      </w:pPr>
      <w:r w:rsidRPr="0040090D">
        <w:rPr>
          <w:b/>
          <w:bCs/>
          <w:szCs w:val="28"/>
        </w:rPr>
        <w:t>1.</w:t>
      </w:r>
      <w:r w:rsidRPr="0040090D">
        <w:rPr>
          <w:szCs w:val="28"/>
        </w:rPr>
        <w:t xml:space="preserve"> При установлении тарифов в сфере холодного водоснабжения</w:t>
      </w:r>
      <w:r w:rsidRPr="0040090D">
        <w:rPr>
          <w:bCs/>
          <w:szCs w:val="28"/>
        </w:rPr>
        <w:t xml:space="preserve"> и водоотведения</w:t>
      </w:r>
      <w:r w:rsidRPr="0040090D">
        <w:rPr>
          <w:szCs w:val="28"/>
        </w:rPr>
        <w:t xml:space="preserve"> для </w:t>
      </w:r>
      <w:r w:rsidR="008D086D" w:rsidRPr="008D086D">
        <w:rPr>
          <w:bCs/>
          <w:szCs w:val="28"/>
        </w:rPr>
        <w:t xml:space="preserve">МУНИЦИПАЛЬНОГО УНИТАРНОГО ПРЕДПРИЯТИЯ «ЖИЛИЩНО-КОММУНАЛЬНОЕ ХОЗЯЙСТВО ЛЫСКОВСКОГО РАЙОНА»                              (ИНН 5222070569), г. </w:t>
      </w:r>
      <w:proofErr w:type="spellStart"/>
      <w:r w:rsidR="008D086D" w:rsidRPr="008D086D">
        <w:rPr>
          <w:bCs/>
          <w:szCs w:val="28"/>
        </w:rPr>
        <w:t>Лысково</w:t>
      </w:r>
      <w:proofErr w:type="spellEnd"/>
      <w:r w:rsidR="008D086D" w:rsidRPr="008D086D">
        <w:rPr>
          <w:bCs/>
          <w:szCs w:val="28"/>
        </w:rPr>
        <w:t xml:space="preserve"> Нижегородской области</w:t>
      </w:r>
      <w:r w:rsidRPr="0040090D">
        <w:rPr>
          <w:szCs w:val="28"/>
        </w:rPr>
        <w:t>, применять метод экономически обоснованных расходов (затрат).</w:t>
      </w:r>
    </w:p>
    <w:p w14:paraId="6C19AC02" w14:textId="77777777" w:rsidR="0040090D" w:rsidRDefault="0040090D" w:rsidP="0040090D">
      <w:pPr>
        <w:spacing w:line="276" w:lineRule="auto"/>
        <w:ind w:firstLine="720"/>
        <w:jc w:val="both"/>
        <w:rPr>
          <w:szCs w:val="28"/>
        </w:rPr>
      </w:pPr>
      <w:r w:rsidRPr="0040090D">
        <w:rPr>
          <w:b/>
          <w:bCs/>
          <w:szCs w:val="28"/>
        </w:rPr>
        <w:t>2.</w:t>
      </w:r>
      <w:r w:rsidRPr="0040090D">
        <w:rPr>
          <w:szCs w:val="28"/>
        </w:rPr>
        <w:t xml:space="preserve"> Установить </w:t>
      </w:r>
      <w:r w:rsidR="008D086D" w:rsidRPr="008D086D">
        <w:rPr>
          <w:bCs/>
          <w:szCs w:val="28"/>
        </w:rPr>
        <w:t xml:space="preserve">МУНИЦИПАЛЬНОМУ УНИТАРНОМУ ПРЕДПРИЯТИЮ «ЖИЛИЩНО-КОММУНАЛЬНОЕ ХОЗЯЙСТВО ЛЫСКОВСКОГО РАЙОНА» (ИНН 5222070569), г. </w:t>
      </w:r>
      <w:proofErr w:type="spellStart"/>
      <w:r w:rsidR="008D086D" w:rsidRPr="008D086D">
        <w:rPr>
          <w:bCs/>
          <w:szCs w:val="28"/>
        </w:rPr>
        <w:t>Лысково</w:t>
      </w:r>
      <w:proofErr w:type="spellEnd"/>
      <w:r w:rsidR="008D086D" w:rsidRPr="008D086D">
        <w:rPr>
          <w:bCs/>
          <w:szCs w:val="28"/>
        </w:rPr>
        <w:t xml:space="preserve"> Нижегородской области</w:t>
      </w:r>
      <w:r w:rsidRPr="0040090D">
        <w:rPr>
          <w:szCs w:val="28"/>
        </w:rPr>
        <w:t xml:space="preserve">, </w:t>
      </w:r>
      <w:r w:rsidR="00DE2B47" w:rsidRPr="00DE2B47">
        <w:rPr>
          <w:b/>
          <w:bCs/>
          <w:szCs w:val="28"/>
        </w:rPr>
        <w:t>тарифы</w:t>
      </w:r>
      <w:r w:rsidRPr="00DE2B47">
        <w:rPr>
          <w:b/>
          <w:bCs/>
          <w:szCs w:val="28"/>
        </w:rPr>
        <w:t xml:space="preserve"> в сфере </w:t>
      </w:r>
      <w:r w:rsidRPr="00DE2B47">
        <w:rPr>
          <w:b/>
          <w:bCs/>
          <w:szCs w:val="28"/>
        </w:rPr>
        <w:lastRenderedPageBreak/>
        <w:t>холодного водоснабжения и водоотведения</w:t>
      </w:r>
      <w:r w:rsidRPr="0040090D">
        <w:rPr>
          <w:bCs/>
          <w:szCs w:val="28"/>
        </w:rPr>
        <w:t xml:space="preserve"> для потребителей </w:t>
      </w:r>
      <w:proofErr w:type="spellStart"/>
      <w:r w:rsidR="008D086D" w:rsidRPr="008D086D">
        <w:rPr>
          <w:bCs/>
          <w:szCs w:val="28"/>
        </w:rPr>
        <w:t>Лысковского</w:t>
      </w:r>
      <w:proofErr w:type="spellEnd"/>
      <w:r w:rsidR="008D086D" w:rsidRPr="008D086D">
        <w:rPr>
          <w:bCs/>
          <w:szCs w:val="28"/>
        </w:rPr>
        <w:t xml:space="preserve"> муниципального </w:t>
      </w:r>
      <w:r w:rsidR="00A772A7">
        <w:rPr>
          <w:bCs/>
          <w:szCs w:val="28"/>
        </w:rPr>
        <w:t>округа</w:t>
      </w:r>
      <w:r w:rsidR="008D086D" w:rsidRPr="008D086D">
        <w:rPr>
          <w:bCs/>
          <w:szCs w:val="28"/>
        </w:rPr>
        <w:t xml:space="preserve"> Нижегородской области </w:t>
      </w:r>
      <w:r w:rsidRPr="0040090D">
        <w:rPr>
          <w:szCs w:val="28"/>
        </w:rPr>
        <w:t>в следующих размерах:</w:t>
      </w:r>
    </w:p>
    <w:tbl>
      <w:tblPr>
        <w:tblW w:w="48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103"/>
        <w:gridCol w:w="4092"/>
      </w:tblGrid>
      <w:tr w:rsidR="00A772A7" w:rsidRPr="00595745" w14:paraId="3EFF8F3C" w14:textId="77777777" w:rsidTr="00A772A7">
        <w:trPr>
          <w:trHeight w:val="204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A809" w14:textId="77777777" w:rsidR="00A772A7" w:rsidRPr="00595745" w:rsidRDefault="00A772A7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595745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595745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3CE9" w14:textId="77777777" w:rsidR="00A772A7" w:rsidRPr="00595745" w:rsidRDefault="00A772A7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Тарифы в сфере холодного водоснабжения</w:t>
            </w:r>
            <w:r>
              <w:rPr>
                <w:b/>
                <w:sz w:val="18"/>
                <w:szCs w:val="18"/>
                <w:lang w:eastAsia="en-US"/>
              </w:rPr>
              <w:t xml:space="preserve"> и водоотведения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6FBD" w14:textId="77777777" w:rsidR="00A772A7" w:rsidRPr="00595745" w:rsidRDefault="00A772A7" w:rsidP="00FB17E8">
            <w:pPr>
              <w:jc w:val="center"/>
              <w:rPr>
                <w:b/>
                <w:sz w:val="20"/>
                <w:lang w:eastAsia="en-US"/>
              </w:rPr>
            </w:pPr>
            <w:r w:rsidRPr="00595745"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A772A7" w:rsidRPr="00595745" w14:paraId="7B2B718E" w14:textId="77777777" w:rsidTr="00A772A7">
        <w:trPr>
          <w:trHeight w:val="10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C803" w14:textId="77777777" w:rsidR="00A772A7" w:rsidRPr="00595745" w:rsidRDefault="00A772A7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056B" w14:textId="77777777" w:rsidR="00A772A7" w:rsidRPr="00595745" w:rsidRDefault="00A772A7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83C1" w14:textId="77777777" w:rsidR="00A772A7" w:rsidRPr="00595745" w:rsidRDefault="00A772A7" w:rsidP="00FB17E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A772A7" w:rsidRPr="00595745" w14:paraId="2D47C2AC" w14:textId="77777777" w:rsidTr="00A772A7">
        <w:trPr>
          <w:cantSplit/>
          <w:trHeight w:val="76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4AE6" w14:textId="77777777" w:rsidR="00A772A7" w:rsidRPr="00595745" w:rsidRDefault="00A772A7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2C34" w14:textId="77777777" w:rsidR="00A772A7" w:rsidRPr="00595745" w:rsidRDefault="00A772A7" w:rsidP="00FB17E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87C8" w14:textId="77777777" w:rsidR="00A772A7" w:rsidRPr="00595745" w:rsidRDefault="00A772A7" w:rsidP="00EC50B3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 xml:space="preserve">С 1 </w:t>
            </w:r>
            <w:r w:rsidR="00EC50B3">
              <w:rPr>
                <w:b/>
                <w:sz w:val="18"/>
                <w:szCs w:val="18"/>
                <w:lang w:eastAsia="en-US"/>
              </w:rPr>
              <w:t>августа</w:t>
            </w:r>
            <w:r w:rsidRPr="00595745">
              <w:rPr>
                <w:b/>
                <w:sz w:val="18"/>
                <w:szCs w:val="18"/>
                <w:lang w:eastAsia="en-US"/>
              </w:rPr>
              <w:t xml:space="preserve"> по 31 декабря</w:t>
            </w:r>
          </w:p>
        </w:tc>
      </w:tr>
      <w:tr w:rsidR="009C355C" w:rsidRPr="00595745" w14:paraId="14910E6F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111C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23BA" w14:textId="77777777" w:rsidR="009C355C" w:rsidRPr="00595745" w:rsidRDefault="009C355C" w:rsidP="009C355C">
            <w:pPr>
              <w:rPr>
                <w:noProof/>
                <w:sz w:val="20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49E7E" w14:textId="11943FB6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48,32</w:t>
            </w:r>
          </w:p>
        </w:tc>
      </w:tr>
      <w:tr w:rsidR="009C355C" w:rsidRPr="00595745" w14:paraId="4BDA85B0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6D1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F623" w14:textId="77777777" w:rsidR="009C355C" w:rsidRPr="00595745" w:rsidRDefault="009C355C" w:rsidP="009C355C">
            <w:pPr>
              <w:rPr>
                <w:sz w:val="20"/>
                <w:vertAlign w:val="superscript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  <w:p w14:paraId="635C57C2" w14:textId="77777777" w:rsidR="009C355C" w:rsidRPr="00595745" w:rsidRDefault="009C355C" w:rsidP="009C355C">
            <w:pPr>
              <w:rPr>
                <w:noProof/>
                <w:sz w:val="22"/>
                <w:szCs w:val="22"/>
                <w:lang w:eastAsia="en-US"/>
              </w:rPr>
            </w:pPr>
            <w:r w:rsidRPr="00595745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F8C69" w14:textId="7F5CE163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48,32</w:t>
            </w:r>
          </w:p>
        </w:tc>
      </w:tr>
      <w:tr w:rsidR="009C355C" w:rsidRPr="00595745" w14:paraId="1E45038E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035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E0FA" w14:textId="77777777" w:rsidR="009C355C" w:rsidRDefault="009C355C" w:rsidP="009C355C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8BADA" w14:textId="293F7C9E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41,15</w:t>
            </w:r>
          </w:p>
        </w:tc>
      </w:tr>
      <w:tr w:rsidR="009C355C" w:rsidRPr="00595745" w14:paraId="097EF0BE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2791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BC5D" w14:textId="77777777" w:rsidR="009C355C" w:rsidRDefault="009C355C" w:rsidP="009C355C">
            <w:pPr>
              <w:rPr>
                <w:sz w:val="20"/>
                <w:vertAlign w:val="superscript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  <w:p w14:paraId="766F420E" w14:textId="77777777" w:rsidR="009C355C" w:rsidRDefault="009C355C" w:rsidP="009C355C">
            <w:pPr>
              <w:rPr>
                <w:noProof/>
                <w:sz w:val="20"/>
                <w:lang w:eastAsia="en-US"/>
              </w:rPr>
            </w:pPr>
            <w:r w:rsidRPr="002C636B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6001C" w14:textId="039C7160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41,15</w:t>
            </w:r>
          </w:p>
        </w:tc>
      </w:tr>
      <w:tr w:rsidR="009C355C" w:rsidRPr="00595745" w14:paraId="5C1017D5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4FD6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  <w:r w:rsidRPr="00DE2B47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207" w14:textId="77777777" w:rsidR="009C355C" w:rsidRDefault="009C355C" w:rsidP="009C355C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Водоотведение </w:t>
            </w:r>
            <w:r w:rsidRPr="00AD1457">
              <w:rPr>
                <w:sz w:val="20"/>
                <w:lang w:eastAsia="en-US"/>
              </w:rPr>
              <w:t>(без учета очистки сточных вод)</w:t>
            </w:r>
            <w:r>
              <w:rPr>
                <w:sz w:val="20"/>
                <w:lang w:eastAsia="en-US"/>
              </w:rPr>
              <w:t xml:space="preserve">, </w:t>
            </w:r>
            <w:r w:rsidRPr="00600758">
              <w:rPr>
                <w:sz w:val="20"/>
                <w:lang w:eastAsia="en-US"/>
              </w:rPr>
              <w:t>руб./м</w:t>
            </w:r>
            <w:r w:rsidRPr="00600758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1C5DB" w14:textId="23B6174A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12,57</w:t>
            </w:r>
          </w:p>
        </w:tc>
      </w:tr>
      <w:tr w:rsidR="009C355C" w:rsidRPr="00595745" w14:paraId="636C86DA" w14:textId="77777777" w:rsidTr="00A772A7">
        <w:trPr>
          <w:trHeight w:val="13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5D6" w14:textId="77777777" w:rsidR="009C355C" w:rsidRPr="00DE2B47" w:rsidRDefault="009C355C" w:rsidP="009C355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  <w:r w:rsidRPr="00DE2B47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6C50" w14:textId="77777777" w:rsidR="009C355C" w:rsidRPr="00347605" w:rsidRDefault="009C355C" w:rsidP="009C355C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Водоотведение </w:t>
            </w:r>
            <w:r w:rsidRPr="00600758">
              <w:rPr>
                <w:sz w:val="20"/>
                <w:lang w:eastAsia="en-US"/>
              </w:rPr>
              <w:t>(без учета очистки сточных вод)</w:t>
            </w:r>
            <w:r>
              <w:rPr>
                <w:sz w:val="20"/>
                <w:lang w:eastAsia="en-US"/>
              </w:rPr>
              <w:t xml:space="preserve">, </w:t>
            </w:r>
            <w:r w:rsidRPr="00600758">
              <w:rPr>
                <w:sz w:val="20"/>
                <w:lang w:eastAsia="en-US"/>
              </w:rPr>
              <w:t>руб./м</w:t>
            </w:r>
            <w:r w:rsidRPr="00600758">
              <w:rPr>
                <w:sz w:val="20"/>
                <w:vertAlign w:val="superscript"/>
                <w:lang w:eastAsia="en-US"/>
              </w:rPr>
              <w:t>3</w:t>
            </w:r>
          </w:p>
          <w:p w14:paraId="184736B8" w14:textId="77777777" w:rsidR="009C355C" w:rsidRDefault="009C355C" w:rsidP="009C355C">
            <w:pPr>
              <w:rPr>
                <w:sz w:val="20"/>
                <w:lang w:eastAsia="en-US"/>
              </w:rPr>
            </w:pPr>
            <w:r w:rsidRPr="002C636B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AFBD8" w14:textId="1BA83A31" w:rsidR="009C355C" w:rsidRPr="009C355C" w:rsidRDefault="009C355C" w:rsidP="009C355C">
            <w:pPr>
              <w:jc w:val="center"/>
              <w:rPr>
                <w:sz w:val="22"/>
                <w:szCs w:val="22"/>
              </w:rPr>
            </w:pPr>
            <w:r w:rsidRPr="009C355C">
              <w:rPr>
                <w:sz w:val="22"/>
                <w:szCs w:val="22"/>
              </w:rPr>
              <w:t>12,57</w:t>
            </w:r>
          </w:p>
        </w:tc>
      </w:tr>
    </w:tbl>
    <w:p w14:paraId="557E3CED" w14:textId="77777777" w:rsidR="0040090D" w:rsidRPr="0040090D" w:rsidRDefault="0040090D" w:rsidP="0040090D">
      <w:pPr>
        <w:spacing w:line="276" w:lineRule="auto"/>
        <w:ind w:firstLine="709"/>
        <w:jc w:val="both"/>
        <w:rPr>
          <w:szCs w:val="28"/>
        </w:rPr>
      </w:pPr>
      <w:r w:rsidRPr="0040090D">
        <w:rPr>
          <w:b/>
          <w:szCs w:val="28"/>
        </w:rPr>
        <w:t>3.</w:t>
      </w:r>
      <w:r w:rsidR="00DE2B47">
        <w:rPr>
          <w:szCs w:val="28"/>
        </w:rPr>
        <w:t xml:space="preserve"> Утвердить производственные</w:t>
      </w:r>
      <w:r w:rsidRPr="0040090D">
        <w:rPr>
          <w:szCs w:val="28"/>
        </w:rPr>
        <w:t xml:space="preserve"> программ</w:t>
      </w:r>
      <w:r w:rsidR="00DE2B47">
        <w:rPr>
          <w:szCs w:val="28"/>
        </w:rPr>
        <w:t>ы</w:t>
      </w:r>
      <w:r w:rsidRPr="0040090D">
        <w:rPr>
          <w:szCs w:val="28"/>
        </w:rPr>
        <w:t xml:space="preserve"> </w:t>
      </w:r>
      <w:r w:rsidR="008D086D" w:rsidRPr="008D086D">
        <w:rPr>
          <w:bCs/>
          <w:szCs w:val="28"/>
        </w:rPr>
        <w:t xml:space="preserve">МУНИЦИПАЛЬНОГО УНИТАРНОГО ПРЕДПРИЯТИЯ «ЖИЛИЩНО-КОММУНАЛЬНОЕ ХОЗЯЙСТВО ЛЫСКОВСКОГО РАЙОНА» (ИНН 5222070569), г. </w:t>
      </w:r>
      <w:proofErr w:type="spellStart"/>
      <w:r w:rsidR="008D086D" w:rsidRPr="008D086D">
        <w:rPr>
          <w:bCs/>
          <w:szCs w:val="28"/>
        </w:rPr>
        <w:t>Лысково</w:t>
      </w:r>
      <w:proofErr w:type="spellEnd"/>
      <w:r w:rsidR="008D086D" w:rsidRPr="008D086D">
        <w:rPr>
          <w:bCs/>
          <w:szCs w:val="28"/>
        </w:rPr>
        <w:t xml:space="preserve"> Нижегородской области</w:t>
      </w:r>
      <w:r w:rsidRPr="0040090D">
        <w:rPr>
          <w:szCs w:val="28"/>
        </w:rPr>
        <w:t>, в сфере холодного водоснабжения</w:t>
      </w:r>
      <w:r w:rsidRPr="0040090D">
        <w:rPr>
          <w:bCs/>
          <w:szCs w:val="28"/>
        </w:rPr>
        <w:t xml:space="preserve"> и водоотведения</w:t>
      </w:r>
      <w:r w:rsidRPr="0040090D">
        <w:rPr>
          <w:szCs w:val="28"/>
        </w:rPr>
        <w:t xml:space="preserve"> согласно Приложени</w:t>
      </w:r>
      <w:r w:rsidR="008D086D">
        <w:rPr>
          <w:szCs w:val="28"/>
        </w:rPr>
        <w:t xml:space="preserve">ям </w:t>
      </w:r>
      <w:r w:rsidR="008D086D" w:rsidRPr="00D965D0">
        <w:rPr>
          <w:szCs w:val="28"/>
        </w:rPr>
        <w:t>1 - 3</w:t>
      </w:r>
      <w:r w:rsidRPr="0040090D">
        <w:rPr>
          <w:szCs w:val="28"/>
        </w:rPr>
        <w:t xml:space="preserve"> к настоящему решению.</w:t>
      </w:r>
    </w:p>
    <w:p w14:paraId="66F420DE" w14:textId="77777777" w:rsidR="008D086D" w:rsidRPr="008D086D" w:rsidRDefault="008D086D" w:rsidP="008D086D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8D086D">
        <w:rPr>
          <w:b/>
          <w:szCs w:val="28"/>
        </w:rPr>
        <w:t>4.</w:t>
      </w:r>
      <w:r w:rsidRPr="008D086D">
        <w:rPr>
          <w:szCs w:val="28"/>
        </w:rPr>
        <w:t xml:space="preserve"> </w:t>
      </w:r>
      <w:r w:rsidRPr="008D086D">
        <w:rPr>
          <w:noProof/>
          <w:szCs w:val="28"/>
        </w:rPr>
        <w:t xml:space="preserve">МУНИЦИПАЛЬНОЕ УНИТАРНОЕ ПРЕДПРИЯТИЕ «ЖИЛИЩНО-КОММУНАЛЬНОЕ ХОЗЯЙСТВО ЛЫСКОВСКОГО РАЙОНА»                               (ИНН 5222070569), г. Лысково Нижегородской области, применяет упрощенную систему налогообложения и не является плательщиком НДС  в соответствии со </w:t>
      </w:r>
      <w:hyperlink r:id="rId12" w:history="1">
        <w:r w:rsidRPr="008D086D">
          <w:rPr>
            <w:noProof/>
            <w:szCs w:val="28"/>
          </w:rPr>
          <w:t>ст. 346</w:t>
        </w:r>
        <w:r w:rsidRPr="008D086D">
          <w:rPr>
            <w:noProof/>
            <w:szCs w:val="28"/>
            <w:vertAlign w:val="superscript"/>
          </w:rPr>
          <w:t>11</w:t>
        </w:r>
        <w:r w:rsidRPr="008D086D">
          <w:rPr>
            <w:noProof/>
            <w:szCs w:val="28"/>
          </w:rPr>
          <w:t xml:space="preserve"> главы 26</w:t>
        </w:r>
        <w:r w:rsidRPr="008D086D">
          <w:rPr>
            <w:noProof/>
            <w:szCs w:val="28"/>
            <w:vertAlign w:val="superscript"/>
          </w:rPr>
          <w:t>2</w:t>
        </w:r>
      </w:hyperlink>
      <w:r w:rsidRPr="008D086D">
        <w:rPr>
          <w:noProof/>
          <w:szCs w:val="28"/>
        </w:rPr>
        <w:t xml:space="preserve"> Налогового кодекса Российской Федерации.</w:t>
      </w:r>
    </w:p>
    <w:p w14:paraId="3E9DDD82" w14:textId="77777777" w:rsidR="008D086D" w:rsidRPr="008D086D" w:rsidRDefault="008D086D" w:rsidP="008D086D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8D086D">
        <w:rPr>
          <w:noProof/>
          <w:szCs w:val="28"/>
        </w:rPr>
        <w:t xml:space="preserve">Расходы, учтенные при формировании </w:t>
      </w:r>
      <w:hyperlink r:id="rId13" w:history="1">
        <w:r w:rsidRPr="008D086D">
          <w:rPr>
            <w:noProof/>
            <w:szCs w:val="28"/>
          </w:rPr>
          <w:t>тарифов</w:t>
        </w:r>
      </w:hyperlink>
      <w:r w:rsidRPr="008D086D">
        <w:rPr>
          <w:noProof/>
          <w:szCs w:val="28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14:paraId="49479D8A" w14:textId="77777777" w:rsidR="008D086D" w:rsidRDefault="008D086D" w:rsidP="008D086D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8D086D">
        <w:rPr>
          <w:rFonts w:eastAsia="Calibri"/>
          <w:b/>
          <w:szCs w:val="28"/>
        </w:rPr>
        <w:t>5.</w:t>
      </w:r>
      <w:r w:rsidRPr="008D086D">
        <w:rPr>
          <w:rFonts w:eastAsia="Calibri"/>
          <w:szCs w:val="28"/>
        </w:rPr>
        <w:t xml:space="preserve"> </w:t>
      </w:r>
      <w:proofErr w:type="gramStart"/>
      <w:r w:rsidRPr="008D086D">
        <w:rPr>
          <w:rFonts w:eastAsia="Calibri"/>
          <w:bCs/>
          <w:szCs w:val="28"/>
        </w:rPr>
        <w:t xml:space="preserve">В связи с изменением в течение периода регулирования системы налогообложения МУНИЦИПАЛЬНОГО УНИТАРНОГО ПРЕДПРИЯТИЯ «ЖИЛИЩНО-КОММУНАЛЬНОЕ ХОЗЯЙСТВО ЛЫСКОВСКОГО РАЙОНА»                              (ИНН 5222070569), г. </w:t>
      </w:r>
      <w:proofErr w:type="spellStart"/>
      <w:r w:rsidRPr="008D086D">
        <w:rPr>
          <w:rFonts w:eastAsia="Calibri"/>
          <w:bCs/>
          <w:szCs w:val="28"/>
        </w:rPr>
        <w:t>Лысково</w:t>
      </w:r>
      <w:proofErr w:type="spellEnd"/>
      <w:r w:rsidRPr="008D086D">
        <w:rPr>
          <w:rFonts w:eastAsia="Calibri"/>
          <w:bCs/>
          <w:szCs w:val="28"/>
        </w:rPr>
        <w:t xml:space="preserve"> Нижегородской области</w:t>
      </w:r>
      <w:r w:rsidRPr="008D086D">
        <w:rPr>
          <w:rFonts w:eastAsia="Calibri"/>
          <w:szCs w:val="28"/>
        </w:rPr>
        <w:t xml:space="preserve">, и на основании </w:t>
      </w:r>
      <w:hyperlink r:id="rId14" w:history="1">
        <w:r w:rsidRPr="008D086D">
          <w:rPr>
            <w:rFonts w:eastAsia="Calibri"/>
            <w:szCs w:val="28"/>
          </w:rPr>
          <w:t>пункта 9</w:t>
        </w:r>
      </w:hyperlink>
      <w:r w:rsidRPr="008D086D">
        <w:rPr>
          <w:rFonts w:eastAsia="Calibri"/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 Федерации от 13 мая 2013 г. № 406, тарифы, установленные </w:t>
      </w:r>
      <w:hyperlink r:id="rId15" w:history="1">
        <w:r w:rsidRPr="008D086D">
          <w:rPr>
            <w:rFonts w:eastAsia="Calibri"/>
            <w:szCs w:val="28"/>
          </w:rPr>
          <w:t>пунктом 2</w:t>
        </w:r>
      </w:hyperlink>
      <w:r w:rsidRPr="008D086D">
        <w:rPr>
          <w:rFonts w:eastAsia="Calibri"/>
          <w:szCs w:val="28"/>
        </w:rPr>
        <w:t xml:space="preserve"> настоящего решения, действуют с 1 </w:t>
      </w:r>
      <w:r w:rsidR="00D965D0">
        <w:rPr>
          <w:rFonts w:eastAsia="Calibri"/>
          <w:szCs w:val="28"/>
        </w:rPr>
        <w:t>августа</w:t>
      </w:r>
      <w:r w:rsidRPr="008D086D">
        <w:rPr>
          <w:rFonts w:eastAsia="Calibri"/>
          <w:szCs w:val="28"/>
        </w:rPr>
        <w:t xml:space="preserve"> по 31 декабря</w:t>
      </w:r>
      <w:proofErr w:type="gramEnd"/>
      <w:r w:rsidRPr="008D086D">
        <w:rPr>
          <w:rFonts w:eastAsia="Calibri"/>
          <w:szCs w:val="28"/>
        </w:rPr>
        <w:t xml:space="preserve"> 2020 г. включительно.</w:t>
      </w:r>
    </w:p>
    <w:p w14:paraId="5B73A4C0" w14:textId="77777777" w:rsidR="00DD2235" w:rsidRPr="00DD2235" w:rsidRDefault="00DD2235" w:rsidP="00DD223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6</w:t>
      </w:r>
      <w:r w:rsidRPr="00DD2235">
        <w:rPr>
          <w:rFonts w:eastAsia="Calibri"/>
          <w:szCs w:val="28"/>
        </w:rPr>
        <w:t xml:space="preserve">. </w:t>
      </w:r>
      <w:bookmarkStart w:id="0" w:name="_Hlk46479011"/>
      <w:r w:rsidRPr="00DD2235">
        <w:rPr>
          <w:rFonts w:eastAsia="Calibri"/>
          <w:szCs w:val="28"/>
        </w:rPr>
        <w:t xml:space="preserve">С 1 </w:t>
      </w:r>
      <w:r w:rsidR="00D965D0">
        <w:rPr>
          <w:rFonts w:eastAsia="Calibri"/>
          <w:szCs w:val="28"/>
        </w:rPr>
        <w:t>августа</w:t>
      </w:r>
      <w:r w:rsidRPr="00DD2235">
        <w:rPr>
          <w:rFonts w:eastAsia="Calibri"/>
          <w:szCs w:val="28"/>
        </w:rPr>
        <w:t xml:space="preserve"> 2020 г. признать утратившими силу:</w:t>
      </w:r>
    </w:p>
    <w:p w14:paraId="7E844FFC" w14:textId="77777777" w:rsidR="00EC50B3" w:rsidRDefault="00DD2235" w:rsidP="00EC50B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DD2235">
        <w:rPr>
          <w:rFonts w:eastAsia="Calibri"/>
          <w:bCs/>
          <w:szCs w:val="28"/>
        </w:rPr>
        <w:t xml:space="preserve">- решение региональной службы по тарифам Нижегородской области </w:t>
      </w:r>
      <w:r w:rsidRPr="00DD2235">
        <w:rPr>
          <w:rFonts w:eastAsia="Calibri"/>
          <w:bCs/>
          <w:szCs w:val="28"/>
        </w:rPr>
        <w:br/>
      </w:r>
      <w:r w:rsidRPr="00DD2235">
        <w:rPr>
          <w:rFonts w:eastAsia="Calibri"/>
          <w:szCs w:val="28"/>
        </w:rPr>
        <w:t>от 18 декабря 2018 г. № 53/</w:t>
      </w:r>
      <w:r>
        <w:rPr>
          <w:rFonts w:eastAsia="Calibri"/>
          <w:szCs w:val="28"/>
        </w:rPr>
        <w:t>70</w:t>
      </w:r>
      <w:r w:rsidRPr="00DD2235">
        <w:rPr>
          <w:rFonts w:eastAsia="Calibri"/>
          <w:szCs w:val="28"/>
        </w:rPr>
        <w:t xml:space="preserve"> «Об установлении МУНИЦИПАЛЬНОМУ УНИТАРНОМУ ПРЕДПРИЯТИЮ «ЖИЛИЩНО - КОММУНАЛЬНОЕ ХОЗЯЙСТВО ЛЫСКОВСКОГО РАЙОНА» (ИНН 5222070569), г. </w:t>
      </w:r>
      <w:proofErr w:type="spellStart"/>
      <w:r w:rsidRPr="00DD2235">
        <w:rPr>
          <w:rFonts w:eastAsia="Calibri"/>
          <w:szCs w:val="28"/>
        </w:rPr>
        <w:t>Лысково</w:t>
      </w:r>
      <w:proofErr w:type="spellEnd"/>
      <w:r w:rsidRPr="00DD2235">
        <w:rPr>
          <w:rFonts w:eastAsia="Calibri"/>
          <w:szCs w:val="28"/>
        </w:rPr>
        <w:t xml:space="preserve"> Нижегородской области, тарифов в сфере холодного водоснабжения и водоотведения для потребителей </w:t>
      </w:r>
      <w:proofErr w:type="spellStart"/>
      <w:r w:rsidRPr="00DD2235">
        <w:rPr>
          <w:rFonts w:eastAsia="Calibri"/>
          <w:szCs w:val="28"/>
        </w:rPr>
        <w:t>Лысковского</w:t>
      </w:r>
      <w:proofErr w:type="spellEnd"/>
      <w:r w:rsidRPr="00DD2235">
        <w:rPr>
          <w:rFonts w:eastAsia="Calibri"/>
          <w:szCs w:val="28"/>
        </w:rPr>
        <w:t xml:space="preserve"> муниципального района Нижегородской области»;</w:t>
      </w:r>
    </w:p>
    <w:p w14:paraId="34FD6884" w14:textId="77777777" w:rsidR="00EC50B3" w:rsidRDefault="00DD2235" w:rsidP="00DD223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 w:rsidRPr="00D965D0">
        <w:rPr>
          <w:rFonts w:eastAsia="Calibri"/>
          <w:szCs w:val="28"/>
        </w:rPr>
        <w:lastRenderedPageBreak/>
        <w:t xml:space="preserve">- </w:t>
      </w:r>
      <w:r w:rsidR="00EC50B3" w:rsidRPr="00D965D0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="00EC50B3" w:rsidRPr="00D965D0">
        <w:rPr>
          <w:rFonts w:eastAsia="Calibri"/>
          <w:bCs/>
          <w:szCs w:val="28"/>
        </w:rPr>
        <w:br/>
      </w:r>
      <w:r w:rsidR="00EC50B3" w:rsidRPr="00D965D0">
        <w:rPr>
          <w:rFonts w:eastAsia="Calibri"/>
          <w:szCs w:val="28"/>
        </w:rPr>
        <w:t>от 28 ноября 2019 г. №</w:t>
      </w:r>
      <w:r w:rsidR="00EC50B3" w:rsidRPr="00D965D0">
        <w:rPr>
          <w:szCs w:val="28"/>
        </w:rPr>
        <w:t xml:space="preserve"> 56/18 «Об установлении МУНИЦИПАЛЬНОМУ УНИТАРНОМУ ПРЕДПРИЯТИЮ «ЖИЛИЩНО-КОММУНАЛЬНОЕ ХОЗЯЙСТВО ЛЫСКОВСКОГО РАЙОНА» (ИНН 5222070569), г. </w:t>
      </w:r>
      <w:proofErr w:type="spellStart"/>
      <w:r w:rsidR="00EC50B3" w:rsidRPr="00D965D0">
        <w:rPr>
          <w:szCs w:val="28"/>
        </w:rPr>
        <w:t>Лысково</w:t>
      </w:r>
      <w:proofErr w:type="spellEnd"/>
      <w:r w:rsidR="00EC50B3" w:rsidRPr="00D965D0">
        <w:rPr>
          <w:szCs w:val="28"/>
        </w:rPr>
        <w:t xml:space="preserve"> Нижегородской области, тарифов в сфере водоотведения для потребителей </w:t>
      </w:r>
      <w:r w:rsidR="00EC50B3" w:rsidRPr="00D965D0">
        <w:rPr>
          <w:szCs w:val="28"/>
        </w:rPr>
        <w:br/>
        <w:t xml:space="preserve">с. </w:t>
      </w:r>
      <w:proofErr w:type="spellStart"/>
      <w:r w:rsidR="00EC50B3" w:rsidRPr="00D965D0">
        <w:rPr>
          <w:szCs w:val="28"/>
        </w:rPr>
        <w:t>Кириково</w:t>
      </w:r>
      <w:proofErr w:type="spellEnd"/>
      <w:r w:rsidR="00EC50B3" w:rsidRPr="00D965D0">
        <w:rPr>
          <w:szCs w:val="28"/>
        </w:rPr>
        <w:t xml:space="preserve"> </w:t>
      </w:r>
      <w:proofErr w:type="spellStart"/>
      <w:r w:rsidR="00EC50B3" w:rsidRPr="00D965D0">
        <w:rPr>
          <w:szCs w:val="28"/>
        </w:rPr>
        <w:t>Лысковского</w:t>
      </w:r>
      <w:proofErr w:type="spellEnd"/>
      <w:r w:rsidR="00EC50B3" w:rsidRPr="00D965D0">
        <w:rPr>
          <w:szCs w:val="28"/>
        </w:rPr>
        <w:t xml:space="preserve"> муниципального района Нижегородской области»;</w:t>
      </w:r>
    </w:p>
    <w:p w14:paraId="789F4E11" w14:textId="77777777" w:rsidR="00DD2235" w:rsidRPr="00DD2235" w:rsidRDefault="00EC50B3" w:rsidP="00DD223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 xml:space="preserve">- </w:t>
      </w:r>
      <w:r w:rsidR="00DD2235" w:rsidRPr="00DD2235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="00DD2235" w:rsidRPr="00DD2235">
        <w:rPr>
          <w:rFonts w:eastAsia="Calibri"/>
          <w:bCs/>
          <w:szCs w:val="28"/>
        </w:rPr>
        <w:br/>
      </w:r>
      <w:r w:rsidR="00DD2235" w:rsidRPr="00DD2235">
        <w:rPr>
          <w:rFonts w:eastAsia="Calibri"/>
          <w:szCs w:val="28"/>
        </w:rPr>
        <w:t>от 28 ноября 2019 г. № 56/</w:t>
      </w:r>
      <w:r w:rsidR="00DD2235">
        <w:rPr>
          <w:rFonts w:eastAsia="Calibri"/>
          <w:szCs w:val="28"/>
        </w:rPr>
        <w:t>19</w:t>
      </w:r>
      <w:r w:rsidR="00DD2235" w:rsidRPr="00DD2235">
        <w:rPr>
          <w:rFonts w:eastAsia="Calibri"/>
          <w:szCs w:val="28"/>
        </w:rPr>
        <w:t xml:space="preserve"> «</w:t>
      </w:r>
      <w:r w:rsidR="00DD2235" w:rsidRPr="00DD2235">
        <w:rPr>
          <w:rFonts w:eastAsia="Calibri"/>
          <w:bCs/>
          <w:szCs w:val="28"/>
        </w:rPr>
        <w:t>О внесении изменений в решение региональной службы по тарифам Нижегородской области от 18 декабря 2018 г. № 53/70</w:t>
      </w:r>
      <w:r w:rsidR="00DD2235">
        <w:rPr>
          <w:rFonts w:eastAsia="Calibri"/>
          <w:bCs/>
          <w:szCs w:val="28"/>
        </w:rPr>
        <w:t xml:space="preserve">                 </w:t>
      </w:r>
      <w:r w:rsidR="00DD2235" w:rsidRPr="00DD2235">
        <w:rPr>
          <w:rFonts w:eastAsia="Calibri"/>
          <w:bCs/>
          <w:szCs w:val="28"/>
        </w:rPr>
        <w:t>«</w:t>
      </w:r>
      <w:r w:rsidR="00DD2235" w:rsidRPr="00DD2235">
        <w:rPr>
          <w:rFonts w:eastAsia="Calibri"/>
          <w:szCs w:val="28"/>
        </w:rPr>
        <w:t>Об установлении МУНИЦИПАЛЬНОМУ УНИТАРНОМУ ПРЕДПРИЯТИЮ «ЖИЛИЩНО - КОММУНАЛЬНОЕ ХОЗЯЙСТВО ЛЫСКОВС</w:t>
      </w:r>
      <w:r w:rsidR="00DD2235">
        <w:rPr>
          <w:rFonts w:eastAsia="Calibri"/>
          <w:szCs w:val="28"/>
        </w:rPr>
        <w:t xml:space="preserve">КОГО РАЙОНА» (ИНН 5222070569), </w:t>
      </w:r>
      <w:r w:rsidR="00DD2235" w:rsidRPr="00DD2235">
        <w:rPr>
          <w:rFonts w:eastAsia="Calibri"/>
          <w:szCs w:val="28"/>
        </w:rPr>
        <w:t xml:space="preserve">г. </w:t>
      </w:r>
      <w:proofErr w:type="spellStart"/>
      <w:r w:rsidR="00DD2235" w:rsidRPr="00DD2235">
        <w:rPr>
          <w:rFonts w:eastAsia="Calibri"/>
          <w:szCs w:val="28"/>
        </w:rPr>
        <w:t>Лысково</w:t>
      </w:r>
      <w:proofErr w:type="spellEnd"/>
      <w:r w:rsidR="00DD2235" w:rsidRPr="00DD2235">
        <w:rPr>
          <w:rFonts w:eastAsia="Calibri"/>
          <w:szCs w:val="28"/>
        </w:rPr>
        <w:t xml:space="preserve"> Нижегородской области, тарифов в сфере холодного водоснабжения и водоотведения для потребителей </w:t>
      </w:r>
      <w:proofErr w:type="spellStart"/>
      <w:r w:rsidR="00DD2235" w:rsidRPr="00DD2235">
        <w:rPr>
          <w:rFonts w:eastAsia="Calibri"/>
          <w:szCs w:val="28"/>
        </w:rPr>
        <w:t>Лысковского</w:t>
      </w:r>
      <w:proofErr w:type="spellEnd"/>
      <w:r w:rsidR="00DD2235" w:rsidRPr="00DD2235">
        <w:rPr>
          <w:rFonts w:eastAsia="Calibri"/>
          <w:szCs w:val="28"/>
        </w:rPr>
        <w:t xml:space="preserve"> муниципального района</w:t>
      </w:r>
      <w:proofErr w:type="gramEnd"/>
      <w:r w:rsidR="00DD2235" w:rsidRPr="00DD2235">
        <w:rPr>
          <w:rFonts w:eastAsia="Calibri"/>
          <w:szCs w:val="28"/>
        </w:rPr>
        <w:t xml:space="preserve"> Нижегородской области</w:t>
      </w:r>
      <w:r w:rsidR="00DD2235" w:rsidRPr="00DD2235">
        <w:rPr>
          <w:rFonts w:eastAsia="Calibri"/>
          <w:bCs/>
          <w:szCs w:val="28"/>
        </w:rPr>
        <w:t>»</w:t>
      </w:r>
      <w:r w:rsidR="00DD2235" w:rsidRPr="00DD2235">
        <w:rPr>
          <w:rFonts w:eastAsia="Calibri"/>
          <w:szCs w:val="28"/>
        </w:rPr>
        <w:t>.</w:t>
      </w:r>
      <w:bookmarkEnd w:id="0"/>
    </w:p>
    <w:p w14:paraId="1282D246" w14:textId="77777777" w:rsidR="00DD2235" w:rsidRDefault="00DD2235" w:rsidP="00DE2B47">
      <w:pPr>
        <w:tabs>
          <w:tab w:val="left" w:pos="1897"/>
        </w:tabs>
        <w:rPr>
          <w:noProof/>
        </w:rPr>
      </w:pPr>
    </w:p>
    <w:p w14:paraId="3FC970B7" w14:textId="77777777" w:rsidR="00DD2235" w:rsidRDefault="00DD2235" w:rsidP="00DE2B47">
      <w:pPr>
        <w:tabs>
          <w:tab w:val="left" w:pos="1897"/>
        </w:tabs>
        <w:rPr>
          <w:noProof/>
        </w:rPr>
      </w:pPr>
    </w:p>
    <w:p w14:paraId="2DF5F98B" w14:textId="77777777" w:rsidR="00EC50B3" w:rsidRDefault="00EC50B3" w:rsidP="00DE2B47">
      <w:pPr>
        <w:tabs>
          <w:tab w:val="left" w:pos="1897"/>
        </w:tabs>
        <w:rPr>
          <w:noProof/>
        </w:rPr>
      </w:pPr>
    </w:p>
    <w:p w14:paraId="507313E6" w14:textId="77777777" w:rsidR="003F7CA5" w:rsidRPr="003F7CA5" w:rsidRDefault="00AE68DF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F7CA5" w:rsidRPr="003F7CA5">
        <w:rPr>
          <w:szCs w:val="28"/>
        </w:rPr>
        <w:t>уководител</w:t>
      </w:r>
      <w:r>
        <w:rPr>
          <w:szCs w:val="28"/>
        </w:rPr>
        <w:t>ь</w:t>
      </w:r>
      <w:r w:rsidR="004F407E">
        <w:rPr>
          <w:szCs w:val="28"/>
        </w:rPr>
        <w:t xml:space="preserve"> службы</w:t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  <w:t xml:space="preserve"> </w:t>
      </w:r>
      <w:r>
        <w:rPr>
          <w:szCs w:val="28"/>
        </w:rPr>
        <w:t xml:space="preserve">          </w:t>
      </w:r>
      <w:proofErr w:type="spellStart"/>
      <w:r w:rsidR="004F407E">
        <w:rPr>
          <w:szCs w:val="28"/>
        </w:rPr>
        <w:t>Ю.Л.Алешина</w:t>
      </w:r>
      <w:proofErr w:type="spellEnd"/>
    </w:p>
    <w:p w14:paraId="69CF468E" w14:textId="77777777" w:rsidR="008516A1" w:rsidRDefault="008516A1" w:rsidP="006B717F">
      <w:pPr>
        <w:spacing w:line="276" w:lineRule="auto"/>
        <w:rPr>
          <w:szCs w:val="28"/>
        </w:rPr>
      </w:pPr>
    </w:p>
    <w:p w14:paraId="4FD293EC" w14:textId="77777777" w:rsidR="008516A1" w:rsidRDefault="008516A1" w:rsidP="006B717F">
      <w:pPr>
        <w:spacing w:line="276" w:lineRule="auto"/>
        <w:rPr>
          <w:szCs w:val="28"/>
        </w:rPr>
      </w:pPr>
    </w:p>
    <w:p w14:paraId="5C819282" w14:textId="77777777" w:rsidR="00724D9A" w:rsidRDefault="00724D9A" w:rsidP="006B717F">
      <w:pPr>
        <w:spacing w:line="276" w:lineRule="auto"/>
        <w:rPr>
          <w:szCs w:val="28"/>
        </w:rPr>
      </w:pPr>
    </w:p>
    <w:p w14:paraId="71DE73E5" w14:textId="77777777" w:rsidR="00DD2235" w:rsidRDefault="00DD2235" w:rsidP="006B717F">
      <w:pPr>
        <w:spacing w:line="276" w:lineRule="auto"/>
        <w:rPr>
          <w:szCs w:val="28"/>
        </w:rPr>
      </w:pPr>
    </w:p>
    <w:p w14:paraId="7E10FCE4" w14:textId="77777777" w:rsidR="00DD2235" w:rsidRDefault="00DD2235" w:rsidP="006B717F">
      <w:pPr>
        <w:spacing w:line="276" w:lineRule="auto"/>
        <w:rPr>
          <w:szCs w:val="28"/>
        </w:rPr>
      </w:pPr>
    </w:p>
    <w:p w14:paraId="6CC2BBD3" w14:textId="77777777" w:rsidR="00DD2235" w:rsidRDefault="00DD2235" w:rsidP="006B717F">
      <w:pPr>
        <w:spacing w:line="276" w:lineRule="auto"/>
        <w:rPr>
          <w:szCs w:val="28"/>
        </w:rPr>
      </w:pPr>
    </w:p>
    <w:p w14:paraId="05AC7761" w14:textId="77777777" w:rsidR="00DD2235" w:rsidRDefault="00DD2235" w:rsidP="006B717F">
      <w:pPr>
        <w:spacing w:line="276" w:lineRule="auto"/>
        <w:rPr>
          <w:szCs w:val="28"/>
        </w:rPr>
      </w:pPr>
    </w:p>
    <w:p w14:paraId="446C831A" w14:textId="77777777" w:rsidR="00DD2235" w:rsidRDefault="00DD2235" w:rsidP="006B717F">
      <w:pPr>
        <w:spacing w:line="276" w:lineRule="auto"/>
        <w:rPr>
          <w:szCs w:val="28"/>
        </w:rPr>
      </w:pPr>
    </w:p>
    <w:p w14:paraId="11EE657F" w14:textId="77777777" w:rsidR="00DD2235" w:rsidRDefault="00DD2235" w:rsidP="006B717F">
      <w:pPr>
        <w:spacing w:line="276" w:lineRule="auto"/>
        <w:rPr>
          <w:szCs w:val="28"/>
        </w:rPr>
      </w:pPr>
    </w:p>
    <w:p w14:paraId="01B885F1" w14:textId="77777777" w:rsidR="00DD2235" w:rsidRDefault="00DD2235" w:rsidP="006B717F">
      <w:pPr>
        <w:spacing w:line="276" w:lineRule="auto"/>
        <w:rPr>
          <w:szCs w:val="28"/>
        </w:rPr>
      </w:pPr>
    </w:p>
    <w:p w14:paraId="1EF728FF" w14:textId="77777777" w:rsidR="00DD2235" w:rsidRDefault="00DD2235" w:rsidP="006B717F">
      <w:pPr>
        <w:spacing w:line="276" w:lineRule="auto"/>
        <w:rPr>
          <w:szCs w:val="28"/>
        </w:rPr>
      </w:pPr>
    </w:p>
    <w:p w14:paraId="0AEC8C32" w14:textId="77777777" w:rsidR="00DD2235" w:rsidRDefault="00DD2235" w:rsidP="006B717F">
      <w:pPr>
        <w:spacing w:line="276" w:lineRule="auto"/>
        <w:rPr>
          <w:szCs w:val="28"/>
        </w:rPr>
      </w:pPr>
    </w:p>
    <w:p w14:paraId="2FCAFE35" w14:textId="77777777" w:rsidR="00DD2235" w:rsidRDefault="00DD2235" w:rsidP="006B717F">
      <w:pPr>
        <w:spacing w:line="276" w:lineRule="auto"/>
        <w:rPr>
          <w:szCs w:val="28"/>
        </w:rPr>
      </w:pPr>
    </w:p>
    <w:p w14:paraId="1986F8E5" w14:textId="77777777" w:rsidR="00DD2235" w:rsidRDefault="00DD2235" w:rsidP="006B717F">
      <w:pPr>
        <w:spacing w:line="276" w:lineRule="auto"/>
        <w:rPr>
          <w:szCs w:val="28"/>
        </w:rPr>
      </w:pPr>
    </w:p>
    <w:p w14:paraId="6A072129" w14:textId="77777777" w:rsidR="00DD2235" w:rsidRDefault="00DD2235" w:rsidP="006B717F">
      <w:pPr>
        <w:spacing w:line="276" w:lineRule="auto"/>
        <w:rPr>
          <w:szCs w:val="28"/>
        </w:rPr>
      </w:pPr>
    </w:p>
    <w:p w14:paraId="2E901609" w14:textId="77777777" w:rsidR="00DD2235" w:rsidRDefault="00DD2235" w:rsidP="006B717F">
      <w:pPr>
        <w:spacing w:line="276" w:lineRule="auto"/>
        <w:rPr>
          <w:szCs w:val="28"/>
        </w:rPr>
      </w:pPr>
    </w:p>
    <w:p w14:paraId="68AA1F93" w14:textId="77777777" w:rsidR="00DD2235" w:rsidRDefault="00DD2235" w:rsidP="006B717F">
      <w:pPr>
        <w:spacing w:line="276" w:lineRule="auto"/>
        <w:rPr>
          <w:szCs w:val="28"/>
        </w:rPr>
      </w:pPr>
    </w:p>
    <w:p w14:paraId="618A2F1B" w14:textId="77777777" w:rsidR="00DD2235" w:rsidRDefault="00DD2235" w:rsidP="006B717F">
      <w:pPr>
        <w:spacing w:line="276" w:lineRule="auto"/>
        <w:rPr>
          <w:szCs w:val="28"/>
        </w:rPr>
      </w:pPr>
    </w:p>
    <w:p w14:paraId="0D3DFD72" w14:textId="77777777" w:rsidR="00DD2235" w:rsidRDefault="00DD2235" w:rsidP="006B717F">
      <w:pPr>
        <w:spacing w:line="276" w:lineRule="auto"/>
        <w:rPr>
          <w:szCs w:val="28"/>
        </w:rPr>
      </w:pPr>
    </w:p>
    <w:p w14:paraId="1E30C1B4" w14:textId="77777777" w:rsidR="00DD2235" w:rsidRDefault="00DD2235" w:rsidP="006B717F">
      <w:pPr>
        <w:spacing w:line="276" w:lineRule="auto"/>
        <w:rPr>
          <w:szCs w:val="28"/>
        </w:rPr>
      </w:pPr>
    </w:p>
    <w:p w14:paraId="4F83CE36" w14:textId="77777777" w:rsidR="00DD2235" w:rsidRDefault="00DD2235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14:paraId="0B4C7BAB" w14:textId="77777777" w:rsidTr="00003C40">
        <w:trPr>
          <w:gridAfter w:val="1"/>
          <w:wAfter w:w="11" w:type="dxa"/>
        </w:trPr>
        <w:tc>
          <w:tcPr>
            <w:tcW w:w="528" w:type="dxa"/>
          </w:tcPr>
          <w:p w14:paraId="0E8AD3D3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7EECEFD5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62B9C8B2" w14:textId="77777777" w:rsidR="005C06DC" w:rsidRDefault="001404BA" w:rsidP="00C12B10">
            <w:pPr>
              <w:spacing w:line="276" w:lineRule="auto"/>
              <w:ind w:left="3552"/>
              <w:jc w:val="center"/>
            </w:pPr>
            <w:r>
              <w:t>П</w:t>
            </w:r>
            <w:r w:rsidR="00E81283">
              <w:t xml:space="preserve">РИЛОЖЕНИЕ </w:t>
            </w:r>
            <w:r w:rsidR="00DE2B47">
              <w:t>1</w:t>
            </w:r>
          </w:p>
          <w:p w14:paraId="0C553A7F" w14:textId="77777777" w:rsidR="005C06DC" w:rsidRDefault="005C06DC" w:rsidP="00EC50B3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14:paraId="3CB1C7D8" w14:textId="439EFB74" w:rsidR="005C06DC" w:rsidRPr="00CB1B90" w:rsidRDefault="005C06DC" w:rsidP="00EC50B3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40090D">
              <w:t xml:space="preserve"> </w:t>
            </w:r>
            <w:r w:rsidR="00EC50B3">
              <w:t>31 июля</w:t>
            </w:r>
            <w:r w:rsidRPr="00D74902">
              <w:t xml:space="preserve"> </w:t>
            </w:r>
            <w:r w:rsidR="008D086D">
              <w:t>2020</w:t>
            </w:r>
            <w:r w:rsidR="004F407E">
              <w:t xml:space="preserve"> </w:t>
            </w:r>
            <w:r w:rsidR="00CC03DF">
              <w:t>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230005">
              <w:t>28/5</w:t>
            </w:r>
          </w:p>
        </w:tc>
      </w:tr>
      <w:tr w:rsidR="00AB760E" w:rsidRPr="006161EA" w14:paraId="7992E0C2" w14:textId="77777777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10310C91" w14:textId="77777777" w:rsidR="00AB760E" w:rsidRDefault="00AB760E" w:rsidP="006D78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44BBC80E" w14:textId="77777777" w:rsidR="00E64FF3" w:rsidRPr="00E64FF3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72F68F75" w14:textId="77777777" w:rsidR="00B10801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7EA7B8E" w14:textId="77777777" w:rsidR="00E64FF3" w:rsidRPr="00B6104E" w:rsidRDefault="00E64FF3" w:rsidP="00C41B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5740726B" w14:textId="5E7246F0" w:rsidR="00425357" w:rsidRDefault="00294185" w:rsidP="0042535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8D086D">
        <w:rPr>
          <w:bCs/>
          <w:sz w:val="24"/>
          <w:szCs w:val="24"/>
        </w:rPr>
        <w:t>оизводственной программы с 01.0</w:t>
      </w:r>
      <w:r w:rsidR="00EC50B3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37"/>
        <w:gridCol w:w="20"/>
        <w:gridCol w:w="1623"/>
        <w:gridCol w:w="931"/>
        <w:gridCol w:w="1202"/>
        <w:gridCol w:w="850"/>
        <w:gridCol w:w="284"/>
        <w:gridCol w:w="1213"/>
      </w:tblGrid>
      <w:tr w:rsidR="00425357" w:rsidRPr="00425357" w14:paraId="7F244478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BAD90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425357" w:rsidRPr="00425357" w14:paraId="59250300" w14:textId="77777777" w:rsidTr="00425357">
        <w:trPr>
          <w:trHeight w:val="542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639D8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425357">
              <w:rPr>
                <w:rFonts w:eastAsia="Calibri"/>
                <w:sz w:val="20"/>
                <w:lang w:eastAsia="en-US"/>
              </w:rPr>
              <w:t xml:space="preserve">  </w:t>
            </w:r>
          </w:p>
          <w:p w14:paraId="619E966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1BFD2299" w14:textId="2C27E368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425357">
              <w:rPr>
                <w:rFonts w:eastAsia="Calibri"/>
                <w:color w:val="000000"/>
                <w:sz w:val="20"/>
                <w:lang w:eastAsia="en-US"/>
              </w:rPr>
              <w:t>МУНИЦИПАЛЬНОЕ УНИТАРНОЕ ПРЕДПРИЯТИЕ «ЖИЛИЩНО-КОММУНАЛЬНОЕ ХОЗЯЙСТВО ЛЫСКОВСКОГО РАЙОНА» (ИНН 5222070569)</w:t>
            </w:r>
          </w:p>
        </w:tc>
      </w:tr>
      <w:tr w:rsidR="00425357" w:rsidRPr="00425357" w14:paraId="58845BED" w14:textId="77777777" w:rsidTr="00425357">
        <w:trPr>
          <w:trHeight w:val="360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F0F26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14:paraId="6590970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1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AC2B8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 xml:space="preserve">606210, Нижегородская область, г. </w:t>
            </w:r>
            <w:proofErr w:type="spellStart"/>
            <w:r w:rsidRPr="00425357">
              <w:rPr>
                <w:color w:val="000000"/>
                <w:sz w:val="20"/>
              </w:rPr>
              <w:t>Лысково</w:t>
            </w:r>
            <w:proofErr w:type="spellEnd"/>
            <w:r w:rsidRPr="00425357">
              <w:rPr>
                <w:color w:val="000000"/>
                <w:sz w:val="20"/>
              </w:rPr>
              <w:t>, ул. Свердлова, д. 13</w:t>
            </w:r>
          </w:p>
          <w:p w14:paraId="77001075" w14:textId="23DEC159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30CE5ABE" w14:textId="77777777" w:rsidTr="00425357">
        <w:trPr>
          <w:trHeight w:val="458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C784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14:paraId="49205D0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1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9DABA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425357" w:rsidRPr="00425357" w14:paraId="33CBF927" w14:textId="77777777" w:rsidTr="00425357">
        <w:trPr>
          <w:trHeight w:val="360"/>
        </w:trPr>
        <w:tc>
          <w:tcPr>
            <w:tcW w:w="3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7BEC4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14:paraId="68248E6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1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76DB6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603082, Нижний Новгород, Кремль, корпус 1 </w:t>
            </w:r>
          </w:p>
        </w:tc>
      </w:tr>
      <w:tr w:rsidR="00425357" w:rsidRPr="00425357" w14:paraId="3D87A8B2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2214E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2. Объем подачи  воды</w:t>
            </w:r>
          </w:p>
        </w:tc>
      </w:tr>
      <w:tr w:rsidR="00425357" w:rsidRPr="00425357" w14:paraId="6A1C5E08" w14:textId="77777777" w:rsidTr="00425357">
        <w:trPr>
          <w:trHeight w:val="269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185F8DE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3BD9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73F5872D" w14:textId="77777777" w:rsidTr="00425357">
        <w:trPr>
          <w:trHeight w:val="296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D504A7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42535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425357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D20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lang w:eastAsia="en-US"/>
              </w:rPr>
            </w:pPr>
            <w:r w:rsidRPr="00425357">
              <w:rPr>
                <w:rFonts w:eastAsia="Calibri"/>
                <w:i/>
                <w:iCs/>
                <w:sz w:val="20"/>
                <w:lang w:eastAsia="en-US"/>
              </w:rPr>
              <w:t>187,577</w:t>
            </w:r>
          </w:p>
        </w:tc>
      </w:tr>
      <w:tr w:rsidR="00425357" w:rsidRPr="00425357" w14:paraId="25E1C0D3" w14:textId="77777777" w:rsidTr="00425357">
        <w:trPr>
          <w:trHeight w:val="296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D4FC1C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056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lang w:val="en-US" w:eastAsia="en-US"/>
              </w:rPr>
            </w:pPr>
            <w:r w:rsidRPr="00425357">
              <w:rPr>
                <w:rFonts w:eastAsia="Calibri"/>
                <w:i/>
                <w:iCs/>
                <w:sz w:val="20"/>
                <w:lang w:eastAsia="en-US"/>
              </w:rPr>
              <w:t>173,5</w:t>
            </w:r>
            <w:r w:rsidRPr="00425357">
              <w:rPr>
                <w:rFonts w:eastAsia="Calibri"/>
                <w:i/>
                <w:iCs/>
                <w:sz w:val="20"/>
                <w:lang w:val="en-US" w:eastAsia="en-US"/>
              </w:rPr>
              <w:t>00</w:t>
            </w:r>
          </w:p>
        </w:tc>
      </w:tr>
      <w:tr w:rsidR="00425357" w:rsidRPr="00425357" w14:paraId="5028C1A3" w14:textId="77777777" w:rsidTr="00425357">
        <w:trPr>
          <w:trHeight w:val="296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0AF282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67A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lang w:val="en-US" w:eastAsia="en-US"/>
              </w:rPr>
            </w:pPr>
            <w:r w:rsidRPr="00425357">
              <w:rPr>
                <w:rFonts w:eastAsia="Calibri"/>
                <w:i/>
                <w:iCs/>
                <w:sz w:val="20"/>
                <w:lang w:eastAsia="en-US"/>
              </w:rPr>
              <w:t>5,66</w:t>
            </w:r>
            <w:r w:rsidRPr="00425357">
              <w:rPr>
                <w:rFonts w:eastAsia="Calibri"/>
                <w:i/>
                <w:iCs/>
                <w:sz w:val="20"/>
                <w:lang w:val="en-US" w:eastAsia="en-US"/>
              </w:rPr>
              <w:t>3</w:t>
            </w:r>
          </w:p>
        </w:tc>
      </w:tr>
      <w:tr w:rsidR="00425357" w:rsidRPr="00425357" w14:paraId="499ED00C" w14:textId="77777777" w:rsidTr="00425357">
        <w:trPr>
          <w:trHeight w:val="296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69979D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B92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lang w:val="en-US" w:eastAsia="en-US"/>
              </w:rPr>
            </w:pPr>
            <w:r w:rsidRPr="00425357">
              <w:rPr>
                <w:rFonts w:eastAsia="Calibri"/>
                <w:i/>
                <w:iCs/>
                <w:sz w:val="20"/>
                <w:lang w:eastAsia="en-US"/>
              </w:rPr>
              <w:t>8,41</w:t>
            </w:r>
            <w:r w:rsidRPr="00425357">
              <w:rPr>
                <w:rFonts w:eastAsia="Calibri"/>
                <w:i/>
                <w:iCs/>
                <w:sz w:val="20"/>
                <w:lang w:val="en-US" w:eastAsia="en-US"/>
              </w:rPr>
              <w:t>3</w:t>
            </w:r>
          </w:p>
        </w:tc>
      </w:tr>
      <w:tr w:rsidR="00425357" w:rsidRPr="00425357" w14:paraId="3A99EBE4" w14:textId="77777777" w:rsidTr="00425357">
        <w:trPr>
          <w:trHeight w:val="296"/>
        </w:trPr>
        <w:tc>
          <w:tcPr>
            <w:tcW w:w="580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CA04AE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708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iCs/>
                <w:sz w:val="20"/>
                <w:lang w:eastAsia="en-US"/>
              </w:rPr>
            </w:pPr>
            <w:r w:rsidRPr="00425357">
              <w:rPr>
                <w:rFonts w:eastAsia="Calibri"/>
                <w:i/>
                <w:iCs/>
                <w:sz w:val="20"/>
                <w:lang w:eastAsia="en-US"/>
              </w:rPr>
              <w:t>-</w:t>
            </w:r>
          </w:p>
        </w:tc>
      </w:tr>
      <w:tr w:rsidR="00425357" w:rsidRPr="00425357" w14:paraId="6EC418F5" w14:textId="77777777" w:rsidTr="00425357">
        <w:trPr>
          <w:trHeight w:val="296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FB5A4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25357" w:rsidRPr="00425357" w14:paraId="5B592A79" w14:textId="77777777" w:rsidTr="00425357">
        <w:trPr>
          <w:trHeight w:val="223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FE58C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A19C9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01514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9702F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25357" w:rsidRPr="00425357" w14:paraId="3FEDEA16" w14:textId="77777777" w:rsidTr="00425357">
        <w:trPr>
          <w:trHeight w:val="255"/>
        </w:trPr>
        <w:tc>
          <w:tcPr>
            <w:tcW w:w="154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6BF4A03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8717B3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A51A3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8EBE1A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14:paraId="0C3BF76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8E94C3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422572EA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3A21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0ECE023D" w14:textId="77777777" w:rsidTr="00425357">
        <w:trPr>
          <w:trHeight w:val="560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554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  <w:p w14:paraId="3AF319B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2EDB99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FAB4D0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7852,93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B7EF1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5B6F6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7852,93</w:t>
            </w:r>
          </w:p>
        </w:tc>
      </w:tr>
      <w:tr w:rsidR="00425357" w:rsidRPr="00425357" w14:paraId="100B2C86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91A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  <w:p w14:paraId="6537EBE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613CDB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6BC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795,55</w:t>
            </w:r>
          </w:p>
          <w:p w14:paraId="6EFBC9C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787CE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5CB15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795,55</w:t>
            </w:r>
          </w:p>
        </w:tc>
      </w:tr>
      <w:tr w:rsidR="00425357" w:rsidRPr="00425357" w14:paraId="3DB0F575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B7B7B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E0FD9AB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11E6E6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7F4EC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FEC3F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425357" w:rsidRPr="00425357" w14:paraId="113D932C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C566C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0532B1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768BF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E355A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59848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425357" w:rsidRPr="00425357" w14:paraId="659D5018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43C2F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9A8E15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49C97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15,64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C2EB8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D2088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15,64</w:t>
            </w:r>
          </w:p>
        </w:tc>
      </w:tr>
      <w:tr w:rsidR="00425357" w:rsidRPr="00425357" w14:paraId="41A9EE6F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16A5F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EB1C74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AF487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132,41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7AB04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CA72F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132,41</w:t>
            </w:r>
          </w:p>
        </w:tc>
      </w:tr>
      <w:tr w:rsidR="00425357" w:rsidRPr="00425357" w14:paraId="007957B0" w14:textId="77777777" w:rsidTr="00425357">
        <w:trPr>
          <w:trHeight w:val="211"/>
        </w:trPr>
        <w:tc>
          <w:tcPr>
            <w:tcW w:w="48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2CFDB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Итого на период с 01.08.2020 по 31.12.2020:                              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0DB3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8796,53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9965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C505B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8796,53</w:t>
            </w:r>
          </w:p>
        </w:tc>
      </w:tr>
      <w:tr w:rsidR="00425357" w:rsidRPr="00425357" w14:paraId="21987615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25A78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25357" w:rsidRPr="00425357" w14:paraId="44D56D3B" w14:textId="77777777" w:rsidTr="00425357">
        <w:trPr>
          <w:trHeight w:val="360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F6BD9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</w:t>
            </w:r>
            <w:r w:rsidRPr="00425357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425357" w:rsidRPr="00425357" w14:paraId="2865FEB1" w14:textId="77777777" w:rsidTr="00425357">
        <w:trPr>
          <w:trHeight w:val="223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CC3CA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83F08A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График </w:t>
            </w:r>
            <w:r w:rsidRPr="00425357">
              <w:rPr>
                <w:rFonts w:eastAsia="Calibri"/>
                <w:sz w:val="20"/>
                <w:lang w:eastAsia="en-US"/>
              </w:rPr>
              <w:lastRenderedPageBreak/>
              <w:t>реализации мероприятия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3B43B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lastRenderedPageBreak/>
              <w:t xml:space="preserve">Источники финансирования,  тыс. </w:t>
            </w:r>
            <w:r w:rsidRPr="00425357">
              <w:rPr>
                <w:rFonts w:eastAsia="Calibri"/>
                <w:sz w:val="20"/>
                <w:lang w:eastAsia="en-US"/>
              </w:rPr>
              <w:lastRenderedPageBreak/>
              <w:t xml:space="preserve">руб.       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A25A1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lastRenderedPageBreak/>
              <w:t xml:space="preserve">Всего </w:t>
            </w:r>
            <w:r w:rsidRPr="00425357">
              <w:rPr>
                <w:rFonts w:eastAsia="Calibri"/>
                <w:sz w:val="20"/>
                <w:lang w:eastAsia="en-US"/>
              </w:rPr>
              <w:lastRenderedPageBreak/>
              <w:t xml:space="preserve">сумма, тыс. руб.  </w:t>
            </w:r>
          </w:p>
        </w:tc>
      </w:tr>
      <w:tr w:rsidR="00425357" w:rsidRPr="00425357" w14:paraId="3DA7E918" w14:textId="77777777" w:rsidTr="00425357">
        <w:trPr>
          <w:trHeight w:val="255"/>
        </w:trPr>
        <w:tc>
          <w:tcPr>
            <w:tcW w:w="154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E88ED6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BC8CF8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78EF3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7E0B1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14:paraId="6B7D343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493CA2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18473619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A61A2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53E5E418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EF3196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Текущий ремонт оборудования артезианских скважин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F22405C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0BEF3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55,08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E63E5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F1A22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55,08</w:t>
            </w:r>
          </w:p>
        </w:tc>
      </w:tr>
      <w:tr w:rsidR="00425357" w:rsidRPr="00425357" w14:paraId="137C3A4E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6C3C3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Ремонт водопроводных сетей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4EFF79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AB713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211,32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24186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C9598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211,32</w:t>
            </w:r>
          </w:p>
        </w:tc>
      </w:tr>
      <w:tr w:rsidR="00425357" w:rsidRPr="00425357" w14:paraId="093FFDA5" w14:textId="77777777" w:rsidTr="00425357">
        <w:trPr>
          <w:trHeight w:val="211"/>
        </w:trPr>
        <w:tc>
          <w:tcPr>
            <w:tcW w:w="48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D586E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Итого на период с 01.08.2020 по 31.12.2020:                              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A4E0B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266,40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4EEC4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CA76E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266,40</w:t>
            </w:r>
          </w:p>
        </w:tc>
      </w:tr>
      <w:tr w:rsidR="00425357" w:rsidRPr="00425357" w14:paraId="4AEFACC6" w14:textId="77777777" w:rsidTr="00425357">
        <w:trPr>
          <w:trHeight w:val="360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F25D3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питьевой воды </w:t>
            </w:r>
          </w:p>
        </w:tc>
      </w:tr>
      <w:tr w:rsidR="00425357" w:rsidRPr="00425357" w14:paraId="204C8E1F" w14:textId="77777777" w:rsidTr="00425357">
        <w:trPr>
          <w:trHeight w:val="223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C40A0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C0E6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44E18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8CA2C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25357" w:rsidRPr="00425357" w14:paraId="6B02EBB9" w14:textId="77777777" w:rsidTr="00425357">
        <w:trPr>
          <w:trHeight w:val="255"/>
        </w:trPr>
        <w:tc>
          <w:tcPr>
            <w:tcW w:w="154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F50418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AAD579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9CC6B1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35D71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14:paraId="6689062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BE4251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0516321B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1A114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464B6953" w14:textId="77777777" w:rsidTr="00425357">
        <w:trPr>
          <w:trHeight w:val="500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8CF0B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FAFA64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648F5D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DCD61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0E6BD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0A12B064" w14:textId="77777777" w:rsidTr="00425357">
        <w:trPr>
          <w:trHeight w:val="211"/>
        </w:trPr>
        <w:tc>
          <w:tcPr>
            <w:tcW w:w="48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146FA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0CB6C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CCF15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52A86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13B10072" w14:textId="77777777" w:rsidTr="00425357">
        <w:trPr>
          <w:trHeight w:val="360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A05985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</w:t>
            </w:r>
            <w:r w:rsidRPr="00425357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425357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425357" w:rsidRPr="00425357" w14:paraId="52220AEB" w14:textId="77777777" w:rsidTr="00425357">
        <w:trPr>
          <w:trHeight w:val="223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6ABE8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1CF65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2386F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FE0C1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25357" w:rsidRPr="00425357" w14:paraId="5BF7146E" w14:textId="77777777" w:rsidTr="00425357">
        <w:trPr>
          <w:trHeight w:val="255"/>
        </w:trPr>
        <w:tc>
          <w:tcPr>
            <w:tcW w:w="154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09C74A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2F4DA1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C1FB1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CBA1B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14:paraId="1D08A29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52F111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5ECEAA1F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D7B88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56B100C5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613F0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bookmarkStart w:id="1" w:name="_Hlk46480468"/>
            <w:r w:rsidRPr="0042535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BAD7BD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F3475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050B6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945C9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bookmarkEnd w:id="1"/>
      <w:tr w:rsidR="00425357" w:rsidRPr="00425357" w14:paraId="6B272DB8" w14:textId="77777777" w:rsidTr="00425357">
        <w:trPr>
          <w:trHeight w:val="211"/>
        </w:trPr>
        <w:tc>
          <w:tcPr>
            <w:tcW w:w="48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775F5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91160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079FD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8C51B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1F265F48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11E90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425357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25357" w:rsidRPr="00425357" w14:paraId="2DC11226" w14:textId="77777777" w:rsidTr="00425357">
        <w:trPr>
          <w:trHeight w:val="223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22128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2E199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9981F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1AAF3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425357" w:rsidRPr="00425357" w14:paraId="6FE57B97" w14:textId="77777777" w:rsidTr="00425357">
        <w:trPr>
          <w:trHeight w:val="255"/>
        </w:trPr>
        <w:tc>
          <w:tcPr>
            <w:tcW w:w="1547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E1F99E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321CFC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8EA95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0263F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14:paraId="21C2B96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4F6BC0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4A22E0F5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C33DB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635361EF" w14:textId="77777777" w:rsidTr="00425357">
        <w:tc>
          <w:tcPr>
            <w:tcW w:w="32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1CE42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6A95FF" w14:textId="77777777" w:rsidR="00425357" w:rsidRPr="00425357" w:rsidRDefault="00425357" w:rsidP="00425357">
            <w:pPr>
              <w:spacing w:after="200" w:line="276" w:lineRule="auto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с 01.08.2020 по 31.12.2020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0936F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8DBD8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ADA9A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0845DF35" w14:textId="77777777" w:rsidTr="00425357">
        <w:trPr>
          <w:trHeight w:val="211"/>
        </w:trPr>
        <w:tc>
          <w:tcPr>
            <w:tcW w:w="48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E0F2F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2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D642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D168D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AFE0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7A931F2B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90BC4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425357" w:rsidRPr="00425357" w14:paraId="654B7740" w14:textId="77777777" w:rsidTr="00425357">
        <w:trPr>
          <w:trHeight w:val="215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791FA3B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4DD971E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425357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425357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425357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4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9F2DE6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 период с 01.08.2020 по 31.12.2020</w:t>
            </w:r>
          </w:p>
        </w:tc>
      </w:tr>
      <w:tr w:rsidR="00425357" w:rsidRPr="00425357" w14:paraId="090217EA" w14:textId="77777777" w:rsidTr="00425357">
        <w:trPr>
          <w:trHeight w:val="212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B2ABDE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14:paraId="51C4E13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425357" w:rsidRPr="00425357" w14:paraId="280E2B41" w14:textId="77777777" w:rsidTr="00425357">
        <w:trPr>
          <w:trHeight w:val="1398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305C204F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5950484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77F25E0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25357" w:rsidRPr="00425357" w14:paraId="162EC4F0" w14:textId="77777777" w:rsidTr="00425357">
        <w:trPr>
          <w:trHeight w:val="836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429E2811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4873EAA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1FD86F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25357" w:rsidRPr="00425357" w14:paraId="63F7605B" w14:textId="77777777" w:rsidTr="00425357">
        <w:trPr>
          <w:trHeight w:val="276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1B45E88E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425357" w:rsidRPr="00425357" w14:paraId="42D6700A" w14:textId="77777777" w:rsidTr="00425357">
        <w:trPr>
          <w:trHeight w:val="845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4387BEC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lastRenderedPageBreak/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5F6BFB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4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06248A3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25357" w:rsidRPr="00425357" w14:paraId="69771133" w14:textId="77777777" w:rsidTr="00425357">
        <w:trPr>
          <w:trHeight w:val="212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3794FB3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425357" w:rsidRPr="00425357" w14:paraId="32A2EDCD" w14:textId="77777777" w:rsidTr="00425357">
        <w:trPr>
          <w:trHeight w:val="212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17DBBAA8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63946C7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49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5010E16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425357" w:rsidRPr="00425357" w14:paraId="26D1C28F" w14:textId="77777777" w:rsidTr="00425357">
        <w:trPr>
          <w:trHeight w:val="705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F89A7B7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EF3F3F1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425357">
              <w:rPr>
                <w:rFonts w:eastAsia="Calibri"/>
                <w:sz w:val="20"/>
                <w:lang w:eastAsia="en-US"/>
              </w:rPr>
              <w:t>/</w:t>
            </w:r>
          </w:p>
          <w:p w14:paraId="7FE243EE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куб. м</w:t>
            </w:r>
          </w:p>
          <w:p w14:paraId="26550A6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277DF94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2,59</w:t>
            </w:r>
          </w:p>
        </w:tc>
      </w:tr>
      <w:tr w:rsidR="00425357" w:rsidRPr="00425357" w14:paraId="0F7746B0" w14:textId="77777777" w:rsidTr="00425357">
        <w:trPr>
          <w:trHeight w:val="212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5821BBA5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1287EA9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425357">
              <w:rPr>
                <w:rFonts w:eastAsia="Calibri"/>
                <w:sz w:val="20"/>
                <w:lang w:eastAsia="en-US"/>
              </w:rPr>
              <w:t>/</w:t>
            </w:r>
          </w:p>
          <w:p w14:paraId="298FEB71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куб. м</w:t>
            </w:r>
          </w:p>
          <w:p w14:paraId="114823E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70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1796CE5B" w14:textId="77777777" w:rsidR="00425357" w:rsidRPr="00425357" w:rsidRDefault="00425357" w:rsidP="00425357">
            <w:pPr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337D0548" w14:textId="77777777" w:rsidTr="00425357"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DF884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 xml:space="preserve">6. Расчет эффективности производственной программы        </w:t>
            </w:r>
          </w:p>
        </w:tc>
      </w:tr>
      <w:tr w:rsidR="00425357" w:rsidRPr="00425357" w14:paraId="5178D5F7" w14:textId="77777777" w:rsidTr="00425357">
        <w:trPr>
          <w:trHeight w:val="215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5E40793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За период с 01.08.2020 по 31.12.2020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A76251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</w:p>
        </w:tc>
      </w:tr>
      <w:tr w:rsidR="00425357" w:rsidRPr="00425357" w14:paraId="0FA42BD8" w14:textId="77777777" w:rsidTr="00425357">
        <w:trPr>
          <w:trHeight w:val="212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3B547F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7C95888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425357" w:rsidRPr="00425357" w14:paraId="3B480AC2" w14:textId="77777777" w:rsidTr="00425357">
        <w:trPr>
          <w:trHeight w:val="360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32ADF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  <w:r w:rsidRPr="00425357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25357" w:rsidRPr="00425357" w14:paraId="34BD08C9" w14:textId="77777777" w:rsidTr="00425357">
        <w:trPr>
          <w:trHeight w:val="478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994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F1383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14:paraId="15067B8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тыс. руб.  </w:t>
            </w:r>
          </w:p>
        </w:tc>
      </w:tr>
      <w:tr w:rsidR="00425357" w:rsidRPr="00425357" w14:paraId="7ED654B4" w14:textId="77777777" w:rsidTr="00425357"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306E9B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   На период с 01.08.2020 по 31.12.2020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405A5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9062,93</w:t>
            </w:r>
          </w:p>
        </w:tc>
      </w:tr>
      <w:tr w:rsidR="00425357" w:rsidRPr="00425357" w14:paraId="650DABFF" w14:textId="77777777" w:rsidTr="00425357">
        <w:trPr>
          <w:trHeight w:val="360"/>
        </w:trPr>
        <w:tc>
          <w:tcPr>
            <w:tcW w:w="935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7C77D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425357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425357" w:rsidRPr="00425357" w14:paraId="00FD42AE" w14:textId="77777777" w:rsidTr="00425357">
        <w:trPr>
          <w:trHeight w:val="360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8C477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Наименование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89E039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За период с 01.01.2019 по 31.12.2019</w:t>
            </w:r>
          </w:p>
        </w:tc>
      </w:tr>
      <w:tr w:rsidR="00425357" w:rsidRPr="00425357" w14:paraId="08C12E84" w14:textId="77777777" w:rsidTr="00425357">
        <w:trPr>
          <w:trHeight w:val="360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F3B9DF" w14:textId="1B240E84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 xml:space="preserve">Объем </w:t>
            </w:r>
            <w:r w:rsidR="00FC16A2">
              <w:rPr>
                <w:rFonts w:eastAsia="Calibri"/>
                <w:sz w:val="20"/>
                <w:lang w:eastAsia="en-US"/>
              </w:rPr>
              <w:t>подачи воды</w:t>
            </w:r>
            <w:r w:rsidRPr="00425357">
              <w:rPr>
                <w:rFonts w:eastAsia="Calibri"/>
                <w:sz w:val="20"/>
                <w:lang w:eastAsia="en-US"/>
              </w:rPr>
              <w:t>, тыс. м</w:t>
            </w:r>
            <w:r w:rsidRPr="00425357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2E5D6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450,184</w:t>
            </w:r>
          </w:p>
        </w:tc>
      </w:tr>
      <w:tr w:rsidR="00425357" w:rsidRPr="00425357" w14:paraId="24EBB1B6" w14:textId="77777777" w:rsidTr="00425357">
        <w:trPr>
          <w:trHeight w:val="360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2238B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0"/>
                <w:lang w:eastAsia="en-US"/>
              </w:rPr>
            </w:pPr>
            <w:proofErr w:type="gramStart"/>
            <w:r w:rsidRPr="00425357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 (без НДС)</w:t>
            </w:r>
            <w:proofErr w:type="gramEnd"/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E5EE1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20850,56</w:t>
            </w:r>
          </w:p>
        </w:tc>
      </w:tr>
      <w:tr w:rsidR="00425357" w:rsidRPr="00425357" w14:paraId="502029F8" w14:textId="77777777" w:rsidTr="00425357">
        <w:trPr>
          <w:trHeight w:val="360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0D664B" w14:textId="3FD21EE9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</w:t>
            </w:r>
            <w:r w:rsidR="00FC16A2">
              <w:rPr>
                <w:rFonts w:eastAsia="Calibri"/>
                <w:sz w:val="20"/>
                <w:lang w:eastAsia="en-US"/>
              </w:rPr>
              <w:t>снабжения</w:t>
            </w:r>
            <w:r w:rsidRPr="00425357">
              <w:rPr>
                <w:rFonts w:eastAsia="Calibri"/>
                <w:sz w:val="20"/>
                <w:lang w:eastAsia="en-US"/>
              </w:rPr>
              <w:t xml:space="preserve"> в состоянии, соответствующем установленным требованиям, тыс. руб. (без НДС)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19F02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1914,48</w:t>
            </w:r>
          </w:p>
        </w:tc>
      </w:tr>
      <w:tr w:rsidR="00425357" w:rsidRPr="00425357" w14:paraId="21223050" w14:textId="77777777" w:rsidTr="00425357">
        <w:trPr>
          <w:trHeight w:val="360"/>
        </w:trPr>
        <w:tc>
          <w:tcPr>
            <w:tcW w:w="70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F6EDE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sz w:val="20"/>
                <w:lang w:eastAsia="en-US"/>
              </w:rPr>
              <w:t>Общий объем финансовых потребностей, тыс. руб. (без НДС)</w:t>
            </w:r>
          </w:p>
        </w:tc>
        <w:tc>
          <w:tcPr>
            <w:tcW w:w="23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10A1F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sz w:val="20"/>
                <w:lang w:eastAsia="en-US"/>
              </w:rPr>
            </w:pPr>
            <w:r w:rsidRPr="00425357">
              <w:rPr>
                <w:rFonts w:eastAsia="Calibri"/>
                <w:bCs/>
                <w:sz w:val="20"/>
                <w:lang w:eastAsia="en-US"/>
              </w:rPr>
              <w:t>22765,04</w:t>
            </w:r>
          </w:p>
        </w:tc>
      </w:tr>
    </w:tbl>
    <w:p w14:paraId="7160EDFA" w14:textId="77777777" w:rsidR="008D086D" w:rsidRPr="00810017" w:rsidRDefault="008D086D" w:rsidP="008100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14:paraId="2E968456" w14:textId="77777777" w:rsidR="00DE2B47" w:rsidRPr="00DE2B47" w:rsidRDefault="00DE2B47" w:rsidP="00DE2B47">
      <w:pPr>
        <w:rPr>
          <w:sz w:val="20"/>
        </w:rPr>
      </w:pPr>
    </w:p>
    <w:p w14:paraId="5F5F9C1A" w14:textId="77777777" w:rsidR="00DE2B47" w:rsidRPr="00DE2B47" w:rsidRDefault="00DE2B47" w:rsidP="00DE2B47">
      <w:pPr>
        <w:rPr>
          <w:sz w:val="20"/>
        </w:rPr>
      </w:pPr>
    </w:p>
    <w:p w14:paraId="71F46882" w14:textId="77777777" w:rsidR="00DE2B47" w:rsidRDefault="00DE2B47" w:rsidP="00DE2B47">
      <w:pPr>
        <w:rPr>
          <w:sz w:val="20"/>
        </w:rPr>
      </w:pPr>
    </w:p>
    <w:p w14:paraId="485A45FA" w14:textId="77777777" w:rsidR="00810017" w:rsidRDefault="00810017" w:rsidP="00DE2B47">
      <w:pPr>
        <w:rPr>
          <w:sz w:val="20"/>
        </w:rPr>
      </w:pPr>
    </w:p>
    <w:p w14:paraId="4A3B604F" w14:textId="77777777" w:rsidR="00810017" w:rsidRDefault="00810017" w:rsidP="00DE2B47">
      <w:pPr>
        <w:rPr>
          <w:sz w:val="20"/>
        </w:rPr>
      </w:pPr>
    </w:p>
    <w:p w14:paraId="62EAA464" w14:textId="77777777" w:rsidR="00810017" w:rsidRDefault="00810017" w:rsidP="00DE2B47">
      <w:pPr>
        <w:rPr>
          <w:sz w:val="20"/>
        </w:rPr>
      </w:pPr>
    </w:p>
    <w:p w14:paraId="5EB18D88" w14:textId="77777777" w:rsidR="00810017" w:rsidRDefault="00810017" w:rsidP="00DE2B47">
      <w:pPr>
        <w:rPr>
          <w:sz w:val="20"/>
        </w:rPr>
      </w:pPr>
    </w:p>
    <w:p w14:paraId="5C8F8840" w14:textId="77777777" w:rsidR="00810017" w:rsidRDefault="00810017" w:rsidP="00DE2B47">
      <w:pPr>
        <w:rPr>
          <w:sz w:val="20"/>
        </w:rPr>
      </w:pPr>
    </w:p>
    <w:p w14:paraId="096AE408" w14:textId="77777777" w:rsidR="00810017" w:rsidRDefault="00810017" w:rsidP="00DE2B47">
      <w:pPr>
        <w:rPr>
          <w:sz w:val="20"/>
        </w:rPr>
      </w:pPr>
    </w:p>
    <w:p w14:paraId="64BAC625" w14:textId="77777777" w:rsidR="00810017" w:rsidRDefault="00810017" w:rsidP="00DE2B47">
      <w:pPr>
        <w:rPr>
          <w:sz w:val="20"/>
        </w:rPr>
      </w:pPr>
    </w:p>
    <w:p w14:paraId="6C505EF8" w14:textId="77777777" w:rsidR="00810017" w:rsidRDefault="00810017" w:rsidP="00DE2B47">
      <w:pPr>
        <w:rPr>
          <w:sz w:val="20"/>
        </w:rPr>
      </w:pPr>
    </w:p>
    <w:p w14:paraId="62582EA7" w14:textId="77777777" w:rsidR="00810017" w:rsidRDefault="00810017" w:rsidP="00DE2B47">
      <w:pPr>
        <w:rPr>
          <w:sz w:val="20"/>
        </w:rPr>
      </w:pPr>
    </w:p>
    <w:p w14:paraId="6C029F7F" w14:textId="77777777" w:rsidR="00810017" w:rsidRDefault="00810017" w:rsidP="00DE2B47">
      <w:pPr>
        <w:rPr>
          <w:sz w:val="20"/>
        </w:rPr>
      </w:pPr>
    </w:p>
    <w:p w14:paraId="3BADBB61" w14:textId="77777777" w:rsidR="00810017" w:rsidRDefault="00810017" w:rsidP="00DE2B47">
      <w:pPr>
        <w:rPr>
          <w:sz w:val="20"/>
        </w:rPr>
      </w:pPr>
    </w:p>
    <w:p w14:paraId="12FA55FA" w14:textId="77777777" w:rsidR="00810017" w:rsidRDefault="00810017" w:rsidP="00DE2B47">
      <w:pPr>
        <w:rPr>
          <w:sz w:val="20"/>
        </w:rPr>
      </w:pPr>
    </w:p>
    <w:p w14:paraId="28C11437" w14:textId="77777777" w:rsidR="00810017" w:rsidRDefault="00810017" w:rsidP="00DE2B47">
      <w:pPr>
        <w:rPr>
          <w:sz w:val="20"/>
        </w:rPr>
      </w:pPr>
    </w:p>
    <w:p w14:paraId="123144E5" w14:textId="77777777" w:rsidR="00810017" w:rsidRDefault="00810017" w:rsidP="00DE2B47">
      <w:pPr>
        <w:rPr>
          <w:sz w:val="20"/>
        </w:rPr>
      </w:pPr>
    </w:p>
    <w:p w14:paraId="072CC08A" w14:textId="77777777" w:rsidR="00810017" w:rsidRDefault="00810017" w:rsidP="00DE2B47">
      <w:pPr>
        <w:rPr>
          <w:sz w:val="20"/>
        </w:rPr>
      </w:pPr>
    </w:p>
    <w:p w14:paraId="5AE31C36" w14:textId="77777777" w:rsidR="00810017" w:rsidRDefault="00810017" w:rsidP="00DE2B47">
      <w:pPr>
        <w:rPr>
          <w:sz w:val="20"/>
        </w:rPr>
      </w:pPr>
    </w:p>
    <w:p w14:paraId="55BE38A7" w14:textId="77777777" w:rsidR="00810017" w:rsidRDefault="00810017" w:rsidP="00DE2B47">
      <w:pPr>
        <w:rPr>
          <w:sz w:val="20"/>
        </w:rPr>
      </w:pPr>
    </w:p>
    <w:p w14:paraId="7D90543A" w14:textId="77777777" w:rsidR="00810017" w:rsidRDefault="00810017" w:rsidP="00DE2B47">
      <w:pPr>
        <w:rPr>
          <w:sz w:val="20"/>
        </w:rPr>
      </w:pPr>
    </w:p>
    <w:p w14:paraId="11F40910" w14:textId="77777777" w:rsidR="001404BA" w:rsidRDefault="001404BA" w:rsidP="00DE2B47">
      <w:pPr>
        <w:rPr>
          <w:sz w:val="20"/>
        </w:rPr>
      </w:pPr>
    </w:p>
    <w:p w14:paraId="5A0C5EA9" w14:textId="77777777" w:rsidR="00810017" w:rsidRDefault="00810017" w:rsidP="00DE2B47">
      <w:pPr>
        <w:rPr>
          <w:sz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DE2B47" w14:paraId="5FBB4A4E" w14:textId="77777777" w:rsidTr="00FB17E8">
        <w:trPr>
          <w:gridAfter w:val="1"/>
          <w:wAfter w:w="11" w:type="dxa"/>
        </w:trPr>
        <w:tc>
          <w:tcPr>
            <w:tcW w:w="528" w:type="dxa"/>
          </w:tcPr>
          <w:p w14:paraId="27986DE9" w14:textId="77777777"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1DBD486E" w14:textId="77777777"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1A58E60C" w14:textId="77777777" w:rsidR="008D086D" w:rsidRDefault="008D086D" w:rsidP="00FB17E8">
            <w:pPr>
              <w:spacing w:line="276" w:lineRule="auto"/>
            </w:pPr>
          </w:p>
          <w:p w14:paraId="5F7E29BF" w14:textId="77777777" w:rsidR="00DE2B47" w:rsidRDefault="00DE2B47" w:rsidP="00FB17E8">
            <w:pPr>
              <w:spacing w:line="276" w:lineRule="auto"/>
            </w:pPr>
          </w:p>
          <w:p w14:paraId="06145C3E" w14:textId="77777777" w:rsidR="00DE2B47" w:rsidRDefault="00DE2B47" w:rsidP="00FB17E8">
            <w:pPr>
              <w:spacing w:line="276" w:lineRule="auto"/>
              <w:ind w:left="3552"/>
              <w:jc w:val="center"/>
            </w:pPr>
            <w:r>
              <w:lastRenderedPageBreak/>
              <w:t>ПРИЛОЖЕНИЕ 2</w:t>
            </w:r>
          </w:p>
          <w:p w14:paraId="56237C35" w14:textId="77777777" w:rsidR="00DE2B47" w:rsidRDefault="00DE2B47" w:rsidP="00FB17E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14:paraId="2A60D43F" w14:textId="45217552" w:rsidR="00DE2B47" w:rsidRPr="00CB1B90" w:rsidRDefault="00DE2B47" w:rsidP="00EC50B3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8D086D">
              <w:t xml:space="preserve"> </w:t>
            </w:r>
            <w:r w:rsidR="00EC50B3">
              <w:t>31 июля</w:t>
            </w:r>
            <w:r w:rsidRPr="00D74902">
              <w:t xml:space="preserve"> </w:t>
            </w:r>
            <w:r w:rsidR="008D086D">
              <w:t>2020</w:t>
            </w:r>
            <w:r>
              <w:t xml:space="preserve"> г.</w:t>
            </w:r>
            <w:r w:rsidRPr="00D74902">
              <w:t xml:space="preserve"> № </w:t>
            </w:r>
            <w:r w:rsidR="00230005">
              <w:t>28/5</w:t>
            </w:r>
          </w:p>
        </w:tc>
      </w:tr>
      <w:tr w:rsidR="00DE2B47" w:rsidRPr="006161EA" w14:paraId="186F03B9" w14:textId="77777777" w:rsidTr="00FB17E8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2F1E6EE0" w14:textId="77777777" w:rsidR="00DE2B47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3D90475D" w14:textId="77777777" w:rsidR="00DE2B47" w:rsidRPr="00E64FF3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630E9945" w14:textId="77777777" w:rsidR="00DE2B47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421AC7C7" w14:textId="77777777" w:rsidR="00DE2B47" w:rsidRPr="00B6104E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7D0934B7" w14:textId="57DCAC3C" w:rsidR="008D086D" w:rsidRPr="00425357" w:rsidRDefault="00DE2B47" w:rsidP="0042535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8D086D">
        <w:rPr>
          <w:bCs/>
          <w:sz w:val="24"/>
          <w:szCs w:val="24"/>
        </w:rPr>
        <w:t>оизводственной программы с 01.0</w:t>
      </w:r>
      <w:r w:rsidR="00EC50B3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111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2"/>
        <w:gridCol w:w="20"/>
        <w:gridCol w:w="1667"/>
        <w:gridCol w:w="1599"/>
        <w:gridCol w:w="27"/>
        <w:gridCol w:w="370"/>
        <w:gridCol w:w="19"/>
        <w:gridCol w:w="87"/>
        <w:gridCol w:w="880"/>
        <w:gridCol w:w="311"/>
        <w:gridCol w:w="1285"/>
        <w:gridCol w:w="1626"/>
      </w:tblGrid>
      <w:tr w:rsidR="00425357" w:rsidRPr="00425357" w14:paraId="61FCB32C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6A3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25357" w:rsidRPr="00425357" w14:paraId="661767B8" w14:textId="77777777" w:rsidTr="00425357">
        <w:trPr>
          <w:gridAfter w:val="1"/>
          <w:wAfter w:w="1626" w:type="dxa"/>
          <w:trHeight w:val="574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2995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</w:t>
            </w:r>
            <w:proofErr w:type="gramStart"/>
            <w:r w:rsidRPr="00425357">
              <w:rPr>
                <w:sz w:val="20"/>
              </w:rPr>
              <w:t>регулируемой</w:t>
            </w:r>
            <w:proofErr w:type="gramEnd"/>
            <w:r w:rsidRPr="00425357">
              <w:rPr>
                <w:sz w:val="20"/>
              </w:rPr>
              <w:t xml:space="preserve">  </w:t>
            </w:r>
          </w:p>
          <w:p w14:paraId="6571903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организации (ИНН)</w:t>
            </w:r>
          </w:p>
        </w:tc>
        <w:tc>
          <w:tcPr>
            <w:tcW w:w="6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5D48FC4" w14:textId="77777777" w:rsid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 xml:space="preserve">МУНИЦИПАЛЬНОЕ УНИТАРНОЕ ПРЕДПРИЯТИЕ «ЖИЛИЩНО-КОММУНАЛЬНОЕ ХОЗЯЙСТВО ЛЫСКОВСКОГО РАЙОНА» </w:t>
            </w:r>
          </w:p>
          <w:p w14:paraId="50B5B617" w14:textId="41CB02BA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>(ИНН 5222070569)</w:t>
            </w:r>
          </w:p>
        </w:tc>
      </w:tr>
      <w:tr w:rsidR="00425357" w:rsidRPr="00425357" w14:paraId="19B05C58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2F61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Местонахождение            </w:t>
            </w:r>
          </w:p>
          <w:p w14:paraId="45D831B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E60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 xml:space="preserve">606210, Нижегородская область, г. </w:t>
            </w:r>
            <w:proofErr w:type="spellStart"/>
            <w:r w:rsidRPr="00425357">
              <w:rPr>
                <w:color w:val="000000"/>
                <w:sz w:val="20"/>
              </w:rPr>
              <w:t>Лысково</w:t>
            </w:r>
            <w:proofErr w:type="spellEnd"/>
            <w:r w:rsidRPr="00425357">
              <w:rPr>
                <w:color w:val="000000"/>
                <w:sz w:val="20"/>
              </w:rPr>
              <w:t>, ул. Свердлова, д. 13</w:t>
            </w:r>
          </w:p>
          <w:p w14:paraId="11F907E3" w14:textId="0AC0BA62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39C71E8B" w14:textId="77777777" w:rsidTr="00425357">
        <w:trPr>
          <w:gridAfter w:val="1"/>
          <w:wAfter w:w="1626" w:type="dxa"/>
          <w:trHeight w:val="44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5D6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              </w:t>
            </w:r>
          </w:p>
          <w:p w14:paraId="50B2420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070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25357" w:rsidRPr="00425357" w14:paraId="062D8375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836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Местонахождение            </w:t>
            </w:r>
          </w:p>
          <w:p w14:paraId="341CD62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071B" w14:textId="56360789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425357">
              <w:rPr>
                <w:sz w:val="20"/>
              </w:rPr>
              <w:t xml:space="preserve">Нижний Новгород, Кремль, корпус 1 </w:t>
            </w:r>
          </w:p>
        </w:tc>
      </w:tr>
      <w:tr w:rsidR="00425357" w:rsidRPr="00425357" w14:paraId="24905FC5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E18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2. Объем принимаемых сточных вод</w:t>
            </w:r>
          </w:p>
        </w:tc>
      </w:tr>
      <w:tr w:rsidR="00425357" w:rsidRPr="00425357" w14:paraId="273EC034" w14:textId="77777777" w:rsidTr="00425357">
        <w:trPr>
          <w:gridAfter w:val="1"/>
          <w:wAfter w:w="1626" w:type="dxa"/>
          <w:trHeight w:val="269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B6C1B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39D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3CBC65F8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604F4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sz w:val="20"/>
              </w:rPr>
              <w:t>Принято сточных вод</w:t>
            </w:r>
            <w:r w:rsidRPr="00425357">
              <w:rPr>
                <w:b/>
                <w:sz w:val="20"/>
              </w:rPr>
              <w:t xml:space="preserve"> </w:t>
            </w:r>
            <w:r w:rsidRPr="00425357">
              <w:rPr>
                <w:sz w:val="20"/>
              </w:rPr>
              <w:t>всего, тыс</w:t>
            </w:r>
            <w:proofErr w:type="gramStart"/>
            <w:r w:rsidRPr="00425357">
              <w:rPr>
                <w:sz w:val="20"/>
              </w:rPr>
              <w:t>.м</w:t>
            </w:r>
            <w:proofErr w:type="gramEnd"/>
            <w:r w:rsidRPr="00425357">
              <w:rPr>
                <w:sz w:val="20"/>
                <w:vertAlign w:val="superscript"/>
              </w:rPr>
              <w:t>3</w:t>
            </w:r>
            <w:r w:rsidRPr="00425357">
              <w:rPr>
                <w:sz w:val="20"/>
              </w:rPr>
              <w:t>в том числе: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109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32,305   </w:t>
            </w:r>
          </w:p>
        </w:tc>
      </w:tr>
      <w:tr w:rsidR="00425357" w:rsidRPr="00425357" w14:paraId="396DCAE2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A0B14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население,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2CD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23,324</w:t>
            </w:r>
          </w:p>
        </w:tc>
      </w:tr>
      <w:tr w:rsidR="00425357" w:rsidRPr="00425357" w14:paraId="3EE22BDA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0D225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F5B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2,592 </w:t>
            </w:r>
          </w:p>
        </w:tc>
      </w:tr>
      <w:tr w:rsidR="00425357" w:rsidRPr="00425357" w14:paraId="7C153AA3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91C0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ACC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6,389</w:t>
            </w:r>
          </w:p>
        </w:tc>
      </w:tr>
      <w:tr w:rsidR="00425357" w:rsidRPr="00425357" w14:paraId="249BD638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77721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54A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33CFD116" w14:textId="77777777" w:rsidTr="00425357">
        <w:trPr>
          <w:gridAfter w:val="1"/>
          <w:wAfter w:w="1626" w:type="dxa"/>
          <w:trHeight w:val="194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75F67E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Пропущено через очистные сооружения, тыс</w:t>
            </w:r>
            <w:proofErr w:type="gramStart"/>
            <w:r w:rsidRPr="00425357">
              <w:rPr>
                <w:sz w:val="20"/>
              </w:rPr>
              <w:t>.м</w:t>
            </w:r>
            <w:proofErr w:type="gramEnd"/>
            <w:r w:rsidRPr="00425357">
              <w:rPr>
                <w:sz w:val="20"/>
              </w:rPr>
              <w:t>3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F29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32,305   </w:t>
            </w:r>
          </w:p>
        </w:tc>
      </w:tr>
      <w:tr w:rsidR="00425357" w:rsidRPr="00425357" w14:paraId="1D5F13A1" w14:textId="77777777" w:rsidTr="00425357">
        <w:trPr>
          <w:gridAfter w:val="1"/>
          <w:wAfter w:w="1626" w:type="dxa"/>
          <w:trHeight w:val="225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695111C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Передано сточных вод на сторону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2A0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5F49081B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CD1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25357" w:rsidRPr="00425357" w14:paraId="4B3E9FBF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FC8CD5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Наименование мероприятий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7AAB7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EAA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AF0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 тыс. руб.</w:t>
            </w:r>
          </w:p>
        </w:tc>
      </w:tr>
      <w:tr w:rsidR="00425357" w:rsidRPr="00425357" w14:paraId="4FDF4771" w14:textId="77777777" w:rsidTr="00425357">
        <w:trPr>
          <w:gridAfter w:val="1"/>
          <w:wAfter w:w="1626" w:type="dxa"/>
          <w:trHeight w:val="534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340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FCD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925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92A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16781CD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D1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673E8D7D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92B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4EC9CE12" w14:textId="77777777" w:rsidTr="00425357">
        <w:trPr>
          <w:gridAfter w:val="1"/>
          <w:wAfter w:w="1626" w:type="dxa"/>
          <w:trHeight w:val="512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E80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Производственные расходы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1270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0783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1228,43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089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D7E3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1228,43</w:t>
            </w:r>
          </w:p>
        </w:tc>
      </w:tr>
      <w:tr w:rsidR="00425357" w:rsidRPr="00425357" w14:paraId="3BDCA7BE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61A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Административные расходы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3634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4520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88,77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CD7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3D33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88,77</w:t>
            </w:r>
          </w:p>
        </w:tc>
      </w:tr>
      <w:tr w:rsidR="00425357" w:rsidRPr="00425357" w14:paraId="0F998133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F22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6D22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8173" w14:textId="77777777" w:rsidR="00425357" w:rsidRPr="00425357" w:rsidRDefault="00425357" w:rsidP="00425357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F94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3D8F" w14:textId="77777777" w:rsidR="00425357" w:rsidRPr="00425357" w:rsidRDefault="00425357" w:rsidP="00425357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</w:tr>
      <w:tr w:rsidR="00425357" w:rsidRPr="00425357" w14:paraId="39258DCD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4AB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5D388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DBF4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E76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F485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</w:tr>
      <w:tr w:rsidR="00425357" w:rsidRPr="00425357" w14:paraId="1F267DA7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B22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B930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4392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0,14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2FC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A2F6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0,14</w:t>
            </w:r>
          </w:p>
        </w:tc>
      </w:tr>
      <w:tr w:rsidR="00425357" w:rsidRPr="00425357" w14:paraId="3CF35E1C" w14:textId="77777777" w:rsidTr="00425357">
        <w:trPr>
          <w:gridAfter w:val="1"/>
          <w:wAfter w:w="1626" w:type="dxa"/>
          <w:trHeight w:val="506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31A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BB06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B4B6" w14:textId="77777777" w:rsidR="00425357" w:rsidRPr="00425357" w:rsidRDefault="00425357" w:rsidP="00425357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12,04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9AA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7187D" w14:textId="77777777" w:rsidR="00425357" w:rsidRPr="00425357" w:rsidRDefault="00425357" w:rsidP="00425357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12,04</w:t>
            </w:r>
          </w:p>
        </w:tc>
      </w:tr>
      <w:tr w:rsidR="00425357" w:rsidRPr="00425357" w14:paraId="1DD67640" w14:textId="77777777" w:rsidTr="00425357">
        <w:trPr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24D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858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1329,38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3B7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69F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1329,38</w:t>
            </w:r>
          </w:p>
        </w:tc>
        <w:tc>
          <w:tcPr>
            <w:tcW w:w="1626" w:type="dxa"/>
          </w:tcPr>
          <w:p w14:paraId="5AB6473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25357" w:rsidRPr="00425357" w14:paraId="11225230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3F5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25357" w:rsidRPr="00425357" w14:paraId="60E2F477" w14:textId="77777777" w:rsidTr="00425357">
        <w:trPr>
          <w:gridAfter w:val="1"/>
          <w:wAfter w:w="1626" w:type="dxa"/>
          <w:trHeight w:val="561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C3E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425357" w:rsidRPr="00425357" w14:paraId="67F3EADD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DC9762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4C5EEB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A4F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499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Всего сумма, тыс. руб.  </w:t>
            </w:r>
          </w:p>
        </w:tc>
      </w:tr>
      <w:tr w:rsidR="00425357" w:rsidRPr="00425357" w14:paraId="5C7AC031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055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9B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9B9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1CA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2E96945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lastRenderedPageBreak/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F86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6C74B729" w14:textId="77777777" w:rsidTr="00425357">
        <w:trPr>
          <w:gridAfter w:val="1"/>
          <w:wAfter w:w="1626" w:type="dxa"/>
          <w:trHeight w:val="484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EEC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lastRenderedPageBreak/>
              <w:t xml:space="preserve">На период с 01.08.2020 по 31.12.2020 </w:t>
            </w:r>
          </w:p>
        </w:tc>
      </w:tr>
      <w:tr w:rsidR="00425357" w:rsidRPr="00425357" w14:paraId="4169C826" w14:textId="77777777" w:rsidTr="00425357">
        <w:trPr>
          <w:gridAfter w:val="1"/>
          <w:wAfter w:w="1626" w:type="dxa"/>
          <w:trHeight w:val="247"/>
          <w:tblCellSpacing w:w="5" w:type="nil"/>
        </w:trPr>
        <w:tc>
          <w:tcPr>
            <w:tcW w:w="3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A2CB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Мероприятия отсутствуют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2C2D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797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954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AB98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608D17D7" w14:textId="77777777" w:rsidTr="00425357">
        <w:trPr>
          <w:gridAfter w:val="1"/>
          <w:wAfter w:w="1626" w:type="dxa"/>
          <w:trHeight w:val="425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432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i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425357" w:rsidRPr="00425357" w14:paraId="72FE8367" w14:textId="77777777" w:rsidTr="00425357">
        <w:trPr>
          <w:gridAfter w:val="1"/>
          <w:wAfter w:w="1626" w:type="dxa"/>
          <w:trHeight w:val="559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FD889C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2AFFC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00C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0A6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Всего сумма, тыс. руб.  </w:t>
            </w:r>
          </w:p>
        </w:tc>
      </w:tr>
      <w:tr w:rsidR="00425357" w:rsidRPr="00425357" w14:paraId="4394A066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07E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B13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2AD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E82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3755FCC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4B9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4BA118B9" w14:textId="77777777" w:rsidTr="00425357">
        <w:trPr>
          <w:gridAfter w:val="1"/>
          <w:wAfter w:w="1626" w:type="dxa"/>
          <w:trHeight w:val="374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454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160EA58E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602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789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9FA7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6C0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0F7985B5" w14:textId="77777777" w:rsidTr="00425357">
        <w:trPr>
          <w:gridAfter w:val="1"/>
          <w:wAfter w:w="1626" w:type="dxa"/>
          <w:trHeight w:val="624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F2B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425357">
              <w:rPr>
                <w:i/>
                <w:sz w:val="20"/>
              </w:rPr>
              <w:t>энергетической</w:t>
            </w:r>
            <w:proofErr w:type="gramEnd"/>
            <w:r w:rsidRPr="00425357">
              <w:rPr>
                <w:i/>
                <w:sz w:val="20"/>
              </w:rPr>
              <w:t xml:space="preserve">    </w:t>
            </w:r>
          </w:p>
          <w:p w14:paraId="3EF9C7F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i/>
                <w:sz w:val="20"/>
              </w:rPr>
              <w:t xml:space="preserve">   эффективности</w:t>
            </w:r>
          </w:p>
        </w:tc>
      </w:tr>
      <w:tr w:rsidR="00425357" w:rsidRPr="00425357" w14:paraId="581778BE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0B39F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DBB579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827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E3A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Всего сумма, тыс. руб.  </w:t>
            </w:r>
          </w:p>
        </w:tc>
      </w:tr>
      <w:tr w:rsidR="00425357" w:rsidRPr="00425357" w14:paraId="5172189D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086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7F0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165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E9C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7CED6FA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1687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76452046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286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1F01D618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141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91F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E2F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960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3D9C3973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2AD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25357" w:rsidRPr="00425357" w14:paraId="37D4EA79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D54D07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Наименование мероприятий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9CE16F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8C6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108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 тыс. руб.</w:t>
            </w:r>
          </w:p>
        </w:tc>
      </w:tr>
      <w:tr w:rsidR="00425357" w:rsidRPr="00425357" w14:paraId="331DF42D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F3F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BDB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3E7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265E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5D5BCAC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CE6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21A4FA91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23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71D8B508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434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A46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15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1CE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1C84D861" w14:textId="77777777" w:rsidTr="00425357">
        <w:trPr>
          <w:gridAfter w:val="1"/>
          <w:wAfter w:w="1626" w:type="dxa"/>
          <w:trHeight w:val="22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F72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      </w:t>
            </w:r>
          </w:p>
          <w:p w14:paraId="770882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централизованных систем водоотведения</w:t>
            </w:r>
          </w:p>
        </w:tc>
      </w:tr>
      <w:tr w:rsidR="00425357" w:rsidRPr="00425357" w14:paraId="6FA63849" w14:textId="77777777" w:rsidTr="00425357">
        <w:trPr>
          <w:gridAfter w:val="1"/>
          <w:wAfter w:w="1626" w:type="dxa"/>
          <w:trHeight w:val="708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6DB89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Наименование показателя</w:t>
            </w:r>
          </w:p>
          <w:p w14:paraId="1F501B6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F390DD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425357">
              <w:rPr>
                <w:sz w:val="20"/>
              </w:rPr>
              <w:t>Ед</w:t>
            </w:r>
            <w:proofErr w:type="gramStart"/>
            <w:r w:rsidRPr="00425357">
              <w:rPr>
                <w:sz w:val="20"/>
              </w:rPr>
              <w:t>.и</w:t>
            </w:r>
            <w:proofErr w:type="gramEnd"/>
            <w:r w:rsidRPr="00425357">
              <w:rPr>
                <w:sz w:val="20"/>
              </w:rPr>
              <w:t>зм</w:t>
            </w:r>
            <w:proofErr w:type="spellEnd"/>
            <w:r w:rsidRPr="00425357">
              <w:rPr>
                <w:sz w:val="20"/>
              </w:rPr>
              <w:t>.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2AD605B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27A8664D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6CA3D8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очистки сточных вод</w:t>
            </w:r>
          </w:p>
        </w:tc>
      </w:tr>
      <w:tr w:rsidR="00425357" w:rsidRPr="00425357" w14:paraId="25F29969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269592A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8E54C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5557632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1483F8F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0</w:t>
            </w:r>
          </w:p>
        </w:tc>
      </w:tr>
      <w:tr w:rsidR="00425357" w:rsidRPr="00425357" w14:paraId="573A6585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F412C8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C8160F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4A72BE0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2EF1C10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0B870E4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603BF47F" w14:textId="77777777" w:rsidTr="00425357">
        <w:trPr>
          <w:gridAfter w:val="1"/>
          <w:wAfter w:w="1626" w:type="dxa"/>
          <w:trHeight w:val="770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5588F6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A7449E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6A447C4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6060D40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7DB33D1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0</w:t>
            </w:r>
          </w:p>
        </w:tc>
      </w:tr>
      <w:tr w:rsidR="00425357" w:rsidRPr="00425357" w14:paraId="0DF086C6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71F9542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1ADFF1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5B20B20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059D29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60F0B8DB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4228A30A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6F0BE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25357" w:rsidRPr="00425357" w14:paraId="71F5DC79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5B8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7A9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14:paraId="54D2453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ед./</w:t>
            </w:r>
            <w:proofErr w:type="gramStart"/>
            <w:r w:rsidRPr="00425357">
              <w:rPr>
                <w:sz w:val="20"/>
              </w:rPr>
              <w:t>км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842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71F8D44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0</w:t>
            </w:r>
          </w:p>
        </w:tc>
      </w:tr>
      <w:tr w:rsidR="00425357" w:rsidRPr="00425357" w14:paraId="3399A706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0017FEE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энергетической эффективности</w:t>
            </w:r>
          </w:p>
        </w:tc>
      </w:tr>
      <w:tr w:rsidR="00425357" w:rsidRPr="00425357" w14:paraId="061B635A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8A96E3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 w:rsidRPr="00425357">
              <w:rPr>
                <w:b/>
                <w:sz w:val="20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06F71891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кВт*</w:t>
            </w:r>
            <w:proofErr w:type="gramStart"/>
            <w:r w:rsidRPr="00425357">
              <w:rPr>
                <w:sz w:val="20"/>
              </w:rPr>
              <w:t>ч</w:t>
            </w:r>
            <w:proofErr w:type="gramEnd"/>
            <w:r w:rsidRPr="00425357">
              <w:rPr>
                <w:sz w:val="20"/>
              </w:rPr>
              <w:t>/куб. м</w:t>
            </w:r>
          </w:p>
          <w:p w14:paraId="5076368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85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6217FB8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4D18E28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4EB80EC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1,50</w:t>
            </w:r>
          </w:p>
        </w:tc>
      </w:tr>
      <w:tr w:rsidR="00425357" w:rsidRPr="00425357" w14:paraId="3B6B09FC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3BF279E" w14:textId="77777777" w:rsidR="00425357" w:rsidRPr="00425357" w:rsidRDefault="00425357" w:rsidP="004253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375FD3E2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кВт*</w:t>
            </w:r>
            <w:proofErr w:type="gramStart"/>
            <w:r w:rsidRPr="00425357">
              <w:rPr>
                <w:sz w:val="20"/>
              </w:rPr>
              <w:t>ч</w:t>
            </w:r>
            <w:proofErr w:type="gramEnd"/>
            <w:r w:rsidRPr="00425357">
              <w:rPr>
                <w:sz w:val="20"/>
              </w:rPr>
              <w:t>/куб. м</w:t>
            </w:r>
          </w:p>
          <w:p w14:paraId="725045C3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85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0C9140A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425357" w:rsidRPr="00425357" w14:paraId="6236F040" w14:textId="77777777" w:rsidTr="00425357">
        <w:trPr>
          <w:gridAfter w:val="1"/>
          <w:wAfter w:w="1626" w:type="dxa"/>
          <w:trHeight w:val="168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D9E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25357" w:rsidRPr="00425357" w14:paraId="258DE5E7" w14:textId="77777777" w:rsidTr="00425357">
        <w:trPr>
          <w:gridAfter w:val="1"/>
          <w:wAfter w:w="1626" w:type="dxa"/>
          <w:trHeight w:val="215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ABA5F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  <w:tc>
          <w:tcPr>
            <w:tcW w:w="256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40A98A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1DC02C5A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961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b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425357" w:rsidRPr="00425357" w14:paraId="0E9374DA" w14:textId="77777777" w:rsidTr="00425357">
        <w:trPr>
          <w:gridAfter w:val="1"/>
          <w:wAfter w:w="1626" w:type="dxa"/>
          <w:trHeight w:val="478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486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14E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</w:t>
            </w:r>
          </w:p>
          <w:p w14:paraId="209BA84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тыс. руб.</w:t>
            </w:r>
          </w:p>
        </w:tc>
      </w:tr>
      <w:tr w:rsidR="00425357" w:rsidRPr="00425357" w14:paraId="39353A58" w14:textId="77777777" w:rsidTr="00425357">
        <w:trPr>
          <w:gridAfter w:val="1"/>
          <w:wAfter w:w="1626" w:type="dxa"/>
          <w:trHeight w:val="265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867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>На период с 01.08.2020 по 31.12.2020 год</w:t>
            </w: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26B9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1329,38</w:t>
            </w:r>
          </w:p>
        </w:tc>
      </w:tr>
      <w:tr w:rsidR="00425357" w:rsidRPr="00425357" w14:paraId="4EB318F0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234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425357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25357" w:rsidRPr="00425357" w14:paraId="539B6C98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927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25357">
              <w:rPr>
                <w:sz w:val="20"/>
              </w:rPr>
              <w:t>Наименование</w:t>
            </w: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D2E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bCs/>
                <w:sz w:val="20"/>
              </w:rPr>
              <w:t>За период с 01.01.2019 по 31.12.2019</w:t>
            </w:r>
          </w:p>
        </w:tc>
      </w:tr>
      <w:tr w:rsidR="00425357" w:rsidRPr="00425357" w14:paraId="0A22E2B3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DA4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25357">
              <w:rPr>
                <w:sz w:val="20"/>
              </w:rPr>
              <w:t>Объем принятых сточных вод, тыс. м3</w:t>
            </w: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FEE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77,532</w:t>
            </w:r>
          </w:p>
        </w:tc>
      </w:tr>
      <w:tr w:rsidR="00425357" w:rsidRPr="00425357" w14:paraId="05F6F482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AD6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proofErr w:type="gramStart"/>
            <w:r w:rsidRPr="00425357">
              <w:rPr>
                <w:sz w:val="20"/>
              </w:rPr>
              <w:t>Мероприятия, направленные на осуществление текущей (операционной) деятельности, тыс. руб. (без НДС)</w:t>
            </w:r>
            <w:proofErr w:type="gramEnd"/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B04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2862,34</w:t>
            </w:r>
          </w:p>
        </w:tc>
      </w:tr>
      <w:tr w:rsidR="00425357" w:rsidRPr="00425357" w14:paraId="1EBDDCD2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C8B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25357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 (без НДС)</w:t>
            </w: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C64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29,36</w:t>
            </w:r>
          </w:p>
        </w:tc>
      </w:tr>
      <w:tr w:rsidR="00425357" w:rsidRPr="00425357" w14:paraId="7454C35D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702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2E0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25357">
              <w:rPr>
                <w:sz w:val="20"/>
              </w:rPr>
              <w:t>Общий объем финансовых потребностей, тыс. руб. (без НДС)</w:t>
            </w:r>
          </w:p>
        </w:tc>
        <w:tc>
          <w:tcPr>
            <w:tcW w:w="2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457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2891,71</w:t>
            </w:r>
          </w:p>
        </w:tc>
      </w:tr>
    </w:tbl>
    <w:p w14:paraId="653843A5" w14:textId="77777777" w:rsidR="008D086D" w:rsidRDefault="008D086D" w:rsidP="00DE2B47">
      <w:pPr>
        <w:jc w:val="center"/>
        <w:rPr>
          <w:sz w:val="20"/>
        </w:rPr>
      </w:pPr>
    </w:p>
    <w:p w14:paraId="3A87F1D3" w14:textId="77777777" w:rsidR="008D086D" w:rsidRDefault="008D086D" w:rsidP="00DE2B47">
      <w:pPr>
        <w:jc w:val="center"/>
        <w:rPr>
          <w:sz w:val="20"/>
        </w:rPr>
      </w:pPr>
    </w:p>
    <w:p w14:paraId="0C55002D" w14:textId="77777777" w:rsidR="008D086D" w:rsidRDefault="008D086D" w:rsidP="00DE2B47">
      <w:pPr>
        <w:jc w:val="center"/>
        <w:rPr>
          <w:sz w:val="20"/>
        </w:rPr>
      </w:pPr>
    </w:p>
    <w:p w14:paraId="33F46DA1" w14:textId="77777777" w:rsidR="008D086D" w:rsidRDefault="008D086D" w:rsidP="00DE2B47">
      <w:pPr>
        <w:jc w:val="center"/>
        <w:rPr>
          <w:sz w:val="20"/>
        </w:rPr>
      </w:pPr>
    </w:p>
    <w:p w14:paraId="431E8491" w14:textId="77777777" w:rsidR="008D086D" w:rsidRDefault="008D086D" w:rsidP="00DE2B47">
      <w:pPr>
        <w:jc w:val="center"/>
        <w:rPr>
          <w:sz w:val="20"/>
        </w:rPr>
      </w:pPr>
    </w:p>
    <w:p w14:paraId="04D088AB" w14:textId="77777777" w:rsidR="008D086D" w:rsidRDefault="008D086D" w:rsidP="00DE2B47">
      <w:pPr>
        <w:jc w:val="center"/>
        <w:rPr>
          <w:sz w:val="20"/>
        </w:rPr>
      </w:pPr>
    </w:p>
    <w:p w14:paraId="4F17C15E" w14:textId="77777777" w:rsidR="008D086D" w:rsidRDefault="008D086D" w:rsidP="00DE2B47">
      <w:pPr>
        <w:jc w:val="center"/>
        <w:rPr>
          <w:sz w:val="20"/>
        </w:rPr>
      </w:pPr>
    </w:p>
    <w:p w14:paraId="5D62044B" w14:textId="77777777" w:rsidR="008D086D" w:rsidRDefault="008D086D" w:rsidP="00DE2B47">
      <w:pPr>
        <w:jc w:val="center"/>
        <w:rPr>
          <w:sz w:val="20"/>
        </w:rPr>
      </w:pPr>
    </w:p>
    <w:p w14:paraId="144BA696" w14:textId="77777777" w:rsidR="008D086D" w:rsidRDefault="008D086D" w:rsidP="00DE2B47">
      <w:pPr>
        <w:jc w:val="center"/>
        <w:rPr>
          <w:sz w:val="20"/>
        </w:rPr>
      </w:pPr>
    </w:p>
    <w:p w14:paraId="35428D34" w14:textId="77777777" w:rsidR="008D086D" w:rsidRDefault="008D086D" w:rsidP="00DE2B47">
      <w:pPr>
        <w:jc w:val="center"/>
        <w:rPr>
          <w:sz w:val="20"/>
        </w:rPr>
      </w:pPr>
    </w:p>
    <w:p w14:paraId="552FCD05" w14:textId="77777777" w:rsidR="008D086D" w:rsidRDefault="008D086D" w:rsidP="00DE2B47">
      <w:pPr>
        <w:jc w:val="center"/>
        <w:rPr>
          <w:sz w:val="20"/>
        </w:rPr>
      </w:pPr>
    </w:p>
    <w:p w14:paraId="25D91D72" w14:textId="77777777" w:rsidR="008D086D" w:rsidRDefault="008D086D" w:rsidP="00DE2B47">
      <w:pPr>
        <w:jc w:val="center"/>
        <w:rPr>
          <w:sz w:val="20"/>
        </w:rPr>
      </w:pPr>
    </w:p>
    <w:p w14:paraId="154B7615" w14:textId="77777777" w:rsidR="008D086D" w:rsidRDefault="008D086D" w:rsidP="00DE2B47">
      <w:pPr>
        <w:jc w:val="center"/>
        <w:rPr>
          <w:sz w:val="20"/>
        </w:rPr>
      </w:pPr>
    </w:p>
    <w:p w14:paraId="0AFDCB0A" w14:textId="77777777" w:rsidR="008D086D" w:rsidRDefault="008D086D" w:rsidP="00DE2B47">
      <w:pPr>
        <w:jc w:val="center"/>
        <w:rPr>
          <w:sz w:val="20"/>
        </w:rPr>
      </w:pPr>
    </w:p>
    <w:p w14:paraId="4562F614" w14:textId="77777777" w:rsidR="008D086D" w:rsidRDefault="008D086D" w:rsidP="00DE2B47">
      <w:pPr>
        <w:jc w:val="center"/>
        <w:rPr>
          <w:sz w:val="20"/>
        </w:rPr>
      </w:pPr>
    </w:p>
    <w:p w14:paraId="008746FE" w14:textId="77777777" w:rsidR="008D086D" w:rsidRDefault="008D086D" w:rsidP="00DE2B47">
      <w:pPr>
        <w:jc w:val="center"/>
        <w:rPr>
          <w:sz w:val="20"/>
        </w:rPr>
      </w:pPr>
    </w:p>
    <w:p w14:paraId="60BB3D10" w14:textId="77777777" w:rsidR="008D086D" w:rsidRDefault="008D086D" w:rsidP="00DE2B47">
      <w:pPr>
        <w:jc w:val="center"/>
        <w:rPr>
          <w:sz w:val="20"/>
        </w:rPr>
      </w:pPr>
    </w:p>
    <w:p w14:paraId="0A2270E6" w14:textId="77777777" w:rsidR="008D086D" w:rsidRDefault="008D086D" w:rsidP="00DE2B47">
      <w:pPr>
        <w:jc w:val="center"/>
        <w:rPr>
          <w:sz w:val="20"/>
        </w:rPr>
      </w:pPr>
    </w:p>
    <w:p w14:paraId="6651DD93" w14:textId="77777777" w:rsidR="008D086D" w:rsidRDefault="008D086D" w:rsidP="00DE2B47">
      <w:pPr>
        <w:jc w:val="center"/>
        <w:rPr>
          <w:sz w:val="20"/>
        </w:rPr>
      </w:pPr>
    </w:p>
    <w:p w14:paraId="6DAE4F2E" w14:textId="77777777" w:rsidR="008D086D" w:rsidRDefault="008D086D" w:rsidP="00DE2B47">
      <w:pPr>
        <w:jc w:val="center"/>
        <w:rPr>
          <w:sz w:val="20"/>
        </w:rPr>
      </w:pPr>
    </w:p>
    <w:p w14:paraId="53207E70" w14:textId="77777777" w:rsidR="008D086D" w:rsidRDefault="008D086D" w:rsidP="00DE2B47">
      <w:pPr>
        <w:jc w:val="center"/>
        <w:rPr>
          <w:sz w:val="20"/>
        </w:rPr>
      </w:pPr>
    </w:p>
    <w:p w14:paraId="209F69BA" w14:textId="77777777" w:rsidR="008D086D" w:rsidRDefault="008D086D" w:rsidP="00DE2B47">
      <w:pPr>
        <w:jc w:val="center"/>
        <w:rPr>
          <w:sz w:val="20"/>
        </w:rPr>
      </w:pPr>
    </w:p>
    <w:p w14:paraId="1EA7D2A6" w14:textId="77777777" w:rsidR="008D086D" w:rsidRDefault="008D086D" w:rsidP="00DE2B47">
      <w:pPr>
        <w:jc w:val="center"/>
        <w:rPr>
          <w:sz w:val="20"/>
        </w:rPr>
      </w:pPr>
    </w:p>
    <w:p w14:paraId="2748E81F" w14:textId="77777777" w:rsidR="008D086D" w:rsidRDefault="008D086D" w:rsidP="00DE2B47">
      <w:pPr>
        <w:jc w:val="center"/>
        <w:rPr>
          <w:sz w:val="20"/>
        </w:rPr>
      </w:pPr>
    </w:p>
    <w:p w14:paraId="32FDC17B" w14:textId="77777777" w:rsidR="008D086D" w:rsidRDefault="008D086D" w:rsidP="00DE2B47">
      <w:pPr>
        <w:jc w:val="center"/>
        <w:rPr>
          <w:sz w:val="20"/>
        </w:rPr>
      </w:pPr>
    </w:p>
    <w:p w14:paraId="4BF46BD1" w14:textId="77777777" w:rsidR="008D086D" w:rsidRDefault="008D086D" w:rsidP="00DE2B47">
      <w:pPr>
        <w:jc w:val="center"/>
        <w:rPr>
          <w:sz w:val="20"/>
        </w:rPr>
      </w:pPr>
    </w:p>
    <w:p w14:paraId="7AD90C7C" w14:textId="77777777" w:rsidR="008D086D" w:rsidRDefault="008D086D" w:rsidP="00DE2B47">
      <w:pPr>
        <w:jc w:val="center"/>
        <w:rPr>
          <w:sz w:val="20"/>
        </w:rPr>
      </w:pPr>
    </w:p>
    <w:p w14:paraId="73C0EFE6" w14:textId="77777777" w:rsidR="008D086D" w:rsidRDefault="008D086D" w:rsidP="00DE2B47">
      <w:pPr>
        <w:jc w:val="center"/>
        <w:rPr>
          <w:sz w:val="20"/>
        </w:rPr>
      </w:pPr>
    </w:p>
    <w:p w14:paraId="4BC03853" w14:textId="77777777" w:rsidR="008D086D" w:rsidRDefault="008D086D" w:rsidP="00DE2B47">
      <w:pPr>
        <w:jc w:val="center"/>
        <w:rPr>
          <w:sz w:val="20"/>
        </w:rPr>
      </w:pPr>
    </w:p>
    <w:p w14:paraId="283DA60A" w14:textId="77777777" w:rsidR="008D086D" w:rsidRDefault="008D086D" w:rsidP="00DE2B47">
      <w:pPr>
        <w:jc w:val="center"/>
        <w:rPr>
          <w:sz w:val="20"/>
        </w:rPr>
      </w:pPr>
    </w:p>
    <w:p w14:paraId="601797F6" w14:textId="77777777" w:rsidR="008D086D" w:rsidRDefault="008D086D" w:rsidP="00DE2B47">
      <w:pPr>
        <w:jc w:val="center"/>
        <w:rPr>
          <w:sz w:val="20"/>
        </w:rPr>
      </w:pPr>
    </w:p>
    <w:p w14:paraId="042D9967" w14:textId="77777777" w:rsidR="008D086D" w:rsidRDefault="008D086D" w:rsidP="00DE2B47">
      <w:pPr>
        <w:jc w:val="center"/>
        <w:rPr>
          <w:sz w:val="20"/>
        </w:rPr>
      </w:pPr>
    </w:p>
    <w:p w14:paraId="6462C082" w14:textId="77777777" w:rsidR="008D086D" w:rsidRDefault="008D086D" w:rsidP="00DE2B47">
      <w:pPr>
        <w:jc w:val="center"/>
        <w:rPr>
          <w:sz w:val="20"/>
        </w:rPr>
      </w:pPr>
    </w:p>
    <w:p w14:paraId="3B802EFE" w14:textId="77777777" w:rsidR="008D086D" w:rsidRDefault="008D086D" w:rsidP="00DE2B47">
      <w:pPr>
        <w:jc w:val="center"/>
        <w:rPr>
          <w:sz w:val="20"/>
        </w:rPr>
      </w:pPr>
    </w:p>
    <w:p w14:paraId="3F97921A" w14:textId="77777777" w:rsidR="008D086D" w:rsidRDefault="008D086D" w:rsidP="00DE2B47">
      <w:pPr>
        <w:jc w:val="center"/>
        <w:rPr>
          <w:sz w:val="20"/>
        </w:rPr>
      </w:pPr>
    </w:p>
    <w:p w14:paraId="34CCC264" w14:textId="77777777" w:rsidR="008D086D" w:rsidRDefault="008D086D" w:rsidP="00DE2B47">
      <w:pPr>
        <w:jc w:val="center"/>
        <w:rPr>
          <w:sz w:val="20"/>
        </w:rPr>
      </w:pPr>
    </w:p>
    <w:p w14:paraId="2E4A5317" w14:textId="77777777" w:rsidR="008D086D" w:rsidRDefault="008D086D" w:rsidP="00DE2B47">
      <w:pPr>
        <w:jc w:val="center"/>
        <w:rPr>
          <w:sz w:val="20"/>
        </w:rPr>
      </w:pPr>
    </w:p>
    <w:p w14:paraId="74626E3F" w14:textId="77777777" w:rsidR="008D086D" w:rsidRDefault="008D086D" w:rsidP="00DE2B47">
      <w:pPr>
        <w:jc w:val="center"/>
        <w:rPr>
          <w:sz w:val="20"/>
        </w:rPr>
      </w:pPr>
    </w:p>
    <w:p w14:paraId="7F2C5F5E" w14:textId="77777777" w:rsidR="008D086D" w:rsidRDefault="008D086D" w:rsidP="00DE2B47">
      <w:pPr>
        <w:jc w:val="center"/>
        <w:rPr>
          <w:sz w:val="20"/>
        </w:rPr>
      </w:pPr>
    </w:p>
    <w:p w14:paraId="64539C59" w14:textId="77777777" w:rsidR="008D086D" w:rsidRDefault="008D086D" w:rsidP="00DE2B47">
      <w:pPr>
        <w:jc w:val="center"/>
        <w:rPr>
          <w:sz w:val="20"/>
        </w:rPr>
      </w:pPr>
    </w:p>
    <w:p w14:paraId="76A1DE44" w14:textId="77777777" w:rsidR="008D086D" w:rsidRDefault="008D086D" w:rsidP="00DE2B47">
      <w:pPr>
        <w:jc w:val="center"/>
        <w:rPr>
          <w:sz w:val="20"/>
        </w:rPr>
      </w:pPr>
    </w:p>
    <w:p w14:paraId="3AD8D209" w14:textId="77777777" w:rsidR="008D086D" w:rsidRDefault="008D086D" w:rsidP="00DE2B47">
      <w:pPr>
        <w:jc w:val="center"/>
        <w:rPr>
          <w:sz w:val="20"/>
        </w:rPr>
      </w:pPr>
    </w:p>
    <w:p w14:paraId="2AFE7C83" w14:textId="77777777" w:rsidR="008D086D" w:rsidRDefault="008D086D" w:rsidP="008D086D">
      <w:pPr>
        <w:rPr>
          <w:sz w:val="20"/>
        </w:rPr>
      </w:pPr>
    </w:p>
    <w:p w14:paraId="47C86DDC" w14:textId="77777777" w:rsidR="00425357" w:rsidRDefault="00425357" w:rsidP="008D086D">
      <w:pPr>
        <w:rPr>
          <w:sz w:val="20"/>
        </w:rPr>
      </w:pPr>
    </w:p>
    <w:p w14:paraId="6F2B789F" w14:textId="77777777" w:rsidR="00425357" w:rsidRDefault="00425357" w:rsidP="008D086D">
      <w:pPr>
        <w:rPr>
          <w:sz w:val="20"/>
        </w:rPr>
      </w:pPr>
    </w:p>
    <w:p w14:paraId="71BF5495" w14:textId="77777777" w:rsidR="00425357" w:rsidRDefault="00425357" w:rsidP="008D086D">
      <w:pPr>
        <w:rPr>
          <w:sz w:val="20"/>
        </w:rPr>
      </w:pPr>
    </w:p>
    <w:p w14:paraId="541CDCD3" w14:textId="77777777" w:rsidR="00425357" w:rsidRDefault="00425357" w:rsidP="008D086D">
      <w:pPr>
        <w:rPr>
          <w:sz w:val="20"/>
        </w:rPr>
      </w:pPr>
    </w:p>
    <w:p w14:paraId="72507EDD" w14:textId="77777777" w:rsidR="00425357" w:rsidRDefault="00425357" w:rsidP="008D086D">
      <w:pPr>
        <w:rPr>
          <w:sz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8D086D" w14:paraId="24DBD4E4" w14:textId="77777777" w:rsidTr="00BA765A">
        <w:trPr>
          <w:gridAfter w:val="1"/>
          <w:wAfter w:w="11" w:type="dxa"/>
        </w:trPr>
        <w:tc>
          <w:tcPr>
            <w:tcW w:w="528" w:type="dxa"/>
          </w:tcPr>
          <w:p w14:paraId="7FFB6DE0" w14:textId="77777777" w:rsidR="008D086D" w:rsidRDefault="008D086D" w:rsidP="00BA765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6BB324BB" w14:textId="77777777" w:rsidR="008D086D" w:rsidRDefault="008D086D" w:rsidP="00BA765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52950B99" w14:textId="77777777" w:rsidR="008D086D" w:rsidRDefault="008D086D" w:rsidP="00BA765A">
            <w:pPr>
              <w:spacing w:line="276" w:lineRule="auto"/>
            </w:pPr>
          </w:p>
          <w:p w14:paraId="3AEADB8D" w14:textId="77777777" w:rsidR="008D086D" w:rsidRDefault="008D086D" w:rsidP="00BA765A">
            <w:pPr>
              <w:spacing w:line="276" w:lineRule="auto"/>
              <w:ind w:left="3552"/>
              <w:jc w:val="center"/>
            </w:pPr>
            <w:r>
              <w:lastRenderedPageBreak/>
              <w:t>ПРИЛОЖЕНИЕ 3</w:t>
            </w:r>
          </w:p>
          <w:p w14:paraId="5EF58A6F" w14:textId="77777777" w:rsidR="008D086D" w:rsidRDefault="008D086D" w:rsidP="00BA765A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14:paraId="0CCCB8D7" w14:textId="2F9E9F03" w:rsidR="008D086D" w:rsidRPr="00CB1B90" w:rsidRDefault="008D086D" w:rsidP="00EC50B3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>
              <w:t xml:space="preserve"> </w:t>
            </w:r>
            <w:r w:rsidR="00EC50B3">
              <w:t>31 июля</w:t>
            </w:r>
            <w:r w:rsidRPr="00D74902">
              <w:t xml:space="preserve"> </w:t>
            </w:r>
            <w:r>
              <w:t>2020 г.</w:t>
            </w:r>
            <w:r w:rsidRPr="00D74902">
              <w:t xml:space="preserve"> № </w:t>
            </w:r>
            <w:r w:rsidR="00230005">
              <w:t>28/5</w:t>
            </w:r>
            <w:bookmarkStart w:id="2" w:name="_GoBack"/>
            <w:bookmarkEnd w:id="2"/>
          </w:p>
        </w:tc>
      </w:tr>
      <w:tr w:rsidR="008D086D" w:rsidRPr="006161EA" w14:paraId="3C54957A" w14:textId="77777777" w:rsidTr="00BA765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2082FEEE" w14:textId="77777777" w:rsidR="008D086D" w:rsidRDefault="008D086D" w:rsidP="00BA76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5C7AAA9B" w14:textId="77777777" w:rsidR="008D086D" w:rsidRPr="00E64FF3" w:rsidRDefault="008D086D" w:rsidP="00BA76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68EFD459" w14:textId="77777777" w:rsidR="008D086D" w:rsidRDefault="008D086D" w:rsidP="00BA76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53B24494" w14:textId="77777777" w:rsidR="008D086D" w:rsidRDefault="00600758" w:rsidP="00BA76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00758">
              <w:rPr>
                <w:b/>
                <w:bCs/>
                <w:sz w:val="24"/>
                <w:szCs w:val="24"/>
                <w:lang w:eastAsia="en-US"/>
              </w:rPr>
              <w:t>(без учета очистки сточных вод)</w:t>
            </w:r>
          </w:p>
          <w:p w14:paraId="78FDD155" w14:textId="77777777" w:rsidR="00600758" w:rsidRPr="00B6104E" w:rsidRDefault="00600758" w:rsidP="00BA76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0E10F72E" w14:textId="5858519B" w:rsidR="008D086D" w:rsidRPr="00425357" w:rsidRDefault="008D086D" w:rsidP="0042535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EC50B3">
        <w:rPr>
          <w:bCs/>
          <w:sz w:val="24"/>
          <w:szCs w:val="24"/>
        </w:rPr>
        <w:t>оизводственной программы с 01.08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31.12.2020</w:t>
      </w:r>
      <w:r w:rsidRPr="008D53C9">
        <w:rPr>
          <w:bCs/>
          <w:sz w:val="24"/>
          <w:szCs w:val="24"/>
        </w:rPr>
        <w:t xml:space="preserve"> г.</w:t>
      </w:r>
    </w:p>
    <w:tbl>
      <w:tblPr>
        <w:tblW w:w="111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2"/>
        <w:gridCol w:w="20"/>
        <w:gridCol w:w="1667"/>
        <w:gridCol w:w="1599"/>
        <w:gridCol w:w="27"/>
        <w:gridCol w:w="370"/>
        <w:gridCol w:w="19"/>
        <w:gridCol w:w="12"/>
        <w:gridCol w:w="955"/>
        <w:gridCol w:w="311"/>
        <w:gridCol w:w="1285"/>
        <w:gridCol w:w="1626"/>
      </w:tblGrid>
      <w:tr w:rsidR="00425357" w:rsidRPr="00425357" w14:paraId="365B1DDD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831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25357" w:rsidRPr="00425357" w14:paraId="0723A272" w14:textId="77777777" w:rsidTr="00425357">
        <w:trPr>
          <w:gridAfter w:val="1"/>
          <w:wAfter w:w="1626" w:type="dxa"/>
          <w:trHeight w:val="574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819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</w:t>
            </w:r>
            <w:proofErr w:type="gramStart"/>
            <w:r w:rsidRPr="00425357">
              <w:rPr>
                <w:sz w:val="20"/>
              </w:rPr>
              <w:t>регулируемой</w:t>
            </w:r>
            <w:proofErr w:type="gramEnd"/>
            <w:r w:rsidRPr="00425357">
              <w:rPr>
                <w:sz w:val="20"/>
              </w:rPr>
              <w:t xml:space="preserve">  </w:t>
            </w:r>
          </w:p>
          <w:p w14:paraId="6298B98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организации (ИНН)</w:t>
            </w:r>
          </w:p>
        </w:tc>
        <w:tc>
          <w:tcPr>
            <w:tcW w:w="6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E8A7E8C" w14:textId="77777777" w:rsid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 xml:space="preserve">МУНИЦИПАЛЬНОЕ УНИТАРНОЕ ПРЕДПРИЯТИЕ «ЖИЛИЩНО-КОММУНАЛЬНОЕ ХОЗЯЙСТВО ЛЫСКОВСКОГО РАЙОНА» </w:t>
            </w:r>
          </w:p>
          <w:p w14:paraId="44240870" w14:textId="5225B034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>(ИНН 5222070569)</w:t>
            </w:r>
          </w:p>
          <w:p w14:paraId="18120A58" w14:textId="0A38E7DF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5B6AB291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A60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Местонахождение            </w:t>
            </w:r>
          </w:p>
          <w:p w14:paraId="28BD911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D71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 xml:space="preserve">606210, Нижегородская область, г. </w:t>
            </w:r>
            <w:proofErr w:type="spellStart"/>
            <w:r w:rsidRPr="00425357">
              <w:rPr>
                <w:color w:val="000000"/>
                <w:sz w:val="20"/>
              </w:rPr>
              <w:t>Лысково</w:t>
            </w:r>
            <w:proofErr w:type="spellEnd"/>
            <w:r w:rsidRPr="00425357">
              <w:rPr>
                <w:color w:val="000000"/>
                <w:sz w:val="20"/>
              </w:rPr>
              <w:t>, ул. Свердлова, д. 13</w:t>
            </w:r>
          </w:p>
          <w:p w14:paraId="0B73254D" w14:textId="2414A0C8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6B0B44F4" w14:textId="77777777" w:rsidTr="00425357">
        <w:trPr>
          <w:gridAfter w:val="1"/>
          <w:wAfter w:w="1626" w:type="dxa"/>
          <w:trHeight w:val="44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5C5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              </w:t>
            </w:r>
          </w:p>
          <w:p w14:paraId="77502C2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B6F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25357" w:rsidRPr="00425357" w14:paraId="21718CEE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293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Местонахождение            </w:t>
            </w:r>
          </w:p>
          <w:p w14:paraId="6C76340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6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308F" w14:textId="65F2142D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425357">
              <w:rPr>
                <w:sz w:val="20"/>
              </w:rPr>
              <w:t xml:space="preserve">Нижний Новгород, Кремль, корпус 1 </w:t>
            </w:r>
          </w:p>
        </w:tc>
      </w:tr>
      <w:tr w:rsidR="00425357" w:rsidRPr="00425357" w14:paraId="392F6304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5C0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2. Объем принимаемых сточных вод</w:t>
            </w:r>
          </w:p>
        </w:tc>
      </w:tr>
      <w:tr w:rsidR="00425357" w:rsidRPr="00425357" w14:paraId="4769F487" w14:textId="77777777" w:rsidTr="00425357">
        <w:trPr>
          <w:gridAfter w:val="1"/>
          <w:wAfter w:w="1626" w:type="dxa"/>
          <w:trHeight w:val="269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F66E9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698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554A561B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6C29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sz w:val="20"/>
              </w:rPr>
              <w:t>Принято сточных вод</w:t>
            </w:r>
            <w:r w:rsidRPr="00425357">
              <w:rPr>
                <w:b/>
                <w:sz w:val="20"/>
              </w:rPr>
              <w:t xml:space="preserve"> </w:t>
            </w:r>
            <w:r w:rsidRPr="00425357">
              <w:rPr>
                <w:sz w:val="20"/>
              </w:rPr>
              <w:t>всего, тыс</w:t>
            </w:r>
            <w:proofErr w:type="gramStart"/>
            <w:r w:rsidRPr="00425357">
              <w:rPr>
                <w:sz w:val="20"/>
              </w:rPr>
              <w:t>.м</w:t>
            </w:r>
            <w:proofErr w:type="gramEnd"/>
            <w:r w:rsidRPr="00425357">
              <w:rPr>
                <w:sz w:val="20"/>
                <w:vertAlign w:val="superscript"/>
              </w:rPr>
              <w:t>3</w:t>
            </w:r>
            <w:r w:rsidRPr="00425357">
              <w:rPr>
                <w:sz w:val="20"/>
              </w:rPr>
              <w:t>в том числе: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36F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55,672   </w:t>
            </w:r>
          </w:p>
        </w:tc>
      </w:tr>
      <w:tr w:rsidR="00425357" w:rsidRPr="00425357" w14:paraId="71751011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D6226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население,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8B2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37,362 </w:t>
            </w:r>
          </w:p>
        </w:tc>
      </w:tr>
      <w:tr w:rsidR="00425357" w:rsidRPr="00425357" w14:paraId="2AD54C26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F64A6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E60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1,027 </w:t>
            </w:r>
          </w:p>
        </w:tc>
      </w:tr>
      <w:tr w:rsidR="00425357" w:rsidRPr="00425357" w14:paraId="08F6D4A2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D70AB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прочие  потребители,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288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17,283   </w:t>
            </w:r>
          </w:p>
        </w:tc>
      </w:tr>
      <w:tr w:rsidR="00425357" w:rsidRPr="00425357" w14:paraId="17E45CC4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47FBA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32D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364E1B26" w14:textId="77777777" w:rsidTr="00425357">
        <w:trPr>
          <w:gridAfter w:val="1"/>
          <w:wAfter w:w="1626" w:type="dxa"/>
          <w:trHeight w:val="194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C79A54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Пропущено через очистные сооружения, тыс</w:t>
            </w:r>
            <w:proofErr w:type="gramStart"/>
            <w:r w:rsidRPr="00425357">
              <w:rPr>
                <w:sz w:val="20"/>
              </w:rPr>
              <w:t>.м</w:t>
            </w:r>
            <w:proofErr w:type="gramEnd"/>
            <w:r w:rsidRPr="00425357">
              <w:rPr>
                <w:sz w:val="20"/>
              </w:rPr>
              <w:t>3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5B2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50BE7491" w14:textId="77777777" w:rsidTr="00425357">
        <w:trPr>
          <w:gridAfter w:val="1"/>
          <w:wAfter w:w="1626" w:type="dxa"/>
          <w:trHeight w:val="225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743FD1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Передано сточных вод на сторону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2BE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26FD844E" w14:textId="77777777" w:rsidTr="00425357">
        <w:trPr>
          <w:gridAfter w:val="1"/>
          <w:wAfter w:w="1626" w:type="dxa"/>
          <w:trHeight w:val="296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C03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25357" w:rsidRPr="00425357" w14:paraId="2E379D0C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C97B4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Наименование мероприятий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A8A3B1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B57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A29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 тыс. руб.</w:t>
            </w:r>
          </w:p>
        </w:tc>
      </w:tr>
      <w:tr w:rsidR="00425357" w:rsidRPr="00425357" w14:paraId="3A9D737B" w14:textId="77777777" w:rsidTr="00425357">
        <w:trPr>
          <w:gridAfter w:val="1"/>
          <w:wAfter w:w="1626" w:type="dxa"/>
          <w:trHeight w:val="534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9F5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A49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121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149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1D9E821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330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2BA8AE5C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15E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305CC195" w14:textId="77777777" w:rsidTr="00425357">
        <w:trPr>
          <w:gridAfter w:val="1"/>
          <w:wAfter w:w="1626" w:type="dxa"/>
          <w:trHeight w:val="298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D3C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Производственные расходы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DA75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B6777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297,88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FE9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759B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297,88</w:t>
            </w:r>
          </w:p>
        </w:tc>
      </w:tr>
      <w:tr w:rsidR="00425357" w:rsidRPr="00425357" w14:paraId="0479F4C6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37C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Административные расходы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FEE0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9DBB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95,32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FE4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C0A3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95,32</w:t>
            </w:r>
          </w:p>
        </w:tc>
      </w:tr>
      <w:tr w:rsidR="00425357" w:rsidRPr="00425357" w14:paraId="43F7F2ED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155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F8B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DD67" w14:textId="77777777" w:rsidR="00425357" w:rsidRPr="00425357" w:rsidRDefault="00425357" w:rsidP="00425357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6D1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FFCA" w14:textId="77777777" w:rsidR="00425357" w:rsidRPr="00425357" w:rsidRDefault="00425357" w:rsidP="00425357">
            <w:pPr>
              <w:tabs>
                <w:tab w:val="left" w:pos="570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</w:tr>
      <w:tr w:rsidR="00425357" w:rsidRPr="00425357" w14:paraId="3B86771E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F426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2DD6E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9C67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DF44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5855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</w:tr>
      <w:tr w:rsidR="00425357" w:rsidRPr="00425357" w14:paraId="22FC0790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834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27C9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1552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D9A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E1D1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0,00</w:t>
            </w:r>
          </w:p>
        </w:tc>
      </w:tr>
      <w:tr w:rsidR="00425357" w:rsidRPr="00425357" w14:paraId="0C7D08AF" w14:textId="77777777" w:rsidTr="00425357">
        <w:trPr>
          <w:gridAfter w:val="1"/>
          <w:wAfter w:w="1626" w:type="dxa"/>
          <w:tblCellSpacing w:w="5" w:type="nil"/>
        </w:trPr>
        <w:tc>
          <w:tcPr>
            <w:tcW w:w="3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E3D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C391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 xml:space="preserve">с 01.08.2020 по 31.12.2020  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7E8D" w14:textId="77777777" w:rsidR="00425357" w:rsidRPr="00425357" w:rsidRDefault="00425357" w:rsidP="00425357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6,61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697C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7BBF" w14:textId="77777777" w:rsidR="00425357" w:rsidRPr="00425357" w:rsidRDefault="00425357" w:rsidP="00425357">
            <w:pPr>
              <w:tabs>
                <w:tab w:val="left" w:pos="405"/>
                <w:tab w:val="center" w:pos="738"/>
              </w:tabs>
              <w:jc w:val="center"/>
              <w:rPr>
                <w:sz w:val="20"/>
              </w:rPr>
            </w:pPr>
            <w:r w:rsidRPr="00425357">
              <w:rPr>
                <w:sz w:val="20"/>
              </w:rPr>
              <w:t>6,61</w:t>
            </w:r>
          </w:p>
        </w:tc>
      </w:tr>
      <w:tr w:rsidR="00425357" w:rsidRPr="00425357" w14:paraId="6357FF36" w14:textId="77777777" w:rsidTr="00425357">
        <w:trPr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E13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E77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399,81</w:t>
            </w:r>
          </w:p>
        </w:tc>
        <w:tc>
          <w:tcPr>
            <w:tcW w:w="138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8BB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D8E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399,81</w:t>
            </w:r>
          </w:p>
        </w:tc>
        <w:tc>
          <w:tcPr>
            <w:tcW w:w="1626" w:type="dxa"/>
          </w:tcPr>
          <w:p w14:paraId="09E9A47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425357" w:rsidRPr="00425357" w14:paraId="4AF32376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B67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25357" w:rsidRPr="00425357" w14:paraId="756EC5F0" w14:textId="77777777" w:rsidTr="00425357">
        <w:trPr>
          <w:gridAfter w:val="1"/>
          <w:wAfter w:w="1626" w:type="dxa"/>
          <w:trHeight w:val="561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481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i/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425357" w:rsidRPr="00425357" w14:paraId="7A4B613C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5AC86E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6BFB8A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График </w:t>
            </w:r>
            <w:r w:rsidRPr="00425357">
              <w:rPr>
                <w:sz w:val="20"/>
              </w:rPr>
              <w:lastRenderedPageBreak/>
              <w:t>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117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lastRenderedPageBreak/>
              <w:t xml:space="preserve">Источники финансирования, </w:t>
            </w:r>
            <w:r w:rsidRPr="00425357">
              <w:rPr>
                <w:sz w:val="20"/>
              </w:rPr>
              <w:lastRenderedPageBreak/>
              <w:t xml:space="preserve">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2B6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lastRenderedPageBreak/>
              <w:t xml:space="preserve">Всего сумма, </w:t>
            </w:r>
            <w:r w:rsidRPr="00425357">
              <w:rPr>
                <w:sz w:val="20"/>
              </w:rPr>
              <w:lastRenderedPageBreak/>
              <w:t xml:space="preserve">тыс. руб.  </w:t>
            </w:r>
          </w:p>
        </w:tc>
      </w:tr>
      <w:tr w:rsidR="00425357" w:rsidRPr="00425357" w14:paraId="68FA6472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26C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23A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114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35B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5D28A44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DAA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4FAB2EEF" w14:textId="77777777" w:rsidTr="00425357">
        <w:trPr>
          <w:gridAfter w:val="1"/>
          <w:wAfter w:w="1626" w:type="dxa"/>
          <w:trHeight w:val="350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635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429569FA" w14:textId="77777777" w:rsidTr="00425357">
        <w:trPr>
          <w:gridAfter w:val="1"/>
          <w:wAfter w:w="1626" w:type="dxa"/>
          <w:trHeight w:val="145"/>
          <w:tblCellSpacing w:w="5" w:type="nil"/>
        </w:trPr>
        <w:tc>
          <w:tcPr>
            <w:tcW w:w="3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611C" w14:textId="77777777" w:rsidR="00425357" w:rsidRPr="00425357" w:rsidRDefault="00425357" w:rsidP="00425357">
            <w:pPr>
              <w:rPr>
                <w:sz w:val="20"/>
              </w:rPr>
            </w:pPr>
            <w:r w:rsidRPr="00425357">
              <w:rPr>
                <w:sz w:val="20"/>
              </w:rPr>
              <w:t>Ремонт канализационных сетей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E6AA7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с 01.08.2020 по 31.12.2020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6FB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300,00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D03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8B92" w14:textId="77777777" w:rsidR="00425357" w:rsidRPr="00425357" w:rsidRDefault="00425357" w:rsidP="00425357">
            <w:pPr>
              <w:jc w:val="center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>300,00</w:t>
            </w:r>
          </w:p>
          <w:p w14:paraId="540E45B7" w14:textId="77777777" w:rsidR="00425357" w:rsidRPr="00425357" w:rsidRDefault="00425357" w:rsidP="00425357">
            <w:pPr>
              <w:jc w:val="center"/>
              <w:rPr>
                <w:sz w:val="20"/>
              </w:rPr>
            </w:pPr>
          </w:p>
        </w:tc>
      </w:tr>
      <w:tr w:rsidR="00425357" w:rsidRPr="00425357" w14:paraId="217DEB68" w14:textId="77777777" w:rsidTr="00425357">
        <w:trPr>
          <w:gridAfter w:val="1"/>
          <w:wAfter w:w="1626" w:type="dxa"/>
          <w:trHeight w:val="145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641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Итого на период с 01.08.2020 по 31.12.2020: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A50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300,00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02D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D144" w14:textId="77777777" w:rsidR="00425357" w:rsidRPr="00425357" w:rsidRDefault="00425357" w:rsidP="00425357">
            <w:pPr>
              <w:jc w:val="center"/>
              <w:rPr>
                <w:color w:val="000000"/>
                <w:sz w:val="20"/>
              </w:rPr>
            </w:pPr>
            <w:r w:rsidRPr="00425357">
              <w:rPr>
                <w:color w:val="000000"/>
                <w:sz w:val="20"/>
              </w:rPr>
              <w:t>300,00</w:t>
            </w:r>
          </w:p>
        </w:tc>
      </w:tr>
      <w:tr w:rsidR="00425357" w:rsidRPr="00425357" w14:paraId="40A385B9" w14:textId="77777777" w:rsidTr="00425357">
        <w:trPr>
          <w:gridAfter w:val="1"/>
          <w:wAfter w:w="1626" w:type="dxa"/>
          <w:trHeight w:val="425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B61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i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</w:p>
        </w:tc>
      </w:tr>
      <w:tr w:rsidR="00425357" w:rsidRPr="00425357" w14:paraId="07DECAA3" w14:textId="77777777" w:rsidTr="00425357">
        <w:trPr>
          <w:gridAfter w:val="1"/>
          <w:wAfter w:w="1626" w:type="dxa"/>
          <w:trHeight w:val="559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4DE8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DEEA4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47B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DC0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Всего сумма, тыс. руб.  </w:t>
            </w:r>
          </w:p>
        </w:tc>
      </w:tr>
      <w:tr w:rsidR="00425357" w:rsidRPr="00425357" w14:paraId="4AF56603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928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16A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1DC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2BD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6895BB2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F3F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096D8C75" w14:textId="77777777" w:rsidTr="00425357">
        <w:trPr>
          <w:gridAfter w:val="1"/>
          <w:wAfter w:w="1626" w:type="dxa"/>
          <w:trHeight w:val="374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5B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5EF00B7E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085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604E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3CC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512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58A66D11" w14:textId="77777777" w:rsidTr="00425357">
        <w:trPr>
          <w:gridAfter w:val="1"/>
          <w:wAfter w:w="1626" w:type="dxa"/>
          <w:trHeight w:val="624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DCE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425357">
              <w:rPr>
                <w:i/>
                <w:sz w:val="20"/>
              </w:rPr>
              <w:t>энергетической</w:t>
            </w:r>
            <w:proofErr w:type="gramEnd"/>
            <w:r w:rsidRPr="00425357">
              <w:rPr>
                <w:i/>
                <w:sz w:val="20"/>
              </w:rPr>
              <w:t xml:space="preserve">    </w:t>
            </w:r>
          </w:p>
          <w:p w14:paraId="28296F7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i/>
                <w:sz w:val="20"/>
              </w:rPr>
              <w:t xml:space="preserve">   эффективности</w:t>
            </w:r>
          </w:p>
        </w:tc>
      </w:tr>
      <w:tr w:rsidR="00425357" w:rsidRPr="00425357" w14:paraId="2D3A4E11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B305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5E822E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EB78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985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Всего сумма, тыс. руб.  </w:t>
            </w:r>
          </w:p>
        </w:tc>
      </w:tr>
      <w:tr w:rsidR="00425357" w:rsidRPr="00425357" w14:paraId="1CB76DBD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B89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7D1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190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9E6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0FD096D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58E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59AE5B25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9AA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58D1F965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84E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E31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D52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4E0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26B28591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80E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425357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25357" w:rsidRPr="00425357" w14:paraId="46139532" w14:textId="77777777" w:rsidTr="00425357">
        <w:trPr>
          <w:gridAfter w:val="1"/>
          <w:wAfter w:w="1626" w:type="dxa"/>
          <w:trHeight w:val="223"/>
          <w:tblCellSpacing w:w="5" w:type="nil"/>
        </w:trPr>
        <w:tc>
          <w:tcPr>
            <w:tcW w:w="32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9BAE43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Наименование мероприятий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1D2ECD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График реализации мероприятия</w:t>
            </w:r>
          </w:p>
        </w:tc>
        <w:tc>
          <w:tcPr>
            <w:tcW w:w="298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2D6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83B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 тыс. руб.</w:t>
            </w:r>
          </w:p>
        </w:tc>
      </w:tr>
      <w:tr w:rsidR="00425357" w:rsidRPr="00425357" w14:paraId="45AFFBAB" w14:textId="77777777" w:rsidTr="00425357">
        <w:trPr>
          <w:gridAfter w:val="1"/>
          <w:wAfter w:w="1626" w:type="dxa"/>
          <w:trHeight w:val="255"/>
          <w:tblCellSpacing w:w="5" w:type="nil"/>
        </w:trPr>
        <w:tc>
          <w:tcPr>
            <w:tcW w:w="32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F671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EBF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6FD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600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 Другие   </w:t>
            </w:r>
          </w:p>
          <w:p w14:paraId="49A2D83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 источники </w:t>
            </w:r>
          </w:p>
        </w:tc>
        <w:tc>
          <w:tcPr>
            <w:tcW w:w="159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909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25357" w:rsidRPr="00425357" w14:paraId="161E3CBB" w14:textId="77777777" w:rsidTr="00425357">
        <w:trPr>
          <w:gridAfter w:val="1"/>
          <w:wAfter w:w="1626" w:type="dxa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A5A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58D14158" w14:textId="77777777" w:rsidTr="00425357">
        <w:trPr>
          <w:gridAfter w:val="1"/>
          <w:wAfter w:w="1626" w:type="dxa"/>
          <w:tblCellSpacing w:w="5" w:type="nil"/>
        </w:trPr>
        <w:tc>
          <w:tcPr>
            <w:tcW w:w="49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A0D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Мероприятия отсутствуют  </w:t>
            </w:r>
          </w:p>
        </w:tc>
        <w:tc>
          <w:tcPr>
            <w:tcW w:w="16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EF7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354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  <w:tc>
          <w:tcPr>
            <w:tcW w:w="1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88F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49AC973E" w14:textId="77777777" w:rsidTr="00425357">
        <w:trPr>
          <w:gridAfter w:val="1"/>
          <w:wAfter w:w="1626" w:type="dxa"/>
          <w:trHeight w:val="22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A4D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      </w:t>
            </w:r>
          </w:p>
          <w:p w14:paraId="08F5683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централизованных систем водоотведения</w:t>
            </w:r>
          </w:p>
        </w:tc>
      </w:tr>
      <w:tr w:rsidR="00425357" w:rsidRPr="00425357" w14:paraId="7CBA9746" w14:textId="77777777" w:rsidTr="00425357">
        <w:trPr>
          <w:gridAfter w:val="1"/>
          <w:wAfter w:w="1626" w:type="dxa"/>
          <w:trHeight w:val="708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33105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Наименование показателя</w:t>
            </w:r>
          </w:p>
          <w:p w14:paraId="2B07E71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9399B2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425357">
              <w:rPr>
                <w:sz w:val="20"/>
              </w:rPr>
              <w:t>Ед</w:t>
            </w:r>
            <w:proofErr w:type="gramStart"/>
            <w:r w:rsidRPr="00425357">
              <w:rPr>
                <w:sz w:val="20"/>
              </w:rPr>
              <w:t>.и</w:t>
            </w:r>
            <w:proofErr w:type="gramEnd"/>
            <w:r w:rsidRPr="00425357">
              <w:rPr>
                <w:sz w:val="20"/>
              </w:rPr>
              <w:t>зм</w:t>
            </w:r>
            <w:proofErr w:type="spellEnd"/>
            <w:r w:rsidRPr="00425357">
              <w:rPr>
                <w:sz w:val="20"/>
              </w:rPr>
              <w:t>.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201DE5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</w:tr>
      <w:tr w:rsidR="00425357" w:rsidRPr="00425357" w14:paraId="46A1C2E8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D4A4E1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очистки сточных вод</w:t>
            </w:r>
          </w:p>
        </w:tc>
      </w:tr>
      <w:tr w:rsidR="00425357" w:rsidRPr="00425357" w14:paraId="5AA20019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BF2B3A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EA2DF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68F1DA5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2151CFE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100</w:t>
            </w:r>
          </w:p>
        </w:tc>
      </w:tr>
      <w:tr w:rsidR="00425357" w:rsidRPr="00425357" w14:paraId="4C7D04DC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3EAB2D9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DDBFAA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6B2BF856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0E2FE5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6F45313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2D46590B" w14:textId="77777777" w:rsidTr="00425357">
        <w:trPr>
          <w:gridAfter w:val="1"/>
          <w:wAfter w:w="1626" w:type="dxa"/>
          <w:trHeight w:val="770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33040AA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D2DA44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7B052990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018625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128256B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0</w:t>
            </w:r>
          </w:p>
        </w:tc>
      </w:tr>
      <w:tr w:rsidR="00425357" w:rsidRPr="00425357" w14:paraId="0B1F0BBB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1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ED2C04D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29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284AD9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02CC50DC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%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7346BC4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7BB2882C" w14:textId="77777777" w:rsidR="00425357" w:rsidRPr="00425357" w:rsidRDefault="00425357" w:rsidP="00425357">
            <w:pPr>
              <w:jc w:val="center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5E7DB598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11AF45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25357" w:rsidRPr="00425357" w14:paraId="68544C66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65A8" w14:textId="77777777" w:rsidR="00425357" w:rsidRPr="00425357" w:rsidRDefault="00425357" w:rsidP="0042535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425357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A4E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14:paraId="51F7786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ед./</w:t>
            </w:r>
            <w:proofErr w:type="gramStart"/>
            <w:r w:rsidRPr="00425357">
              <w:rPr>
                <w:sz w:val="20"/>
              </w:rPr>
              <w:t>км</w:t>
            </w:r>
            <w:proofErr w:type="gram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E7A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F0CC7A8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0</w:t>
            </w:r>
          </w:p>
        </w:tc>
      </w:tr>
      <w:tr w:rsidR="00425357" w:rsidRPr="00425357" w14:paraId="7EC745F1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9497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0503D321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Показатели энергетической эффективности</w:t>
            </w:r>
          </w:p>
        </w:tc>
      </w:tr>
      <w:tr w:rsidR="00425357" w:rsidRPr="00425357" w14:paraId="3FBDF487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DD32E2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 w:rsidRPr="00425357">
              <w:rPr>
                <w:b/>
                <w:sz w:val="20"/>
              </w:rPr>
              <w:t xml:space="preserve">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699E74E4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кВт*</w:t>
            </w:r>
            <w:proofErr w:type="gramStart"/>
            <w:r w:rsidRPr="00425357">
              <w:rPr>
                <w:sz w:val="20"/>
              </w:rPr>
              <w:t>ч</w:t>
            </w:r>
            <w:proofErr w:type="gramEnd"/>
            <w:r w:rsidRPr="00425357">
              <w:rPr>
                <w:sz w:val="20"/>
              </w:rPr>
              <w:t>/куб. м</w:t>
            </w:r>
          </w:p>
          <w:p w14:paraId="7EF7502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285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70CAD5A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072B69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BD399B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33B6E793" w14:textId="77777777" w:rsidTr="00425357">
        <w:trPr>
          <w:gridAfter w:val="1"/>
          <w:wAfter w:w="1626" w:type="dxa"/>
          <w:trHeight w:val="212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55AA519" w14:textId="77777777" w:rsidR="00425357" w:rsidRPr="00425357" w:rsidRDefault="00425357" w:rsidP="004253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25357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27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317CA9EB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кВт*</w:t>
            </w:r>
            <w:proofErr w:type="gramStart"/>
            <w:r w:rsidRPr="00425357">
              <w:rPr>
                <w:sz w:val="20"/>
              </w:rPr>
              <w:t>ч</w:t>
            </w:r>
            <w:proofErr w:type="gramEnd"/>
            <w:r w:rsidRPr="00425357">
              <w:rPr>
                <w:sz w:val="20"/>
              </w:rPr>
              <w:t>/куб. м</w:t>
            </w:r>
          </w:p>
          <w:p w14:paraId="168F5D56" w14:textId="77777777" w:rsidR="00425357" w:rsidRPr="00425357" w:rsidRDefault="00425357" w:rsidP="0042535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85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14FC723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425357" w:rsidRPr="00425357" w14:paraId="1D2C3C48" w14:textId="77777777" w:rsidTr="00425357">
        <w:trPr>
          <w:gridAfter w:val="1"/>
          <w:wAfter w:w="1626" w:type="dxa"/>
          <w:trHeight w:val="168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B75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425357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25357" w:rsidRPr="00425357" w14:paraId="61DB475D" w14:textId="77777777" w:rsidTr="00425357">
        <w:trPr>
          <w:gridAfter w:val="1"/>
          <w:wAfter w:w="1626" w:type="dxa"/>
          <w:trHeight w:val="215"/>
          <w:tblCellSpacing w:w="5" w:type="nil"/>
        </w:trPr>
        <w:tc>
          <w:tcPr>
            <w:tcW w:w="6934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1480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 xml:space="preserve">На период с 01.08.2020 по 31.12.2020 </w:t>
            </w:r>
          </w:p>
        </w:tc>
        <w:tc>
          <w:tcPr>
            <w:tcW w:w="256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306403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>-</w:t>
            </w:r>
          </w:p>
        </w:tc>
      </w:tr>
      <w:tr w:rsidR="00425357" w:rsidRPr="00425357" w14:paraId="221FEF35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A78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425357">
              <w:rPr>
                <w:b/>
                <w:sz w:val="20"/>
              </w:rPr>
              <w:lastRenderedPageBreak/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425357" w:rsidRPr="00425357" w14:paraId="2BBDE98E" w14:textId="77777777" w:rsidTr="00425357">
        <w:trPr>
          <w:gridAfter w:val="1"/>
          <w:wAfter w:w="1626" w:type="dxa"/>
          <w:trHeight w:val="478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9AF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15D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Всего сумма,</w:t>
            </w:r>
          </w:p>
          <w:p w14:paraId="74CB064F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>тыс. руб.</w:t>
            </w:r>
          </w:p>
        </w:tc>
      </w:tr>
      <w:tr w:rsidR="00425357" w:rsidRPr="00425357" w14:paraId="2BDB45E3" w14:textId="77777777" w:rsidTr="00425357">
        <w:trPr>
          <w:gridAfter w:val="1"/>
          <w:wAfter w:w="1626" w:type="dxa"/>
          <w:trHeight w:val="265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B2F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425357">
              <w:rPr>
                <w:sz w:val="20"/>
              </w:rPr>
              <w:t>На период с 01.08.2020 по 31.12.2020 год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EB6E4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5357">
              <w:rPr>
                <w:sz w:val="20"/>
              </w:rPr>
              <w:t xml:space="preserve">699,81      </w:t>
            </w:r>
          </w:p>
        </w:tc>
      </w:tr>
      <w:tr w:rsidR="00425357" w:rsidRPr="00425357" w14:paraId="37566CC0" w14:textId="77777777" w:rsidTr="00425357">
        <w:trPr>
          <w:gridAfter w:val="1"/>
          <w:wAfter w:w="1626" w:type="dxa"/>
          <w:trHeight w:val="360"/>
          <w:tblCellSpacing w:w="5" w:type="nil"/>
        </w:trPr>
        <w:tc>
          <w:tcPr>
            <w:tcW w:w="949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CF03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425357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425357" w:rsidRPr="00425357" w14:paraId="4BA97757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C03E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Наименование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D0B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425357">
              <w:rPr>
                <w:bCs/>
                <w:sz w:val="20"/>
              </w:rPr>
              <w:t>За период с 01.01.2019 по 31.12.2019</w:t>
            </w:r>
          </w:p>
        </w:tc>
      </w:tr>
      <w:tr w:rsidR="00425357" w:rsidRPr="00425357" w14:paraId="651CBEF2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4238A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Объем принятых сточных вод, тыс. м3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444B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133,612</w:t>
            </w:r>
          </w:p>
        </w:tc>
      </w:tr>
      <w:tr w:rsidR="00425357" w:rsidRPr="00425357" w14:paraId="233DA22F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6319E" w14:textId="0CB8871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proofErr w:type="gramStart"/>
            <w:r w:rsidRPr="00425357">
              <w:rPr>
                <w:rFonts w:eastAsia="Calibri"/>
                <w:sz w:val="20"/>
              </w:rPr>
              <w:t>Мероприятия, направленные на осуществление текущей (операционной) деятельности, тыс. руб.</w:t>
            </w:r>
            <w:r w:rsidR="00DC4E6E">
              <w:rPr>
                <w:rFonts w:eastAsia="Calibri"/>
                <w:sz w:val="20"/>
              </w:rPr>
              <w:t xml:space="preserve"> (без НДС)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3CDD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sz w:val="20"/>
              </w:rPr>
              <w:t>908,473</w:t>
            </w:r>
          </w:p>
        </w:tc>
      </w:tr>
      <w:tr w:rsidR="00425357" w:rsidRPr="00425357" w14:paraId="17F12460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3ABE3" w14:textId="143438EA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425357">
              <w:rPr>
                <w:rFonts w:eastAsia="Calibri"/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  <w:r w:rsidR="00DC4E6E">
              <w:rPr>
                <w:rFonts w:eastAsia="Calibri"/>
                <w:sz w:val="20"/>
              </w:rPr>
              <w:t xml:space="preserve"> (без НДС)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C987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bCs/>
                <w:sz w:val="20"/>
              </w:rPr>
              <w:t>10,005</w:t>
            </w:r>
          </w:p>
        </w:tc>
      </w:tr>
      <w:tr w:rsidR="00425357" w:rsidRPr="00425357" w14:paraId="5363934B" w14:textId="77777777" w:rsidTr="00425357">
        <w:trPr>
          <w:gridAfter w:val="1"/>
          <w:wAfter w:w="1626" w:type="dxa"/>
          <w:trHeight w:val="204"/>
          <w:tblCellSpacing w:w="5" w:type="nil"/>
        </w:trPr>
        <w:tc>
          <w:tcPr>
            <w:tcW w:w="694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D32BF" w14:textId="778AD245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425357">
              <w:rPr>
                <w:rFonts w:eastAsia="Calibri"/>
                <w:sz w:val="20"/>
              </w:rPr>
              <w:t>Общий объем финансовых потребностей, тыс. руб.</w:t>
            </w:r>
            <w:r w:rsidR="00DC4E6E">
              <w:rPr>
                <w:rFonts w:eastAsia="Calibri"/>
                <w:sz w:val="20"/>
              </w:rPr>
              <w:t xml:space="preserve"> (без НДС)</w:t>
            </w: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81E2" w14:textId="77777777" w:rsidR="00425357" w:rsidRPr="00425357" w:rsidRDefault="00425357" w:rsidP="00425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 w:rsidRPr="00425357">
              <w:rPr>
                <w:bCs/>
                <w:sz w:val="20"/>
              </w:rPr>
              <w:t>918,478</w:t>
            </w:r>
          </w:p>
        </w:tc>
      </w:tr>
    </w:tbl>
    <w:p w14:paraId="3BE749D2" w14:textId="77777777" w:rsidR="008D086D" w:rsidRPr="00DE2B47" w:rsidRDefault="008D086D" w:rsidP="00DE2B47">
      <w:pPr>
        <w:jc w:val="center"/>
        <w:rPr>
          <w:sz w:val="20"/>
        </w:rPr>
      </w:pPr>
    </w:p>
    <w:sectPr w:rsidR="008D086D" w:rsidRPr="00DE2B4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C8D4A" w14:textId="77777777" w:rsidR="00FB17E8" w:rsidRDefault="00FB17E8">
      <w:r>
        <w:separator/>
      </w:r>
    </w:p>
  </w:endnote>
  <w:endnote w:type="continuationSeparator" w:id="0">
    <w:p w14:paraId="247B34BD" w14:textId="77777777" w:rsidR="00FB17E8" w:rsidRDefault="00FB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7DA47" w14:textId="77777777" w:rsidR="00FB17E8" w:rsidRDefault="00FB17E8">
      <w:r>
        <w:separator/>
      </w:r>
    </w:p>
  </w:footnote>
  <w:footnote w:type="continuationSeparator" w:id="0">
    <w:p w14:paraId="6EFC3230" w14:textId="77777777" w:rsidR="00FB17E8" w:rsidRDefault="00FB1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54A6C" w14:textId="77777777" w:rsidR="00FB17E8" w:rsidRDefault="00FB17E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3B50992" w14:textId="77777777" w:rsidR="00FB17E8" w:rsidRDefault="00FB17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33F09" w14:textId="77777777" w:rsidR="00FB17E8" w:rsidRDefault="00FB17E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0005">
      <w:rPr>
        <w:rStyle w:val="a9"/>
        <w:noProof/>
      </w:rPr>
      <w:t>12</w:t>
    </w:r>
    <w:r>
      <w:rPr>
        <w:rStyle w:val="a9"/>
      </w:rPr>
      <w:fldChar w:fldCharType="end"/>
    </w:r>
  </w:p>
  <w:p w14:paraId="1FE6016E" w14:textId="77777777" w:rsidR="00FB17E8" w:rsidRDefault="00FB17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86B08" w14:textId="77777777" w:rsidR="00FB17E8" w:rsidRDefault="00FB17E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262DABF" wp14:editId="556EC659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B65D096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BC3301" wp14:editId="6FFD6BB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9B706" w14:textId="77777777" w:rsidR="00FB17E8" w:rsidRPr="00E52B15" w:rsidRDefault="00FB17E8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0066C94D" wp14:editId="02454647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8F4AE7" w14:textId="77777777" w:rsidR="00FB17E8" w:rsidRPr="00561114" w:rsidRDefault="00FB17E8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3D396512" w14:textId="77777777" w:rsidR="00FB17E8" w:rsidRPr="00561114" w:rsidRDefault="00FB17E8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5DE7459E" w14:textId="77777777" w:rsidR="00FB17E8" w:rsidRPr="000F7B5C" w:rsidRDefault="00FB17E8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0C66B5B0" w14:textId="77777777" w:rsidR="00FB17E8" w:rsidRPr="000F7B5C" w:rsidRDefault="00FB17E8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5B54DB01" w14:textId="77777777" w:rsidR="00FB17E8" w:rsidRDefault="00FB17E8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6162ACCC" w14:textId="77777777" w:rsidR="00FB17E8" w:rsidRDefault="00FB17E8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218BFC7B" w14:textId="77777777" w:rsidR="00FB17E8" w:rsidRPr="002B6128" w:rsidRDefault="00FB17E8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1261C384" w14:textId="77777777" w:rsidR="00FB17E8" w:rsidRDefault="00FB17E8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4B9667B5" w14:textId="77777777" w:rsidR="00FB17E8" w:rsidRPr="001772E6" w:rsidRDefault="00FB17E8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641572E7" w14:textId="77777777" w:rsidR="00FB17E8" w:rsidRDefault="00FB17E8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5BC33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" filled="f" stroked="f" strokecolor="white" strokeweight="0">
              <v:textbox inset="0,0,0,0">
                <w:txbxContent>
                  <w:p w14:paraId="6819B706" w14:textId="77777777" w:rsidR="00FB17E8" w:rsidRPr="00E52B15" w:rsidRDefault="00FB17E8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0066C94D" wp14:editId="02454647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8F4AE7" w14:textId="77777777" w:rsidR="00FB17E8" w:rsidRPr="00561114" w:rsidRDefault="00FB17E8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3D396512" w14:textId="77777777" w:rsidR="00FB17E8" w:rsidRPr="00561114" w:rsidRDefault="00FB17E8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5DE7459E" w14:textId="77777777" w:rsidR="00FB17E8" w:rsidRPr="000F7B5C" w:rsidRDefault="00FB17E8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0C66B5B0" w14:textId="77777777" w:rsidR="00FB17E8" w:rsidRPr="000F7B5C" w:rsidRDefault="00FB17E8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5B54DB01" w14:textId="77777777" w:rsidR="00FB17E8" w:rsidRDefault="00FB17E8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6162ACCC" w14:textId="77777777" w:rsidR="00FB17E8" w:rsidRDefault="00FB17E8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218BFC7B" w14:textId="77777777" w:rsidR="00FB17E8" w:rsidRPr="002B6128" w:rsidRDefault="00FB17E8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1261C384" w14:textId="77777777" w:rsidR="00FB17E8" w:rsidRDefault="00FB17E8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4B9667B5" w14:textId="77777777" w:rsidR="00FB17E8" w:rsidRPr="001772E6" w:rsidRDefault="00FB17E8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641572E7" w14:textId="77777777" w:rsidR="00FB17E8" w:rsidRDefault="00FB17E8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282B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4BA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005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7800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185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B7DA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605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90D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25357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8D5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0B6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0758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35E5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9DD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017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0F7D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086D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4858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E8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5E5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165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5C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87E"/>
    <w:rsid w:val="009F69F0"/>
    <w:rsid w:val="00A000E4"/>
    <w:rsid w:val="00A0048D"/>
    <w:rsid w:val="00A00799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2A7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457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8DF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8E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39B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1BE4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65D0"/>
    <w:rsid w:val="00D9724C"/>
    <w:rsid w:val="00D9738A"/>
    <w:rsid w:val="00DA0301"/>
    <w:rsid w:val="00DA127C"/>
    <w:rsid w:val="00DA2369"/>
    <w:rsid w:val="00DA255A"/>
    <w:rsid w:val="00DA4052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4E6E"/>
    <w:rsid w:val="00DC5A9F"/>
    <w:rsid w:val="00DC73E0"/>
    <w:rsid w:val="00DC7D30"/>
    <w:rsid w:val="00DD010A"/>
    <w:rsid w:val="00DD0283"/>
    <w:rsid w:val="00DD069D"/>
    <w:rsid w:val="00DD1A77"/>
    <w:rsid w:val="00DD2235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2B47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5361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0B3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398"/>
    <w:rsid w:val="00F315E5"/>
    <w:rsid w:val="00F31813"/>
    <w:rsid w:val="00F321ED"/>
    <w:rsid w:val="00F3288A"/>
    <w:rsid w:val="00F32AA9"/>
    <w:rsid w:val="00F33528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6E33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7E8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16A2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0E8AFA4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6FEE67154EA0A0D45B26B00513340DDBCEFF0A8B35FA469D8FFC581312A5C7EF3D63BEBCFDBD92B08BAC4CA60DD9B9E04708895B41129686BDF9539w5h0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1A531F20B23EA6D91320313855758B4C42D8DB7BCD83499C53A7309241220EE2C29F510F2C37FB5u8ZC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E948B9CB3246FECDEDCA156A9E7CAFA0A41C9A1E37EB226F504D30E9E7697A2ED5CC171DAA526D7419000809F04217FA9050099780F39E3d6s8N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F7BE4-D9DB-4F37-A978-50A9A206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264</TotalTime>
  <Pages>12</Pages>
  <Words>2662</Words>
  <Characters>20960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51</cp:revision>
  <cp:lastPrinted>2019-12-03T12:47:00Z</cp:lastPrinted>
  <dcterms:created xsi:type="dcterms:W3CDTF">2018-10-26T11:27:00Z</dcterms:created>
  <dcterms:modified xsi:type="dcterms:W3CDTF">2020-07-30T14:50:00Z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