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8A25C8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8A25C8">
              <w:t>31</w:t>
            </w:r>
            <w:r w:rsidR="00FC4CBA">
              <w:t>.</w:t>
            </w:r>
            <w:r w:rsidR="00BB34BC">
              <w:t>07</w:t>
            </w:r>
            <w:r w:rsidR="00FC4CBA">
              <w:t>.20</w:t>
            </w:r>
            <w:r w:rsidR="00BB34BC">
              <w:t>20</w:t>
            </w:r>
            <w:r w:rsidR="00FC4CBA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E61FDF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E61FDF">
              <w:t>28/4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097B4B" w:rsidRDefault="00593E8B" w:rsidP="00097B4B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8068B0" w:rsidRPr="008068B0">
              <w:t xml:space="preserve">  </w:t>
            </w:r>
            <w:r w:rsidR="00A3571D" w:rsidRPr="00A3571D">
              <w:t xml:space="preserve">Об установлении </w:t>
            </w:r>
            <w:r w:rsidR="004A69A5">
              <w:t>ОБЩЕСТВУ С ОГРАНИЧЕННОЙ ОТВЕТСТВЕНН</w:t>
            </w:r>
            <w:r w:rsidR="00097B4B">
              <w:t>ОСТЬЮ</w:t>
            </w:r>
          </w:p>
          <w:p w:rsidR="008A25C8" w:rsidRDefault="008A25C8" w:rsidP="00907E4E">
            <w:pPr>
              <w:jc w:val="center"/>
            </w:pPr>
            <w:r w:rsidRPr="008A25C8">
              <w:t>НПФ «ХОЛДИНГ НН</w:t>
            </w:r>
            <w:r w:rsidR="00097B4B" w:rsidRPr="00097B4B">
              <w:t>»</w:t>
            </w:r>
            <w:r w:rsidR="00A3571D" w:rsidRPr="00A3571D">
              <w:t xml:space="preserve"> (ИНН</w:t>
            </w:r>
            <w:r w:rsidR="003C1C59">
              <w:t xml:space="preserve"> </w:t>
            </w:r>
            <w:r w:rsidRPr="008A25C8">
              <w:t>5258113294</w:t>
            </w:r>
            <w:r w:rsidR="00A3571D" w:rsidRPr="00A3571D">
              <w:t xml:space="preserve">), </w:t>
            </w:r>
          </w:p>
          <w:p w:rsidR="0085764D" w:rsidRPr="00252D0D" w:rsidRDefault="008A25C8" w:rsidP="008A25C8">
            <w:pPr>
              <w:jc w:val="center"/>
            </w:pPr>
            <w:r w:rsidRPr="008A25C8">
              <w:t xml:space="preserve"> г. Нижний Новгород</w:t>
            </w:r>
            <w:r w:rsidR="00A3571D" w:rsidRPr="00A3571D">
              <w:t xml:space="preserve">, тарифов на тепловую энергию (мощность), поставляемую потребителям </w:t>
            </w:r>
            <w:r w:rsidRPr="008A25C8">
              <w:t>городского округа город Бор Нижегородской области</w:t>
            </w:r>
            <w:r w:rsidR="00593E8B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F01F91" w:rsidRDefault="00F01F91" w:rsidP="00BB34BC">
      <w:pPr>
        <w:pStyle w:val="ac"/>
        <w:ind w:hanging="142"/>
        <w:jc w:val="center"/>
      </w:pPr>
    </w:p>
    <w:p w:rsidR="00907E4E" w:rsidRDefault="00907E4E" w:rsidP="00BB34BC">
      <w:pPr>
        <w:pStyle w:val="ac"/>
        <w:ind w:hanging="142"/>
        <w:jc w:val="center"/>
      </w:pPr>
    </w:p>
    <w:p w:rsidR="00B27DCA" w:rsidRDefault="00B27DCA" w:rsidP="00FC4CBA">
      <w:pPr>
        <w:pStyle w:val="ac"/>
        <w:ind w:firstLine="709"/>
      </w:pPr>
    </w:p>
    <w:p w:rsidR="00A3571D" w:rsidRPr="00A3571D" w:rsidRDefault="00A3571D" w:rsidP="00516CC9">
      <w:pPr>
        <w:pStyle w:val="ac"/>
        <w:spacing w:line="276" w:lineRule="auto"/>
        <w:ind w:firstLine="709"/>
      </w:pPr>
      <w:proofErr w:type="gramStart"/>
      <w:r w:rsidRPr="00A3571D">
        <w:t xml:space="preserve">В соответствии с Федеральным законом от 27 июля 2010 г. № 190-ФЗ                     «О теплоснабжении», постановлением Правительства Российской Федерации </w:t>
      </w:r>
      <w:r w:rsidRPr="00A3571D">
        <w:br/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</w:t>
      </w:r>
      <w:r w:rsidR="004A69A5">
        <w:t xml:space="preserve">ОБЩЕСТВОМ С ОГРАНИЧЕННОЙ ОТВЕТСТВЕННОСТЬЮ </w:t>
      </w:r>
      <w:r w:rsidR="00F23FCC">
        <w:t>НПФ «ХОЛДИНГ НН»</w:t>
      </w:r>
      <w:r w:rsidR="004A69A5">
        <w:t xml:space="preserve"> (ИНН </w:t>
      </w:r>
      <w:r w:rsidR="00F23FCC" w:rsidRPr="00F23FCC">
        <w:t>5258113294</w:t>
      </w:r>
      <w:r w:rsidR="00097B4B">
        <w:t>)</w:t>
      </w:r>
      <w:r w:rsidRPr="00A3571D">
        <w:t xml:space="preserve">, </w:t>
      </w:r>
      <w:r w:rsidR="00C22CB0" w:rsidRPr="00C22CB0">
        <w:t>г. Нижний Новгород</w:t>
      </w:r>
      <w:r w:rsidRPr="00851EB0">
        <w:t>,</w:t>
      </w:r>
      <w:r w:rsidRPr="00A3571D">
        <w:t xml:space="preserve"> экспертного заключения ре</w:t>
      </w:r>
      <w:r w:rsidRPr="00A011D5">
        <w:t xml:space="preserve">г. </w:t>
      </w:r>
      <w:r w:rsidRPr="004F233F">
        <w:t>№ в-</w:t>
      </w:r>
      <w:r w:rsidR="004F233F" w:rsidRPr="004F233F">
        <w:t>160</w:t>
      </w:r>
      <w:r w:rsidRPr="004F233F">
        <w:t xml:space="preserve"> от</w:t>
      </w:r>
      <w:r w:rsidR="004F233F" w:rsidRPr="004F233F">
        <w:t xml:space="preserve"> 24 июля</w:t>
      </w:r>
      <w:r w:rsidRPr="004F233F">
        <w:t xml:space="preserve"> </w:t>
      </w:r>
      <w:r w:rsidR="00BB34BC" w:rsidRPr="004F233F">
        <w:t>2020</w:t>
      </w:r>
      <w:r w:rsidRPr="004F233F">
        <w:t xml:space="preserve"> г.:</w:t>
      </w:r>
      <w:proofErr w:type="gramEnd"/>
    </w:p>
    <w:p w:rsidR="00196EC0" w:rsidRPr="00DB7005" w:rsidRDefault="00196EC0" w:rsidP="00F23FCC">
      <w:pPr>
        <w:pStyle w:val="ac"/>
        <w:spacing w:line="276" w:lineRule="auto"/>
        <w:ind w:firstLine="709"/>
      </w:pPr>
      <w:r w:rsidRPr="007477BE">
        <w:rPr>
          <w:b/>
        </w:rPr>
        <w:t xml:space="preserve">1. </w:t>
      </w:r>
      <w:r w:rsidRPr="007477BE">
        <w:t xml:space="preserve">При установлении тарифов в сфере теплоснабжения для </w:t>
      </w:r>
      <w:r w:rsidR="00150FDE">
        <w:t xml:space="preserve">ОБЩЕСТВА С ОГРАНИЧЕННОЙ ОТВЕТСТВЕННОСТЬЮ </w:t>
      </w:r>
      <w:r w:rsidR="00F23FCC" w:rsidRPr="00F23FCC">
        <w:t xml:space="preserve">НПФ «ХОЛДИНГ НН» </w:t>
      </w:r>
      <w:r w:rsidR="00F23FCC">
        <w:t xml:space="preserve">                             </w:t>
      </w:r>
      <w:r w:rsidR="00F23FCC" w:rsidRPr="00F23FCC">
        <w:t>(ИНН 5258113294),</w:t>
      </w:r>
      <w:r w:rsidR="00F23FCC">
        <w:t xml:space="preserve"> </w:t>
      </w:r>
      <w:r w:rsidR="00F23FCC" w:rsidRPr="00F23FCC">
        <w:t>г. Нижний Новгород</w:t>
      </w:r>
      <w:r w:rsidRPr="00851EB0">
        <w:rPr>
          <w:bCs/>
        </w:rPr>
        <w:t>,</w:t>
      </w:r>
      <w:r w:rsidRPr="007477BE">
        <w:t xml:space="preserve"> применять метод экономически обоснованных расходов (затрат).</w:t>
      </w:r>
    </w:p>
    <w:p w:rsidR="00740FF7" w:rsidRPr="008068B0" w:rsidRDefault="00196EC0" w:rsidP="00516CC9">
      <w:pPr>
        <w:pStyle w:val="ac"/>
        <w:spacing w:line="276" w:lineRule="auto"/>
        <w:ind w:firstLine="709"/>
        <w:rPr>
          <w:bCs/>
        </w:rPr>
      </w:pPr>
      <w:r>
        <w:rPr>
          <w:b/>
        </w:rPr>
        <w:t>2</w:t>
      </w:r>
      <w:r w:rsidR="00EF47AC" w:rsidRPr="008068B0">
        <w:rPr>
          <w:b/>
        </w:rPr>
        <w:t>.</w:t>
      </w:r>
      <w:r w:rsidR="00EF47AC" w:rsidRPr="008068B0">
        <w:t xml:space="preserve"> Установить </w:t>
      </w:r>
      <w:r w:rsidR="00150FDE">
        <w:t xml:space="preserve">ОБЩЕСТВУ С ОГРАНИЧЕННОЙ ОТВЕТСТВЕННОСТЬЮ </w:t>
      </w:r>
      <w:r w:rsidR="00F23FCC" w:rsidRPr="00F23FCC">
        <w:t>НПФ «ХОЛДИНГ НН» (ИНН 5258113294), г. Нижний Новгород</w:t>
      </w:r>
      <w:r w:rsidR="00A3571D" w:rsidRPr="00851EB0">
        <w:t xml:space="preserve">, </w:t>
      </w:r>
      <w:r w:rsidR="00EF47AC" w:rsidRPr="00175AC5">
        <w:rPr>
          <w:b/>
        </w:rPr>
        <w:t xml:space="preserve">тарифы на тепловую энергию (мощность), </w:t>
      </w:r>
      <w:r w:rsidR="00EF47AC" w:rsidRPr="008068B0">
        <w:t xml:space="preserve">поставляемую </w:t>
      </w:r>
      <w:r w:rsidR="00175AC5">
        <w:t xml:space="preserve">потребителям </w:t>
      </w:r>
      <w:r w:rsidR="00F23FCC" w:rsidRPr="00F23FCC">
        <w:t>городского округа город Бор Нижегородской области</w:t>
      </w:r>
      <w:r w:rsidR="00740FF7" w:rsidRPr="008068B0">
        <w:rPr>
          <w:bCs/>
        </w:rPr>
        <w:t>,</w:t>
      </w:r>
      <w:r w:rsidR="00740FF7" w:rsidRPr="008068B0">
        <w:t xml:space="preserve"> </w:t>
      </w:r>
      <w:r w:rsidR="00826936" w:rsidRPr="008068B0">
        <w:rPr>
          <w:bCs/>
        </w:rPr>
        <w:t xml:space="preserve">согласно </w:t>
      </w:r>
      <w:r w:rsidR="00D00B09">
        <w:rPr>
          <w:bCs/>
        </w:rPr>
        <w:t>Приложению</w:t>
      </w:r>
      <w:r w:rsidR="00740FF7" w:rsidRPr="008068B0">
        <w:rPr>
          <w:bCs/>
        </w:rPr>
        <w:t>.</w:t>
      </w:r>
    </w:p>
    <w:p w:rsidR="00F23FCC" w:rsidRPr="00F23FCC" w:rsidRDefault="00196EC0" w:rsidP="00F23FCC">
      <w:pPr>
        <w:pStyle w:val="ac"/>
        <w:spacing w:line="276" w:lineRule="auto"/>
        <w:ind w:firstLine="708"/>
        <w:rPr>
          <w:szCs w:val="24"/>
        </w:rPr>
      </w:pPr>
      <w:r w:rsidRPr="005A2A40">
        <w:rPr>
          <w:b/>
        </w:rPr>
        <w:t>3</w:t>
      </w:r>
      <w:r w:rsidR="008068B0" w:rsidRPr="005A2A40">
        <w:rPr>
          <w:b/>
        </w:rPr>
        <w:t>.</w:t>
      </w:r>
      <w:r w:rsidR="00A3571D" w:rsidRPr="005A2A40">
        <w:rPr>
          <w:noProof/>
        </w:rPr>
        <w:t xml:space="preserve"> </w:t>
      </w:r>
      <w:r w:rsidR="00150FDE">
        <w:t>ОБЩЕСТВО</w:t>
      </w:r>
      <w:r w:rsidR="00150FDE" w:rsidRPr="00150FDE">
        <w:t xml:space="preserve"> С ОГРАНИЧЕННОЙ ОТВЕТСТВЕННОСТЬЮ </w:t>
      </w:r>
      <w:r w:rsidR="00F23FCC" w:rsidRPr="00F23FCC">
        <w:t>НПФ «ХОЛДИНГ НН» (ИНН 5258113294), г. Нижний Новгород</w:t>
      </w:r>
      <w:r w:rsidR="00A3571D" w:rsidRPr="00851EB0">
        <w:rPr>
          <w:noProof/>
        </w:rPr>
        <w:t xml:space="preserve">, </w:t>
      </w:r>
      <w:proofErr w:type="gramStart"/>
      <w:r w:rsidR="00F23FCC" w:rsidRPr="00F23FCC">
        <w:rPr>
          <w:szCs w:val="24"/>
        </w:rPr>
        <w:t>применяет общий режим налогообложения и является</w:t>
      </w:r>
      <w:proofErr w:type="gramEnd"/>
      <w:r w:rsidR="00F23FCC" w:rsidRPr="00F23FCC">
        <w:rPr>
          <w:szCs w:val="24"/>
        </w:rPr>
        <w:t xml:space="preserve"> плательщиком НДС.</w:t>
      </w:r>
    </w:p>
    <w:p w:rsidR="00F23FCC" w:rsidRPr="00F23FCC" w:rsidRDefault="00F23FCC" w:rsidP="00F23FCC">
      <w:pPr>
        <w:pStyle w:val="ac"/>
        <w:spacing w:line="276" w:lineRule="auto"/>
        <w:ind w:firstLine="708"/>
        <w:rPr>
          <w:szCs w:val="24"/>
        </w:rPr>
      </w:pPr>
      <w:r w:rsidRPr="00F23FCC">
        <w:rPr>
          <w:szCs w:val="24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F23FCC" w:rsidRPr="00F23FCC" w:rsidRDefault="00F23FCC" w:rsidP="00F23FCC">
      <w:pPr>
        <w:pStyle w:val="ac"/>
        <w:spacing w:line="276" w:lineRule="auto"/>
        <w:ind w:firstLine="708"/>
        <w:rPr>
          <w:noProof/>
          <w:highlight w:val="yellow"/>
        </w:rPr>
      </w:pPr>
      <w:r w:rsidRPr="00F23FCC">
        <w:rPr>
          <w:b/>
          <w:bCs/>
          <w:szCs w:val="24"/>
        </w:rPr>
        <w:lastRenderedPageBreak/>
        <w:t xml:space="preserve"> </w:t>
      </w:r>
      <w:r w:rsidR="00196EC0">
        <w:rPr>
          <w:b/>
          <w:bCs/>
          <w:noProof/>
        </w:rPr>
        <w:t>4</w:t>
      </w:r>
      <w:r w:rsidR="00A3571D" w:rsidRPr="00A3571D">
        <w:rPr>
          <w:b/>
          <w:bCs/>
          <w:noProof/>
        </w:rPr>
        <w:t>.</w:t>
      </w:r>
      <w:r w:rsidR="00196EC0">
        <w:rPr>
          <w:noProof/>
        </w:rPr>
        <w:t xml:space="preserve"> </w:t>
      </w:r>
      <w:proofErr w:type="gramStart"/>
      <w:r w:rsidRPr="00F23FCC">
        <w:rPr>
          <w:noProof/>
        </w:rPr>
        <w:t>В связи с тем, что в отношении ОБЩЕСТВА С ОГРАНИЧЕННОЙ ОТВЕТСТВЕННОСТЬЮ НПФ «ХОЛДИНГ НН» (ИНН 5258113294), г. Нижний Новгород, государственное регулирование в сфере теплоснабжения ранее не осуществлялось, и на основании пункта 7 Правил регулирования цен (тарифов) в сфере теплоснабжения, утвержденных постановлением Правительства Российской Ф</w:t>
      </w:r>
      <w:r>
        <w:rPr>
          <w:noProof/>
        </w:rPr>
        <w:t>едерации от 22 октября 2012 г. №</w:t>
      </w:r>
      <w:r w:rsidRPr="00F23FCC">
        <w:rPr>
          <w:noProof/>
        </w:rPr>
        <w:t xml:space="preserve"> 1075, тарифы, установленные пунктом 2 настоящ</w:t>
      </w:r>
      <w:r>
        <w:rPr>
          <w:noProof/>
        </w:rPr>
        <w:t>его</w:t>
      </w:r>
      <w:r w:rsidR="00DD4B42">
        <w:rPr>
          <w:noProof/>
        </w:rPr>
        <w:t xml:space="preserve"> решения, действуют с 1 августа</w:t>
      </w:r>
      <w:proofErr w:type="gramEnd"/>
      <w:r w:rsidRPr="00F23FCC">
        <w:rPr>
          <w:noProof/>
        </w:rPr>
        <w:t xml:space="preserve"> по 31 декабря 2020 г. включительно.</w:t>
      </w:r>
    </w:p>
    <w:p w:rsidR="00BB34BC" w:rsidRDefault="00BB34BC" w:rsidP="00F23FCC">
      <w:pPr>
        <w:pStyle w:val="ac"/>
        <w:spacing w:line="276" w:lineRule="auto"/>
        <w:ind w:firstLine="708"/>
        <w:rPr>
          <w:noProof/>
        </w:rPr>
      </w:pPr>
    </w:p>
    <w:p w:rsidR="00BB34BC" w:rsidRDefault="00BB34BC" w:rsidP="00516CC9">
      <w:pPr>
        <w:autoSpaceDE w:val="0"/>
        <w:autoSpaceDN w:val="0"/>
        <w:adjustRightInd w:val="0"/>
        <w:spacing w:line="276" w:lineRule="auto"/>
        <w:ind w:firstLine="709"/>
        <w:jc w:val="both"/>
        <w:rPr>
          <w:noProof/>
          <w:szCs w:val="28"/>
        </w:rPr>
      </w:pPr>
    </w:p>
    <w:p w:rsidR="007D3F68" w:rsidRPr="008068B0" w:rsidRDefault="007D3F68" w:rsidP="00FC4CBA">
      <w:pPr>
        <w:tabs>
          <w:tab w:val="left" w:pos="1897"/>
        </w:tabs>
        <w:rPr>
          <w:rFonts w:eastAsia="Calibri"/>
          <w:szCs w:val="28"/>
          <w:lang w:eastAsia="en-US"/>
        </w:rPr>
      </w:pPr>
    </w:p>
    <w:p w:rsidR="007D3F68" w:rsidRPr="008068B0" w:rsidRDefault="007D3F68" w:rsidP="00FC4CBA">
      <w:pPr>
        <w:tabs>
          <w:tab w:val="left" w:pos="1897"/>
        </w:tabs>
        <w:rPr>
          <w:szCs w:val="28"/>
        </w:rPr>
      </w:pPr>
    </w:p>
    <w:p w:rsidR="00AF2F7B" w:rsidRDefault="00AF2F7B" w:rsidP="00AF2F7B">
      <w:pPr>
        <w:tabs>
          <w:tab w:val="left" w:pos="1897"/>
        </w:tabs>
        <w:spacing w:line="276" w:lineRule="auto"/>
        <w:rPr>
          <w:szCs w:val="28"/>
        </w:rPr>
      </w:pPr>
      <w:r w:rsidRPr="00353E63">
        <w:rPr>
          <w:szCs w:val="28"/>
        </w:rPr>
        <w:t>Руководитель службы</w:t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 w:rsidRPr="008068B0">
        <w:rPr>
          <w:szCs w:val="28"/>
        </w:rPr>
        <w:tab/>
      </w:r>
      <w:r>
        <w:rPr>
          <w:szCs w:val="28"/>
        </w:rPr>
        <w:t xml:space="preserve">           Ю.Л. Алешина</w:t>
      </w:r>
    </w:p>
    <w:p w:rsidR="00AF2F7B" w:rsidRDefault="00AF2F7B" w:rsidP="00AF2F7B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196EC0" w:rsidRDefault="00196EC0" w:rsidP="00905B82">
      <w:pPr>
        <w:tabs>
          <w:tab w:val="left" w:pos="1897"/>
        </w:tabs>
        <w:spacing w:line="276" w:lineRule="auto"/>
        <w:rPr>
          <w:szCs w:val="28"/>
        </w:rPr>
      </w:pPr>
    </w:p>
    <w:p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p w:rsidR="00F23FCC" w:rsidRDefault="00F23FCC" w:rsidP="00905B82">
      <w:pPr>
        <w:tabs>
          <w:tab w:val="left" w:pos="1897"/>
        </w:tabs>
        <w:spacing w:line="276" w:lineRule="auto"/>
        <w:rPr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740FF7" w:rsidRPr="00740FF7" w:rsidTr="00740FF7">
        <w:trPr>
          <w:trHeight w:val="1526"/>
        </w:trPr>
        <w:tc>
          <w:tcPr>
            <w:tcW w:w="4997" w:type="dxa"/>
          </w:tcPr>
          <w:p w:rsidR="00740FF7" w:rsidRPr="00740FF7" w:rsidRDefault="00740FF7" w:rsidP="00740FF7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  <w:hideMark/>
          </w:tcPr>
          <w:p w:rsidR="00740FF7" w:rsidRPr="00740FF7" w:rsidRDefault="00D00B09" w:rsidP="00740FF7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</w:p>
          <w:p w:rsidR="00740FF7" w:rsidRPr="00740FF7" w:rsidRDefault="00740FF7" w:rsidP="00851EB0">
            <w:pPr>
              <w:tabs>
                <w:tab w:val="left" w:pos="1897"/>
              </w:tabs>
              <w:jc w:val="center"/>
            </w:pPr>
            <w:r w:rsidRPr="00740FF7">
              <w:t xml:space="preserve">к решению региональной службы </w:t>
            </w:r>
          </w:p>
          <w:p w:rsidR="00740FF7" w:rsidRPr="00740FF7" w:rsidRDefault="00740FF7" w:rsidP="00851EB0">
            <w:pPr>
              <w:tabs>
                <w:tab w:val="left" w:pos="1897"/>
              </w:tabs>
              <w:jc w:val="center"/>
            </w:pPr>
            <w:r w:rsidRPr="00740FF7">
              <w:t xml:space="preserve">по тарифам Нижегородской области </w:t>
            </w:r>
          </w:p>
          <w:p w:rsidR="00740FF7" w:rsidRPr="00740FF7" w:rsidRDefault="00740FF7" w:rsidP="00BB34BC">
            <w:pPr>
              <w:tabs>
                <w:tab w:val="left" w:pos="1897"/>
              </w:tabs>
              <w:jc w:val="center"/>
            </w:pPr>
            <w:r w:rsidRPr="00174B77">
              <w:t xml:space="preserve">от </w:t>
            </w:r>
            <w:r w:rsidR="00F23FCC">
              <w:t>31 июля</w:t>
            </w:r>
            <w:r w:rsidR="00851EB0">
              <w:t xml:space="preserve"> </w:t>
            </w:r>
            <w:r w:rsidR="00BB34BC">
              <w:t>2020</w:t>
            </w:r>
            <w:r w:rsidR="00D00B09">
              <w:t xml:space="preserve"> г.</w:t>
            </w:r>
            <w:r w:rsidRPr="00740FF7">
              <w:t xml:space="preserve"> № </w:t>
            </w:r>
            <w:r w:rsidR="00E61FDF">
              <w:t>28/4</w:t>
            </w:r>
            <w:bookmarkStart w:id="2" w:name="_GoBack"/>
            <w:bookmarkEnd w:id="2"/>
          </w:p>
        </w:tc>
      </w:tr>
    </w:tbl>
    <w:p w:rsidR="00196EC0" w:rsidRPr="00150FDE" w:rsidRDefault="00740FF7" w:rsidP="00851EB0">
      <w:pPr>
        <w:jc w:val="center"/>
        <w:rPr>
          <w:b/>
        </w:rPr>
      </w:pPr>
      <w:r w:rsidRPr="00EF47AC">
        <w:rPr>
          <w:b/>
          <w:szCs w:val="28"/>
        </w:rPr>
        <w:t>Тарифы на тепловую энергию (</w:t>
      </w:r>
      <w:r w:rsidRPr="00C72322">
        <w:rPr>
          <w:b/>
          <w:szCs w:val="28"/>
        </w:rPr>
        <w:t xml:space="preserve">мощность), поставляемую </w:t>
      </w:r>
      <w:r w:rsidR="00851EB0">
        <w:rPr>
          <w:b/>
          <w:szCs w:val="28"/>
        </w:rPr>
        <w:br/>
      </w:r>
      <w:r w:rsidR="00150FDE" w:rsidRPr="00150FDE">
        <w:rPr>
          <w:b/>
        </w:rPr>
        <w:t xml:space="preserve">ОБЩЕСТВОМ С ОГРАНИЧЕННОЙ ОТВЕТСТВЕННОСТЬЮ </w:t>
      </w:r>
      <w:r w:rsidR="00F23FCC" w:rsidRPr="00F23FCC">
        <w:rPr>
          <w:b/>
        </w:rPr>
        <w:t>НПФ «ХОЛДИНГ НН» (ИНН 5258113294), г. Нижний Новгород</w:t>
      </w:r>
      <w:r w:rsidR="00D00B09">
        <w:rPr>
          <w:b/>
        </w:rPr>
        <w:t>,</w:t>
      </w:r>
      <w:r w:rsidR="00D00B09" w:rsidRPr="00D00B09">
        <w:rPr>
          <w:sz w:val="24"/>
          <w:szCs w:val="24"/>
        </w:rPr>
        <w:t xml:space="preserve"> </w:t>
      </w:r>
      <w:r w:rsidR="00D00B09" w:rsidRPr="00D00B09">
        <w:rPr>
          <w:b/>
        </w:rPr>
        <w:t xml:space="preserve">потребителям </w:t>
      </w:r>
      <w:r w:rsidR="00F23FCC" w:rsidRPr="00F23FCC">
        <w:rPr>
          <w:b/>
        </w:rPr>
        <w:t>городского округа город Бор Нижегородской области</w:t>
      </w:r>
    </w:p>
    <w:p w:rsidR="00150FDE" w:rsidRPr="00D00B09" w:rsidRDefault="00150FDE" w:rsidP="00D00B09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68"/>
        <w:gridCol w:w="1762"/>
        <w:gridCol w:w="1416"/>
        <w:gridCol w:w="2390"/>
      </w:tblGrid>
      <w:tr w:rsidR="00851EB0" w:rsidRPr="00EF46F1" w:rsidTr="00BB34BC">
        <w:trPr>
          <w:jc w:val="center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0" w:rsidRPr="00EF46F1" w:rsidRDefault="00851EB0" w:rsidP="00FC4CB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46F1">
              <w:rPr>
                <w:b/>
                <w:bCs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EF46F1">
              <w:rPr>
                <w:b/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EF46F1">
              <w:rPr>
                <w:b/>
                <w:bCs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0" w:rsidRPr="00EF46F1" w:rsidRDefault="00851EB0" w:rsidP="00FC4CB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46F1">
              <w:rPr>
                <w:b/>
                <w:bCs/>
                <w:sz w:val="18"/>
                <w:szCs w:val="18"/>
                <w:lang w:eastAsia="en-US"/>
              </w:rPr>
              <w:t>Наименование регулируемой организации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0" w:rsidRPr="00EF46F1" w:rsidRDefault="00851EB0" w:rsidP="00FC4CB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46F1">
              <w:rPr>
                <w:b/>
                <w:bCs/>
                <w:sz w:val="18"/>
                <w:szCs w:val="18"/>
                <w:lang w:eastAsia="en-US"/>
              </w:rPr>
              <w:t>Вид тарифа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0" w:rsidRPr="00EF46F1" w:rsidRDefault="00851EB0" w:rsidP="00FC4CB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46F1">
              <w:rPr>
                <w:b/>
                <w:bCs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0" w:rsidRPr="00EF46F1" w:rsidRDefault="00851EB0" w:rsidP="00FC4CBA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F46F1">
              <w:rPr>
                <w:b/>
                <w:bCs/>
                <w:sz w:val="18"/>
                <w:szCs w:val="18"/>
                <w:lang w:eastAsia="en-US"/>
              </w:rPr>
              <w:t>Вода</w:t>
            </w:r>
          </w:p>
        </w:tc>
      </w:tr>
      <w:tr w:rsidR="00BB34BC" w:rsidRPr="00EF46F1" w:rsidTr="00BB34B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BC" w:rsidRPr="00EF46F1" w:rsidRDefault="00BB34BC" w:rsidP="00FC4CBA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BC" w:rsidRPr="00EF46F1" w:rsidRDefault="00BB34BC" w:rsidP="00FC4CBA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BC" w:rsidRPr="00EF46F1" w:rsidRDefault="00BB34BC" w:rsidP="00FC4CBA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BC" w:rsidRPr="00EF46F1" w:rsidRDefault="00BB34BC" w:rsidP="00FC4CBA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4BC" w:rsidRDefault="00DD4B42" w:rsidP="00FC4CB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 1 августа</w:t>
            </w:r>
            <w:r w:rsidR="00BB34BC">
              <w:rPr>
                <w:b/>
                <w:sz w:val="18"/>
                <w:szCs w:val="18"/>
              </w:rPr>
              <w:t xml:space="preserve"> по 31 декабря </w:t>
            </w:r>
          </w:p>
        </w:tc>
      </w:tr>
      <w:tr w:rsidR="00851EB0" w:rsidRPr="00EF46F1" w:rsidTr="00BB34BC">
        <w:trPr>
          <w:trHeight w:val="284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0" w:rsidRPr="00EF46F1" w:rsidRDefault="00851EB0" w:rsidP="00FC4CBA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EF46F1">
              <w:rPr>
                <w:b/>
                <w:bCs/>
                <w:sz w:val="20"/>
                <w:lang w:eastAsia="en-US"/>
              </w:rPr>
              <w:t>1.</w:t>
            </w:r>
          </w:p>
        </w:tc>
        <w:tc>
          <w:tcPr>
            <w:tcW w:w="3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FCC" w:rsidRDefault="00F23FCC" w:rsidP="00FC4CBA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23FCC">
              <w:rPr>
                <w:sz w:val="22"/>
                <w:szCs w:val="22"/>
                <w:lang w:eastAsia="en-US"/>
              </w:rPr>
              <w:t xml:space="preserve">ОБЩЕСТВО С ОГРАНИЧЕННОЙ ОТВЕТСТВЕННОСТЬЮ </w:t>
            </w:r>
            <w:r w:rsidR="00CC4CE6">
              <w:rPr>
                <w:sz w:val="22"/>
                <w:szCs w:val="22"/>
                <w:lang w:eastAsia="en-US"/>
              </w:rPr>
              <w:br/>
            </w:r>
            <w:r w:rsidRPr="00F23FCC">
              <w:rPr>
                <w:sz w:val="22"/>
                <w:szCs w:val="22"/>
                <w:lang w:eastAsia="en-US"/>
              </w:rPr>
              <w:t>НПФ «ХОЛДИНГ НН»</w:t>
            </w:r>
          </w:p>
          <w:p w:rsidR="00851EB0" w:rsidRPr="00FC4CBA" w:rsidRDefault="00F23FCC" w:rsidP="00FC4CBA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23FCC">
              <w:rPr>
                <w:sz w:val="22"/>
                <w:szCs w:val="22"/>
                <w:lang w:eastAsia="en-US"/>
              </w:rPr>
              <w:t xml:space="preserve"> (ИНН 5258113294), г. Нижний Новгород</w:t>
            </w:r>
          </w:p>
        </w:tc>
        <w:tc>
          <w:tcPr>
            <w:tcW w:w="5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B0" w:rsidRPr="00FC4CBA" w:rsidRDefault="00851EB0" w:rsidP="00FC4CB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1"/>
                <w:szCs w:val="21"/>
                <w:lang w:eastAsia="en-US"/>
              </w:rPr>
            </w:pPr>
            <w:r w:rsidRPr="00FC4CBA">
              <w:rPr>
                <w:b/>
                <w:bCs/>
                <w:sz w:val="21"/>
                <w:szCs w:val="21"/>
                <w:lang w:eastAsia="en-US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BB34BC" w:rsidRPr="00EF46F1" w:rsidTr="00BB34BC">
        <w:trPr>
          <w:trHeight w:val="408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4BC" w:rsidRPr="00EF46F1" w:rsidRDefault="00BB34BC" w:rsidP="00FC4CBA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EF46F1">
              <w:rPr>
                <w:b/>
                <w:bCs/>
                <w:sz w:val="20"/>
                <w:lang w:eastAsia="en-US"/>
              </w:rPr>
              <w:t>1.1.</w:t>
            </w:r>
          </w:p>
        </w:tc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BC" w:rsidRPr="00EF46F1" w:rsidRDefault="00BB34BC" w:rsidP="00FC4C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4BC" w:rsidRPr="00FC4CBA" w:rsidRDefault="00BB34BC" w:rsidP="00FC4CBA">
            <w:pPr>
              <w:rPr>
                <w:sz w:val="21"/>
                <w:szCs w:val="21"/>
                <w:lang w:eastAsia="en-US"/>
              </w:rPr>
            </w:pPr>
            <w:proofErr w:type="spellStart"/>
            <w:r w:rsidRPr="00FC4CBA">
              <w:rPr>
                <w:sz w:val="21"/>
                <w:szCs w:val="21"/>
                <w:lang w:eastAsia="en-US"/>
              </w:rPr>
              <w:t>одноставочный</w:t>
            </w:r>
            <w:proofErr w:type="spellEnd"/>
            <w:r w:rsidRPr="00FC4CBA">
              <w:rPr>
                <w:sz w:val="21"/>
                <w:szCs w:val="21"/>
                <w:lang w:eastAsia="en-US"/>
              </w:rPr>
              <w:t>, руб./Гкал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4BC" w:rsidRPr="00FC4CBA" w:rsidRDefault="00BB34BC" w:rsidP="00FC4CBA">
            <w:pPr>
              <w:ind w:left="57" w:right="57"/>
              <w:jc w:val="center"/>
              <w:rPr>
                <w:sz w:val="21"/>
                <w:szCs w:val="21"/>
                <w:lang w:eastAsia="en-US"/>
              </w:rPr>
            </w:pPr>
            <w:r w:rsidRPr="00FC4CBA">
              <w:rPr>
                <w:sz w:val="21"/>
                <w:szCs w:val="21"/>
                <w:lang w:eastAsia="en-US"/>
              </w:rPr>
              <w:t>2020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BC" w:rsidRDefault="00CC4CE6" w:rsidP="00EC468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1863,96</w:t>
            </w:r>
          </w:p>
        </w:tc>
      </w:tr>
      <w:tr w:rsidR="00BB34BC" w:rsidRPr="00EF46F1" w:rsidTr="00BB34BC">
        <w:trPr>
          <w:trHeight w:val="170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BC" w:rsidRPr="00EF46F1" w:rsidRDefault="00BB34BC" w:rsidP="00FC4CBA">
            <w:pPr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BC" w:rsidRPr="00EF46F1" w:rsidRDefault="00BB34BC" w:rsidP="00FC4C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4BC" w:rsidRPr="00FC4CBA" w:rsidRDefault="00BB34BC" w:rsidP="00FC4CBA">
            <w:pPr>
              <w:rPr>
                <w:sz w:val="21"/>
                <w:szCs w:val="21"/>
                <w:lang w:eastAsia="en-US"/>
              </w:rPr>
            </w:pPr>
            <w:r w:rsidRPr="00FC4CBA">
              <w:rPr>
                <w:sz w:val="21"/>
                <w:szCs w:val="21"/>
                <w:lang w:eastAsia="en-US"/>
              </w:rPr>
              <w:t>Население (тарифы указаны с учетом НДС)</w:t>
            </w:r>
          </w:p>
        </w:tc>
      </w:tr>
      <w:tr w:rsidR="00BB34BC" w:rsidRPr="00EF46F1" w:rsidTr="00BB34BC">
        <w:trPr>
          <w:trHeight w:val="192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4BC" w:rsidRPr="00EF46F1" w:rsidRDefault="00BB34BC" w:rsidP="00FC4CBA">
            <w:pPr>
              <w:jc w:val="center"/>
              <w:rPr>
                <w:b/>
                <w:bCs/>
                <w:sz w:val="20"/>
                <w:lang w:eastAsia="en-US"/>
              </w:rPr>
            </w:pPr>
            <w:r w:rsidRPr="00EF46F1">
              <w:rPr>
                <w:b/>
                <w:bCs/>
                <w:sz w:val="20"/>
                <w:lang w:eastAsia="en-US"/>
              </w:rPr>
              <w:t>1.2.</w:t>
            </w:r>
          </w:p>
        </w:tc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4BC" w:rsidRPr="00EF46F1" w:rsidRDefault="00BB34BC" w:rsidP="00FC4CB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4BC" w:rsidRPr="00FC4CBA" w:rsidRDefault="00BB34BC" w:rsidP="00FC4CBA">
            <w:pPr>
              <w:rPr>
                <w:sz w:val="21"/>
                <w:szCs w:val="21"/>
                <w:lang w:eastAsia="en-US"/>
              </w:rPr>
            </w:pPr>
            <w:proofErr w:type="spellStart"/>
            <w:r w:rsidRPr="00FC4CBA">
              <w:rPr>
                <w:sz w:val="21"/>
                <w:szCs w:val="21"/>
                <w:lang w:eastAsia="en-US"/>
              </w:rPr>
              <w:t>одноставочный</w:t>
            </w:r>
            <w:proofErr w:type="spellEnd"/>
            <w:r w:rsidRPr="00FC4CBA">
              <w:rPr>
                <w:sz w:val="21"/>
                <w:szCs w:val="21"/>
                <w:lang w:eastAsia="en-US"/>
              </w:rPr>
              <w:t>, руб./Гкал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4BC" w:rsidRPr="00FC4CBA" w:rsidRDefault="00BB34BC" w:rsidP="00FC4CBA">
            <w:pPr>
              <w:ind w:left="57" w:right="57"/>
              <w:jc w:val="center"/>
              <w:rPr>
                <w:sz w:val="21"/>
                <w:szCs w:val="21"/>
                <w:lang w:eastAsia="en-US"/>
              </w:rPr>
            </w:pPr>
            <w:r w:rsidRPr="00FC4CBA">
              <w:rPr>
                <w:sz w:val="21"/>
                <w:szCs w:val="21"/>
                <w:lang w:eastAsia="en-US"/>
              </w:rPr>
              <w:t>2020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BC" w:rsidRDefault="00CC4CE6" w:rsidP="00EC468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2236,75</w:t>
            </w:r>
          </w:p>
        </w:tc>
      </w:tr>
    </w:tbl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EF46F1" w:rsidRDefault="00EF46F1" w:rsidP="00905B82">
      <w:pPr>
        <w:tabs>
          <w:tab w:val="left" w:pos="1897"/>
        </w:tabs>
        <w:spacing w:line="276" w:lineRule="auto"/>
        <w:rPr>
          <w:szCs w:val="28"/>
        </w:rPr>
      </w:pPr>
    </w:p>
    <w:p w:rsidR="00EF46F1" w:rsidRDefault="00EF46F1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EF46F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A41" w:rsidRDefault="00C64A41">
      <w:r>
        <w:separator/>
      </w:r>
    </w:p>
  </w:endnote>
  <w:endnote w:type="continuationSeparator" w:id="0">
    <w:p w:rsidR="00C64A41" w:rsidRDefault="00C64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A41" w:rsidRDefault="00C64A41">
      <w:r>
        <w:separator/>
      </w:r>
    </w:p>
  </w:footnote>
  <w:footnote w:type="continuationSeparator" w:id="0">
    <w:p w:rsidR="00C64A41" w:rsidRDefault="00C64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61FDF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E61FDF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97B4B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00A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0FDE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5AC5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6EC0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4A61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73B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1C59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6B70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7C8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A69A5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233F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6CC9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453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2A40"/>
    <w:rsid w:val="005A2F06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7F1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1EB0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25C8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07E4E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A6905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0836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1D5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71D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A16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2F7B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3ED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DCA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4BC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27E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B76CC"/>
    <w:rsid w:val="00CC0EA0"/>
    <w:rsid w:val="00CC183A"/>
    <w:rsid w:val="00CC47F1"/>
    <w:rsid w:val="00CC4CE6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0B09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4B42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1FDF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6F1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1F91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3FC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C77"/>
    <w:rsid w:val="00FB6FD2"/>
    <w:rsid w:val="00FB761F"/>
    <w:rsid w:val="00FB76B5"/>
    <w:rsid w:val="00FC03BD"/>
    <w:rsid w:val="00FC132D"/>
    <w:rsid w:val="00FC1BBB"/>
    <w:rsid w:val="00FC34C3"/>
    <w:rsid w:val="00FC36BD"/>
    <w:rsid w:val="00FC3975"/>
    <w:rsid w:val="00FC3CD7"/>
    <w:rsid w:val="00FC40D3"/>
    <w:rsid w:val="00FC4CBA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,Основной текст Знак Знак,Знак Знак2 Знак,Знак Знак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,Основной текст Знак Знак Знак,Знак Знак2 Знак Знак,Знак Знак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52</TotalTime>
  <Pages>3</Pages>
  <Words>354</Words>
  <Characters>2582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10</cp:revision>
  <cp:lastPrinted>2018-12-11T09:01:00Z</cp:lastPrinted>
  <dcterms:created xsi:type="dcterms:W3CDTF">2020-07-17T06:42:00Z</dcterms:created>
  <dcterms:modified xsi:type="dcterms:W3CDTF">2020-07-30T14:48:00Z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