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70F59" w:rsidP="00224F50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224F50">
              <w:t>20.07.2020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70F59" w:rsidP="00AE190F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E190F">
              <w:t>27/6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E70F59" w:rsidP="0099517F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2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8761F8" w:rsidRPr="008761F8">
              <w:rPr>
                <w:noProof/>
              </w:rPr>
              <w:t xml:space="preserve">О внесении изменений в </w:t>
            </w:r>
            <w:r w:rsidR="0099517F">
              <w:rPr>
                <w:noProof/>
              </w:rPr>
              <w:t>р</w:t>
            </w:r>
            <w:r w:rsidR="008761F8" w:rsidRPr="008761F8">
              <w:rPr>
                <w:noProof/>
              </w:rPr>
              <w:t>ешени</w:t>
            </w:r>
            <w:r w:rsidR="0099517F">
              <w:rPr>
                <w:noProof/>
              </w:rPr>
              <w:t>е</w:t>
            </w:r>
            <w:r w:rsidR="008761F8" w:rsidRPr="008761F8">
              <w:rPr>
                <w:noProof/>
              </w:rPr>
              <w:t xml:space="preserve"> региональной службы по тарифам Нижегородской области</w:t>
            </w:r>
            <w:r w:rsidR="0099517F">
              <w:rPr>
                <w:noProof/>
              </w:rPr>
              <w:t xml:space="preserve"> </w:t>
            </w:r>
            <w:r w:rsidR="0099517F">
              <w:rPr>
                <w:noProof/>
              </w:rPr>
              <w:br/>
              <w:t>от 26 ноября 2019 г. № 55/21 «Об установлении ОТКРЫТОМУ АКЦИОНЕРНОМУ ОБЩЕСТВУ «НКХП-ДЕВЕЛОПМЕНТ» (ИНН 5260005345), г. Нижний Новгород, тарифов на тепловую энергию (мощность) на коллекторах источника тепловой энергии, поставляемую потребителям г. Нижнего Новгорода»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2167D8" w:rsidRDefault="002167D8" w:rsidP="00BA32B0">
      <w:pPr>
        <w:tabs>
          <w:tab w:val="left" w:pos="1897"/>
        </w:tabs>
        <w:jc w:val="center"/>
      </w:pPr>
    </w:p>
    <w:p w:rsidR="00700EF8" w:rsidRDefault="00700EF8" w:rsidP="00252D0D">
      <w:pPr>
        <w:tabs>
          <w:tab w:val="left" w:pos="1897"/>
        </w:tabs>
        <w:ind w:firstLine="709"/>
      </w:pPr>
    </w:p>
    <w:p w:rsidR="00836130" w:rsidRDefault="0099517F" w:rsidP="00FB037B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027565">
        <w:rPr>
          <w:szCs w:val="28"/>
        </w:rPr>
        <w:t xml:space="preserve">В связи с приведением организационно-правовой формы в соответствие </w:t>
      </w:r>
      <w:r>
        <w:rPr>
          <w:szCs w:val="28"/>
        </w:rPr>
        <w:br/>
      </w:r>
      <w:r w:rsidRPr="00027565">
        <w:rPr>
          <w:szCs w:val="28"/>
        </w:rPr>
        <w:t xml:space="preserve">со </w:t>
      </w:r>
      <w:hyperlink r:id="rId11" w:history="1">
        <w:r w:rsidRPr="00027565">
          <w:rPr>
            <w:szCs w:val="28"/>
          </w:rPr>
          <w:t>ст. 66</w:t>
        </w:r>
      </w:hyperlink>
      <w:r w:rsidRPr="00027565">
        <w:rPr>
          <w:szCs w:val="28"/>
        </w:rPr>
        <w:t>.3 Гражданского кодекса Российской Федерации</w:t>
      </w:r>
      <w:r>
        <w:rPr>
          <w:szCs w:val="28"/>
        </w:rPr>
        <w:t xml:space="preserve"> и </w:t>
      </w:r>
      <w:r w:rsidRPr="00472A28">
        <w:rPr>
          <w:szCs w:val="28"/>
        </w:rPr>
        <w:t xml:space="preserve">переименованием </w:t>
      </w:r>
      <w:r>
        <w:rPr>
          <w:szCs w:val="28"/>
        </w:rPr>
        <w:t xml:space="preserve">ОТКРЫТОГО АКЦИОНЕРНОГО </w:t>
      </w:r>
      <w:r w:rsidRPr="00472A28">
        <w:rPr>
          <w:szCs w:val="28"/>
        </w:rPr>
        <w:t>ОБЩЕСТВА «</w:t>
      </w:r>
      <w:r>
        <w:rPr>
          <w:szCs w:val="28"/>
        </w:rPr>
        <w:t>НКХП-ДЕВЕЛОПМЕНТ</w:t>
      </w:r>
      <w:r w:rsidRPr="00472A28">
        <w:rPr>
          <w:szCs w:val="28"/>
        </w:rPr>
        <w:t xml:space="preserve">», </w:t>
      </w:r>
      <w:r>
        <w:rPr>
          <w:szCs w:val="28"/>
        </w:rPr>
        <w:br/>
      </w:r>
      <w:r w:rsidRPr="00472A28">
        <w:rPr>
          <w:szCs w:val="28"/>
        </w:rPr>
        <w:t xml:space="preserve">г. Нижний Новгород, в </w:t>
      </w:r>
      <w:r>
        <w:rPr>
          <w:szCs w:val="28"/>
        </w:rPr>
        <w:t xml:space="preserve">АКЦИОНЕРНОЕ </w:t>
      </w:r>
      <w:r w:rsidRPr="00472A28">
        <w:rPr>
          <w:szCs w:val="28"/>
        </w:rPr>
        <w:t>ОБЩЕСТВО «</w:t>
      </w:r>
      <w:r>
        <w:rPr>
          <w:szCs w:val="28"/>
        </w:rPr>
        <w:t>БРИДЖТАУН ЧАЙКА</w:t>
      </w:r>
      <w:r w:rsidRPr="00472A28">
        <w:rPr>
          <w:szCs w:val="28"/>
        </w:rPr>
        <w:t>», г. Нижний Новгород</w:t>
      </w:r>
      <w:r w:rsidR="00836130">
        <w:rPr>
          <w:szCs w:val="28"/>
        </w:rPr>
        <w:t>:</w:t>
      </w:r>
    </w:p>
    <w:p w:rsidR="00B438E1" w:rsidRDefault="00836130" w:rsidP="00FB037B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836130">
        <w:rPr>
          <w:b/>
          <w:szCs w:val="28"/>
        </w:rPr>
        <w:t>1.</w:t>
      </w:r>
      <w:r>
        <w:rPr>
          <w:szCs w:val="28"/>
        </w:rPr>
        <w:t xml:space="preserve"> </w:t>
      </w:r>
      <w:r w:rsidR="00B438E1">
        <w:rPr>
          <w:szCs w:val="28"/>
        </w:rPr>
        <w:t xml:space="preserve">Внести в </w:t>
      </w:r>
      <w:hyperlink r:id="rId12" w:history="1">
        <w:r w:rsidR="00B438E1">
          <w:rPr>
            <w:rStyle w:val="a5"/>
            <w:szCs w:val="28"/>
          </w:rPr>
          <w:t>решение</w:t>
        </w:r>
      </w:hyperlink>
      <w:r w:rsidR="00B438E1">
        <w:rPr>
          <w:szCs w:val="28"/>
        </w:rPr>
        <w:t xml:space="preserve"> региональной службы по тарифам Нижегородской области </w:t>
      </w:r>
      <w:r w:rsidR="0099517F">
        <w:rPr>
          <w:szCs w:val="28"/>
        </w:rPr>
        <w:t xml:space="preserve">от 26 ноября 2019 г. № 55/21 «Об установлении </w:t>
      </w:r>
      <w:proofErr w:type="gramStart"/>
      <w:r w:rsidR="0099517F">
        <w:rPr>
          <w:szCs w:val="28"/>
        </w:rPr>
        <w:t>ОТКРЫТОМУ</w:t>
      </w:r>
      <w:proofErr w:type="gramEnd"/>
      <w:r w:rsidR="0099517F">
        <w:rPr>
          <w:szCs w:val="28"/>
        </w:rPr>
        <w:t xml:space="preserve"> </w:t>
      </w:r>
      <w:proofErr w:type="gramStart"/>
      <w:r w:rsidR="0099517F">
        <w:rPr>
          <w:szCs w:val="28"/>
        </w:rPr>
        <w:t xml:space="preserve">АКЦИОНЕРНОМУ ОБЩЕСТВУ «НКХП-ДЕВЕЛОПМЕНТ» (ИНН 5260005345), г. Нижний Новгород, тарифов на тепловую энергию (мощность) на коллекторах источника тепловой энергии, поставляемую потребителям г. Нижнего Новгорода» </w:t>
      </w:r>
      <w:r w:rsidR="00B438E1">
        <w:rPr>
          <w:szCs w:val="28"/>
        </w:rPr>
        <w:t>изменения, заменив в наименовании, по тексту решения и в Приложениях к решению слова «</w:t>
      </w:r>
      <w:r w:rsidR="0099517F">
        <w:rPr>
          <w:szCs w:val="28"/>
        </w:rPr>
        <w:t xml:space="preserve">ОТКРЫТОЕ </w:t>
      </w:r>
      <w:r w:rsidR="00B438E1">
        <w:rPr>
          <w:szCs w:val="28"/>
        </w:rPr>
        <w:t>АКЦИОНЕРНОЕ ОБЩЕСТВО «</w:t>
      </w:r>
      <w:r w:rsidR="0099517F">
        <w:rPr>
          <w:szCs w:val="28"/>
        </w:rPr>
        <w:t>НКХП-ДЕВЕЛОПМЕНТ</w:t>
      </w:r>
      <w:r w:rsidR="00B438E1">
        <w:rPr>
          <w:szCs w:val="28"/>
        </w:rPr>
        <w:t xml:space="preserve">» в соответствующих падежах </w:t>
      </w:r>
      <w:r w:rsidR="0099517F">
        <w:rPr>
          <w:szCs w:val="28"/>
        </w:rPr>
        <w:t xml:space="preserve">словами </w:t>
      </w:r>
      <w:r w:rsidR="00B438E1">
        <w:rPr>
          <w:szCs w:val="28"/>
        </w:rPr>
        <w:t>«</w:t>
      </w:r>
      <w:r w:rsidR="0099517F">
        <w:rPr>
          <w:szCs w:val="28"/>
        </w:rPr>
        <w:t xml:space="preserve">АКЦИОНЕРНОЕ </w:t>
      </w:r>
      <w:r w:rsidR="0099517F" w:rsidRPr="00472A28">
        <w:rPr>
          <w:szCs w:val="28"/>
        </w:rPr>
        <w:t>ОБЩЕСТВО «</w:t>
      </w:r>
      <w:r w:rsidR="0099517F">
        <w:rPr>
          <w:szCs w:val="28"/>
        </w:rPr>
        <w:t>БРИДЖТАУН ЧАЙКА</w:t>
      </w:r>
      <w:r w:rsidR="00B438E1">
        <w:rPr>
          <w:szCs w:val="28"/>
        </w:rPr>
        <w:t>» в соответствующих падежах.</w:t>
      </w:r>
      <w:proofErr w:type="gramEnd"/>
    </w:p>
    <w:p w:rsidR="003F08A8" w:rsidRDefault="0099517F" w:rsidP="00FB037B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3751" w:rsidRPr="00E04BAA">
        <w:rPr>
          <w:b/>
          <w:szCs w:val="28"/>
        </w:rPr>
        <w:t>.</w:t>
      </w:r>
      <w:r w:rsidR="005A3751">
        <w:rPr>
          <w:szCs w:val="28"/>
        </w:rPr>
        <w:t xml:space="preserve"> Настоящее решение вступает в силу со дня его принятия.</w:t>
      </w:r>
    </w:p>
    <w:p w:rsidR="005A3751" w:rsidRDefault="005A3751" w:rsidP="003F08A8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794E20" w:rsidRDefault="00794E20" w:rsidP="007A612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794E20" w:rsidRDefault="00794E20" w:rsidP="007A612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7159CD" w:rsidRDefault="006B3FE7" w:rsidP="002167D8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597467">
        <w:rPr>
          <w:szCs w:val="28"/>
        </w:rPr>
        <w:t>уководите</w:t>
      </w:r>
      <w:r>
        <w:rPr>
          <w:szCs w:val="28"/>
        </w:rPr>
        <w:t>ль</w:t>
      </w:r>
      <w:r w:rsidR="00FD5315">
        <w:rPr>
          <w:szCs w:val="28"/>
        </w:rPr>
        <w:t xml:space="preserve"> службы</w:t>
      </w:r>
      <w:r w:rsidR="00FD5315">
        <w:rPr>
          <w:szCs w:val="28"/>
        </w:rPr>
        <w:tab/>
      </w:r>
      <w:r w:rsidR="00FD5315">
        <w:rPr>
          <w:szCs w:val="28"/>
        </w:rPr>
        <w:tab/>
      </w:r>
      <w:r w:rsidR="00FD5315">
        <w:rPr>
          <w:szCs w:val="28"/>
        </w:rPr>
        <w:tab/>
      </w:r>
      <w:r w:rsidR="00FD5315">
        <w:rPr>
          <w:szCs w:val="28"/>
        </w:rPr>
        <w:tab/>
      </w:r>
      <w:r w:rsidR="00FD5315">
        <w:rPr>
          <w:szCs w:val="28"/>
        </w:rPr>
        <w:tab/>
      </w:r>
      <w:r w:rsidR="00FD5315">
        <w:rPr>
          <w:szCs w:val="28"/>
        </w:rPr>
        <w:tab/>
      </w:r>
      <w:r w:rsidR="00FD5315">
        <w:rPr>
          <w:szCs w:val="28"/>
        </w:rPr>
        <w:tab/>
        <w:t xml:space="preserve"> </w:t>
      </w:r>
      <w:r>
        <w:rPr>
          <w:szCs w:val="28"/>
        </w:rPr>
        <w:t xml:space="preserve">           </w:t>
      </w:r>
      <w:proofErr w:type="spellStart"/>
      <w:r>
        <w:rPr>
          <w:szCs w:val="28"/>
        </w:rPr>
        <w:t>Ю.Л.Алешина</w:t>
      </w:r>
      <w:proofErr w:type="spellEnd"/>
    </w:p>
    <w:sectPr w:rsidR="007159CD" w:rsidSect="00B438E1">
      <w:type w:val="continuous"/>
      <w:pgSz w:w="11906" w:h="16838" w:code="9"/>
      <w:pgMar w:top="1134" w:right="709" w:bottom="851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E9" w:rsidRDefault="002E24E9">
      <w:r>
        <w:separator/>
      </w:r>
    </w:p>
  </w:endnote>
  <w:endnote w:type="continuationSeparator" w:id="0">
    <w:p w:rsidR="002E24E9" w:rsidRDefault="002E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E9" w:rsidRDefault="002E24E9">
      <w:r>
        <w:separator/>
      </w:r>
    </w:p>
  </w:footnote>
  <w:footnote w:type="continuationSeparator" w:id="0">
    <w:p w:rsidR="002E24E9" w:rsidRDefault="002E2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FB62B2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62B2" w:rsidRDefault="00FB62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FB62B2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517F">
      <w:rPr>
        <w:rStyle w:val="a7"/>
        <w:noProof/>
      </w:rPr>
      <w:t>2</w:t>
    </w:r>
    <w:r>
      <w:rPr>
        <w:rStyle w:val="a7"/>
      </w:rPr>
      <w:fldChar w:fldCharType="end"/>
    </w:r>
  </w:p>
  <w:p w:rsidR="00FB62B2" w:rsidRDefault="00FB62B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2B2" w:rsidRDefault="00CD3F07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3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7ViT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2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62B2" w:rsidRPr="00E52B15" w:rsidRDefault="00FB62B2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B62B2" w:rsidRPr="00561114" w:rsidRDefault="00FB62B2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FB62B2" w:rsidRPr="00561114" w:rsidRDefault="00FB62B2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FB62B2" w:rsidRPr="000F7B5C" w:rsidRDefault="00FB62B2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FB62B2" w:rsidRPr="000F7B5C" w:rsidRDefault="00FB62B2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FB62B2" w:rsidRDefault="00FB62B2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FB62B2" w:rsidRDefault="00FB62B2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FB62B2" w:rsidRPr="002B6128" w:rsidRDefault="00FB62B2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FB62B2" w:rsidRDefault="00FB62B2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FB62B2" w:rsidRPr="001772E6" w:rsidRDefault="00FB62B2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FB62B2" w:rsidRDefault="00FB62B2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If4pQ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" filled="f" stroked="f" strokecolor="white" strokeweight="0">
              <v:textbox inset="0,0,0,0">
                <w:txbxContent>
                  <w:p w:rsidR="00FB62B2" w:rsidRPr="00E52B15" w:rsidRDefault="00FB62B2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B62B2" w:rsidRPr="00561114" w:rsidRDefault="00FB62B2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FB62B2" w:rsidRPr="00561114" w:rsidRDefault="00FB62B2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FB62B2" w:rsidRPr="000F7B5C" w:rsidRDefault="00FB62B2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FB62B2" w:rsidRPr="000F7B5C" w:rsidRDefault="00FB62B2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FB62B2" w:rsidRDefault="00FB62B2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FB62B2" w:rsidRDefault="00FB62B2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FB62B2" w:rsidRPr="002B6128" w:rsidRDefault="00FB62B2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FB62B2" w:rsidRDefault="00FB62B2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FB62B2" w:rsidRPr="001772E6" w:rsidRDefault="00FB62B2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FB62B2" w:rsidRDefault="00FB62B2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673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2E39"/>
    <w:rsid w:val="0003319D"/>
    <w:rsid w:val="000337CB"/>
    <w:rsid w:val="000338F9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5A86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2D6F"/>
    <w:rsid w:val="0007340B"/>
    <w:rsid w:val="00073CCD"/>
    <w:rsid w:val="00073FF7"/>
    <w:rsid w:val="0007435F"/>
    <w:rsid w:val="00076EC9"/>
    <w:rsid w:val="0007748B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4D8C"/>
    <w:rsid w:val="000955BE"/>
    <w:rsid w:val="00096230"/>
    <w:rsid w:val="00096454"/>
    <w:rsid w:val="00096FB7"/>
    <w:rsid w:val="00097298"/>
    <w:rsid w:val="000A031E"/>
    <w:rsid w:val="000A228C"/>
    <w:rsid w:val="000A46B0"/>
    <w:rsid w:val="000A5127"/>
    <w:rsid w:val="000A6524"/>
    <w:rsid w:val="000A69FD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29B5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079D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19C3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34C"/>
    <w:rsid w:val="001509C9"/>
    <w:rsid w:val="00151C04"/>
    <w:rsid w:val="001536E8"/>
    <w:rsid w:val="00153921"/>
    <w:rsid w:val="00154808"/>
    <w:rsid w:val="00154CA3"/>
    <w:rsid w:val="00155407"/>
    <w:rsid w:val="00155418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77B87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3D6D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843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9A3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B40"/>
    <w:rsid w:val="002165E3"/>
    <w:rsid w:val="002167D8"/>
    <w:rsid w:val="0021757A"/>
    <w:rsid w:val="002175D4"/>
    <w:rsid w:val="0022015C"/>
    <w:rsid w:val="00220928"/>
    <w:rsid w:val="0022190C"/>
    <w:rsid w:val="00221FC9"/>
    <w:rsid w:val="002234AA"/>
    <w:rsid w:val="00223530"/>
    <w:rsid w:val="0022396B"/>
    <w:rsid w:val="00224F5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B36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3CD"/>
    <w:rsid w:val="00276416"/>
    <w:rsid w:val="002769AE"/>
    <w:rsid w:val="00276A77"/>
    <w:rsid w:val="00276D12"/>
    <w:rsid w:val="00276D28"/>
    <w:rsid w:val="00277B70"/>
    <w:rsid w:val="00277DD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5D50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CEE"/>
    <w:rsid w:val="002E24E9"/>
    <w:rsid w:val="002E2A5D"/>
    <w:rsid w:val="002E2EBB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EBB"/>
    <w:rsid w:val="002F696E"/>
    <w:rsid w:val="002F7A27"/>
    <w:rsid w:val="00300875"/>
    <w:rsid w:val="0030133D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681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C32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6E2"/>
    <w:rsid w:val="00351A43"/>
    <w:rsid w:val="00351B1E"/>
    <w:rsid w:val="003549D1"/>
    <w:rsid w:val="00355449"/>
    <w:rsid w:val="00355829"/>
    <w:rsid w:val="00360916"/>
    <w:rsid w:val="00360C38"/>
    <w:rsid w:val="00360FA5"/>
    <w:rsid w:val="00361C72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84F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08A8"/>
    <w:rsid w:val="003F13DE"/>
    <w:rsid w:val="003F1B0B"/>
    <w:rsid w:val="003F2F38"/>
    <w:rsid w:val="003F3486"/>
    <w:rsid w:val="003F3A06"/>
    <w:rsid w:val="003F4275"/>
    <w:rsid w:val="003F44C3"/>
    <w:rsid w:val="003F58D7"/>
    <w:rsid w:val="003F5FFA"/>
    <w:rsid w:val="003F6BAF"/>
    <w:rsid w:val="003F6BBD"/>
    <w:rsid w:val="003F6BD8"/>
    <w:rsid w:val="00400C24"/>
    <w:rsid w:val="00400FA9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9B8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718D"/>
    <w:rsid w:val="00427D62"/>
    <w:rsid w:val="004314B2"/>
    <w:rsid w:val="00432F4A"/>
    <w:rsid w:val="00433294"/>
    <w:rsid w:val="004336A4"/>
    <w:rsid w:val="00433788"/>
    <w:rsid w:val="004347D4"/>
    <w:rsid w:val="00435238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DB5"/>
    <w:rsid w:val="00455185"/>
    <w:rsid w:val="0045608B"/>
    <w:rsid w:val="004607E2"/>
    <w:rsid w:val="004608AC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7B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2341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30F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30B"/>
    <w:rsid w:val="005A335D"/>
    <w:rsid w:val="005A3751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AA7"/>
    <w:rsid w:val="005F5D60"/>
    <w:rsid w:val="005F6255"/>
    <w:rsid w:val="005F6321"/>
    <w:rsid w:val="005F67F3"/>
    <w:rsid w:val="005F6DF2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4EE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ADD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3CF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D22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96D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3FE7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0EF8"/>
    <w:rsid w:val="007010E4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9CD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5FD8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32C"/>
    <w:rsid w:val="007948B9"/>
    <w:rsid w:val="00794E20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61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8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BB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629D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3A1B"/>
    <w:rsid w:val="00824716"/>
    <w:rsid w:val="00824A4C"/>
    <w:rsid w:val="00825182"/>
    <w:rsid w:val="008255F3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4BE"/>
    <w:rsid w:val="008357CB"/>
    <w:rsid w:val="00836130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5E0C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5D6C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61F8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0E8D"/>
    <w:rsid w:val="00932FB7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38D4"/>
    <w:rsid w:val="00943FA4"/>
    <w:rsid w:val="009442EB"/>
    <w:rsid w:val="009449D6"/>
    <w:rsid w:val="00944CF3"/>
    <w:rsid w:val="0094515F"/>
    <w:rsid w:val="009452A4"/>
    <w:rsid w:val="009458C7"/>
    <w:rsid w:val="009461CC"/>
    <w:rsid w:val="00946410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27E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5BD1"/>
    <w:rsid w:val="00977083"/>
    <w:rsid w:val="00977A81"/>
    <w:rsid w:val="00977F53"/>
    <w:rsid w:val="00980984"/>
    <w:rsid w:val="0098156E"/>
    <w:rsid w:val="00982B4D"/>
    <w:rsid w:val="009830AE"/>
    <w:rsid w:val="00984A90"/>
    <w:rsid w:val="00985572"/>
    <w:rsid w:val="00986384"/>
    <w:rsid w:val="009865BD"/>
    <w:rsid w:val="00986DB5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17F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C9A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2433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780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09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113"/>
    <w:rsid w:val="00A849AD"/>
    <w:rsid w:val="00A8581E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1C1B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90F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8E1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3CC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2B0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8B4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68F7"/>
    <w:rsid w:val="00BD748F"/>
    <w:rsid w:val="00BD7826"/>
    <w:rsid w:val="00BD7B77"/>
    <w:rsid w:val="00BD7EBA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5328"/>
    <w:rsid w:val="00C665FC"/>
    <w:rsid w:val="00C67FAE"/>
    <w:rsid w:val="00C71506"/>
    <w:rsid w:val="00C745BB"/>
    <w:rsid w:val="00C74707"/>
    <w:rsid w:val="00C75216"/>
    <w:rsid w:val="00C7569A"/>
    <w:rsid w:val="00C7624B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B98"/>
    <w:rsid w:val="00C97C3E"/>
    <w:rsid w:val="00CA0D77"/>
    <w:rsid w:val="00CA305A"/>
    <w:rsid w:val="00CA3BE3"/>
    <w:rsid w:val="00CA540D"/>
    <w:rsid w:val="00CA5504"/>
    <w:rsid w:val="00CA64D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3F07"/>
    <w:rsid w:val="00CD5B53"/>
    <w:rsid w:val="00CD60F5"/>
    <w:rsid w:val="00CD6BEC"/>
    <w:rsid w:val="00CD7241"/>
    <w:rsid w:val="00CE074F"/>
    <w:rsid w:val="00CE1165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0EA9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0C6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979F2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B03"/>
    <w:rsid w:val="00DC0CAB"/>
    <w:rsid w:val="00DC1623"/>
    <w:rsid w:val="00DC16F3"/>
    <w:rsid w:val="00DC213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46A"/>
    <w:rsid w:val="00DD58D2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637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4BAA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F4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0A5"/>
    <w:rsid w:val="00E6729E"/>
    <w:rsid w:val="00E674D1"/>
    <w:rsid w:val="00E677C1"/>
    <w:rsid w:val="00E67C7C"/>
    <w:rsid w:val="00E706F7"/>
    <w:rsid w:val="00E70965"/>
    <w:rsid w:val="00E70F59"/>
    <w:rsid w:val="00E7239E"/>
    <w:rsid w:val="00E72AF6"/>
    <w:rsid w:val="00E734CA"/>
    <w:rsid w:val="00E73803"/>
    <w:rsid w:val="00E739F5"/>
    <w:rsid w:val="00E73BBD"/>
    <w:rsid w:val="00E742DF"/>
    <w:rsid w:val="00E75295"/>
    <w:rsid w:val="00E76142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26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538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142"/>
    <w:rsid w:val="00F12E73"/>
    <w:rsid w:val="00F13BC9"/>
    <w:rsid w:val="00F13D21"/>
    <w:rsid w:val="00F2031A"/>
    <w:rsid w:val="00F21D96"/>
    <w:rsid w:val="00F229EA"/>
    <w:rsid w:val="00F233A8"/>
    <w:rsid w:val="00F2369C"/>
    <w:rsid w:val="00F24773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12F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37B"/>
    <w:rsid w:val="00FB082A"/>
    <w:rsid w:val="00FB1101"/>
    <w:rsid w:val="00FB2D60"/>
    <w:rsid w:val="00FB49B1"/>
    <w:rsid w:val="00FB51B4"/>
    <w:rsid w:val="00FB62B2"/>
    <w:rsid w:val="00FB6BC6"/>
    <w:rsid w:val="00FB6C11"/>
    <w:rsid w:val="00FB6FD2"/>
    <w:rsid w:val="00FB761F"/>
    <w:rsid w:val="00FB76B5"/>
    <w:rsid w:val="00FC029D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315"/>
    <w:rsid w:val="00FD5BCA"/>
    <w:rsid w:val="00FD5C41"/>
    <w:rsid w:val="00FD5D0E"/>
    <w:rsid w:val="00FD7425"/>
    <w:rsid w:val="00FD774A"/>
    <w:rsid w:val="00FE03DB"/>
    <w:rsid w:val="00FE0E3A"/>
    <w:rsid w:val="00FE0ED9"/>
    <w:rsid w:val="00FE13F8"/>
    <w:rsid w:val="00FE1960"/>
    <w:rsid w:val="00FE3720"/>
    <w:rsid w:val="00FE48CF"/>
    <w:rsid w:val="00FE48DA"/>
    <w:rsid w:val="00FE4F2F"/>
    <w:rsid w:val="00FE59EA"/>
    <w:rsid w:val="00FE61C0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6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837A3E8C35F99AA1664D2CEBD8F851692CAC90E77D32E26D61470F421C08768D178A77A0B5B887974216AE84E1CBFEBAfAID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B8687899DEFFB4F04A7E313A598C5BF435032B268EB1E6C4C04FB6113A08461EF78BA69BCA4964DF2CFA6186B13F0FB44BB050506FP6DF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D6A72-9741-480F-B084-8514D736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Подоплелова Ольга Николаевна</cp:lastModifiedBy>
  <cp:revision>8</cp:revision>
  <cp:lastPrinted>2020-07-07T07:06:00Z</cp:lastPrinted>
  <dcterms:created xsi:type="dcterms:W3CDTF">2020-03-02T12:34:00Z</dcterms:created>
  <dcterms:modified xsi:type="dcterms:W3CDTF">2020-07-17T09:41:00Z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