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426083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426083">
              <w:t>20</w:t>
            </w:r>
            <w:r w:rsidR="00942C57">
              <w:t>.07</w:t>
            </w:r>
            <w:r w:rsidR="00FD2C3C">
              <w:t>.20</w:t>
            </w:r>
            <w:r w:rsidR="00D90E0F">
              <w:t>20</w:t>
            </w:r>
            <w:r w:rsidR="00FD2C3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AB40E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B40EE">
              <w:t>27/2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F73F11" w:rsidRDefault="00E077A1" w:rsidP="00F73F11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F73F11">
              <w:rPr>
                <w:noProof/>
              </w:rPr>
              <w:t xml:space="preserve">об установлении ОБЩЕСТВУ С ОГРАНИЧЕННОЙ ОТВЕТСТВЕННОСТЬЮ «ОКАТЕПЛОСЕРВИС» (ИНН 5214011802), </w:t>
            </w:r>
          </w:p>
          <w:p w:rsidR="0085764D" w:rsidRPr="00252D0D" w:rsidRDefault="00F73F11" w:rsidP="00F73F11">
            <w:pPr>
              <w:jc w:val="center"/>
            </w:pPr>
            <w:r>
              <w:rPr>
                <w:noProof/>
              </w:rPr>
              <w:t>р.п. Решетиха Володарского муниципального района Нижегородской области, тарифов на тепловую энергию (мощность), поставляемую потребителям Володарского муниципального района Нижегородской области</w:t>
            </w:r>
            <w:r w:rsidR="00363A89" w:rsidRPr="00363A89">
              <w:rPr>
                <w:noProof/>
              </w:rPr>
              <w:t>, на 202</w:t>
            </w:r>
            <w:r w:rsidR="00D90E0F">
              <w:rPr>
                <w:noProof/>
              </w:rPr>
              <w:t>1</w:t>
            </w:r>
            <w:r w:rsidR="00363A89" w:rsidRPr="00363A89">
              <w:rPr>
                <w:noProof/>
              </w:rPr>
              <w:t xml:space="preserve"> год</w:t>
            </w:r>
            <w:r w:rsidR="00E077A1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F94FCA" w:rsidRDefault="00F94FCA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7947E5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F73F11" w:rsidRPr="00F73F11">
        <w:rPr>
          <w:szCs w:val="28"/>
        </w:rPr>
        <w:t xml:space="preserve">ОБЩЕСТВОМ С ОГРАНИЧЕННОЙ ОТВЕТСТВЕННОСТЬЮ «ОКАТЕПЛОСЕРВИС» </w:t>
      </w:r>
      <w:r w:rsidR="00F73F11">
        <w:rPr>
          <w:szCs w:val="28"/>
        </w:rPr>
        <w:t xml:space="preserve">                       </w:t>
      </w:r>
      <w:r w:rsidR="00F73F11" w:rsidRPr="00F73F11">
        <w:rPr>
          <w:szCs w:val="28"/>
        </w:rPr>
        <w:t xml:space="preserve">(ИНН 5214011802), </w:t>
      </w:r>
      <w:proofErr w:type="spellStart"/>
      <w:r w:rsidR="00F73F11" w:rsidRPr="00F73F11">
        <w:rPr>
          <w:szCs w:val="28"/>
        </w:rPr>
        <w:t>р.п</w:t>
      </w:r>
      <w:proofErr w:type="spellEnd"/>
      <w:r w:rsidR="00F73F11" w:rsidRPr="00F73F11">
        <w:rPr>
          <w:szCs w:val="28"/>
        </w:rPr>
        <w:t xml:space="preserve">. </w:t>
      </w:r>
      <w:proofErr w:type="spellStart"/>
      <w:r w:rsidR="00F73F11" w:rsidRPr="00F73F11">
        <w:rPr>
          <w:szCs w:val="28"/>
        </w:rPr>
        <w:t>Решетиха</w:t>
      </w:r>
      <w:proofErr w:type="spellEnd"/>
      <w:r w:rsidR="00F73F11" w:rsidRPr="00F73F11">
        <w:rPr>
          <w:szCs w:val="28"/>
        </w:rPr>
        <w:t xml:space="preserve"> Володарского </w:t>
      </w:r>
      <w:r w:rsidR="00F73F11" w:rsidRPr="00F9402F">
        <w:rPr>
          <w:szCs w:val="28"/>
        </w:rPr>
        <w:t>муниципального района Нижегородской области</w:t>
      </w:r>
      <w:r w:rsidR="00942C57" w:rsidRPr="00F9402F">
        <w:rPr>
          <w:szCs w:val="28"/>
        </w:rPr>
        <w:t xml:space="preserve">, </w:t>
      </w:r>
      <w:r w:rsidRPr="00F9402F">
        <w:rPr>
          <w:szCs w:val="28"/>
        </w:rPr>
        <w:t>э</w:t>
      </w:r>
      <w:r w:rsidR="000C3F54" w:rsidRPr="00F9402F">
        <w:rPr>
          <w:szCs w:val="28"/>
        </w:rPr>
        <w:t>кс</w:t>
      </w:r>
      <w:r w:rsidR="00FA60E5" w:rsidRPr="00F9402F">
        <w:rPr>
          <w:szCs w:val="28"/>
        </w:rPr>
        <w:t xml:space="preserve">пертного заключения </w:t>
      </w:r>
      <w:r w:rsidR="00E857C0" w:rsidRPr="00F9402F">
        <w:t>рег. № </w:t>
      </w:r>
      <w:r w:rsidR="00D90E0F" w:rsidRPr="00F9402F">
        <w:rPr>
          <w:bCs/>
          <w:szCs w:val="28"/>
        </w:rPr>
        <w:t>в-</w:t>
      </w:r>
      <w:r w:rsidR="00F9402F" w:rsidRPr="00F9402F">
        <w:rPr>
          <w:bCs/>
          <w:szCs w:val="28"/>
        </w:rPr>
        <w:t>152</w:t>
      </w:r>
      <w:r w:rsidR="00D90E0F" w:rsidRPr="00F9402F">
        <w:rPr>
          <w:bCs/>
          <w:szCs w:val="28"/>
        </w:rPr>
        <w:t xml:space="preserve"> от </w:t>
      </w:r>
      <w:r w:rsidR="00F9402F" w:rsidRPr="00F9402F">
        <w:rPr>
          <w:bCs/>
          <w:szCs w:val="28"/>
        </w:rPr>
        <w:t>13 июля</w:t>
      </w:r>
      <w:r w:rsidR="00D90E0F" w:rsidRPr="00F9402F">
        <w:rPr>
          <w:bCs/>
          <w:szCs w:val="28"/>
        </w:rPr>
        <w:t xml:space="preserve"> 2020</w:t>
      </w:r>
      <w:r w:rsidR="007947E5" w:rsidRPr="00F9402F">
        <w:rPr>
          <w:bCs/>
          <w:szCs w:val="28"/>
        </w:rPr>
        <w:t xml:space="preserve"> г.</w:t>
      </w:r>
      <w:r w:rsidR="007947E5" w:rsidRPr="00F9402F">
        <w:rPr>
          <w:szCs w:val="28"/>
        </w:rPr>
        <w:t>:</w:t>
      </w:r>
    </w:p>
    <w:p w:rsidR="007263E4" w:rsidRPr="00D90E0F" w:rsidRDefault="002C5620" w:rsidP="00F73F11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2C5620">
        <w:rPr>
          <w:b/>
        </w:rPr>
        <w:t>1.</w:t>
      </w:r>
      <w:r>
        <w:t xml:space="preserve"> В</w:t>
      </w:r>
      <w:r w:rsidR="007263E4" w:rsidRPr="007263E4">
        <w:t xml:space="preserve"> связи </w:t>
      </w:r>
      <w:r w:rsidR="007263E4" w:rsidRPr="0044797A">
        <w:t xml:space="preserve">с не предоставлением документов, </w:t>
      </w:r>
      <w:r w:rsidR="00CA11D7" w:rsidRPr="0044797A">
        <w:rPr>
          <w:szCs w:val="28"/>
        </w:rPr>
        <w:t>подтверждающих осуществление регулируемой деятельности в сфере теплоснабжения</w:t>
      </w:r>
      <w:r w:rsidR="0044797A" w:rsidRPr="0044797A">
        <w:rPr>
          <w:szCs w:val="28"/>
        </w:rPr>
        <w:t xml:space="preserve"> в </w:t>
      </w:r>
      <w:r w:rsidR="00D90E0F">
        <w:rPr>
          <w:szCs w:val="28"/>
        </w:rPr>
        <w:t>2021</w:t>
      </w:r>
      <w:r w:rsidR="00363A89">
        <w:rPr>
          <w:szCs w:val="28"/>
        </w:rPr>
        <w:t xml:space="preserve"> году</w:t>
      </w:r>
      <w:r w:rsidR="0044797A" w:rsidRPr="0044797A">
        <w:rPr>
          <w:szCs w:val="28"/>
        </w:rPr>
        <w:t>,</w:t>
      </w:r>
      <w:r w:rsidR="0044797A">
        <w:t xml:space="preserve"> </w:t>
      </w:r>
      <w:r w:rsidR="007263E4" w:rsidRPr="007263E4">
        <w:rPr>
          <w:noProof/>
        </w:rPr>
        <w:t xml:space="preserve">рассмотрение дела </w:t>
      </w:r>
      <w:r w:rsidR="00F73F11" w:rsidRPr="00F73F11">
        <w:rPr>
          <w:noProof/>
        </w:rPr>
        <w:t xml:space="preserve">об установлении ОБЩЕСТВУ С ОГРАНИЧЕННОЙ ОТВЕТСТВЕННОСТЬЮ «ОКАТЕПЛОСЕРВИС» (ИНН 5214011802), </w:t>
      </w:r>
      <w:r w:rsidR="00F73F11">
        <w:rPr>
          <w:noProof/>
        </w:rPr>
        <w:t xml:space="preserve">                         </w:t>
      </w:r>
      <w:r w:rsidR="00F73F11" w:rsidRPr="00F73F11">
        <w:rPr>
          <w:noProof/>
        </w:rPr>
        <w:t>р.п. Решетиха Володарского муниципального района Нижегородской области, тарифов на тепловую энергию (мощность), поставляемую потребителям Володарского муниципального района Нижегородской области, на 2021 год</w:t>
      </w:r>
      <w:r w:rsidR="00F73F11">
        <w:rPr>
          <w:noProof/>
        </w:rPr>
        <w:t xml:space="preserve"> </w:t>
      </w:r>
      <w:r w:rsidR="007263E4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D90E0F" w:rsidP="00D90E0F">
      <w:pPr>
        <w:tabs>
          <w:tab w:val="left" w:pos="1897"/>
        </w:tabs>
        <w:spacing w:line="276" w:lineRule="auto"/>
        <w:rPr>
          <w:szCs w:val="28"/>
        </w:rPr>
      </w:pPr>
      <w:r w:rsidRPr="00D90E0F">
        <w:rPr>
          <w:szCs w:val="28"/>
        </w:rPr>
        <w:t>Руководитель службы</w:t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  <w:t xml:space="preserve">          Ю.Л. Алешина</w:t>
      </w:r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402F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608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0EE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0E0F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3F11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402F"/>
    <w:rsid w:val="00F94FCA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18</cp:revision>
  <cp:lastPrinted>2019-06-14T11:48:00Z</cp:lastPrinted>
  <dcterms:created xsi:type="dcterms:W3CDTF">2019-06-11T07:48:00Z</dcterms:created>
  <dcterms:modified xsi:type="dcterms:W3CDTF">2020-07-17T09:38:00Z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