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0C63FA" w:rsidP="009827AD">
            <w:pPr>
              <w:jc w:val="center"/>
            </w:pPr>
            <w:r>
              <w:t>22</w:t>
            </w:r>
            <w:r w:rsidR="0034113B">
              <w:t>.0</w:t>
            </w:r>
            <w:r>
              <w:t>6</w:t>
            </w:r>
            <w:r w:rsidR="0034113B">
              <w:t>.2020</w:t>
            </w:r>
            <w:r w:rsidR="00117DFA">
              <w:t xml:space="preserve">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A40AC2" w:rsidP="00E20A3C">
            <w:pPr>
              <w:tabs>
                <w:tab w:val="center" w:pos="2160"/>
              </w:tabs>
              <w:ind w:left="-108"/>
              <w:jc w:val="center"/>
            </w:pPr>
            <w:r>
              <w:t>22/1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1F79B4" w:rsidRDefault="001F79B4" w:rsidP="000C63FA">
            <w:pPr>
              <w:jc w:val="center"/>
              <w:rPr>
                <w:bCs/>
                <w:szCs w:val="28"/>
              </w:rPr>
            </w:pPr>
            <w:r w:rsidRPr="001F79B4">
              <w:rPr>
                <w:bCs/>
                <w:szCs w:val="28"/>
              </w:rPr>
              <w:t xml:space="preserve">Об установлении </w:t>
            </w:r>
            <w:r w:rsidR="000C63FA" w:rsidRPr="000C63FA">
              <w:t>ЗАКРЫТОМУ АКЦИОНЕРНОМУ ОБЩЕСТВУ «КОНЦЕРН «ТЕРМАЛЬ» (ИНН 5261017382), г. Нижний Новгород</w:t>
            </w:r>
            <w:r w:rsidRPr="001F79B4">
              <w:rPr>
                <w:bCs/>
                <w:szCs w:val="28"/>
              </w:rPr>
              <w:t xml:space="preserve">, тарифов </w:t>
            </w:r>
            <w:r w:rsidR="00117DFA">
              <w:rPr>
                <w:noProof/>
                <w:szCs w:val="28"/>
              </w:rPr>
              <w:t xml:space="preserve">на </w:t>
            </w:r>
            <w:r w:rsidR="00117DFA">
              <w:rPr>
                <w:szCs w:val="24"/>
                <w:lang w:eastAsia="en-US"/>
              </w:rPr>
              <w:t>транспортировку</w:t>
            </w:r>
            <w:r w:rsidR="00117DFA" w:rsidRPr="00E64FF3">
              <w:rPr>
                <w:szCs w:val="24"/>
                <w:lang w:eastAsia="en-US"/>
              </w:rPr>
              <w:t xml:space="preserve"> сточных вод с использованием канализационных сетей, находящихся на территории </w:t>
            </w:r>
            <w:r w:rsidRPr="001F79B4">
              <w:rPr>
                <w:bCs/>
                <w:szCs w:val="28"/>
              </w:rPr>
              <w:t>г. Нижн</w:t>
            </w:r>
            <w:r w:rsidR="008B5D48">
              <w:rPr>
                <w:bCs/>
                <w:szCs w:val="28"/>
              </w:rPr>
              <w:t>ий</w:t>
            </w:r>
            <w:r w:rsidRPr="001F79B4">
              <w:rPr>
                <w:bCs/>
                <w:szCs w:val="28"/>
              </w:rPr>
              <w:t xml:space="preserve"> Новгород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8763DF" w:rsidRDefault="00261BEB" w:rsidP="00117DFA">
      <w:pPr>
        <w:pStyle w:val="ac"/>
        <w:jc w:val="center"/>
      </w:pPr>
    </w:p>
    <w:p w:rsidR="00E928D3" w:rsidRDefault="00E928D3" w:rsidP="00117DFA">
      <w:pPr>
        <w:pStyle w:val="ac"/>
        <w:jc w:val="center"/>
      </w:pPr>
    </w:p>
    <w:p w:rsidR="00A40AC2" w:rsidRPr="008763DF" w:rsidRDefault="00A40AC2" w:rsidP="00117DFA">
      <w:pPr>
        <w:pStyle w:val="ac"/>
        <w:jc w:val="center"/>
      </w:pPr>
    </w:p>
    <w:p w:rsidR="001F79B4" w:rsidRPr="000C63FA" w:rsidRDefault="008763DF" w:rsidP="000C63FA">
      <w:pPr>
        <w:spacing w:line="276" w:lineRule="auto"/>
        <w:ind w:firstLine="709"/>
        <w:jc w:val="both"/>
      </w:pPr>
      <w:proofErr w:type="gramStart"/>
      <w:r w:rsidRPr="001F79B4">
        <w:rPr>
          <w:szCs w:val="28"/>
        </w:rPr>
        <w:t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</w:t>
      </w:r>
      <w:r w:rsidR="0034113B">
        <w:rPr>
          <w:szCs w:val="28"/>
        </w:rPr>
        <w:t xml:space="preserve"> </w:t>
      </w:r>
      <w:r w:rsidRPr="001F79B4">
        <w:rPr>
          <w:szCs w:val="28"/>
        </w:rPr>
        <w:t xml:space="preserve">и на основании рассмотрения необходимых обосновывающих материалов, представленных </w:t>
      </w:r>
      <w:r w:rsidR="000C63FA" w:rsidRPr="000C63FA">
        <w:t>ЗАКРЫТЫМ АКЦИОНЕРНЫМ ОБЩ</w:t>
      </w:r>
      <w:r w:rsidR="000C63FA">
        <w:t>ЕСТВОМ «КОНЦЕРН «ТЕРМАЛЬ»</w:t>
      </w:r>
      <w:r w:rsidR="000C63FA" w:rsidRPr="000C63FA">
        <w:t xml:space="preserve"> (ИНН 5261017382), г. Нижний Новгород</w:t>
      </w:r>
      <w:r w:rsidR="001F79B4" w:rsidRPr="001F79B4">
        <w:rPr>
          <w:szCs w:val="28"/>
        </w:rPr>
        <w:t xml:space="preserve">, экспертного заключения </w:t>
      </w:r>
      <w:r w:rsidR="001F79B4" w:rsidRPr="003A6D34">
        <w:rPr>
          <w:szCs w:val="28"/>
        </w:rPr>
        <w:t xml:space="preserve">рег. </w:t>
      </w:r>
      <w:r w:rsidR="0034113B" w:rsidRPr="00A129A3">
        <w:rPr>
          <w:szCs w:val="28"/>
        </w:rPr>
        <w:t>№ в-</w:t>
      </w:r>
      <w:r w:rsidR="00A129A3" w:rsidRPr="00A129A3">
        <w:rPr>
          <w:szCs w:val="28"/>
        </w:rPr>
        <w:t>126</w:t>
      </w:r>
      <w:r w:rsidR="00A941EC" w:rsidRPr="00A129A3">
        <w:rPr>
          <w:szCs w:val="28"/>
        </w:rPr>
        <w:t xml:space="preserve"> от</w:t>
      </w:r>
      <w:r w:rsidR="00A129A3" w:rsidRPr="00A129A3">
        <w:rPr>
          <w:szCs w:val="28"/>
        </w:rPr>
        <w:t xml:space="preserve"> 15 июня</w:t>
      </w:r>
      <w:r w:rsidR="00A941EC" w:rsidRPr="00A129A3">
        <w:rPr>
          <w:szCs w:val="28"/>
        </w:rPr>
        <w:t xml:space="preserve"> </w:t>
      </w:r>
      <w:r w:rsidR="0034113B" w:rsidRPr="00A129A3">
        <w:rPr>
          <w:szCs w:val="28"/>
        </w:rPr>
        <w:t>2020</w:t>
      </w:r>
      <w:proofErr w:type="gramEnd"/>
      <w:r w:rsidR="00A941EC" w:rsidRPr="00A129A3">
        <w:rPr>
          <w:szCs w:val="28"/>
        </w:rPr>
        <w:t xml:space="preserve"> </w:t>
      </w:r>
      <w:proofErr w:type="gramStart"/>
      <w:r w:rsidR="00A941EC" w:rsidRPr="00A129A3">
        <w:rPr>
          <w:szCs w:val="28"/>
        </w:rPr>
        <w:t>г</w:t>
      </w:r>
      <w:proofErr w:type="gramEnd"/>
      <w:r w:rsidR="00A941EC" w:rsidRPr="00A129A3">
        <w:rPr>
          <w:szCs w:val="28"/>
        </w:rPr>
        <w:t>.:</w:t>
      </w:r>
    </w:p>
    <w:p w:rsidR="001F79B4" w:rsidRPr="000C63FA" w:rsidRDefault="001F79B4" w:rsidP="000C63F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1F79B4">
        <w:rPr>
          <w:b/>
          <w:bCs/>
        </w:rPr>
        <w:t>1.</w:t>
      </w:r>
      <w:r w:rsidRPr="001F79B4">
        <w:t xml:space="preserve"> При установлении тарифов в сфере водоотведения </w:t>
      </w:r>
      <w:r w:rsidR="00117DFA">
        <w:t>(</w:t>
      </w:r>
      <w:r w:rsidR="00117DFA">
        <w:rPr>
          <w:szCs w:val="24"/>
          <w:lang w:eastAsia="en-US"/>
        </w:rPr>
        <w:t>транспортировка</w:t>
      </w:r>
      <w:r w:rsidR="00117DFA" w:rsidRPr="00E64FF3">
        <w:rPr>
          <w:szCs w:val="24"/>
          <w:lang w:eastAsia="en-US"/>
        </w:rPr>
        <w:t xml:space="preserve"> сточных вод с использованием </w:t>
      </w:r>
      <w:r w:rsidR="00117DFA" w:rsidRPr="005A2E47">
        <w:rPr>
          <w:szCs w:val="28"/>
          <w:lang w:eastAsia="en-US"/>
        </w:rPr>
        <w:t>канализационных сетей, находящихся на территории г. Нижнего Новгорода</w:t>
      </w:r>
      <w:r w:rsidR="00117DFA" w:rsidRPr="005A2E47">
        <w:rPr>
          <w:szCs w:val="28"/>
        </w:rPr>
        <w:t xml:space="preserve">) </w:t>
      </w:r>
      <w:r w:rsidR="005A2E47">
        <w:rPr>
          <w:szCs w:val="28"/>
        </w:rPr>
        <w:t xml:space="preserve">для </w:t>
      </w:r>
      <w:r w:rsidR="000C63FA" w:rsidRPr="000C63FA">
        <w:rPr>
          <w:szCs w:val="28"/>
        </w:rPr>
        <w:t>З</w:t>
      </w:r>
      <w:r w:rsidR="000C63FA">
        <w:rPr>
          <w:szCs w:val="28"/>
        </w:rPr>
        <w:t>АКРЫТОГО АКЦИОНЕРНОГО ОБЩЕСТВА «КОНЦЕРН «ТЕРМАЛЬ»</w:t>
      </w:r>
      <w:r w:rsidR="000C63FA" w:rsidRPr="000C63FA">
        <w:rPr>
          <w:szCs w:val="28"/>
        </w:rPr>
        <w:t xml:space="preserve"> (ИНН 5261017382), г. Нижний Новгород</w:t>
      </w:r>
      <w:r w:rsidRPr="005A2E47">
        <w:rPr>
          <w:szCs w:val="28"/>
        </w:rPr>
        <w:t xml:space="preserve">, </w:t>
      </w:r>
      <w:r w:rsidRPr="008B5D48">
        <w:rPr>
          <w:szCs w:val="28"/>
        </w:rPr>
        <w:t xml:space="preserve">применять метод </w:t>
      </w:r>
      <w:r w:rsidR="00117DFA" w:rsidRPr="008B5D48">
        <w:rPr>
          <w:szCs w:val="28"/>
        </w:rPr>
        <w:t>сравнения</w:t>
      </w:r>
      <w:r w:rsidR="00117DFA" w:rsidRPr="008B5D48">
        <w:t xml:space="preserve"> аналогов</w:t>
      </w:r>
      <w:r w:rsidRPr="008B5D48">
        <w:t>.</w:t>
      </w:r>
    </w:p>
    <w:p w:rsidR="001F79B4" w:rsidRPr="000C63FA" w:rsidRDefault="001F79B4" w:rsidP="000C63F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F79B4">
        <w:rPr>
          <w:b/>
          <w:szCs w:val="28"/>
        </w:rPr>
        <w:t xml:space="preserve">2. </w:t>
      </w:r>
      <w:r w:rsidRPr="001F79B4">
        <w:rPr>
          <w:szCs w:val="28"/>
        </w:rPr>
        <w:t xml:space="preserve">Установить </w:t>
      </w:r>
      <w:r w:rsidR="000C63FA" w:rsidRPr="000C63FA">
        <w:t>З</w:t>
      </w:r>
      <w:r w:rsidR="000C63FA">
        <w:t>АКРЫТОМУ АКЦИОНЕРНОМУ ОБЩЕСТВУ «КОНЦЕРН «ТЕРМАЛЬ»</w:t>
      </w:r>
      <w:r w:rsidR="000C63FA" w:rsidRPr="000C63FA">
        <w:t xml:space="preserve"> (ИНН 5261017382), г. Нижний Новгород</w:t>
      </w:r>
      <w:r w:rsidRPr="001F79B4">
        <w:rPr>
          <w:szCs w:val="28"/>
        </w:rPr>
        <w:t xml:space="preserve">, </w:t>
      </w:r>
      <w:r w:rsidRPr="00117DFA">
        <w:rPr>
          <w:b/>
          <w:bCs/>
          <w:szCs w:val="28"/>
        </w:rPr>
        <w:t xml:space="preserve">тарифы </w:t>
      </w:r>
      <w:r w:rsidR="00117DFA" w:rsidRPr="00117DFA">
        <w:rPr>
          <w:b/>
          <w:bCs/>
          <w:szCs w:val="28"/>
        </w:rPr>
        <w:t xml:space="preserve">на </w:t>
      </w:r>
      <w:r w:rsidR="00117DFA" w:rsidRPr="00117DFA">
        <w:rPr>
          <w:b/>
          <w:szCs w:val="24"/>
          <w:lang w:eastAsia="en-US"/>
        </w:rPr>
        <w:t xml:space="preserve">транспортировку сточных вод </w:t>
      </w:r>
      <w:r w:rsidR="00117DFA" w:rsidRPr="00E64FF3">
        <w:rPr>
          <w:szCs w:val="24"/>
          <w:lang w:eastAsia="en-US"/>
        </w:rPr>
        <w:t xml:space="preserve">с использованием канализационных сетей, находящихся на территории </w:t>
      </w:r>
      <w:r w:rsidR="008B5D48">
        <w:rPr>
          <w:szCs w:val="28"/>
          <w:lang w:eastAsia="en-US"/>
        </w:rPr>
        <w:t>г. Нижний</w:t>
      </w:r>
      <w:r w:rsidR="00117DFA" w:rsidRPr="00A07993">
        <w:rPr>
          <w:szCs w:val="28"/>
          <w:lang w:eastAsia="en-US"/>
        </w:rPr>
        <w:t xml:space="preserve"> Новгород</w:t>
      </w:r>
      <w:r w:rsidR="00117DFA">
        <w:rPr>
          <w:szCs w:val="28"/>
          <w:lang w:eastAsia="en-US"/>
        </w:rPr>
        <w:t>,</w:t>
      </w:r>
      <w:r w:rsidR="00117DFA" w:rsidRPr="001F79B4">
        <w:rPr>
          <w:szCs w:val="28"/>
        </w:rPr>
        <w:t xml:space="preserve"> </w:t>
      </w:r>
      <w:r w:rsidRPr="001F79B4">
        <w:rPr>
          <w:szCs w:val="28"/>
        </w:rPr>
        <w:t>в следующих размерах:</w:t>
      </w: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6514"/>
        <w:gridCol w:w="2694"/>
      </w:tblGrid>
      <w:tr w:rsidR="00117DFA" w:rsidTr="00151EDD">
        <w:trPr>
          <w:trHeight w:val="205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FA" w:rsidRDefault="00117DFA" w:rsidP="00D50C9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№ </w:t>
            </w:r>
            <w:proofErr w:type="gramStart"/>
            <w:r>
              <w:rPr>
                <w:b/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b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3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FA" w:rsidRDefault="00117DFA" w:rsidP="005A2E47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Тарифы в сфере водоотведения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FA" w:rsidRDefault="00117DFA" w:rsidP="00D50C9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20"/>
                <w:lang w:eastAsia="en-US"/>
              </w:rPr>
              <w:t>Периоды регулирования</w:t>
            </w:r>
          </w:p>
        </w:tc>
      </w:tr>
      <w:tr w:rsidR="00117DFA" w:rsidTr="00151EDD">
        <w:trPr>
          <w:trHeight w:val="1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A" w:rsidRDefault="00117DFA" w:rsidP="00D50C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FA" w:rsidRDefault="00117DFA" w:rsidP="00D50C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FA" w:rsidRDefault="00117DFA" w:rsidP="00D50C9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2020 год</w:t>
            </w:r>
          </w:p>
        </w:tc>
      </w:tr>
      <w:tr w:rsidR="00151EDD" w:rsidTr="00151EDD">
        <w:trPr>
          <w:cantSplit/>
          <w:trHeight w:val="3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EDD" w:rsidRDefault="00151EDD" w:rsidP="00D50C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EDD" w:rsidRDefault="00151EDD" w:rsidP="00D50C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EDD" w:rsidRDefault="00151EDD" w:rsidP="00D50C9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С 1 июля по 31 декабря </w:t>
            </w:r>
          </w:p>
        </w:tc>
      </w:tr>
      <w:tr w:rsidR="00151EDD" w:rsidRPr="008551FD" w:rsidTr="00873F58">
        <w:trPr>
          <w:trHeight w:val="132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EDD" w:rsidRDefault="00151EDD" w:rsidP="00D50C94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1.</w:t>
            </w:r>
          </w:p>
        </w:tc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EDD" w:rsidRPr="0034113B" w:rsidRDefault="00151EDD" w:rsidP="00151EDD">
            <w:pPr>
              <w:rPr>
                <w:noProof/>
                <w:sz w:val="21"/>
                <w:szCs w:val="21"/>
                <w:lang w:eastAsia="en-US"/>
              </w:rPr>
            </w:pPr>
            <w:r w:rsidRPr="0034113B">
              <w:rPr>
                <w:sz w:val="21"/>
                <w:szCs w:val="21"/>
                <w:lang w:eastAsia="en-US"/>
              </w:rPr>
              <w:t xml:space="preserve">Транспортировка сточных вод с использованием </w:t>
            </w:r>
            <w:r w:rsidRPr="008B5D48">
              <w:rPr>
                <w:sz w:val="21"/>
                <w:szCs w:val="21"/>
                <w:lang w:eastAsia="en-US"/>
              </w:rPr>
              <w:t>канализационных сетей, находящихся на территории г. Нижний Новгород, руб./м</w:t>
            </w:r>
            <w:r w:rsidRPr="008B5D48">
              <w:rPr>
                <w:sz w:val="21"/>
                <w:szCs w:val="21"/>
                <w:vertAlign w:val="superscript"/>
                <w:lang w:eastAsia="en-US"/>
              </w:rPr>
              <w:t>3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DD" w:rsidRPr="008B5D48" w:rsidRDefault="00873F58" w:rsidP="00873F58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5,62</w:t>
            </w:r>
          </w:p>
        </w:tc>
      </w:tr>
      <w:tr w:rsidR="00151EDD" w:rsidRPr="008551FD" w:rsidTr="00151EDD">
        <w:trPr>
          <w:trHeight w:val="132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51EDD" w:rsidRDefault="00151EDD" w:rsidP="00D50C94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2.</w:t>
            </w:r>
          </w:p>
        </w:tc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51EDD" w:rsidRPr="0034113B" w:rsidRDefault="00151EDD" w:rsidP="00151EDD">
            <w:pPr>
              <w:rPr>
                <w:noProof/>
                <w:sz w:val="21"/>
                <w:szCs w:val="21"/>
                <w:lang w:eastAsia="en-US"/>
              </w:rPr>
            </w:pPr>
            <w:r w:rsidRPr="0034113B">
              <w:rPr>
                <w:sz w:val="21"/>
                <w:szCs w:val="21"/>
                <w:lang w:eastAsia="en-US"/>
              </w:rPr>
              <w:t xml:space="preserve">Транспортировка сточных вод с использованием канализационных сетей, находящихся на территории </w:t>
            </w:r>
            <w:r w:rsidRPr="008B5D48">
              <w:rPr>
                <w:sz w:val="21"/>
                <w:szCs w:val="21"/>
                <w:lang w:eastAsia="en-US"/>
              </w:rPr>
              <w:t>г. Нижний Новгород</w:t>
            </w:r>
            <w:r w:rsidRPr="0034113B">
              <w:rPr>
                <w:sz w:val="21"/>
                <w:szCs w:val="21"/>
                <w:lang w:eastAsia="en-US"/>
              </w:rPr>
              <w:t>, руб./м</w:t>
            </w:r>
            <w:r w:rsidRPr="0034113B">
              <w:rPr>
                <w:sz w:val="21"/>
                <w:szCs w:val="21"/>
                <w:vertAlign w:val="superscript"/>
                <w:lang w:eastAsia="en-US"/>
              </w:rPr>
              <w:t>3</w:t>
            </w:r>
          </w:p>
        </w:tc>
        <w:tc>
          <w:tcPr>
            <w:tcW w:w="13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51EDD" w:rsidRPr="008551FD" w:rsidRDefault="00151EDD" w:rsidP="007A6715">
            <w:pPr>
              <w:jc w:val="center"/>
              <w:rPr>
                <w:sz w:val="20"/>
                <w:lang w:eastAsia="en-US"/>
              </w:rPr>
            </w:pPr>
            <w:r w:rsidRPr="008551FD">
              <w:rPr>
                <w:sz w:val="20"/>
                <w:lang w:eastAsia="en-US"/>
              </w:rPr>
              <w:t>-</w:t>
            </w:r>
          </w:p>
        </w:tc>
      </w:tr>
      <w:tr w:rsidR="00151EDD" w:rsidRPr="008551FD" w:rsidTr="00151EDD">
        <w:trPr>
          <w:trHeight w:val="13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DD" w:rsidRDefault="00151EDD" w:rsidP="00D50C94">
            <w:pPr>
              <w:rPr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EDD" w:rsidRPr="0034113B" w:rsidRDefault="00151EDD" w:rsidP="00D50C94">
            <w:pPr>
              <w:rPr>
                <w:noProof/>
                <w:sz w:val="21"/>
                <w:szCs w:val="21"/>
                <w:lang w:eastAsia="en-US"/>
              </w:rPr>
            </w:pPr>
            <w:r w:rsidRPr="0034113B">
              <w:rPr>
                <w:noProof/>
                <w:sz w:val="21"/>
                <w:szCs w:val="21"/>
                <w:lang w:eastAsia="en-US"/>
              </w:rPr>
              <w:t>Население (с учетом НДС)</w:t>
            </w:r>
          </w:p>
        </w:tc>
        <w:tc>
          <w:tcPr>
            <w:tcW w:w="13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EDD" w:rsidRPr="008551FD" w:rsidRDefault="00151EDD" w:rsidP="00D50C94">
            <w:pPr>
              <w:rPr>
                <w:sz w:val="20"/>
                <w:lang w:eastAsia="en-US"/>
              </w:rPr>
            </w:pPr>
          </w:p>
        </w:tc>
      </w:tr>
    </w:tbl>
    <w:p w:rsidR="001F79B4" w:rsidRPr="00151EDD" w:rsidRDefault="00117DFA" w:rsidP="00151EDD">
      <w:pPr>
        <w:spacing w:line="276" w:lineRule="auto"/>
        <w:ind w:firstLine="709"/>
        <w:jc w:val="both"/>
      </w:pPr>
      <w:r>
        <w:rPr>
          <w:b/>
          <w:szCs w:val="28"/>
        </w:rPr>
        <w:lastRenderedPageBreak/>
        <w:t>3</w:t>
      </w:r>
      <w:r w:rsidR="001F79B4" w:rsidRPr="001F79B4">
        <w:rPr>
          <w:b/>
          <w:szCs w:val="28"/>
        </w:rPr>
        <w:t>.</w:t>
      </w:r>
      <w:r w:rsidR="005A2E47">
        <w:rPr>
          <w:szCs w:val="28"/>
        </w:rPr>
        <w:t xml:space="preserve"> Утвердить производственную программу</w:t>
      </w:r>
      <w:r w:rsidR="001F79B4" w:rsidRPr="001F79B4">
        <w:rPr>
          <w:szCs w:val="28"/>
        </w:rPr>
        <w:t xml:space="preserve"> </w:t>
      </w:r>
      <w:r w:rsidR="00151EDD" w:rsidRPr="00151EDD">
        <w:t xml:space="preserve">ЗАКРЫТОГО АКЦИОНЕРНОГО </w:t>
      </w:r>
      <w:r w:rsidR="00151EDD">
        <w:t>ОБЩЕСТВА «</w:t>
      </w:r>
      <w:r w:rsidR="00151EDD" w:rsidRPr="00151EDD">
        <w:t xml:space="preserve">КОНЦЕРН </w:t>
      </w:r>
      <w:r w:rsidR="00151EDD">
        <w:t xml:space="preserve"> «ТЕРМАЛЬ»</w:t>
      </w:r>
      <w:r w:rsidR="00151EDD" w:rsidRPr="00151EDD">
        <w:t xml:space="preserve"> (ИНН 5261017382), г. Нижний Новгород</w:t>
      </w:r>
      <w:r w:rsidR="001F79B4" w:rsidRPr="001F79B4">
        <w:rPr>
          <w:noProof/>
          <w:szCs w:val="28"/>
        </w:rPr>
        <w:t xml:space="preserve">, </w:t>
      </w:r>
      <w:r w:rsidR="001F79B4" w:rsidRPr="001F79B4">
        <w:rPr>
          <w:szCs w:val="28"/>
        </w:rPr>
        <w:t xml:space="preserve">в сфере водоотведения </w:t>
      </w:r>
      <w:r>
        <w:rPr>
          <w:szCs w:val="28"/>
        </w:rPr>
        <w:t>(</w:t>
      </w:r>
      <w:r>
        <w:rPr>
          <w:szCs w:val="24"/>
          <w:lang w:eastAsia="en-US"/>
        </w:rPr>
        <w:t>транспортировка</w:t>
      </w:r>
      <w:r w:rsidRPr="00E64FF3">
        <w:rPr>
          <w:szCs w:val="24"/>
          <w:lang w:eastAsia="en-US"/>
        </w:rPr>
        <w:t xml:space="preserve"> сточных вод с использованием канализационных сетей, находящихся на территории </w:t>
      </w:r>
      <w:r w:rsidR="008B5D48">
        <w:rPr>
          <w:szCs w:val="28"/>
          <w:lang w:eastAsia="en-US"/>
        </w:rPr>
        <w:t>г. Нижний</w:t>
      </w:r>
      <w:r w:rsidR="008B5D48" w:rsidRPr="00A07993">
        <w:rPr>
          <w:szCs w:val="28"/>
          <w:lang w:eastAsia="en-US"/>
        </w:rPr>
        <w:t xml:space="preserve"> Новгород</w:t>
      </w:r>
      <w:r>
        <w:rPr>
          <w:szCs w:val="28"/>
          <w:lang w:eastAsia="en-US"/>
        </w:rPr>
        <w:t>)</w:t>
      </w:r>
      <w:r w:rsidRPr="001F79B4">
        <w:rPr>
          <w:noProof/>
          <w:szCs w:val="28"/>
        </w:rPr>
        <w:t xml:space="preserve"> </w:t>
      </w:r>
      <w:r w:rsidR="001F79B4" w:rsidRPr="001F79B4">
        <w:rPr>
          <w:noProof/>
          <w:szCs w:val="28"/>
        </w:rPr>
        <w:t>согласно Приложени</w:t>
      </w:r>
      <w:r w:rsidR="005A2E47">
        <w:rPr>
          <w:noProof/>
          <w:szCs w:val="28"/>
        </w:rPr>
        <w:t>ю</w:t>
      </w:r>
      <w:r w:rsidR="001F79B4" w:rsidRPr="001F79B4">
        <w:rPr>
          <w:noProof/>
          <w:szCs w:val="28"/>
        </w:rPr>
        <w:t xml:space="preserve"> к настоящему решению.</w:t>
      </w:r>
    </w:p>
    <w:p w:rsidR="001F79B4" w:rsidRPr="00151EDD" w:rsidRDefault="00117DFA" w:rsidP="00151EDD">
      <w:pPr>
        <w:spacing w:line="276" w:lineRule="auto"/>
        <w:ind w:firstLine="720"/>
        <w:jc w:val="both"/>
      </w:pPr>
      <w:r>
        <w:rPr>
          <w:b/>
          <w:szCs w:val="28"/>
        </w:rPr>
        <w:t>4</w:t>
      </w:r>
      <w:r w:rsidR="001F79B4" w:rsidRPr="001F79B4">
        <w:rPr>
          <w:b/>
          <w:szCs w:val="28"/>
        </w:rPr>
        <w:t>.</w:t>
      </w:r>
      <w:r w:rsidR="001F79B4" w:rsidRPr="001F79B4">
        <w:rPr>
          <w:szCs w:val="28"/>
        </w:rPr>
        <w:t xml:space="preserve"> </w:t>
      </w:r>
      <w:r w:rsidR="00151EDD">
        <w:t>ЗАКРЫТОЕ АКЦИОНЕРНОЕ ОБЩЕСТВО «КОНЦЕРН «ТЕРМАЛЬ»</w:t>
      </w:r>
      <w:r w:rsidR="00151EDD" w:rsidRPr="00151EDD">
        <w:t xml:space="preserve"> (ИНН 5261017382), г. Нижний Новгород</w:t>
      </w:r>
      <w:r w:rsidR="001F79B4" w:rsidRPr="001F79B4">
        <w:rPr>
          <w:szCs w:val="28"/>
        </w:rPr>
        <w:t xml:space="preserve">, </w:t>
      </w:r>
      <w:r w:rsidR="001F79B4" w:rsidRPr="005A2E47">
        <w:rPr>
          <w:szCs w:val="28"/>
        </w:rPr>
        <w:t>применяет общий режим налогообложения и является плательщиком НДС.</w:t>
      </w:r>
    </w:p>
    <w:p w:rsidR="008763DF" w:rsidRPr="0002497D" w:rsidRDefault="008763DF" w:rsidP="001F79B4">
      <w:pPr>
        <w:spacing w:line="276" w:lineRule="auto"/>
        <w:ind w:firstLine="709"/>
        <w:jc w:val="both"/>
        <w:rPr>
          <w:szCs w:val="28"/>
        </w:rPr>
      </w:pPr>
      <w:r w:rsidRPr="001F79B4">
        <w:rPr>
          <w:bCs/>
          <w:szCs w:val="28"/>
        </w:rPr>
        <w:t>Р</w:t>
      </w:r>
      <w:r w:rsidRPr="001F79B4">
        <w:rPr>
          <w:szCs w:val="28"/>
        </w:rPr>
        <w:t>асходы, учтенные при формировании тарифов, установленных настоящим решением, рассчитаны с учетом системы</w:t>
      </w:r>
      <w:r w:rsidRPr="0002497D">
        <w:rPr>
          <w:szCs w:val="28"/>
        </w:rPr>
        <w:t xml:space="preserve"> налогообложения, действующей в организации на момент вынесения решения.</w:t>
      </w:r>
    </w:p>
    <w:p w:rsidR="0019789A" w:rsidRPr="009273AD" w:rsidRDefault="00117DFA" w:rsidP="0019789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szCs w:val="28"/>
        </w:rPr>
      </w:pPr>
      <w:r>
        <w:rPr>
          <w:b/>
        </w:rPr>
        <w:t>5</w:t>
      </w:r>
      <w:r w:rsidR="008763DF" w:rsidRPr="0002497D">
        <w:rPr>
          <w:b/>
        </w:rPr>
        <w:t>.</w:t>
      </w:r>
      <w:r w:rsidR="008763DF" w:rsidRPr="0002497D">
        <w:t xml:space="preserve"> </w:t>
      </w:r>
      <w:proofErr w:type="gramStart"/>
      <w:r w:rsidR="0019789A" w:rsidRPr="009273AD">
        <w:rPr>
          <w:rFonts w:eastAsia="Calibri"/>
          <w:szCs w:val="28"/>
        </w:rPr>
        <w:t xml:space="preserve">В связи с тем, что в отношении </w:t>
      </w:r>
      <w:r w:rsidR="00151EDD" w:rsidRPr="00151EDD">
        <w:t>ЗАКРЫТОГО АКЦИОНЕРНОГО ОБЩЕСТВА «КОНЦЕРН «ТЕРМАЛЬ» (ИНН 5261017382), г. Нижний Новгород</w:t>
      </w:r>
      <w:r w:rsidR="0019789A" w:rsidRPr="009273AD">
        <w:rPr>
          <w:rFonts w:eastAsia="Calibri"/>
          <w:szCs w:val="28"/>
        </w:rPr>
        <w:t xml:space="preserve">, государственное регулирование </w:t>
      </w:r>
      <w:r w:rsidR="0019789A" w:rsidRPr="001F79B4">
        <w:rPr>
          <w:szCs w:val="28"/>
        </w:rPr>
        <w:t xml:space="preserve">в сфере водоотведения </w:t>
      </w:r>
      <w:r w:rsidR="0019789A">
        <w:rPr>
          <w:szCs w:val="28"/>
        </w:rPr>
        <w:t>(</w:t>
      </w:r>
      <w:r w:rsidR="0019789A">
        <w:rPr>
          <w:szCs w:val="24"/>
          <w:lang w:eastAsia="en-US"/>
        </w:rPr>
        <w:t>транспортировка</w:t>
      </w:r>
      <w:r w:rsidR="0019789A" w:rsidRPr="00E64FF3">
        <w:rPr>
          <w:szCs w:val="24"/>
          <w:lang w:eastAsia="en-US"/>
        </w:rPr>
        <w:t xml:space="preserve"> сточных вод с использованием канализационных сетей, находящихся на территории </w:t>
      </w:r>
      <w:r w:rsidR="008B5D48">
        <w:rPr>
          <w:szCs w:val="28"/>
          <w:lang w:eastAsia="en-US"/>
        </w:rPr>
        <w:t>г. Нижний</w:t>
      </w:r>
      <w:r w:rsidR="008B5D48" w:rsidRPr="00A07993">
        <w:rPr>
          <w:szCs w:val="28"/>
          <w:lang w:eastAsia="en-US"/>
        </w:rPr>
        <w:t xml:space="preserve"> Новгород</w:t>
      </w:r>
      <w:r w:rsidR="0019789A">
        <w:rPr>
          <w:szCs w:val="28"/>
          <w:lang w:eastAsia="en-US"/>
        </w:rPr>
        <w:t>)</w:t>
      </w:r>
      <w:r w:rsidR="0019789A" w:rsidRPr="001F79B4">
        <w:rPr>
          <w:noProof/>
          <w:szCs w:val="28"/>
        </w:rPr>
        <w:t xml:space="preserve"> </w:t>
      </w:r>
      <w:r w:rsidR="0019789A" w:rsidRPr="009273AD">
        <w:rPr>
          <w:rFonts w:eastAsia="Calibri"/>
          <w:szCs w:val="28"/>
        </w:rPr>
        <w:t xml:space="preserve">ранее не осуществлялось, и на основании </w:t>
      </w:r>
      <w:hyperlink r:id="rId11" w:history="1">
        <w:r w:rsidR="0019789A" w:rsidRPr="009273AD">
          <w:rPr>
            <w:rStyle w:val="a7"/>
            <w:rFonts w:eastAsia="Calibri"/>
            <w:szCs w:val="28"/>
          </w:rPr>
          <w:t>пункта 9</w:t>
        </w:r>
      </w:hyperlink>
      <w:r w:rsidR="0019789A" w:rsidRPr="009273AD">
        <w:rPr>
          <w:rFonts w:eastAsia="Calibri"/>
          <w:szCs w:val="28"/>
        </w:rPr>
        <w:t xml:space="preserve"> Правил регулирования тарифов в сфере водоснабжения и водоотведения, утвержденных постановлением Правительства Российск</w:t>
      </w:r>
      <w:r w:rsidR="0019789A">
        <w:rPr>
          <w:rFonts w:eastAsia="Calibri"/>
          <w:szCs w:val="28"/>
        </w:rPr>
        <w:t>ой Федерации от 13 мая 2013</w:t>
      </w:r>
      <w:proofErr w:type="gramEnd"/>
      <w:r w:rsidR="0019789A">
        <w:rPr>
          <w:rFonts w:eastAsia="Calibri"/>
          <w:szCs w:val="28"/>
        </w:rPr>
        <w:t xml:space="preserve"> г. №</w:t>
      </w:r>
      <w:r w:rsidR="0019789A" w:rsidRPr="009273AD">
        <w:rPr>
          <w:rFonts w:eastAsia="Calibri"/>
          <w:szCs w:val="28"/>
        </w:rPr>
        <w:t xml:space="preserve"> 406, тарифы, установленные </w:t>
      </w:r>
      <w:hyperlink r:id="rId12" w:history="1">
        <w:r w:rsidR="0019789A" w:rsidRPr="009273AD">
          <w:rPr>
            <w:rStyle w:val="a7"/>
            <w:rFonts w:eastAsia="Calibri"/>
            <w:szCs w:val="28"/>
          </w:rPr>
          <w:t>пунктом 2</w:t>
        </w:r>
      </w:hyperlink>
      <w:r w:rsidR="0019789A" w:rsidRPr="009273AD">
        <w:rPr>
          <w:rFonts w:eastAsia="Calibri"/>
          <w:szCs w:val="28"/>
        </w:rPr>
        <w:t xml:space="preserve"> настояще</w:t>
      </w:r>
      <w:r w:rsidR="0019789A">
        <w:rPr>
          <w:rFonts w:eastAsia="Calibri"/>
          <w:szCs w:val="28"/>
        </w:rPr>
        <w:t xml:space="preserve">го решения, действуют с 1 </w:t>
      </w:r>
      <w:r w:rsidR="00151EDD">
        <w:rPr>
          <w:rFonts w:eastAsia="Calibri"/>
          <w:szCs w:val="28"/>
        </w:rPr>
        <w:t>июля</w:t>
      </w:r>
      <w:r w:rsidR="0053211D">
        <w:rPr>
          <w:rFonts w:eastAsia="Calibri"/>
          <w:szCs w:val="28"/>
        </w:rPr>
        <w:t xml:space="preserve"> </w:t>
      </w:r>
      <w:r w:rsidR="0019789A">
        <w:rPr>
          <w:rFonts w:eastAsia="Calibri"/>
          <w:szCs w:val="28"/>
        </w:rPr>
        <w:t>по 31 декабря 2020</w:t>
      </w:r>
      <w:r w:rsidR="0019789A" w:rsidRPr="009273AD">
        <w:rPr>
          <w:rFonts w:eastAsia="Calibri"/>
          <w:szCs w:val="28"/>
        </w:rPr>
        <w:t xml:space="preserve"> г. включительно.</w:t>
      </w:r>
    </w:p>
    <w:p w:rsidR="008763DF" w:rsidRPr="0002497D" w:rsidRDefault="008763DF" w:rsidP="0019789A">
      <w:pPr>
        <w:pStyle w:val="ac"/>
      </w:pPr>
    </w:p>
    <w:p w:rsidR="008763DF" w:rsidRPr="0002497D" w:rsidRDefault="008763DF" w:rsidP="0019789A">
      <w:pPr>
        <w:pStyle w:val="ac"/>
        <w:ind w:firstLine="708"/>
      </w:pPr>
    </w:p>
    <w:p w:rsidR="008763DF" w:rsidRDefault="008763DF" w:rsidP="0019789A">
      <w:pPr>
        <w:pStyle w:val="ac"/>
      </w:pPr>
    </w:p>
    <w:p w:rsidR="00151EDD" w:rsidRPr="00151EDD" w:rsidRDefault="00151EDD" w:rsidP="00151EDD">
      <w:pPr>
        <w:tabs>
          <w:tab w:val="left" w:pos="1897"/>
        </w:tabs>
        <w:spacing w:line="276" w:lineRule="auto"/>
        <w:rPr>
          <w:szCs w:val="28"/>
        </w:rPr>
      </w:pPr>
      <w:r w:rsidRPr="00151EDD">
        <w:rPr>
          <w:szCs w:val="28"/>
        </w:rPr>
        <w:t>Руководитель службы</w:t>
      </w:r>
      <w:r w:rsidRPr="00151EDD">
        <w:rPr>
          <w:szCs w:val="28"/>
        </w:rPr>
        <w:tab/>
        <w:t xml:space="preserve">                                                                        Ю.Л. Алешина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997"/>
        <w:gridCol w:w="4998"/>
      </w:tblGrid>
      <w:tr w:rsidR="008763DF" w:rsidTr="008763DF">
        <w:trPr>
          <w:trHeight w:val="1526"/>
        </w:trPr>
        <w:tc>
          <w:tcPr>
            <w:tcW w:w="4997" w:type="dxa"/>
          </w:tcPr>
          <w:p w:rsidR="008763DF" w:rsidRDefault="008763DF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117DFA" w:rsidRDefault="00117DFA" w:rsidP="0002497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17DFA" w:rsidRDefault="00117DFA" w:rsidP="0002497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17DFA" w:rsidRDefault="00117DFA" w:rsidP="0002497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17DFA" w:rsidRDefault="00117DFA" w:rsidP="0002497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17DFA" w:rsidRDefault="00117DFA" w:rsidP="0002497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5A2E47" w:rsidRDefault="005A2E47" w:rsidP="0002497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5A2E47" w:rsidRDefault="005A2E47" w:rsidP="0002497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5A2E47" w:rsidRDefault="005A2E47" w:rsidP="0002497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51EDD" w:rsidRDefault="00151EDD" w:rsidP="0002497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51EDD" w:rsidRDefault="00151EDD" w:rsidP="0002497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51EDD" w:rsidRDefault="00151EDD" w:rsidP="0002497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51EDD" w:rsidRDefault="00151EDD" w:rsidP="0002497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51EDD" w:rsidRDefault="00151EDD" w:rsidP="0002497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51EDD" w:rsidRDefault="00151EDD" w:rsidP="00151EDD">
            <w:pPr>
              <w:tabs>
                <w:tab w:val="left" w:pos="1897"/>
              </w:tabs>
              <w:spacing w:line="276" w:lineRule="auto"/>
            </w:pPr>
          </w:p>
          <w:p w:rsidR="005A2E47" w:rsidRDefault="005A2E47" w:rsidP="0002497D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02497D" w:rsidRDefault="0002497D" w:rsidP="0002497D">
            <w:pPr>
              <w:tabs>
                <w:tab w:val="left" w:pos="1897"/>
              </w:tabs>
              <w:spacing w:line="276" w:lineRule="auto"/>
              <w:jc w:val="center"/>
            </w:pPr>
            <w:r>
              <w:lastRenderedPageBreak/>
              <w:t xml:space="preserve">ПРИЛОЖЕНИЕ </w:t>
            </w:r>
          </w:p>
          <w:p w:rsidR="008763DF" w:rsidRDefault="008763DF" w:rsidP="001F79B4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</w:t>
            </w:r>
          </w:p>
          <w:p w:rsidR="008763DF" w:rsidRDefault="008763DF" w:rsidP="001F79B4">
            <w:pPr>
              <w:tabs>
                <w:tab w:val="left" w:pos="1897"/>
              </w:tabs>
              <w:jc w:val="center"/>
            </w:pPr>
            <w:r>
              <w:t xml:space="preserve">по тарифам Нижегородской области </w:t>
            </w:r>
          </w:p>
          <w:p w:rsidR="008763DF" w:rsidRDefault="008763DF" w:rsidP="0053211D">
            <w:pPr>
              <w:tabs>
                <w:tab w:val="left" w:pos="1897"/>
              </w:tabs>
              <w:jc w:val="center"/>
              <w:rPr>
                <w:highlight w:val="yellow"/>
              </w:rPr>
            </w:pPr>
            <w:r w:rsidRPr="00117DFA">
              <w:t xml:space="preserve">от </w:t>
            </w:r>
            <w:r w:rsidR="00151EDD">
              <w:t>22</w:t>
            </w:r>
            <w:r w:rsidR="0034113B">
              <w:t xml:space="preserve"> </w:t>
            </w:r>
            <w:r w:rsidR="00151EDD">
              <w:t>июня</w:t>
            </w:r>
            <w:r w:rsidR="0034113B">
              <w:t xml:space="preserve"> 2020</w:t>
            </w:r>
            <w:r w:rsidRPr="00117DFA">
              <w:t xml:space="preserve"> г. №</w:t>
            </w:r>
            <w:r>
              <w:t xml:space="preserve"> </w:t>
            </w:r>
            <w:r w:rsidR="00A40AC2">
              <w:t>22/1</w:t>
            </w:r>
            <w:bookmarkStart w:id="0" w:name="_GoBack"/>
            <w:bookmarkEnd w:id="0"/>
          </w:p>
        </w:tc>
      </w:tr>
    </w:tbl>
    <w:p w:rsidR="008763DF" w:rsidRDefault="008763DF" w:rsidP="008763DF">
      <w:pPr>
        <w:tabs>
          <w:tab w:val="left" w:pos="1897"/>
        </w:tabs>
        <w:spacing w:line="276" w:lineRule="auto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62"/>
      </w:tblGrid>
      <w:tr w:rsidR="008763DF" w:rsidTr="008763DF">
        <w:trPr>
          <w:trHeight w:val="1135"/>
        </w:trPr>
        <w:tc>
          <w:tcPr>
            <w:tcW w:w="10162" w:type="dxa"/>
          </w:tcPr>
          <w:p w:rsidR="008763DF" w:rsidRPr="001F79B4" w:rsidRDefault="008763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F79B4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1F79B4" w:rsidRPr="001F79B4" w:rsidRDefault="008763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F79B4">
              <w:rPr>
                <w:b/>
                <w:sz w:val="24"/>
                <w:szCs w:val="24"/>
              </w:rPr>
              <w:t xml:space="preserve">ПО ОКАЗАНИЮ УСЛУГ </w:t>
            </w:r>
            <w:r w:rsidR="001F79B4" w:rsidRPr="001F79B4">
              <w:rPr>
                <w:bCs/>
                <w:sz w:val="24"/>
                <w:szCs w:val="24"/>
              </w:rPr>
              <w:t xml:space="preserve"> </w:t>
            </w:r>
            <w:r w:rsidR="005A2E47">
              <w:rPr>
                <w:b/>
                <w:bCs/>
                <w:sz w:val="24"/>
                <w:szCs w:val="24"/>
              </w:rPr>
              <w:t>ВОДООТВЕДЕНИЯ</w:t>
            </w:r>
            <w:r w:rsidR="001F79B4" w:rsidRPr="001F79B4">
              <w:rPr>
                <w:b/>
                <w:bCs/>
                <w:sz w:val="24"/>
                <w:szCs w:val="24"/>
              </w:rPr>
              <w:t xml:space="preserve"> </w:t>
            </w:r>
          </w:p>
          <w:p w:rsidR="008763DF" w:rsidRPr="001F79B4" w:rsidRDefault="001F79B4" w:rsidP="00151E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F79B4">
              <w:rPr>
                <w:b/>
                <w:bCs/>
                <w:sz w:val="24"/>
                <w:szCs w:val="24"/>
              </w:rPr>
              <w:t xml:space="preserve">(транспортировка </w:t>
            </w:r>
            <w:r w:rsidR="005A2E47">
              <w:rPr>
                <w:b/>
                <w:bCs/>
                <w:sz w:val="24"/>
                <w:szCs w:val="24"/>
              </w:rPr>
              <w:t>сточных вод</w:t>
            </w:r>
            <w:r w:rsidRPr="001F79B4">
              <w:rPr>
                <w:b/>
                <w:bCs/>
                <w:sz w:val="24"/>
                <w:szCs w:val="24"/>
              </w:rPr>
              <w:t xml:space="preserve"> с использованием </w:t>
            </w:r>
            <w:r w:rsidR="005A2E47">
              <w:rPr>
                <w:b/>
                <w:bCs/>
                <w:sz w:val="24"/>
                <w:szCs w:val="24"/>
              </w:rPr>
              <w:t>канализационных</w:t>
            </w:r>
            <w:r w:rsidRPr="001F79B4">
              <w:rPr>
                <w:b/>
                <w:bCs/>
                <w:sz w:val="24"/>
                <w:szCs w:val="24"/>
              </w:rPr>
              <w:t xml:space="preserve"> сетей, находящихся </w:t>
            </w:r>
            <w:r w:rsidR="005A2E47">
              <w:rPr>
                <w:b/>
                <w:bCs/>
                <w:sz w:val="24"/>
                <w:szCs w:val="24"/>
              </w:rPr>
              <w:br/>
            </w:r>
            <w:r w:rsidRPr="001F79B4">
              <w:rPr>
                <w:b/>
                <w:bCs/>
                <w:sz w:val="24"/>
                <w:szCs w:val="24"/>
              </w:rPr>
              <w:t xml:space="preserve">на </w:t>
            </w:r>
            <w:r w:rsidRPr="008B5D48">
              <w:rPr>
                <w:b/>
                <w:bCs/>
                <w:sz w:val="24"/>
                <w:szCs w:val="24"/>
              </w:rPr>
              <w:t xml:space="preserve">территории </w:t>
            </w:r>
            <w:r w:rsidR="008B5D48" w:rsidRPr="008B5D48">
              <w:rPr>
                <w:b/>
                <w:sz w:val="24"/>
                <w:szCs w:val="24"/>
                <w:lang w:eastAsia="en-US"/>
              </w:rPr>
              <w:t>г. Нижний Новгород</w:t>
            </w:r>
            <w:r w:rsidRPr="008B5D48">
              <w:rPr>
                <w:b/>
                <w:sz w:val="24"/>
                <w:szCs w:val="24"/>
              </w:rPr>
              <w:t>)</w:t>
            </w:r>
            <w:r w:rsidRPr="001F79B4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1F79B4" w:rsidRDefault="008763DF" w:rsidP="00273F78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</w:t>
      </w:r>
      <w:r w:rsidR="00151EDD">
        <w:rPr>
          <w:sz w:val="24"/>
          <w:szCs w:val="24"/>
          <w:lang w:eastAsia="en-US"/>
        </w:rPr>
        <w:t>оизводственной программы с 01.07</w:t>
      </w:r>
      <w:r>
        <w:rPr>
          <w:sz w:val="24"/>
          <w:szCs w:val="24"/>
          <w:lang w:eastAsia="en-US"/>
        </w:rPr>
        <w:t>.2020 г. по 31.12.202</w:t>
      </w:r>
      <w:r w:rsidR="00117DFA">
        <w:rPr>
          <w:sz w:val="24"/>
          <w:szCs w:val="24"/>
          <w:lang w:eastAsia="en-US"/>
        </w:rPr>
        <w:t>0</w:t>
      </w:r>
      <w:r>
        <w:rPr>
          <w:sz w:val="24"/>
          <w:szCs w:val="24"/>
          <w:lang w:eastAsia="en-US"/>
        </w:rPr>
        <w:t xml:space="preserve"> г.</w:t>
      </w:r>
    </w:p>
    <w:p w:rsidR="00151EDD" w:rsidRDefault="00151EDD" w:rsidP="00273F78">
      <w:pPr>
        <w:tabs>
          <w:tab w:val="left" w:pos="1897"/>
        </w:tabs>
        <w:jc w:val="center"/>
        <w:rPr>
          <w:sz w:val="24"/>
          <w:szCs w:val="24"/>
          <w:lang w:eastAsia="en-US"/>
        </w:rPr>
      </w:pPr>
    </w:p>
    <w:tbl>
      <w:tblPr>
        <w:tblW w:w="9691" w:type="dxa"/>
        <w:tblLayout w:type="fixed"/>
        <w:tblLook w:val="04A0" w:firstRow="1" w:lastRow="0" w:firstColumn="1" w:lastColumn="0" w:noHBand="0" w:noVBand="1"/>
      </w:tblPr>
      <w:tblGrid>
        <w:gridCol w:w="3546"/>
        <w:gridCol w:w="1836"/>
        <w:gridCol w:w="1701"/>
        <w:gridCol w:w="1417"/>
        <w:gridCol w:w="1191"/>
      </w:tblGrid>
      <w:tr w:rsidR="00873F58" w:rsidRPr="003C694B" w:rsidTr="00D30DF4">
        <w:trPr>
          <w:trHeight w:val="315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694B">
              <w:rPr>
                <w:b/>
                <w:bCs/>
                <w:color w:val="000000"/>
                <w:sz w:val="20"/>
              </w:rPr>
              <w:t>1. Паспорт производственной программы</w:t>
            </w:r>
          </w:p>
        </w:tc>
      </w:tr>
      <w:tr w:rsidR="00873F58" w:rsidRPr="003C694B" w:rsidTr="00D30DF4">
        <w:trPr>
          <w:trHeight w:val="540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Наименование </w:t>
            </w:r>
            <w:proofErr w:type="gramStart"/>
            <w:r w:rsidRPr="003C694B">
              <w:rPr>
                <w:color w:val="000000"/>
                <w:sz w:val="20"/>
              </w:rPr>
              <w:t>регулируемой</w:t>
            </w:r>
            <w:proofErr w:type="gramEnd"/>
            <w:r w:rsidRPr="003C694B">
              <w:rPr>
                <w:color w:val="000000"/>
                <w:sz w:val="20"/>
              </w:rPr>
              <w:t xml:space="preserve">  </w:t>
            </w:r>
          </w:p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организации (ИНН)</w:t>
            </w:r>
          </w:p>
        </w:tc>
        <w:tc>
          <w:tcPr>
            <w:tcW w:w="6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spacing w:line="276" w:lineRule="auto"/>
              <w:rPr>
                <w:color w:val="000000"/>
                <w:sz w:val="20"/>
              </w:rPr>
            </w:pPr>
            <w:r w:rsidRPr="00873F58">
              <w:rPr>
                <w:color w:val="000000"/>
                <w:sz w:val="20"/>
              </w:rPr>
              <w:t>ЗАКРЫТОЕ АКЦИОНЕРНОЕ ОБЩЕСТВО «КОНЦЕРН «ТЕРМАЛЬ» (ИНН 5261017382)</w:t>
            </w:r>
          </w:p>
        </w:tc>
      </w:tr>
      <w:tr w:rsidR="00873F58" w:rsidRPr="003C694B" w:rsidTr="00D30DF4">
        <w:trPr>
          <w:trHeight w:val="540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Местонахождение            </w:t>
            </w:r>
          </w:p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регулируемой организации   </w:t>
            </w:r>
          </w:p>
        </w:tc>
        <w:tc>
          <w:tcPr>
            <w:tcW w:w="6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873F58" w:rsidRDefault="00873F58" w:rsidP="00873F58">
            <w:pPr>
              <w:tabs>
                <w:tab w:val="center" w:pos="2160"/>
              </w:tabs>
              <w:ind w:left="34"/>
              <w:rPr>
                <w:color w:val="000000"/>
                <w:sz w:val="20"/>
              </w:rPr>
            </w:pPr>
            <w:r w:rsidRPr="00873F58">
              <w:rPr>
                <w:color w:val="000000"/>
                <w:sz w:val="20"/>
              </w:rPr>
              <w:t>603107, г. Нижний Новгород, пр-т Гагарина, д. 178</w:t>
            </w:r>
          </w:p>
          <w:p w:rsidR="00873F58" w:rsidRPr="003C694B" w:rsidRDefault="00873F58" w:rsidP="00D30DF4">
            <w:pPr>
              <w:tabs>
                <w:tab w:val="center" w:pos="2160"/>
              </w:tabs>
              <w:ind w:left="34"/>
              <w:rPr>
                <w:color w:val="000000"/>
                <w:sz w:val="20"/>
              </w:rPr>
            </w:pPr>
          </w:p>
        </w:tc>
      </w:tr>
      <w:tr w:rsidR="00873F58" w:rsidRPr="003C694B" w:rsidTr="00D30DF4">
        <w:trPr>
          <w:trHeight w:val="540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Наименование               </w:t>
            </w:r>
          </w:p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уполномоченного органа </w:t>
            </w:r>
          </w:p>
        </w:tc>
        <w:tc>
          <w:tcPr>
            <w:tcW w:w="6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Региональная служба по тарифам Нижегородской области</w:t>
            </w:r>
          </w:p>
        </w:tc>
      </w:tr>
      <w:tr w:rsidR="00873F58" w:rsidRPr="003C694B" w:rsidTr="00D30DF4">
        <w:trPr>
          <w:trHeight w:val="540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Местонахождение            </w:t>
            </w:r>
          </w:p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уполномоченного органа     </w:t>
            </w:r>
          </w:p>
        </w:tc>
        <w:tc>
          <w:tcPr>
            <w:tcW w:w="6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603082, г. Нижний Новгород, Кремль, корпус 1</w:t>
            </w:r>
          </w:p>
        </w:tc>
      </w:tr>
      <w:tr w:rsidR="00873F58" w:rsidRPr="003C694B" w:rsidTr="00D30DF4">
        <w:trPr>
          <w:trHeight w:val="30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694B">
              <w:rPr>
                <w:b/>
                <w:bCs/>
                <w:color w:val="000000"/>
                <w:sz w:val="20"/>
              </w:rPr>
              <w:t xml:space="preserve">2. </w:t>
            </w:r>
            <w:r w:rsidRPr="00A676C8">
              <w:rPr>
                <w:b/>
                <w:bCs/>
                <w:sz w:val="20"/>
              </w:rPr>
              <w:t>Объем принимаемых сточных вод</w:t>
            </w:r>
          </w:p>
        </w:tc>
      </w:tr>
      <w:tr w:rsidR="00873F58" w:rsidRPr="003C694B" w:rsidTr="00D30DF4">
        <w:trPr>
          <w:trHeight w:val="717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Наименование услуги    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На период с 01.</w:t>
            </w:r>
            <w:r>
              <w:rPr>
                <w:color w:val="000000"/>
                <w:sz w:val="20"/>
              </w:rPr>
              <w:t>07</w:t>
            </w:r>
            <w:r w:rsidRPr="003C694B">
              <w:rPr>
                <w:color w:val="000000"/>
                <w:sz w:val="20"/>
              </w:rPr>
              <w:t xml:space="preserve">.2020 </w:t>
            </w:r>
          </w:p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по 31.12.2020</w:t>
            </w:r>
          </w:p>
        </w:tc>
      </w:tr>
      <w:tr w:rsidR="00873F58" w:rsidRPr="003C694B" w:rsidTr="00D30DF4">
        <w:trPr>
          <w:trHeight w:val="360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845161">
              <w:rPr>
                <w:color w:val="000000"/>
                <w:sz w:val="20"/>
              </w:rPr>
              <w:t>Объем транспортируемых сточных вод всего, тыс. м3, в том числе: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21,10</w:t>
            </w:r>
          </w:p>
        </w:tc>
      </w:tr>
      <w:tr w:rsidR="00873F58" w:rsidRPr="003C694B" w:rsidTr="00D30DF4">
        <w:trPr>
          <w:trHeight w:val="300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i/>
                <w:iCs/>
                <w:color w:val="000000"/>
                <w:sz w:val="20"/>
              </w:rPr>
              <w:t>- населению,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73F58" w:rsidRPr="003C694B" w:rsidTr="00D30DF4">
        <w:trPr>
          <w:trHeight w:val="300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i/>
                <w:iCs/>
                <w:color w:val="000000"/>
                <w:sz w:val="20"/>
              </w:rPr>
              <w:t>- бюджетным потребителям,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73F58" w:rsidRPr="003C694B" w:rsidTr="00D30DF4">
        <w:trPr>
          <w:trHeight w:val="300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i/>
                <w:iCs/>
                <w:color w:val="000000"/>
                <w:sz w:val="20"/>
              </w:rPr>
              <w:t>- прочим потребителям,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73F58" w:rsidRPr="003C694B" w:rsidTr="00D30DF4">
        <w:trPr>
          <w:trHeight w:val="300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i/>
                <w:iCs/>
                <w:color w:val="000000"/>
                <w:sz w:val="20"/>
              </w:rPr>
              <w:t xml:space="preserve">- собственное потребление 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73F58" w:rsidRPr="003C694B" w:rsidTr="00D30DF4">
        <w:trPr>
          <w:trHeight w:val="30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694B">
              <w:rPr>
                <w:b/>
                <w:bCs/>
                <w:color w:val="000000"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873F58" w:rsidRPr="003C694B" w:rsidTr="00D30DF4">
        <w:trPr>
          <w:trHeight w:val="300"/>
        </w:trPr>
        <w:tc>
          <w:tcPr>
            <w:tcW w:w="354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      Наименование мероприятий     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Всего сумма, тыс. руб.  </w:t>
            </w:r>
          </w:p>
        </w:tc>
      </w:tr>
      <w:tr w:rsidR="00873F58" w:rsidRPr="003C694B" w:rsidTr="00D30DF4">
        <w:trPr>
          <w:trHeight w:val="449"/>
        </w:trPr>
        <w:tc>
          <w:tcPr>
            <w:tcW w:w="354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Себестоимость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Другие источники</w:t>
            </w:r>
          </w:p>
        </w:tc>
        <w:tc>
          <w:tcPr>
            <w:tcW w:w="119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</w:p>
        </w:tc>
      </w:tr>
      <w:tr w:rsidR="00873F58" w:rsidRPr="003C694B" w:rsidTr="00D30DF4">
        <w:trPr>
          <w:trHeight w:val="30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На период с </w:t>
            </w:r>
            <w:r>
              <w:rPr>
                <w:color w:val="000000"/>
                <w:sz w:val="20"/>
              </w:rPr>
              <w:t>01.07.2020 по 31.12.2020</w:t>
            </w:r>
          </w:p>
        </w:tc>
      </w:tr>
      <w:tr w:rsidR="00873F58" w:rsidRPr="003C694B" w:rsidTr="00D30DF4">
        <w:trPr>
          <w:trHeight w:val="362"/>
        </w:trPr>
        <w:tc>
          <w:tcPr>
            <w:tcW w:w="3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Производственные расходы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с </w:t>
            </w:r>
            <w:r>
              <w:rPr>
                <w:color w:val="000000"/>
                <w:sz w:val="20"/>
              </w:rPr>
              <w:t>01.07.2020 по 31.12.2020</w:t>
            </w:r>
            <w:r w:rsidRPr="003C694B">
              <w:rPr>
                <w:color w:val="000000"/>
                <w:sz w:val="20"/>
              </w:rPr>
              <w:t xml:space="preserve">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104,64</w:t>
            </w:r>
          </w:p>
        </w:tc>
      </w:tr>
      <w:tr w:rsidR="00873F58" w:rsidRPr="003C694B" w:rsidTr="00D30DF4">
        <w:trPr>
          <w:trHeight w:val="184"/>
        </w:trPr>
        <w:tc>
          <w:tcPr>
            <w:tcW w:w="3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Административные расходы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с </w:t>
            </w:r>
            <w:r>
              <w:rPr>
                <w:color w:val="000000"/>
                <w:sz w:val="20"/>
              </w:rPr>
              <w:t>01.07.2020 по 31.12.2020</w:t>
            </w:r>
            <w:r w:rsidRPr="003C694B">
              <w:rPr>
                <w:color w:val="000000"/>
                <w:sz w:val="20"/>
              </w:rPr>
              <w:t xml:space="preserve">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0,000</w:t>
            </w:r>
          </w:p>
        </w:tc>
      </w:tr>
      <w:tr w:rsidR="00873F58" w:rsidRPr="003C694B" w:rsidTr="00D30DF4">
        <w:trPr>
          <w:trHeight w:val="275"/>
        </w:trPr>
        <w:tc>
          <w:tcPr>
            <w:tcW w:w="3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с </w:t>
            </w:r>
            <w:r>
              <w:rPr>
                <w:color w:val="000000"/>
                <w:sz w:val="20"/>
              </w:rPr>
              <w:t>01.07.2020 по 31.12.2020</w:t>
            </w:r>
            <w:r w:rsidRPr="003C694B">
              <w:rPr>
                <w:color w:val="000000"/>
                <w:sz w:val="20"/>
              </w:rPr>
              <w:t xml:space="preserve">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0,000</w:t>
            </w:r>
          </w:p>
        </w:tc>
      </w:tr>
      <w:tr w:rsidR="00873F58" w:rsidRPr="003C694B" w:rsidTr="00D30DF4">
        <w:trPr>
          <w:trHeight w:val="97"/>
        </w:trPr>
        <w:tc>
          <w:tcPr>
            <w:tcW w:w="3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Расходы на амортизацию основных средств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с </w:t>
            </w:r>
            <w:r>
              <w:rPr>
                <w:color w:val="000000"/>
                <w:sz w:val="20"/>
              </w:rPr>
              <w:t>01.07.2020 по 31.12.2020</w:t>
            </w:r>
            <w:r w:rsidRPr="003C694B">
              <w:rPr>
                <w:color w:val="000000"/>
                <w:sz w:val="20"/>
              </w:rPr>
              <w:t xml:space="preserve">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13,89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13,89</w:t>
            </w:r>
          </w:p>
        </w:tc>
      </w:tr>
      <w:tr w:rsidR="00873F58" w:rsidRPr="003C694B" w:rsidTr="00D30DF4">
        <w:trPr>
          <w:trHeight w:val="660"/>
        </w:trPr>
        <w:tc>
          <w:tcPr>
            <w:tcW w:w="3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с </w:t>
            </w:r>
            <w:r>
              <w:rPr>
                <w:color w:val="000000"/>
                <w:sz w:val="20"/>
              </w:rPr>
              <w:t>01.07.2020 по 31.12.2020</w:t>
            </w:r>
            <w:r w:rsidRPr="003C694B">
              <w:rPr>
                <w:color w:val="000000"/>
                <w:sz w:val="20"/>
              </w:rPr>
              <w:t xml:space="preserve">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0,000</w:t>
            </w:r>
          </w:p>
        </w:tc>
      </w:tr>
      <w:tr w:rsidR="00873F58" w:rsidRPr="003C694B" w:rsidTr="00D30DF4">
        <w:trPr>
          <w:trHeight w:val="199"/>
        </w:trPr>
        <w:tc>
          <w:tcPr>
            <w:tcW w:w="3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с </w:t>
            </w:r>
            <w:r>
              <w:rPr>
                <w:color w:val="000000"/>
                <w:sz w:val="20"/>
              </w:rPr>
              <w:t>01.07.2020 по 31.12.2020</w:t>
            </w:r>
            <w:r w:rsidRPr="003C694B">
              <w:rPr>
                <w:color w:val="000000"/>
                <w:sz w:val="20"/>
              </w:rPr>
              <w:t xml:space="preserve">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0,000</w:t>
            </w:r>
          </w:p>
        </w:tc>
      </w:tr>
      <w:tr w:rsidR="00873F58" w:rsidRPr="003C694B" w:rsidTr="00D30DF4">
        <w:trPr>
          <w:trHeight w:val="315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Всего на период с </w:t>
            </w:r>
            <w:r>
              <w:rPr>
                <w:color w:val="000000"/>
                <w:sz w:val="20"/>
              </w:rPr>
              <w:t>01.07.2020 по 31.12.2020</w:t>
            </w:r>
            <w:r w:rsidRPr="003C694B">
              <w:rPr>
                <w:color w:val="000000"/>
                <w:sz w:val="20"/>
              </w:rPr>
              <w:t xml:space="preserve">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118,53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118,53</w:t>
            </w:r>
          </w:p>
        </w:tc>
      </w:tr>
      <w:tr w:rsidR="00873F58" w:rsidRPr="003C694B" w:rsidTr="00D30DF4">
        <w:trPr>
          <w:trHeight w:val="24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694B">
              <w:rPr>
                <w:b/>
                <w:bCs/>
                <w:color w:val="000000"/>
                <w:sz w:val="20"/>
              </w:rPr>
              <w:t xml:space="preserve">4. Мероприятия, направленные на поддержание объектов централизованных систем </w:t>
            </w:r>
            <w:r w:rsidRPr="004E5B72">
              <w:rPr>
                <w:b/>
                <w:bCs/>
                <w:color w:val="000000"/>
                <w:sz w:val="20"/>
              </w:rPr>
              <w:t>водоотведения в состоянии, соответствующем установленным требованиям технических регламентов</w:t>
            </w:r>
          </w:p>
        </w:tc>
      </w:tr>
      <w:tr w:rsidR="00873F58" w:rsidRPr="003C694B" w:rsidTr="00D30DF4">
        <w:trPr>
          <w:trHeight w:val="30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  </w:t>
            </w:r>
            <w:r w:rsidRPr="003C694B">
              <w:rPr>
                <w:i/>
                <w:iCs/>
                <w:color w:val="000000"/>
                <w:sz w:val="20"/>
              </w:rPr>
              <w:t xml:space="preserve">4.1. Перечень мероприятий по ремонту объектов централизованных систем </w:t>
            </w:r>
            <w:r>
              <w:rPr>
                <w:i/>
                <w:iCs/>
                <w:color w:val="000000"/>
                <w:sz w:val="20"/>
              </w:rPr>
              <w:t>водоотведения</w:t>
            </w:r>
          </w:p>
        </w:tc>
      </w:tr>
      <w:tr w:rsidR="00873F58" w:rsidRPr="003C694B" w:rsidTr="00D30DF4">
        <w:trPr>
          <w:trHeight w:val="300"/>
        </w:trPr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lastRenderedPageBreak/>
              <w:t xml:space="preserve">      Наименование мероприятий     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Всего сумма, тыс. </w:t>
            </w:r>
            <w:proofErr w:type="spellStart"/>
            <w:r w:rsidRPr="003C694B">
              <w:rPr>
                <w:color w:val="000000"/>
                <w:sz w:val="20"/>
              </w:rPr>
              <w:t>руб</w:t>
            </w:r>
            <w:proofErr w:type="spellEnd"/>
          </w:p>
        </w:tc>
      </w:tr>
      <w:tr w:rsidR="00873F58" w:rsidRPr="003C694B" w:rsidTr="00D30DF4">
        <w:trPr>
          <w:trHeight w:val="600"/>
        </w:trPr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Себестоимость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Другие источники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</w:p>
        </w:tc>
      </w:tr>
      <w:tr w:rsidR="00873F58" w:rsidRPr="003C694B" w:rsidTr="00D30DF4">
        <w:trPr>
          <w:trHeight w:val="30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На период с </w:t>
            </w:r>
            <w:r>
              <w:rPr>
                <w:color w:val="000000"/>
                <w:sz w:val="20"/>
              </w:rPr>
              <w:t>01.07.2020 по 31.12.2020</w:t>
            </w:r>
          </w:p>
        </w:tc>
      </w:tr>
      <w:tr w:rsidR="00873F58" w:rsidRPr="003C694B" w:rsidTr="00D30DF4">
        <w:trPr>
          <w:trHeight w:val="415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047009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с </w:t>
            </w:r>
            <w:r>
              <w:rPr>
                <w:color w:val="000000"/>
                <w:sz w:val="20"/>
              </w:rPr>
              <w:t>01.07.2020 по 31.12.2020</w:t>
            </w:r>
            <w:r w:rsidRPr="003C694B">
              <w:rPr>
                <w:color w:val="000000"/>
                <w:sz w:val="20"/>
              </w:rPr>
              <w:t xml:space="preserve">           </w:t>
            </w:r>
          </w:p>
          <w:p w:rsidR="00873F58" w:rsidRPr="003C694B" w:rsidRDefault="00873F58" w:rsidP="00D30DF4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rFonts w:ascii="Calibri" w:hAnsi="Calibri"/>
                <w:sz w:val="20"/>
              </w:rPr>
            </w:pPr>
            <w:r w:rsidRPr="003C694B">
              <w:rPr>
                <w:rFonts w:ascii="Calibri" w:hAnsi="Calibri"/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rFonts w:ascii="Calibri" w:hAnsi="Calibri"/>
                <w:sz w:val="20"/>
              </w:rPr>
            </w:pPr>
            <w:r w:rsidRPr="003C694B">
              <w:rPr>
                <w:rFonts w:ascii="Calibri" w:hAnsi="Calibri"/>
                <w:sz w:val="20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rFonts w:ascii="Calibri" w:hAnsi="Calibri"/>
                <w:sz w:val="20"/>
              </w:rPr>
            </w:pPr>
            <w:r w:rsidRPr="003C694B">
              <w:rPr>
                <w:rFonts w:ascii="Calibri" w:hAnsi="Calibri"/>
                <w:sz w:val="20"/>
              </w:rPr>
              <w:t>-</w:t>
            </w:r>
          </w:p>
        </w:tc>
      </w:tr>
      <w:tr w:rsidR="00873F58" w:rsidRPr="003C694B" w:rsidTr="00D30DF4">
        <w:trPr>
          <w:trHeight w:val="300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Всего на период с </w:t>
            </w:r>
            <w:r>
              <w:rPr>
                <w:color w:val="000000"/>
                <w:sz w:val="20"/>
              </w:rPr>
              <w:t>01.07.2020 по 31.12.2020</w:t>
            </w:r>
            <w:r w:rsidRPr="003C694B">
              <w:rPr>
                <w:color w:val="000000"/>
                <w:sz w:val="20"/>
              </w:rPr>
              <w:t xml:space="preserve">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rFonts w:ascii="Calibri" w:hAnsi="Calibri"/>
                <w:sz w:val="20"/>
              </w:rPr>
            </w:pPr>
            <w:r w:rsidRPr="003C694B">
              <w:rPr>
                <w:rFonts w:ascii="Calibri" w:hAnsi="Calibri"/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rFonts w:ascii="Calibri" w:hAnsi="Calibri"/>
                <w:sz w:val="20"/>
              </w:rPr>
            </w:pPr>
            <w:r w:rsidRPr="003C694B">
              <w:rPr>
                <w:rFonts w:ascii="Calibri" w:hAnsi="Calibri"/>
                <w:sz w:val="20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rFonts w:ascii="Calibri" w:hAnsi="Calibri"/>
                <w:sz w:val="20"/>
              </w:rPr>
            </w:pPr>
            <w:r w:rsidRPr="003C694B">
              <w:rPr>
                <w:rFonts w:ascii="Calibri" w:hAnsi="Calibri"/>
                <w:sz w:val="20"/>
              </w:rPr>
              <w:t>-</w:t>
            </w:r>
          </w:p>
        </w:tc>
      </w:tr>
      <w:tr w:rsidR="00873F58" w:rsidRPr="003C694B" w:rsidTr="00D30DF4">
        <w:trPr>
          <w:trHeight w:val="30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73F58" w:rsidRPr="003C694B" w:rsidRDefault="00873F58" w:rsidP="00D30DF4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3C694B">
              <w:rPr>
                <w:i/>
                <w:iCs/>
                <w:color w:val="000000"/>
                <w:sz w:val="20"/>
              </w:rPr>
              <w:t xml:space="preserve">   4.2. </w:t>
            </w:r>
            <w:r w:rsidRPr="00DB0CBC">
              <w:rPr>
                <w:i/>
                <w:iCs/>
                <w:color w:val="000000"/>
                <w:sz w:val="20"/>
              </w:rPr>
              <w:t>Перечень мероприятий, направленных на улучшение качества очистки сточных вод</w:t>
            </w:r>
          </w:p>
        </w:tc>
      </w:tr>
      <w:tr w:rsidR="00873F58" w:rsidRPr="003C694B" w:rsidTr="00D30DF4">
        <w:trPr>
          <w:trHeight w:val="300"/>
        </w:trPr>
        <w:tc>
          <w:tcPr>
            <w:tcW w:w="354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      Наименование мероприятий     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Всего сумма, тыс. руб.  </w:t>
            </w:r>
          </w:p>
        </w:tc>
      </w:tr>
      <w:tr w:rsidR="00873F58" w:rsidRPr="003C694B" w:rsidTr="00D30DF4">
        <w:trPr>
          <w:trHeight w:val="577"/>
        </w:trPr>
        <w:tc>
          <w:tcPr>
            <w:tcW w:w="354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Себестоимость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  Другие   источники</w:t>
            </w:r>
          </w:p>
        </w:tc>
        <w:tc>
          <w:tcPr>
            <w:tcW w:w="119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</w:p>
        </w:tc>
      </w:tr>
      <w:tr w:rsidR="00873F58" w:rsidRPr="003C694B" w:rsidTr="00D30DF4">
        <w:trPr>
          <w:trHeight w:val="30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На период с </w:t>
            </w:r>
            <w:r>
              <w:rPr>
                <w:color w:val="000000"/>
                <w:sz w:val="20"/>
              </w:rPr>
              <w:t>01.07.2020 по 31.12.2020</w:t>
            </w:r>
          </w:p>
        </w:tc>
      </w:tr>
      <w:tr w:rsidR="00873F58" w:rsidRPr="003C694B" w:rsidTr="00D30DF4">
        <w:trPr>
          <w:trHeight w:val="304"/>
        </w:trPr>
        <w:tc>
          <w:tcPr>
            <w:tcW w:w="3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с </w:t>
            </w:r>
            <w:r>
              <w:rPr>
                <w:color w:val="000000"/>
                <w:sz w:val="20"/>
              </w:rPr>
              <w:t>01.07.2020 по 31.12.2020</w:t>
            </w:r>
            <w:r w:rsidRPr="003C694B">
              <w:rPr>
                <w:color w:val="000000"/>
                <w:sz w:val="20"/>
              </w:rPr>
              <w:t xml:space="preserve">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</w:tr>
      <w:tr w:rsidR="00873F58" w:rsidRPr="003C694B" w:rsidTr="00D30DF4">
        <w:trPr>
          <w:trHeight w:val="300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Всего на период с </w:t>
            </w:r>
            <w:r>
              <w:rPr>
                <w:color w:val="000000"/>
                <w:sz w:val="20"/>
              </w:rPr>
              <w:t>01.07.2020 по 31.12.2020</w:t>
            </w:r>
            <w:r w:rsidRPr="003C694B">
              <w:rPr>
                <w:color w:val="000000"/>
                <w:sz w:val="20"/>
              </w:rPr>
              <w:t xml:space="preserve">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</w:tr>
      <w:tr w:rsidR="00873F58" w:rsidRPr="003C694B" w:rsidTr="00D30DF4">
        <w:trPr>
          <w:trHeight w:val="161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    </w:t>
            </w:r>
            <w:r w:rsidRPr="003C694B">
              <w:rPr>
                <w:i/>
                <w:iCs/>
                <w:color w:val="000000"/>
                <w:sz w:val="20"/>
              </w:rPr>
              <w:t xml:space="preserve">4.3. </w:t>
            </w:r>
            <w:r w:rsidRPr="00DB0CBC">
              <w:rPr>
                <w:i/>
                <w:iCs/>
                <w:color w:val="000000"/>
                <w:sz w:val="20"/>
              </w:rPr>
              <w:t>Перечень мероприятий по энергосбережению и повышению энергетической эффективности</w:t>
            </w:r>
          </w:p>
        </w:tc>
      </w:tr>
      <w:tr w:rsidR="00873F58" w:rsidRPr="003C694B" w:rsidTr="00D30DF4">
        <w:trPr>
          <w:trHeight w:val="300"/>
        </w:trPr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      Наименование мероприятий     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Всего сумма, тыс. руб.  </w:t>
            </w:r>
          </w:p>
        </w:tc>
      </w:tr>
      <w:tr w:rsidR="00873F58" w:rsidRPr="003C694B" w:rsidTr="00D30DF4">
        <w:trPr>
          <w:trHeight w:val="507"/>
        </w:trPr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Себестоимость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  Другие   источники</w:t>
            </w:r>
          </w:p>
        </w:tc>
        <w:tc>
          <w:tcPr>
            <w:tcW w:w="1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</w:p>
        </w:tc>
      </w:tr>
      <w:tr w:rsidR="00873F58" w:rsidRPr="003C694B" w:rsidTr="00D30DF4">
        <w:trPr>
          <w:trHeight w:val="300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На период с </w:t>
            </w:r>
            <w:r>
              <w:rPr>
                <w:color w:val="000000"/>
                <w:sz w:val="20"/>
              </w:rPr>
              <w:t>01.07.2020 по 31.12.2020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</w:p>
        </w:tc>
      </w:tr>
      <w:tr w:rsidR="00873F58" w:rsidRPr="003C694B" w:rsidTr="00D30DF4">
        <w:trPr>
          <w:trHeight w:val="269"/>
        </w:trPr>
        <w:tc>
          <w:tcPr>
            <w:tcW w:w="3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с </w:t>
            </w:r>
            <w:r>
              <w:rPr>
                <w:color w:val="000000"/>
                <w:sz w:val="20"/>
              </w:rPr>
              <w:t>01.07.2020 по 31.12.2020</w:t>
            </w:r>
            <w:r w:rsidRPr="003C694B">
              <w:rPr>
                <w:color w:val="000000"/>
                <w:sz w:val="20"/>
              </w:rPr>
              <w:t xml:space="preserve">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</w:tr>
      <w:tr w:rsidR="00873F58" w:rsidRPr="003C694B" w:rsidTr="00D30DF4">
        <w:trPr>
          <w:trHeight w:val="153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Всего на период с </w:t>
            </w:r>
            <w:r>
              <w:rPr>
                <w:color w:val="000000"/>
                <w:sz w:val="20"/>
              </w:rPr>
              <w:t>01.07.2020 по 31.12.2020</w:t>
            </w:r>
            <w:r w:rsidRPr="003C694B">
              <w:rPr>
                <w:color w:val="000000"/>
                <w:sz w:val="20"/>
              </w:rPr>
              <w:t xml:space="preserve">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</w:tr>
      <w:tr w:rsidR="00873F58" w:rsidRPr="003C694B" w:rsidTr="00D30DF4">
        <w:trPr>
          <w:trHeight w:val="27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73F58" w:rsidRPr="003C694B" w:rsidRDefault="00873F58" w:rsidP="00D30DF4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3C694B">
              <w:rPr>
                <w:i/>
                <w:iCs/>
                <w:color w:val="000000"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873F58" w:rsidRPr="003C694B" w:rsidTr="00D30DF4">
        <w:trPr>
          <w:trHeight w:val="300"/>
        </w:trPr>
        <w:tc>
          <w:tcPr>
            <w:tcW w:w="354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      Наименование мероприятий     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График реализации мероприятия</w:t>
            </w:r>
          </w:p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Источники финансирования, </w:t>
            </w:r>
          </w:p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тыс. руб.          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Всего сумма, тыс. руб.</w:t>
            </w:r>
          </w:p>
        </w:tc>
      </w:tr>
      <w:tr w:rsidR="00873F58" w:rsidRPr="003C694B" w:rsidTr="00D30DF4">
        <w:trPr>
          <w:trHeight w:val="570"/>
        </w:trPr>
        <w:tc>
          <w:tcPr>
            <w:tcW w:w="354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Себестоимость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  Другие   источники</w:t>
            </w:r>
          </w:p>
        </w:tc>
        <w:tc>
          <w:tcPr>
            <w:tcW w:w="119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</w:p>
        </w:tc>
      </w:tr>
      <w:tr w:rsidR="00873F58" w:rsidRPr="003C694B" w:rsidTr="00D30DF4">
        <w:trPr>
          <w:trHeight w:val="30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На период с </w:t>
            </w:r>
            <w:r>
              <w:rPr>
                <w:color w:val="000000"/>
                <w:sz w:val="20"/>
              </w:rPr>
              <w:t>01.07.2020 по 31.12.2020</w:t>
            </w:r>
          </w:p>
        </w:tc>
      </w:tr>
      <w:tr w:rsidR="00873F58" w:rsidRPr="003C694B" w:rsidTr="00D30DF4">
        <w:trPr>
          <w:trHeight w:val="214"/>
        </w:trPr>
        <w:tc>
          <w:tcPr>
            <w:tcW w:w="3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 с </w:t>
            </w:r>
            <w:r>
              <w:rPr>
                <w:color w:val="000000"/>
                <w:sz w:val="20"/>
              </w:rPr>
              <w:t>01.07.2020 по 31.12.2020</w:t>
            </w:r>
            <w:r w:rsidRPr="003C694B">
              <w:rPr>
                <w:color w:val="000000"/>
                <w:sz w:val="20"/>
              </w:rPr>
              <w:t xml:space="preserve">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</w:tr>
      <w:tr w:rsidR="00873F58" w:rsidRPr="003C694B" w:rsidTr="00D30DF4">
        <w:trPr>
          <w:trHeight w:val="300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Всего на период с </w:t>
            </w:r>
            <w:r>
              <w:rPr>
                <w:color w:val="000000"/>
                <w:sz w:val="20"/>
              </w:rPr>
              <w:t>01.07.2020 по 31.12.2020</w:t>
            </w:r>
            <w:r w:rsidRPr="003C694B">
              <w:rPr>
                <w:color w:val="000000"/>
                <w:sz w:val="20"/>
              </w:rPr>
              <w:t xml:space="preserve">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</w:tr>
      <w:tr w:rsidR="00873F58" w:rsidRPr="003C694B" w:rsidTr="00D30DF4">
        <w:trPr>
          <w:trHeight w:val="30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        </w:t>
            </w:r>
            <w:r w:rsidRPr="003C694B">
              <w:rPr>
                <w:b/>
                <w:bCs/>
                <w:color w:val="000000"/>
                <w:sz w:val="20"/>
              </w:rPr>
              <w:t xml:space="preserve">5. </w:t>
            </w:r>
            <w:r w:rsidRPr="006A3E42">
              <w:rPr>
                <w:b/>
                <w:bCs/>
                <w:color w:val="000000"/>
                <w:sz w:val="20"/>
              </w:rPr>
              <w:t>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873F58" w:rsidRPr="003C694B" w:rsidTr="00D30DF4">
        <w:trPr>
          <w:trHeight w:val="415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Ед.</w:t>
            </w:r>
          </w:p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изм.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На период с </w:t>
            </w:r>
            <w:r>
              <w:rPr>
                <w:color w:val="000000"/>
                <w:sz w:val="20"/>
              </w:rPr>
              <w:t>01.07.2020 по 31.12.2020</w:t>
            </w:r>
          </w:p>
        </w:tc>
      </w:tr>
      <w:tr w:rsidR="00873F58" w:rsidRPr="003C694B" w:rsidTr="00D30DF4">
        <w:trPr>
          <w:trHeight w:val="185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5D3832">
              <w:rPr>
                <w:color w:val="000000"/>
                <w:sz w:val="20"/>
              </w:rPr>
              <w:t>Показатели очистки сточных вод</w:t>
            </w:r>
          </w:p>
        </w:tc>
      </w:tr>
      <w:tr w:rsidR="00873F58" w:rsidRPr="003C694B" w:rsidTr="00D30DF4">
        <w:trPr>
          <w:trHeight w:val="415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5667B9" w:rsidRDefault="00873F58" w:rsidP="00D30DF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667B9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spacing w:after="160"/>
              <w:jc w:val="center"/>
              <w:rPr>
                <w:sz w:val="20"/>
                <w:lang w:eastAsia="en-US"/>
              </w:rPr>
            </w:pPr>
            <w:r w:rsidRPr="003C694B">
              <w:rPr>
                <w:color w:val="000000"/>
                <w:sz w:val="20"/>
              </w:rPr>
              <w:t>%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spacing w:after="160"/>
              <w:jc w:val="center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873F58" w:rsidRPr="003C694B" w:rsidTr="00D30DF4">
        <w:trPr>
          <w:trHeight w:val="793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5667B9" w:rsidRDefault="00873F58" w:rsidP="00D30DF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667B9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spacing w:after="160"/>
              <w:jc w:val="center"/>
              <w:rPr>
                <w:sz w:val="20"/>
                <w:lang w:eastAsia="en-US"/>
              </w:rPr>
            </w:pPr>
            <w:r w:rsidRPr="003C694B">
              <w:rPr>
                <w:color w:val="000000"/>
                <w:sz w:val="20"/>
              </w:rPr>
              <w:t>%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3C694B" w:rsidRDefault="00873F58" w:rsidP="00D30DF4">
            <w:pPr>
              <w:spacing w:after="160"/>
              <w:jc w:val="center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873F58" w:rsidRPr="003C694B" w:rsidTr="00D30DF4">
        <w:trPr>
          <w:trHeight w:val="793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5667B9" w:rsidRDefault="00873F58" w:rsidP="00D30DF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667B9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73F58" w:rsidRDefault="00873F58" w:rsidP="00D30DF4">
            <w:pPr>
              <w:jc w:val="center"/>
            </w:pPr>
            <w:r w:rsidRPr="003664F5">
              <w:rPr>
                <w:color w:val="000000"/>
                <w:sz w:val="20"/>
              </w:rPr>
              <w:t>%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3C694B" w:rsidRDefault="00873F58" w:rsidP="00D30DF4">
            <w:pPr>
              <w:spacing w:after="160"/>
              <w:jc w:val="center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873F58" w:rsidRPr="003C694B" w:rsidTr="00D30DF4">
        <w:trPr>
          <w:trHeight w:val="793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5667B9" w:rsidRDefault="00873F58" w:rsidP="00D30DF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667B9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73F58" w:rsidRDefault="00873F58" w:rsidP="00D30DF4">
            <w:pPr>
              <w:jc w:val="center"/>
            </w:pPr>
            <w:r w:rsidRPr="003664F5">
              <w:rPr>
                <w:color w:val="000000"/>
                <w:sz w:val="20"/>
              </w:rPr>
              <w:t>%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58" w:rsidRPr="003C694B" w:rsidRDefault="00873F58" w:rsidP="00D30DF4">
            <w:pPr>
              <w:spacing w:after="160"/>
              <w:jc w:val="center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873F58" w:rsidRPr="003C694B" w:rsidTr="00D30DF4">
        <w:trPr>
          <w:trHeight w:val="26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5D3832">
              <w:rPr>
                <w:color w:val="000000"/>
                <w:sz w:val="20"/>
              </w:rPr>
              <w:t>Показатели надежности и бесперебойности водоотведения</w:t>
            </w:r>
          </w:p>
        </w:tc>
      </w:tr>
      <w:tr w:rsidR="00873F58" w:rsidRPr="003C694B" w:rsidTr="00D30DF4">
        <w:trPr>
          <w:trHeight w:val="469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5D3832">
              <w:rPr>
                <w:color w:val="000000"/>
                <w:sz w:val="20"/>
              </w:rPr>
              <w:lastRenderedPageBreak/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ед./</w:t>
            </w:r>
          </w:p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км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58" w:rsidRPr="00CC41E7" w:rsidRDefault="00873F58" w:rsidP="00D30D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873F58" w:rsidRPr="003C694B" w:rsidTr="00D30DF4">
        <w:trPr>
          <w:trHeight w:val="273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CC41E7" w:rsidRDefault="00873F58" w:rsidP="00D30DF4">
            <w:pPr>
              <w:jc w:val="center"/>
              <w:rPr>
                <w:sz w:val="20"/>
              </w:rPr>
            </w:pPr>
            <w:r w:rsidRPr="00CC41E7">
              <w:rPr>
                <w:sz w:val="20"/>
              </w:rPr>
              <w:t>Показатели энергетической эффективности</w:t>
            </w:r>
          </w:p>
        </w:tc>
      </w:tr>
      <w:tr w:rsidR="00873F58" w:rsidRPr="003C694B" w:rsidTr="00D30DF4">
        <w:trPr>
          <w:trHeight w:val="578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5D3832">
              <w:rPr>
                <w:color w:val="000000"/>
                <w:sz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  кВт*</w:t>
            </w:r>
            <w:proofErr w:type="gramStart"/>
            <w:r w:rsidRPr="003C694B">
              <w:rPr>
                <w:color w:val="000000"/>
                <w:sz w:val="20"/>
              </w:rPr>
              <w:t>ч</w:t>
            </w:r>
            <w:proofErr w:type="gramEnd"/>
            <w:r w:rsidRPr="003C694B">
              <w:rPr>
                <w:color w:val="000000"/>
                <w:sz w:val="20"/>
              </w:rPr>
              <w:t>/куб. м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CC41E7" w:rsidRDefault="00873F58" w:rsidP="00D30D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73F58" w:rsidRPr="003C694B" w:rsidTr="00D30DF4">
        <w:trPr>
          <w:trHeight w:val="30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694B">
              <w:rPr>
                <w:b/>
                <w:bCs/>
                <w:color w:val="000000"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873F58" w:rsidRPr="003C694B" w:rsidTr="00D30DF4">
        <w:trPr>
          <w:trHeight w:val="300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За период с </w:t>
            </w:r>
            <w:r>
              <w:rPr>
                <w:color w:val="000000"/>
                <w:sz w:val="20"/>
              </w:rPr>
              <w:t>01.07.2020 по 31.12.2020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</w:tr>
      <w:tr w:rsidR="00873F58" w:rsidRPr="003C694B" w:rsidTr="00D30DF4">
        <w:trPr>
          <w:trHeight w:val="300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b/>
                <w:bCs/>
                <w:color w:val="000000"/>
                <w:sz w:val="20"/>
              </w:rPr>
            </w:pPr>
            <w:r w:rsidRPr="003C694B">
              <w:rPr>
                <w:b/>
                <w:bCs/>
                <w:color w:val="000000"/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-</w:t>
            </w:r>
          </w:p>
        </w:tc>
      </w:tr>
      <w:tr w:rsidR="00873F58" w:rsidRPr="003C694B" w:rsidTr="00D30DF4">
        <w:trPr>
          <w:trHeight w:val="36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3C694B">
              <w:rPr>
                <w:b/>
                <w:bCs/>
                <w:color w:val="000000"/>
                <w:sz w:val="20"/>
              </w:rPr>
              <w:t xml:space="preserve">        7. Общий объем финансовых потребностей, направленных на реализацию производственной программы         </w:t>
            </w:r>
          </w:p>
        </w:tc>
      </w:tr>
      <w:tr w:rsidR="00873F58" w:rsidRPr="003C694B" w:rsidTr="00D30DF4">
        <w:trPr>
          <w:cantSplit/>
          <w:trHeight w:val="222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> 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Всего сумма, тыс. руб.  </w:t>
            </w:r>
          </w:p>
        </w:tc>
      </w:tr>
      <w:tr w:rsidR="00873F58" w:rsidRPr="003C694B" w:rsidTr="00D30DF4">
        <w:trPr>
          <w:trHeight w:val="300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73F58" w:rsidRPr="003C694B" w:rsidRDefault="00873F58" w:rsidP="00D30DF4">
            <w:pPr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На период с </w:t>
            </w:r>
            <w:r>
              <w:rPr>
                <w:color w:val="000000"/>
                <w:sz w:val="20"/>
              </w:rPr>
              <w:t>01.07.2020 по 31.12.2020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118,53</w:t>
            </w:r>
          </w:p>
        </w:tc>
      </w:tr>
      <w:tr w:rsidR="00873F58" w:rsidRPr="003C694B" w:rsidTr="00D30DF4">
        <w:trPr>
          <w:trHeight w:val="300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73F58" w:rsidRPr="003C694B" w:rsidRDefault="00873F58" w:rsidP="00D30DF4">
            <w:pPr>
              <w:rPr>
                <w:b/>
                <w:bCs/>
                <w:color w:val="000000"/>
                <w:sz w:val="20"/>
              </w:rPr>
            </w:pPr>
            <w:r w:rsidRPr="003C694B">
              <w:rPr>
                <w:b/>
                <w:bCs/>
                <w:color w:val="000000"/>
                <w:sz w:val="20"/>
              </w:rPr>
              <w:t>Всего на период реализации программы: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73F58" w:rsidRPr="00D96A0B" w:rsidRDefault="00873F58" w:rsidP="00D30DF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96A0B">
              <w:rPr>
                <w:b/>
                <w:bCs/>
                <w:color w:val="000000"/>
                <w:sz w:val="20"/>
              </w:rPr>
              <w:t>118,53</w:t>
            </w:r>
          </w:p>
        </w:tc>
      </w:tr>
      <w:tr w:rsidR="00873F58" w:rsidRPr="003C694B" w:rsidTr="00D30DF4">
        <w:trPr>
          <w:trHeight w:val="415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3F58" w:rsidRPr="003C694B" w:rsidRDefault="00873F58" w:rsidP="00D30DF4">
            <w:pPr>
              <w:jc w:val="center"/>
              <w:rPr>
                <w:color w:val="000000"/>
                <w:sz w:val="20"/>
              </w:rPr>
            </w:pPr>
            <w:r w:rsidRPr="003C694B">
              <w:rPr>
                <w:color w:val="000000"/>
                <w:sz w:val="20"/>
              </w:rPr>
              <w:t xml:space="preserve">        </w:t>
            </w:r>
            <w:r w:rsidRPr="003C694B">
              <w:rPr>
                <w:b/>
                <w:bCs/>
                <w:color w:val="000000"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3C694B">
              <w:rPr>
                <w:color w:val="000000"/>
                <w:sz w:val="20"/>
              </w:rPr>
              <w:t xml:space="preserve">                         </w:t>
            </w:r>
          </w:p>
        </w:tc>
      </w:tr>
      <w:tr w:rsidR="00873F58" w:rsidRPr="003C694B" w:rsidTr="00D30DF4">
        <w:trPr>
          <w:trHeight w:val="300"/>
        </w:trPr>
        <w:tc>
          <w:tcPr>
            <w:tcW w:w="9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873F58" w:rsidRPr="00A261A9" w:rsidRDefault="00873F58" w:rsidP="00D30DF4">
            <w:pPr>
              <w:jc w:val="center"/>
              <w:rPr>
                <w:bCs/>
                <w:sz w:val="20"/>
              </w:rPr>
            </w:pPr>
            <w:r>
              <w:rPr>
                <w:color w:val="000000"/>
                <w:sz w:val="20"/>
              </w:rPr>
              <w:t>Ранее государственное регулирование в отношении организации не осуществлялось</w:t>
            </w:r>
          </w:p>
        </w:tc>
      </w:tr>
    </w:tbl>
    <w:p w:rsidR="008B5D48" w:rsidRPr="00015268" w:rsidRDefault="008B5D48" w:rsidP="008B5D48"/>
    <w:p w:rsidR="001F79B4" w:rsidRPr="005A2E47" w:rsidRDefault="001F79B4" w:rsidP="001F79B4">
      <w:pPr>
        <w:rPr>
          <w:sz w:val="20"/>
        </w:rPr>
      </w:pPr>
    </w:p>
    <w:sectPr w:rsidR="001F79B4" w:rsidRPr="005A2E47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7AD" w:rsidRDefault="009827AD">
      <w:r>
        <w:separator/>
      </w:r>
    </w:p>
  </w:endnote>
  <w:endnote w:type="continuationSeparator" w:id="0">
    <w:p w:rsidR="009827AD" w:rsidRDefault="00982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7AD" w:rsidRDefault="009827AD">
      <w:r>
        <w:separator/>
      </w:r>
    </w:p>
  </w:footnote>
  <w:footnote w:type="continuationSeparator" w:id="0">
    <w:p w:rsidR="009827AD" w:rsidRDefault="00982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7AD" w:rsidRDefault="009827AD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827AD" w:rsidRDefault="009827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7AD" w:rsidRDefault="009827AD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40AC2">
      <w:rPr>
        <w:rStyle w:val="a9"/>
        <w:noProof/>
      </w:rPr>
      <w:t>5</w:t>
    </w:r>
    <w:r>
      <w:rPr>
        <w:rStyle w:val="a9"/>
      </w:rPr>
      <w:fldChar w:fldCharType="end"/>
    </w:r>
  </w:p>
  <w:p w:rsidR="009827AD" w:rsidRDefault="009827A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7AD" w:rsidRDefault="009827A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27AD" w:rsidRPr="00E52B15" w:rsidRDefault="009827AD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827AD" w:rsidRPr="00561114" w:rsidRDefault="009827AD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9827AD" w:rsidRPr="00561114" w:rsidRDefault="009827AD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9827AD" w:rsidRPr="000F7B5C" w:rsidRDefault="009827AD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9827AD" w:rsidRPr="000F7B5C" w:rsidRDefault="009827AD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9827AD" w:rsidRDefault="009827A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827AD" w:rsidRDefault="009827AD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9827AD" w:rsidRPr="002B6128" w:rsidRDefault="009827AD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9827AD" w:rsidRDefault="009827AD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827AD" w:rsidRPr="001772E6" w:rsidRDefault="009827AD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827AD" w:rsidRDefault="009827AD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9827AD" w:rsidRPr="00E52B15" w:rsidRDefault="009827AD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827AD" w:rsidRPr="00561114" w:rsidRDefault="009827AD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9827AD" w:rsidRPr="00561114" w:rsidRDefault="009827AD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9827AD" w:rsidRPr="000F7B5C" w:rsidRDefault="009827AD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9827AD" w:rsidRPr="000F7B5C" w:rsidRDefault="009827AD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9827AD" w:rsidRDefault="009827A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827AD" w:rsidRDefault="009827AD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9827AD" w:rsidRPr="002B6128" w:rsidRDefault="009827AD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9827AD" w:rsidRDefault="009827AD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827AD" w:rsidRPr="001772E6" w:rsidRDefault="009827AD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827AD" w:rsidRDefault="009827AD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497D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3FA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084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09A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005"/>
    <w:rsid w:val="00105359"/>
    <w:rsid w:val="001109D8"/>
    <w:rsid w:val="00112630"/>
    <w:rsid w:val="00112719"/>
    <w:rsid w:val="00113436"/>
    <w:rsid w:val="00114A0B"/>
    <w:rsid w:val="00116BCE"/>
    <w:rsid w:val="00117346"/>
    <w:rsid w:val="00117DFA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1EDD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9A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9B4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0FC4"/>
    <w:rsid w:val="00273221"/>
    <w:rsid w:val="002732ED"/>
    <w:rsid w:val="002736C4"/>
    <w:rsid w:val="0027397D"/>
    <w:rsid w:val="0027399D"/>
    <w:rsid w:val="00273F78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13B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6D34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0DD7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11D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2E47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6715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1D3F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15D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3F58"/>
    <w:rsid w:val="008761E1"/>
    <w:rsid w:val="008763DF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5D48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3AA3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7AD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B7D47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29A3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AC2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1EC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D7BA9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E757E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C94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34F7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106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0ED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8D3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E7053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E948B9CB3246FECDEDCBF5BBF8B95FF0E499EA8E87BBD77AA52D559C12691F7AD1CC72499E128D4449B54D1DC5A782CEE4E0D9A651339E076EEDF15d7s0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E948B9CB3246FECDEDCA156A9E7CAFA0A41C9A1E37EB226F504D30E9E7697A2ED5CC171DAA526D7419000809F04217FA9050099780F39E3d6s8N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44</TotalTime>
  <Pages>5</Pages>
  <Words>1043</Words>
  <Characters>8202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9227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12</cp:revision>
  <cp:lastPrinted>2020-03-19T09:59:00Z</cp:lastPrinted>
  <dcterms:created xsi:type="dcterms:W3CDTF">2020-03-13T12:00:00Z</dcterms:created>
  <dcterms:modified xsi:type="dcterms:W3CDTF">2020-06-22T05:16:00Z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