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"/>
        <w:tblW w:w="4980" w:type="pct"/>
        <w:tblInd w:w="6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80"/>
      </w:tblGrid>
      <w:tr w:rsidR="00604C6C" w:rsidRPr="00722BB1" w:rsidTr="00653F36">
        <w:tc>
          <w:tcPr>
            <w:tcW w:w="5000" w:type="pct"/>
            <w:vAlign w:val="center"/>
          </w:tcPr>
          <w:p w:rsidR="00604C6C" w:rsidRPr="00722BB1" w:rsidRDefault="00604C6C" w:rsidP="00653F36">
            <w:pPr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 w:themeColor="text1"/>
                <w:sz w:val="28"/>
                <w:szCs w:val="28"/>
              </w:rPr>
            </w:pPr>
            <w:r w:rsidRPr="00722BB1">
              <w:rPr>
                <w:rFonts w:ascii="Times New Roman" w:hAnsi="Times New Roman" w:cs="Times New Roman"/>
                <w:noProof/>
                <w:color w:val="000000" w:themeColor="text1"/>
                <w:sz w:val="28"/>
              </w:rPr>
              <w:t>Сведения</w:t>
            </w:r>
            <w:r w:rsidRPr="00722BB1">
              <w:rPr>
                <w:rFonts w:ascii="Times New Roman" w:hAnsi="Times New Roman" w:cs="Times New Roman"/>
                <w:noProof/>
                <w:color w:val="000000" w:themeColor="text1"/>
                <w:sz w:val="28"/>
              </w:rPr>
              <w:br/>
            </w:r>
            <w:r w:rsidRPr="00F23C19">
              <w:rPr>
                <w:rFonts w:ascii="Times New Roman" w:hAnsi="Times New Roman"/>
                <w:sz w:val="28"/>
                <w:szCs w:val="28"/>
              </w:rPr>
              <w:t>о доходах, расходах, об имуществе и обязательствах имущественного характера руководителей органов исполнительной власти Нижегородской области и заместителей руководителей органов исполнительной власти Нижегородской области</w:t>
            </w:r>
          </w:p>
        </w:tc>
      </w:tr>
    </w:tbl>
    <w:p w:rsidR="00604C6C" w:rsidRPr="00722BB1" w:rsidRDefault="00604C6C" w:rsidP="00604C6C">
      <w:pPr>
        <w:spacing w:after="120" w:line="240" w:lineRule="auto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722BB1">
        <w:rPr>
          <w:rFonts w:ascii="Times New Roman" w:hAnsi="Times New Roman" w:cs="Times New Roman"/>
          <w:color w:val="000000" w:themeColor="text1"/>
          <w:sz w:val="28"/>
        </w:rPr>
        <w:t>за период с 1 января 2018 г. по 31 декабря 2018 г.</w:t>
      </w:r>
    </w:p>
    <w:p w:rsidR="00C26C04" w:rsidRDefault="00F523BD" w:rsidP="00C26C0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u w:val="single"/>
        </w:rPr>
      </w:pPr>
      <w:r>
        <w:rPr>
          <w:rFonts w:ascii="Times New Roman" w:hAnsi="Times New Roman" w:cs="Times New Roman"/>
          <w:color w:val="000000" w:themeColor="text1"/>
          <w:sz w:val="28"/>
          <w:u w:val="single"/>
        </w:rPr>
        <w:t>Региональная служба по тарифам</w:t>
      </w:r>
      <w:r w:rsidR="00AC2F90">
        <w:rPr>
          <w:rFonts w:ascii="Times New Roman" w:hAnsi="Times New Roman" w:cs="Times New Roman"/>
          <w:color w:val="000000" w:themeColor="text1"/>
          <w:sz w:val="28"/>
          <w:u w:val="single"/>
        </w:rPr>
        <w:t xml:space="preserve"> Нижегородской области</w:t>
      </w:r>
    </w:p>
    <w:p w:rsidR="00AC2F90" w:rsidRPr="00722BB1" w:rsidRDefault="00AC2F90" w:rsidP="00C26C04">
      <w:pPr>
        <w:spacing w:line="240" w:lineRule="auto"/>
        <w:jc w:val="center"/>
        <w:rPr>
          <w:rFonts w:ascii="Times New Roman" w:hAnsi="Times New Roman" w:cs="Times New Roman"/>
          <w:color w:val="000000" w:themeColor="text1"/>
          <w:sz w:val="28"/>
          <w:u w:val="single"/>
        </w:rPr>
      </w:pPr>
    </w:p>
    <w:tbl>
      <w:tblPr>
        <w:tblStyle w:val="table"/>
        <w:tblW w:w="5178" w:type="pct"/>
        <w:tblInd w:w="-46" w:type="dxa"/>
        <w:tblBorders>
          <w:top w:val="single" w:sz="6" w:space="0" w:color="CCCCCC"/>
          <w:left w:val="single" w:sz="6" w:space="0" w:color="CCCCCC"/>
          <w:bottom w:val="single" w:sz="6" w:space="0" w:color="CCCCCC"/>
          <w:right w:val="single" w:sz="6" w:space="0" w:color="CCCCCC"/>
          <w:insideH w:val="single" w:sz="6" w:space="0" w:color="CCCCCC"/>
          <w:insideV w:val="single" w:sz="6" w:space="0" w:color="CCCCCC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7"/>
        <w:gridCol w:w="1350"/>
        <w:gridCol w:w="1418"/>
        <w:gridCol w:w="1418"/>
        <w:gridCol w:w="1275"/>
        <w:gridCol w:w="849"/>
        <w:gridCol w:w="992"/>
        <w:gridCol w:w="1418"/>
        <w:gridCol w:w="995"/>
        <w:gridCol w:w="992"/>
        <w:gridCol w:w="1418"/>
        <w:gridCol w:w="1418"/>
        <w:gridCol w:w="1558"/>
      </w:tblGrid>
      <w:tr w:rsidR="007D1F34" w:rsidRPr="00775364" w:rsidTr="00A95C8D">
        <w:trPr>
          <w:trHeight w:val="1564"/>
        </w:trPr>
        <w:tc>
          <w:tcPr>
            <w:tcW w:w="144" w:type="pct"/>
            <w:vMerge w:val="restar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№</w:t>
            </w:r>
            <w:r w:rsidR="00AC08A9"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п</w:t>
            </w:r>
            <w:r w:rsidR="00AC08A9"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/>
              </w:rPr>
              <w:t>/</w:t>
            </w:r>
            <w:r w:rsidR="00AC08A9"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</w:t>
            </w:r>
          </w:p>
        </w:tc>
        <w:tc>
          <w:tcPr>
            <w:tcW w:w="434" w:type="pct"/>
            <w:vMerge w:val="restar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 w:rsidP="007753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Фамилия</w:t>
            </w:r>
            <w:r w:rsid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, имя, отчество</w:t>
            </w:r>
          </w:p>
        </w:tc>
        <w:tc>
          <w:tcPr>
            <w:tcW w:w="456" w:type="pct"/>
            <w:vMerge w:val="restar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Должность</w:t>
            </w:r>
          </w:p>
        </w:tc>
        <w:tc>
          <w:tcPr>
            <w:tcW w:w="1458" w:type="pct"/>
            <w:gridSpan w:val="4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 w:rsidP="00257E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1095" w:type="pct"/>
            <w:gridSpan w:val="3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 w:rsidP="00272C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Перечень объектов недвижимого имущества, находящих</w:t>
            </w:r>
            <w:r w:rsidR="00272CA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ся</w:t>
            </w: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в пользовании</w:t>
            </w:r>
          </w:p>
        </w:tc>
        <w:tc>
          <w:tcPr>
            <w:tcW w:w="456" w:type="pct"/>
            <w:vMerge w:val="restar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Транспортные средства (вид, наименование, марка)</w:t>
            </w:r>
          </w:p>
        </w:tc>
        <w:tc>
          <w:tcPr>
            <w:tcW w:w="456" w:type="pct"/>
            <w:vMerge w:val="restar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 w:rsidP="002B5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Декларирован</w:t>
            </w:r>
            <w:r w:rsidR="002B54B8"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  <w:proofErr w:type="spellStart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ный</w:t>
            </w:r>
            <w:proofErr w:type="spellEnd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годовой доход (руб.)</w:t>
            </w:r>
          </w:p>
        </w:tc>
        <w:tc>
          <w:tcPr>
            <w:tcW w:w="501" w:type="pct"/>
            <w:vMerge w:val="restar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 w:rsidP="00925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  <w:r w:rsidR="0050650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50650C" w:rsidRPr="0050650C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vertAlign w:val="superscript"/>
              </w:rPr>
              <w:t>1</w:t>
            </w:r>
          </w:p>
        </w:tc>
      </w:tr>
      <w:tr w:rsidR="002B54B8" w:rsidRPr="00775364" w:rsidTr="00A95C8D">
        <w:tc>
          <w:tcPr>
            <w:tcW w:w="144" w:type="pct"/>
            <w:vMerge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34" w:type="pct"/>
            <w:vMerge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56" w:type="pct"/>
            <w:vMerge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Вид объекта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Вид собственности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Площадь (</w:t>
            </w:r>
            <w:proofErr w:type="spellStart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кв.м</w:t>
            </w:r>
            <w:proofErr w:type="spellEnd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Страна </w:t>
            </w:r>
            <w:proofErr w:type="spellStart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расположе</w:t>
            </w:r>
            <w:r w:rsidR="000B67FF"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Вид объекта</w:t>
            </w: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Площадь (</w:t>
            </w:r>
            <w:proofErr w:type="spellStart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кв.м</w:t>
            </w:r>
            <w:proofErr w:type="spellEnd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 xml:space="preserve">Страна </w:t>
            </w:r>
            <w:proofErr w:type="spellStart"/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расположе</w:t>
            </w:r>
            <w:r w:rsidR="000B67FF"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-</w:t>
            </w:r>
            <w:r w:rsidRPr="0077536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  <w:t>ния</w:t>
            </w:r>
            <w:proofErr w:type="spellEnd"/>
          </w:p>
        </w:tc>
        <w:tc>
          <w:tcPr>
            <w:tcW w:w="456" w:type="pct"/>
            <w:vMerge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456" w:type="pct"/>
            <w:vMerge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501" w:type="pct"/>
            <w:vMerge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7D1F34" w:rsidRPr="00775364" w:rsidRDefault="007D1F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</w:rPr>
            </w:pPr>
          </w:p>
        </w:tc>
      </w:tr>
      <w:tr w:rsidR="00F523BD" w:rsidRPr="00775364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jc w:val="right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1</w:t>
            </w: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Алешина Юлия Леонидовна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Заместитель руководителя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службы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Индивидуальная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F523BD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89.6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легковой автомобиль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Hyundai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Santa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Fe</w:t>
            </w:r>
            <w:proofErr w:type="spellEnd"/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jc w:val="right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1802089.05</w:t>
            </w: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F523BD" w:rsidRPr="00775364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jc w:val="right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2</w:t>
            </w: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Румш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Мария Валерьевна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З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аместитель руководителя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службы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Индивидуальная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F523BD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67.2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2362870.33</w:t>
            </w:r>
          </w:p>
          <w:p w:rsidR="00F523BD" w:rsidRDefault="00F523BD" w:rsidP="00964324">
            <w:pPr>
              <w:spacing w:after="0" w:line="240" w:lineRule="auto"/>
              <w:jc w:val="right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(в т.ч. доход , полученный от продажи имущества)</w:t>
            </w: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F523BD" w:rsidRPr="00775364" w:rsidTr="00A95C8D">
        <w:tc>
          <w:tcPr>
            <w:tcW w:w="14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jc w:val="right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.1</w:t>
            </w:r>
          </w:p>
        </w:tc>
        <w:tc>
          <w:tcPr>
            <w:tcW w:w="434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Несовершеннолетний ребенок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41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Общая долевая (1/2)</w:t>
            </w:r>
          </w:p>
        </w:tc>
        <w:tc>
          <w:tcPr>
            <w:tcW w:w="273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F523BD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31.9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Квартира</w:t>
            </w:r>
          </w:p>
        </w:tc>
        <w:tc>
          <w:tcPr>
            <w:tcW w:w="320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F523BD">
            <w:pPr>
              <w:spacing w:after="0" w:line="240" w:lineRule="auto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67.2</w:t>
            </w:r>
          </w:p>
        </w:tc>
        <w:tc>
          <w:tcPr>
            <w:tcW w:w="319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Российская Федерация</w:t>
            </w: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  <w:tc>
          <w:tcPr>
            <w:tcW w:w="456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jc w:val="right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24"/>
              </w:rPr>
              <w:t>556250.00</w:t>
            </w:r>
          </w:p>
        </w:tc>
        <w:tc>
          <w:tcPr>
            <w:tcW w:w="501" w:type="pct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Default="00F523BD" w:rsidP="00964324">
            <w:pPr>
              <w:spacing w:after="0" w:line="240" w:lineRule="auto"/>
              <w:rPr>
                <w:rFonts w:ascii="Courier New" w:eastAsia="Courier New" w:hAnsi="Courier New" w:cs="Courier New"/>
                <w:color w:val="000000"/>
                <w:sz w:val="24"/>
                <w:szCs w:val="24"/>
              </w:rPr>
            </w:pPr>
          </w:p>
        </w:tc>
      </w:tr>
      <w:tr w:rsidR="00F523BD" w:rsidRPr="00775364" w:rsidTr="00A95C8D">
        <w:tc>
          <w:tcPr>
            <w:tcW w:w="5000" w:type="pct"/>
            <w:gridSpan w:val="13"/>
            <w:tcMar>
              <w:top w:w="45" w:type="dxa"/>
              <w:left w:w="52" w:type="dxa"/>
              <w:bottom w:w="45" w:type="dxa"/>
              <w:right w:w="52" w:type="dxa"/>
            </w:tcMar>
            <w:vAlign w:val="center"/>
          </w:tcPr>
          <w:p w:rsidR="00F523BD" w:rsidRPr="00383C3E" w:rsidRDefault="00F523BD" w:rsidP="0033733C">
            <w:pPr>
              <w:spacing w:after="0" w:line="240" w:lineRule="auto"/>
              <w:rPr>
                <w:sz w:val="16"/>
                <w:szCs w:val="16"/>
                <w:vertAlign w:val="superscript"/>
              </w:rPr>
            </w:pPr>
          </w:p>
          <w:p w:rsidR="00F523BD" w:rsidRDefault="00F523BD" w:rsidP="00F6648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50650C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Указываются сведения об источниках получения средств 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совершенной лицом, представляющим сведения, его супругой (супругом) и (или) несовершеннолетними детьми в течение календарного года, предшествующего году представления сведений (далее - отчетный период), если общая сумма таких сделок превышает общий доход данного лица и его супруги (супруга) за три последних года, предшествующих отчетному периоду.</w:t>
            </w:r>
          </w:p>
          <w:p w:rsidR="00F523BD" w:rsidRPr="00F66483" w:rsidRDefault="00F523BD" w:rsidP="00F66483">
            <w:pPr>
              <w:spacing w:after="0" w:line="240" w:lineRule="auto"/>
              <w:rPr>
                <w:rFonts w:ascii="Times New Roman" w:eastAsia="Courier New" w:hAnsi="Times New Roman" w:cs="Times New Roman"/>
                <w:color w:val="000000" w:themeColor="text1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C26C04" w:rsidRPr="00925606" w:rsidRDefault="00C26C04" w:rsidP="00C26C04">
      <w:pPr>
        <w:spacing w:line="240" w:lineRule="auto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sectPr w:rsidR="00C26C04" w:rsidRPr="00925606" w:rsidSect="00C26C0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851" w:right="964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7D3" w:rsidRDefault="00B467D3">
      <w:pPr>
        <w:spacing w:after="0" w:line="240" w:lineRule="auto"/>
      </w:pPr>
      <w:r>
        <w:separator/>
      </w:r>
    </w:p>
  </w:endnote>
  <w:endnote w:type="continuationSeparator" w:id="0">
    <w:p w:rsidR="00B467D3" w:rsidRDefault="00B467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27" w:rsidRDefault="00AB1D2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27" w:rsidRDefault="00AB1D2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27" w:rsidRDefault="00AB1D2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7D3" w:rsidRDefault="00B467D3">
      <w:pPr>
        <w:spacing w:after="0" w:line="240" w:lineRule="auto"/>
      </w:pPr>
      <w:r>
        <w:separator/>
      </w:r>
    </w:p>
  </w:footnote>
  <w:footnote w:type="continuationSeparator" w:id="0">
    <w:p w:rsidR="00B467D3" w:rsidRDefault="00B467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27" w:rsidRDefault="00AB1D2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27" w:rsidRDefault="00AB1D2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1D27" w:rsidRDefault="00AB1D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C4E88"/>
    <w:multiLevelType w:val="hybridMultilevel"/>
    <w:tmpl w:val="E5C8B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2313B"/>
    <w:multiLevelType w:val="hybridMultilevel"/>
    <w:tmpl w:val="A03471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DE6CF5"/>
    <w:multiLevelType w:val="hybridMultilevel"/>
    <w:tmpl w:val="70B8D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3BD"/>
    <w:rsid w:val="000063EB"/>
    <w:rsid w:val="00010635"/>
    <w:rsid w:val="0001253B"/>
    <w:rsid w:val="00017D23"/>
    <w:rsid w:val="00054FE7"/>
    <w:rsid w:val="000A11A5"/>
    <w:rsid w:val="000A5157"/>
    <w:rsid w:val="000A7A07"/>
    <w:rsid w:val="000B2BB7"/>
    <w:rsid w:val="000B67FF"/>
    <w:rsid w:val="000C2888"/>
    <w:rsid w:val="000C71B4"/>
    <w:rsid w:val="000D10A7"/>
    <w:rsid w:val="000D2EA7"/>
    <w:rsid w:val="001040A3"/>
    <w:rsid w:val="00125E17"/>
    <w:rsid w:val="00137638"/>
    <w:rsid w:val="00177709"/>
    <w:rsid w:val="001B0442"/>
    <w:rsid w:val="001C462A"/>
    <w:rsid w:val="001E1DC9"/>
    <w:rsid w:val="002024CF"/>
    <w:rsid w:val="002115D2"/>
    <w:rsid w:val="0021711F"/>
    <w:rsid w:val="00223797"/>
    <w:rsid w:val="002430AC"/>
    <w:rsid w:val="00244A1B"/>
    <w:rsid w:val="00257E7A"/>
    <w:rsid w:val="00272CA2"/>
    <w:rsid w:val="002767F6"/>
    <w:rsid w:val="0029040D"/>
    <w:rsid w:val="002966A8"/>
    <w:rsid w:val="002B0130"/>
    <w:rsid w:val="002B54B8"/>
    <w:rsid w:val="002B55D3"/>
    <w:rsid w:val="002C3CCA"/>
    <w:rsid w:val="00323711"/>
    <w:rsid w:val="0033733C"/>
    <w:rsid w:val="00343F82"/>
    <w:rsid w:val="00345452"/>
    <w:rsid w:val="003539B6"/>
    <w:rsid w:val="00371F16"/>
    <w:rsid w:val="00372BC4"/>
    <w:rsid w:val="00372D47"/>
    <w:rsid w:val="00383C3E"/>
    <w:rsid w:val="003A7555"/>
    <w:rsid w:val="003B0E02"/>
    <w:rsid w:val="003B34E6"/>
    <w:rsid w:val="003E116D"/>
    <w:rsid w:val="003E3C16"/>
    <w:rsid w:val="003E6200"/>
    <w:rsid w:val="00407BFA"/>
    <w:rsid w:val="004102B5"/>
    <w:rsid w:val="00441F17"/>
    <w:rsid w:val="0044613C"/>
    <w:rsid w:val="00452C6A"/>
    <w:rsid w:val="004822B4"/>
    <w:rsid w:val="0049284F"/>
    <w:rsid w:val="004A0A02"/>
    <w:rsid w:val="004B6AC3"/>
    <w:rsid w:val="004D6973"/>
    <w:rsid w:val="004E43D6"/>
    <w:rsid w:val="00502396"/>
    <w:rsid w:val="00505F92"/>
    <w:rsid w:val="0050650C"/>
    <w:rsid w:val="00510195"/>
    <w:rsid w:val="00511DC2"/>
    <w:rsid w:val="00530600"/>
    <w:rsid w:val="00532244"/>
    <w:rsid w:val="0053603E"/>
    <w:rsid w:val="005451AE"/>
    <w:rsid w:val="005B2A46"/>
    <w:rsid w:val="005B7E59"/>
    <w:rsid w:val="005C5C16"/>
    <w:rsid w:val="005E4A13"/>
    <w:rsid w:val="00604C6C"/>
    <w:rsid w:val="00611900"/>
    <w:rsid w:val="006125FF"/>
    <w:rsid w:val="00620E33"/>
    <w:rsid w:val="006274CF"/>
    <w:rsid w:val="006567D1"/>
    <w:rsid w:val="006616E9"/>
    <w:rsid w:val="0066566B"/>
    <w:rsid w:val="00667EA2"/>
    <w:rsid w:val="006715AE"/>
    <w:rsid w:val="00696FA1"/>
    <w:rsid w:val="006C3F86"/>
    <w:rsid w:val="006E09BF"/>
    <w:rsid w:val="006F6267"/>
    <w:rsid w:val="007025E6"/>
    <w:rsid w:val="00702983"/>
    <w:rsid w:val="00706686"/>
    <w:rsid w:val="00722BB1"/>
    <w:rsid w:val="00733F34"/>
    <w:rsid w:val="0077375D"/>
    <w:rsid w:val="00775364"/>
    <w:rsid w:val="007808BD"/>
    <w:rsid w:val="00787219"/>
    <w:rsid w:val="007A7934"/>
    <w:rsid w:val="007D1F34"/>
    <w:rsid w:val="007D54CE"/>
    <w:rsid w:val="007E5B62"/>
    <w:rsid w:val="007F601A"/>
    <w:rsid w:val="00805D1E"/>
    <w:rsid w:val="00811409"/>
    <w:rsid w:val="00813368"/>
    <w:rsid w:val="00817ADD"/>
    <w:rsid w:val="00845CD5"/>
    <w:rsid w:val="00846EA7"/>
    <w:rsid w:val="008A0AB5"/>
    <w:rsid w:val="008C07A6"/>
    <w:rsid w:val="008C7671"/>
    <w:rsid w:val="008D70C5"/>
    <w:rsid w:val="008D759B"/>
    <w:rsid w:val="008E480E"/>
    <w:rsid w:val="008E503F"/>
    <w:rsid w:val="009177F0"/>
    <w:rsid w:val="00925606"/>
    <w:rsid w:val="00930994"/>
    <w:rsid w:val="00935870"/>
    <w:rsid w:val="00936AFD"/>
    <w:rsid w:val="0097087D"/>
    <w:rsid w:val="0098753C"/>
    <w:rsid w:val="009A2267"/>
    <w:rsid w:val="009A69BF"/>
    <w:rsid w:val="009E2206"/>
    <w:rsid w:val="009F58DA"/>
    <w:rsid w:val="009F7B3E"/>
    <w:rsid w:val="00A214CD"/>
    <w:rsid w:val="00A37ED7"/>
    <w:rsid w:val="00A43507"/>
    <w:rsid w:val="00A75EA2"/>
    <w:rsid w:val="00A90CCB"/>
    <w:rsid w:val="00A95C8D"/>
    <w:rsid w:val="00AA6975"/>
    <w:rsid w:val="00AB1D27"/>
    <w:rsid w:val="00AB2051"/>
    <w:rsid w:val="00AC08A9"/>
    <w:rsid w:val="00AC2F90"/>
    <w:rsid w:val="00AD109C"/>
    <w:rsid w:val="00AF0BA6"/>
    <w:rsid w:val="00B467D3"/>
    <w:rsid w:val="00B83583"/>
    <w:rsid w:val="00B848B0"/>
    <w:rsid w:val="00B96F2B"/>
    <w:rsid w:val="00BC37BF"/>
    <w:rsid w:val="00BC68DB"/>
    <w:rsid w:val="00BD2F94"/>
    <w:rsid w:val="00C26C04"/>
    <w:rsid w:val="00C36157"/>
    <w:rsid w:val="00C53653"/>
    <w:rsid w:val="00C60F9B"/>
    <w:rsid w:val="00C62035"/>
    <w:rsid w:val="00C6459C"/>
    <w:rsid w:val="00C71C6C"/>
    <w:rsid w:val="00C76F16"/>
    <w:rsid w:val="00C838F6"/>
    <w:rsid w:val="00C83DD1"/>
    <w:rsid w:val="00C94CD8"/>
    <w:rsid w:val="00C959C5"/>
    <w:rsid w:val="00CB3296"/>
    <w:rsid w:val="00CB5B24"/>
    <w:rsid w:val="00CC655D"/>
    <w:rsid w:val="00CE204C"/>
    <w:rsid w:val="00CF280F"/>
    <w:rsid w:val="00CF7DC8"/>
    <w:rsid w:val="00D1154C"/>
    <w:rsid w:val="00D15ECC"/>
    <w:rsid w:val="00D41B99"/>
    <w:rsid w:val="00D53DFB"/>
    <w:rsid w:val="00D67910"/>
    <w:rsid w:val="00D9069C"/>
    <w:rsid w:val="00DA530A"/>
    <w:rsid w:val="00DC6A9A"/>
    <w:rsid w:val="00DE2B73"/>
    <w:rsid w:val="00E20FB7"/>
    <w:rsid w:val="00E231A7"/>
    <w:rsid w:val="00E30ACB"/>
    <w:rsid w:val="00E50F19"/>
    <w:rsid w:val="00E5347A"/>
    <w:rsid w:val="00E66D25"/>
    <w:rsid w:val="00E82026"/>
    <w:rsid w:val="00EB7CCE"/>
    <w:rsid w:val="00EC0B48"/>
    <w:rsid w:val="00EC1676"/>
    <w:rsid w:val="00ED2E80"/>
    <w:rsid w:val="00EE465A"/>
    <w:rsid w:val="00EE4ED9"/>
    <w:rsid w:val="00EF4B87"/>
    <w:rsid w:val="00F1645E"/>
    <w:rsid w:val="00F17E0D"/>
    <w:rsid w:val="00F31010"/>
    <w:rsid w:val="00F429BC"/>
    <w:rsid w:val="00F50AFE"/>
    <w:rsid w:val="00F523BD"/>
    <w:rsid w:val="00F61FBE"/>
    <w:rsid w:val="00F66483"/>
    <w:rsid w:val="00F81C04"/>
    <w:rsid w:val="00F83D40"/>
    <w:rsid w:val="00F9247C"/>
    <w:rsid w:val="00F96320"/>
    <w:rsid w:val="00FC2D3A"/>
    <w:rsid w:val="00FC3E65"/>
    <w:rsid w:val="00FD1516"/>
    <w:rsid w:val="00FD4446"/>
    <w:rsid w:val="00FD770E"/>
    <w:rsid w:val="00FE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D6791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024C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02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024CF"/>
  </w:style>
  <w:style w:type="paragraph" w:styleId="a8">
    <w:name w:val="footer"/>
    <w:basedOn w:val="a"/>
    <w:link w:val="a9"/>
    <w:uiPriority w:val="99"/>
    <w:unhideWhenUsed/>
    <w:rsid w:val="00202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024CF"/>
  </w:style>
  <w:style w:type="character" w:styleId="aa">
    <w:name w:val="FollowedHyperlink"/>
    <w:basedOn w:val="a0"/>
    <w:uiPriority w:val="99"/>
    <w:semiHidden/>
    <w:unhideWhenUsed/>
    <w:rsid w:val="00A214CD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10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106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Note Heading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3F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">
    <w:name w:val="tabl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34"/>
    <w:qFormat/>
    <w:rsid w:val="00D67910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024CF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202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024CF"/>
  </w:style>
  <w:style w:type="paragraph" w:styleId="a8">
    <w:name w:val="footer"/>
    <w:basedOn w:val="a"/>
    <w:link w:val="a9"/>
    <w:uiPriority w:val="99"/>
    <w:unhideWhenUsed/>
    <w:rsid w:val="00202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024CF"/>
  </w:style>
  <w:style w:type="character" w:styleId="aa">
    <w:name w:val="FollowedHyperlink"/>
    <w:basedOn w:val="a0"/>
    <w:uiPriority w:val="99"/>
    <w:semiHidden/>
    <w:unhideWhenUsed/>
    <w:rsid w:val="00A214CD"/>
    <w:rPr>
      <w:color w:val="954F72" w:themeColor="followed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010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106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0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8;&#1072;&#1073;&#1083;&#1080;&#1094;&#1099;%202019\&#1055;&#1091;&#1089;&#1090;&#1086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20975-1C28-4E94-8BAA-3AE6005B7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Пустой.dotx</Template>
  <TotalTime>4</TotalTime>
  <Pages>1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2019-05-14T07:22:00Z</cp:lastPrinted>
  <dcterms:created xsi:type="dcterms:W3CDTF">2019-05-23T10:32:00Z</dcterms:created>
  <dcterms:modified xsi:type="dcterms:W3CDTF">2019-05-23T10:37:00Z</dcterms:modified>
</cp:coreProperties>
</file>