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  <w:bookmarkStart w:id="0" w:name="_GoBack"/>
            <w:bookmarkEnd w:id="0"/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1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2E518E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E518E">
              <w:t>06</w:t>
            </w:r>
            <w:r w:rsidR="002575D5">
              <w:t>.0</w:t>
            </w:r>
            <w:r w:rsidR="002E518E">
              <w:t>8</w:t>
            </w:r>
            <w:r w:rsidR="002575D5">
              <w:t>.2018 г.</w:t>
            </w:r>
            <w:r>
              <w:fldChar w:fldCharType="end"/>
            </w:r>
            <w:bookmarkEnd w:id="1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2D2B47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D2B47">
              <w:t>29/2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EF7F16" w:rsidRDefault="00F54F00" w:rsidP="00EF7F16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F7F16">
              <w:rPr>
                <w:noProof/>
              </w:rPr>
              <w:t xml:space="preserve">Об установлении </w:t>
            </w:r>
            <w:r w:rsidR="002E518E">
              <w:rPr>
                <w:noProof/>
              </w:rPr>
              <w:t>ОБЩЕСТВУ С ОГРАНИЧЕННОЙ ОТВЕТСТВЕННОСТЬЮ</w:t>
            </w:r>
            <w:r w:rsidR="00EF7F16">
              <w:rPr>
                <w:noProof/>
              </w:rPr>
              <w:t xml:space="preserve"> «</w:t>
            </w:r>
            <w:r w:rsidR="002E518E">
              <w:rPr>
                <w:noProof/>
              </w:rPr>
              <w:t>ВОДОКАНАЛ</w:t>
            </w:r>
            <w:r w:rsidR="00EF7F16">
              <w:rPr>
                <w:noProof/>
              </w:rPr>
              <w:t>»</w:t>
            </w:r>
            <w:r w:rsidR="002E518E">
              <w:rPr>
                <w:noProof/>
              </w:rPr>
              <w:t xml:space="preserve"> (ИНН 5221007099)</w:t>
            </w:r>
            <w:r w:rsidR="00EF7F16">
              <w:rPr>
                <w:noProof/>
              </w:rPr>
              <w:t xml:space="preserve">, </w:t>
            </w:r>
          </w:p>
          <w:p w:rsidR="0085764D" w:rsidRPr="00252D0D" w:rsidRDefault="002E518E" w:rsidP="002E518E">
            <w:pPr>
              <w:jc w:val="center"/>
            </w:pPr>
            <w:r>
              <w:rPr>
                <w:noProof/>
              </w:rPr>
              <w:t>г. Лукоянов</w:t>
            </w:r>
            <w:r w:rsidR="00EF7F16">
              <w:rPr>
                <w:noProof/>
              </w:rPr>
              <w:t xml:space="preserve"> Нижегородской области, тарифов </w:t>
            </w:r>
            <w:r w:rsidR="00E82320">
              <w:rPr>
                <w:noProof/>
              </w:rPr>
              <w:br/>
            </w:r>
            <w:r w:rsidR="00EF7F16">
              <w:rPr>
                <w:noProof/>
              </w:rPr>
              <w:t xml:space="preserve">в сфере </w:t>
            </w:r>
            <w:r w:rsidR="00F02476">
              <w:rPr>
                <w:noProof/>
              </w:rPr>
              <w:t>холодного водоснабжения</w:t>
            </w:r>
            <w:r w:rsidR="00EF7F16">
              <w:rPr>
                <w:noProof/>
              </w:rPr>
              <w:t xml:space="preserve"> </w:t>
            </w:r>
            <w:r w:rsidR="00F02476">
              <w:rPr>
                <w:noProof/>
              </w:rPr>
              <w:br/>
            </w:r>
            <w:r w:rsidR="00EF7F16">
              <w:rPr>
                <w:noProof/>
              </w:rPr>
              <w:t xml:space="preserve">для потребителей </w:t>
            </w:r>
            <w:r>
              <w:rPr>
                <w:noProof/>
              </w:rPr>
              <w:t>Лукояновского</w:t>
            </w:r>
            <w:r w:rsidR="00EF7F16">
              <w:rPr>
                <w:noProof/>
              </w:rPr>
              <w:t xml:space="preserve"> муниципального района Нижегородской области</w:t>
            </w:r>
            <w:r w:rsidR="00F54F00"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5C06DC">
      <w:pPr>
        <w:tabs>
          <w:tab w:val="left" w:pos="1897"/>
        </w:tabs>
      </w:pPr>
    </w:p>
    <w:p w:rsidR="002D2B47" w:rsidRDefault="002D2B47" w:rsidP="003F033D">
      <w:pPr>
        <w:pStyle w:val="ac"/>
        <w:spacing w:line="271" w:lineRule="auto"/>
        <w:ind w:firstLine="720"/>
      </w:pPr>
    </w:p>
    <w:p w:rsidR="006B7229" w:rsidRDefault="006B7229" w:rsidP="00467077">
      <w:pPr>
        <w:pStyle w:val="ac"/>
        <w:spacing w:line="276" w:lineRule="auto"/>
        <w:ind w:firstLine="720"/>
      </w:pPr>
      <w:r w:rsidRPr="006B7229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="002E518E">
        <w:rPr>
          <w:lang w:eastAsia="en-US"/>
        </w:rPr>
        <w:t>ОБЩЕСТВОМ С ОГРАНИЧЕННОЙ ОТВЕТСТВЕННОСТЬЮ</w:t>
      </w:r>
      <w:r w:rsidR="00DB51AF" w:rsidRPr="00A42949">
        <w:rPr>
          <w:lang w:eastAsia="en-US"/>
        </w:rPr>
        <w:t xml:space="preserve"> «</w:t>
      </w:r>
      <w:r w:rsidR="002E518E">
        <w:rPr>
          <w:lang w:eastAsia="en-US"/>
        </w:rPr>
        <w:t>ВОДОКАНАЛ</w:t>
      </w:r>
      <w:r w:rsidR="00DB51AF" w:rsidRPr="00A42949">
        <w:rPr>
          <w:lang w:eastAsia="en-US"/>
        </w:rPr>
        <w:t>»</w:t>
      </w:r>
      <w:r w:rsidR="00F406B0">
        <w:rPr>
          <w:lang w:eastAsia="en-US"/>
        </w:rPr>
        <w:t xml:space="preserve"> (ИН</w:t>
      </w:r>
      <w:r w:rsidR="002E518E">
        <w:rPr>
          <w:lang w:eastAsia="en-US"/>
        </w:rPr>
        <w:t>Н 5221007099)</w:t>
      </w:r>
      <w:r w:rsidR="00DB51AF" w:rsidRPr="00A42949">
        <w:t xml:space="preserve">, </w:t>
      </w:r>
      <w:r w:rsidR="002E518E">
        <w:t>г. Лукоянов</w:t>
      </w:r>
      <w:r w:rsidR="00DB51AF" w:rsidRPr="00A42949">
        <w:t xml:space="preserve"> Нижегородской области</w:t>
      </w:r>
      <w:r w:rsidRPr="006B7229">
        <w:t>, эк</w:t>
      </w:r>
      <w:r w:rsidR="003F033D">
        <w:t xml:space="preserve">спертного заключения </w:t>
      </w:r>
      <w:r w:rsidR="003F033D" w:rsidRPr="00086839">
        <w:t>рег. </w:t>
      </w:r>
      <w:r w:rsidR="003F033D" w:rsidRPr="00C97C6D">
        <w:t>№ в-</w:t>
      </w:r>
      <w:r w:rsidR="00C97C6D" w:rsidRPr="00C97C6D">
        <w:t>172</w:t>
      </w:r>
      <w:r w:rsidR="003F033D" w:rsidRPr="00C97C6D">
        <w:t xml:space="preserve"> </w:t>
      </w:r>
      <w:r w:rsidR="003F033D" w:rsidRPr="00E82320">
        <w:t xml:space="preserve">от </w:t>
      </w:r>
      <w:r w:rsidR="00E82320" w:rsidRPr="00E82320">
        <w:t xml:space="preserve">30 июля </w:t>
      </w:r>
      <w:r w:rsidRPr="00E82320">
        <w:t>201</w:t>
      </w:r>
      <w:r w:rsidR="002575D5" w:rsidRPr="00E82320">
        <w:t>8</w:t>
      </w:r>
      <w:r w:rsidRPr="00E82320">
        <w:t xml:space="preserve"> года:</w:t>
      </w:r>
    </w:p>
    <w:p w:rsidR="004C2673" w:rsidRPr="004C2673" w:rsidRDefault="004C2673" w:rsidP="00467077">
      <w:pPr>
        <w:spacing w:line="276" w:lineRule="auto"/>
        <w:ind w:firstLine="709"/>
        <w:jc w:val="both"/>
        <w:rPr>
          <w:szCs w:val="28"/>
        </w:rPr>
      </w:pPr>
      <w:r w:rsidRPr="004C2673">
        <w:rPr>
          <w:b/>
          <w:szCs w:val="28"/>
        </w:rPr>
        <w:t>1.</w:t>
      </w:r>
      <w:r w:rsidRPr="004C2673">
        <w:rPr>
          <w:szCs w:val="28"/>
        </w:rPr>
        <w:t xml:space="preserve"> При установлении тарифов в сфере холодного водоснабжения для </w:t>
      </w:r>
      <w:r>
        <w:rPr>
          <w:szCs w:val="28"/>
          <w:lang w:eastAsia="en-US"/>
        </w:rPr>
        <w:t>ОБЩЕСТВА</w:t>
      </w:r>
      <w:r w:rsidRPr="004C2673">
        <w:rPr>
          <w:szCs w:val="28"/>
          <w:lang w:eastAsia="en-US"/>
        </w:rPr>
        <w:t xml:space="preserve"> С ОГРАНИЧЕННОЙ ОТВЕТСТВЕННОСТЬЮ «</w:t>
      </w:r>
      <w:r>
        <w:rPr>
          <w:szCs w:val="28"/>
          <w:lang w:eastAsia="en-US"/>
        </w:rPr>
        <w:t>ВОДОКАНАЛ</w:t>
      </w:r>
      <w:r w:rsidRPr="004C2673">
        <w:rPr>
          <w:szCs w:val="28"/>
          <w:lang w:eastAsia="en-US"/>
        </w:rPr>
        <w:t xml:space="preserve">» (ИНН </w:t>
      </w:r>
      <w:r>
        <w:rPr>
          <w:szCs w:val="28"/>
        </w:rPr>
        <w:t>5221007099</w:t>
      </w:r>
      <w:r w:rsidRPr="004C2673">
        <w:rPr>
          <w:szCs w:val="28"/>
        </w:rPr>
        <w:t>)</w:t>
      </w:r>
      <w:r w:rsidRPr="004C2673">
        <w:rPr>
          <w:szCs w:val="28"/>
          <w:lang w:eastAsia="en-US"/>
        </w:rPr>
        <w:t xml:space="preserve">, г. </w:t>
      </w:r>
      <w:r>
        <w:rPr>
          <w:szCs w:val="28"/>
          <w:lang w:eastAsia="en-US"/>
        </w:rPr>
        <w:t>Лукоянов Нижегородской области</w:t>
      </w:r>
      <w:r w:rsidRPr="004C2673">
        <w:rPr>
          <w:szCs w:val="28"/>
        </w:rPr>
        <w:t>, применять метод экономически обоснованных расходов (затрат).</w:t>
      </w:r>
    </w:p>
    <w:p w:rsidR="00F966CC" w:rsidRDefault="004C2673" w:rsidP="00467077">
      <w:pPr>
        <w:pStyle w:val="ac"/>
        <w:spacing w:line="276" w:lineRule="auto"/>
        <w:ind w:firstLine="720"/>
        <w:rPr>
          <w:sz w:val="24"/>
          <w:szCs w:val="24"/>
        </w:rPr>
      </w:pPr>
      <w:r>
        <w:rPr>
          <w:b/>
        </w:rPr>
        <w:t>2</w:t>
      </w:r>
      <w:r w:rsidR="006B7229" w:rsidRPr="006B7229">
        <w:rPr>
          <w:b/>
        </w:rPr>
        <w:t>.</w:t>
      </w:r>
      <w:r w:rsidR="006B7229" w:rsidRPr="006B7229">
        <w:t xml:space="preserve"> Установить </w:t>
      </w:r>
      <w:r w:rsidR="002E518E">
        <w:rPr>
          <w:lang w:eastAsia="en-US"/>
        </w:rPr>
        <w:t>ОБЩЕСТВУ С ОГРАНИЧЕННОЙ ОТВЕТСТВЕННОСТЬЮ</w:t>
      </w:r>
      <w:r w:rsidR="002E518E" w:rsidRPr="00A42949">
        <w:rPr>
          <w:lang w:eastAsia="en-US"/>
        </w:rPr>
        <w:t xml:space="preserve"> «</w:t>
      </w:r>
      <w:r w:rsidR="002E518E">
        <w:rPr>
          <w:lang w:eastAsia="en-US"/>
        </w:rPr>
        <w:t>ВОДОКАНАЛ</w:t>
      </w:r>
      <w:r w:rsidR="002E518E" w:rsidRPr="00A42949">
        <w:rPr>
          <w:lang w:eastAsia="en-US"/>
        </w:rPr>
        <w:t>»</w:t>
      </w:r>
      <w:r w:rsidR="00F406B0">
        <w:rPr>
          <w:lang w:eastAsia="en-US"/>
        </w:rPr>
        <w:t xml:space="preserve"> (ИН</w:t>
      </w:r>
      <w:r w:rsidR="002E518E">
        <w:rPr>
          <w:lang w:eastAsia="en-US"/>
        </w:rPr>
        <w:t>Н 5221007099)</w:t>
      </w:r>
      <w:r w:rsidR="002E518E" w:rsidRPr="00A42949">
        <w:t xml:space="preserve">, </w:t>
      </w:r>
      <w:r w:rsidR="002E518E">
        <w:t>г. Лукоянов</w:t>
      </w:r>
      <w:r w:rsidR="002E518E" w:rsidRPr="00A42949">
        <w:t xml:space="preserve"> Нижегородской области</w:t>
      </w:r>
      <w:r w:rsidR="00DB51AF">
        <w:t>, тарифы в сфере холодного водоснабжения</w:t>
      </w:r>
      <w:r w:rsidR="006B7229" w:rsidRPr="006B7229">
        <w:t xml:space="preserve"> </w:t>
      </w:r>
      <w:r w:rsidR="006B7229" w:rsidRPr="00380790">
        <w:t xml:space="preserve">для потребителей </w:t>
      </w:r>
      <w:r w:rsidR="002E518E">
        <w:rPr>
          <w:noProof/>
        </w:rPr>
        <w:t>Лукояновского</w:t>
      </w:r>
      <w:r w:rsidR="00776FC7" w:rsidRPr="00A42949">
        <w:rPr>
          <w:noProof/>
        </w:rPr>
        <w:t xml:space="preserve"> муниципального района Нижегородской области</w:t>
      </w:r>
      <w:r w:rsidR="00776FC7" w:rsidRPr="00A42949">
        <w:t xml:space="preserve"> </w:t>
      </w:r>
      <w:r w:rsidR="006B7229" w:rsidRPr="006B7229">
        <w:t>в следующих размерах:</w:t>
      </w:r>
      <w:r w:rsidR="00F966CC" w:rsidRPr="00F966CC">
        <w:rPr>
          <w:sz w:val="24"/>
          <w:szCs w:val="24"/>
        </w:rPr>
        <w:t xml:space="preserve"> </w:t>
      </w:r>
    </w:p>
    <w:tbl>
      <w:tblPr>
        <w:tblW w:w="48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548"/>
        <w:gridCol w:w="2575"/>
      </w:tblGrid>
      <w:tr w:rsidR="001F0AAC" w:rsidRPr="007B42B6" w:rsidTr="00433863">
        <w:trPr>
          <w:trHeight w:val="281"/>
        </w:trPr>
        <w:tc>
          <w:tcPr>
            <w:tcW w:w="292" w:type="pct"/>
            <w:vMerge w:val="restart"/>
            <w:hideMark/>
          </w:tcPr>
          <w:p w:rsidR="001F0AAC" w:rsidRPr="005C1C7D" w:rsidRDefault="001F0AAC" w:rsidP="00433863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5C1C7D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3379" w:type="pct"/>
            <w:vMerge w:val="restart"/>
            <w:hideMark/>
          </w:tcPr>
          <w:p w:rsidR="001F0AAC" w:rsidRPr="005C1C7D" w:rsidRDefault="001F0AAC" w:rsidP="00EF75F2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5C1C7D">
              <w:rPr>
                <w:b/>
                <w:sz w:val="18"/>
                <w:szCs w:val="18"/>
              </w:rPr>
              <w:t xml:space="preserve">Тарифы в сфере холодного водоснабжения </w:t>
            </w:r>
          </w:p>
        </w:tc>
        <w:tc>
          <w:tcPr>
            <w:tcW w:w="1329" w:type="pct"/>
            <w:vAlign w:val="center"/>
          </w:tcPr>
          <w:p w:rsidR="001F0AAC" w:rsidRPr="005C1C7D" w:rsidRDefault="001F0AAC" w:rsidP="00433863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5C1C7D">
              <w:rPr>
                <w:b/>
                <w:sz w:val="18"/>
                <w:szCs w:val="18"/>
              </w:rPr>
              <w:t>Периоды регулирования</w:t>
            </w:r>
          </w:p>
        </w:tc>
      </w:tr>
      <w:tr w:rsidR="001F0AAC" w:rsidRPr="007B42B6" w:rsidTr="00433863">
        <w:trPr>
          <w:cantSplit/>
          <w:trHeight w:val="138"/>
        </w:trPr>
        <w:tc>
          <w:tcPr>
            <w:tcW w:w="292" w:type="pct"/>
            <w:vMerge/>
          </w:tcPr>
          <w:p w:rsidR="001F0AAC" w:rsidRPr="005C1C7D" w:rsidRDefault="001F0AAC" w:rsidP="00433863">
            <w:pPr>
              <w:pStyle w:val="ac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79" w:type="pct"/>
            <w:vMerge/>
          </w:tcPr>
          <w:p w:rsidR="001F0AAC" w:rsidRPr="005C1C7D" w:rsidRDefault="001F0AAC" w:rsidP="00433863">
            <w:pPr>
              <w:pStyle w:val="ac"/>
              <w:rPr>
                <w:b/>
                <w:sz w:val="18"/>
                <w:szCs w:val="18"/>
              </w:rPr>
            </w:pPr>
          </w:p>
        </w:tc>
        <w:tc>
          <w:tcPr>
            <w:tcW w:w="1329" w:type="pct"/>
          </w:tcPr>
          <w:p w:rsidR="001F0AAC" w:rsidRPr="005C1C7D" w:rsidRDefault="001F0AAC" w:rsidP="00433863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5C1C7D">
              <w:rPr>
                <w:b/>
                <w:sz w:val="18"/>
                <w:szCs w:val="18"/>
              </w:rPr>
              <w:t>2018 год</w:t>
            </w:r>
          </w:p>
        </w:tc>
      </w:tr>
      <w:tr w:rsidR="002E518E" w:rsidRPr="007B42B6" w:rsidTr="002E518E">
        <w:trPr>
          <w:cantSplit/>
          <w:trHeight w:val="357"/>
        </w:trPr>
        <w:tc>
          <w:tcPr>
            <w:tcW w:w="292" w:type="pct"/>
            <w:vMerge/>
          </w:tcPr>
          <w:p w:rsidR="002E518E" w:rsidRPr="005C1C7D" w:rsidRDefault="002E518E" w:rsidP="00433863">
            <w:pPr>
              <w:pStyle w:val="ac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79" w:type="pct"/>
            <w:vMerge/>
          </w:tcPr>
          <w:p w:rsidR="002E518E" w:rsidRPr="005C1C7D" w:rsidRDefault="002E518E" w:rsidP="00433863">
            <w:pPr>
              <w:pStyle w:val="ac"/>
              <w:rPr>
                <w:b/>
                <w:sz w:val="18"/>
                <w:szCs w:val="18"/>
              </w:rPr>
            </w:pPr>
          </w:p>
        </w:tc>
        <w:tc>
          <w:tcPr>
            <w:tcW w:w="1329" w:type="pct"/>
          </w:tcPr>
          <w:p w:rsidR="002E518E" w:rsidRPr="005C1C7D" w:rsidRDefault="002E518E" w:rsidP="002E518E">
            <w:pPr>
              <w:pStyle w:val="ac"/>
              <w:jc w:val="center"/>
              <w:rPr>
                <w:b/>
                <w:sz w:val="18"/>
                <w:szCs w:val="18"/>
              </w:rPr>
            </w:pPr>
            <w:r w:rsidRPr="005C1C7D">
              <w:rPr>
                <w:b/>
                <w:sz w:val="18"/>
                <w:szCs w:val="18"/>
              </w:rPr>
              <w:t xml:space="preserve">С </w:t>
            </w:r>
            <w:r>
              <w:rPr>
                <w:b/>
                <w:sz w:val="18"/>
                <w:szCs w:val="18"/>
              </w:rPr>
              <w:t>1 сентября</w:t>
            </w:r>
            <w:r w:rsidRPr="005C1C7D">
              <w:rPr>
                <w:b/>
                <w:sz w:val="18"/>
                <w:szCs w:val="18"/>
              </w:rPr>
              <w:t xml:space="preserve"> по 31 декабря </w:t>
            </w:r>
          </w:p>
        </w:tc>
      </w:tr>
      <w:tr w:rsidR="00801E52" w:rsidRPr="005C1C7D" w:rsidTr="00801E52">
        <w:trPr>
          <w:trHeight w:val="133"/>
        </w:trPr>
        <w:tc>
          <w:tcPr>
            <w:tcW w:w="292" w:type="pct"/>
          </w:tcPr>
          <w:p w:rsidR="00801E52" w:rsidRDefault="00801E52" w:rsidP="005C1C7D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708" w:type="pct"/>
            <w:gridSpan w:val="2"/>
          </w:tcPr>
          <w:p w:rsidR="00801E52" w:rsidRPr="00C97C6D" w:rsidRDefault="00DF61C6" w:rsidP="00DF61C6">
            <w:pPr>
              <w:pStyle w:val="ac"/>
              <w:rPr>
                <w:b/>
                <w:sz w:val="22"/>
                <w:szCs w:val="22"/>
              </w:rPr>
            </w:pPr>
            <w:r w:rsidRPr="00C97C6D">
              <w:rPr>
                <w:b/>
                <w:sz w:val="22"/>
                <w:szCs w:val="22"/>
              </w:rPr>
              <w:t>На территории Лопатинского сельсовета Лукояновского муниципального района Нижегородской области</w:t>
            </w:r>
          </w:p>
        </w:tc>
      </w:tr>
      <w:tr w:rsidR="002E518E" w:rsidRPr="005C1C7D" w:rsidTr="002E518E">
        <w:trPr>
          <w:trHeight w:val="133"/>
        </w:trPr>
        <w:tc>
          <w:tcPr>
            <w:tcW w:w="292" w:type="pct"/>
          </w:tcPr>
          <w:p w:rsidR="002E518E" w:rsidRPr="005C1C7D" w:rsidRDefault="00E82320" w:rsidP="005C1C7D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2E518E" w:rsidRPr="005C1C7D">
              <w:rPr>
                <w:b/>
                <w:bCs/>
                <w:sz w:val="22"/>
                <w:szCs w:val="22"/>
              </w:rPr>
              <w:t>.</w:t>
            </w:r>
            <w:r w:rsidR="00801E5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379" w:type="pct"/>
          </w:tcPr>
          <w:p w:rsidR="002E518E" w:rsidRPr="005C1C7D" w:rsidRDefault="002E518E" w:rsidP="005C1C7D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sz w:val="22"/>
                <w:szCs w:val="22"/>
              </w:rPr>
              <w:t>Питьевая вода, руб./м</w:t>
            </w:r>
            <w:r w:rsidRPr="005C1C7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9" w:type="pct"/>
            <w:vAlign w:val="bottom"/>
          </w:tcPr>
          <w:p w:rsidR="002E518E" w:rsidRPr="005C1C7D" w:rsidRDefault="00DF61C6" w:rsidP="005C1C7D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53,19</w:t>
            </w:r>
          </w:p>
        </w:tc>
      </w:tr>
      <w:tr w:rsidR="002E518E" w:rsidRPr="005C1C7D" w:rsidTr="002E518E">
        <w:trPr>
          <w:trHeight w:val="133"/>
        </w:trPr>
        <w:tc>
          <w:tcPr>
            <w:tcW w:w="292" w:type="pct"/>
            <w:vMerge w:val="restart"/>
          </w:tcPr>
          <w:p w:rsidR="002E518E" w:rsidRPr="005C1C7D" w:rsidRDefault="00801E52" w:rsidP="005C1C7D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  <w:r w:rsidR="002E518E" w:rsidRPr="005C1C7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379" w:type="pct"/>
            <w:tcBorders>
              <w:bottom w:val="nil"/>
            </w:tcBorders>
          </w:tcPr>
          <w:p w:rsidR="002E518E" w:rsidRPr="005C1C7D" w:rsidRDefault="002E518E" w:rsidP="005C1C7D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sz w:val="22"/>
                <w:szCs w:val="22"/>
              </w:rPr>
              <w:t>Питьевая вода, руб./м</w:t>
            </w:r>
            <w:r w:rsidRPr="005C1C7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9" w:type="pct"/>
            <w:vMerge w:val="restart"/>
            <w:vAlign w:val="bottom"/>
          </w:tcPr>
          <w:p w:rsidR="002E518E" w:rsidRPr="005C1C7D" w:rsidRDefault="00DF61C6" w:rsidP="005C1C7D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53,19</w:t>
            </w:r>
          </w:p>
        </w:tc>
      </w:tr>
      <w:tr w:rsidR="002E518E" w:rsidRPr="005C1C7D" w:rsidTr="002E518E">
        <w:trPr>
          <w:trHeight w:val="132"/>
        </w:trPr>
        <w:tc>
          <w:tcPr>
            <w:tcW w:w="292" w:type="pct"/>
            <w:vMerge/>
          </w:tcPr>
          <w:p w:rsidR="002E518E" w:rsidRPr="005C1C7D" w:rsidRDefault="002E518E" w:rsidP="005C1C7D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79" w:type="pct"/>
            <w:tcBorders>
              <w:top w:val="nil"/>
            </w:tcBorders>
          </w:tcPr>
          <w:p w:rsidR="002E518E" w:rsidRPr="005C1C7D" w:rsidRDefault="002E518E" w:rsidP="005C1C7D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noProof/>
                <w:sz w:val="22"/>
                <w:szCs w:val="22"/>
              </w:rPr>
              <w:t>Население (с учетом НДС)</w:t>
            </w:r>
          </w:p>
        </w:tc>
        <w:tc>
          <w:tcPr>
            <w:tcW w:w="1329" w:type="pct"/>
            <w:vMerge/>
            <w:vAlign w:val="bottom"/>
          </w:tcPr>
          <w:p w:rsidR="002E518E" w:rsidRPr="005C1C7D" w:rsidRDefault="002E518E" w:rsidP="005C1C7D">
            <w:pPr>
              <w:pStyle w:val="ac"/>
              <w:jc w:val="center"/>
              <w:rPr>
                <w:sz w:val="22"/>
                <w:szCs w:val="22"/>
              </w:rPr>
            </w:pPr>
          </w:p>
        </w:tc>
      </w:tr>
      <w:tr w:rsidR="00801E52" w:rsidRPr="005C1C7D" w:rsidTr="00801E52">
        <w:trPr>
          <w:trHeight w:val="133"/>
        </w:trPr>
        <w:tc>
          <w:tcPr>
            <w:tcW w:w="292" w:type="pct"/>
          </w:tcPr>
          <w:p w:rsidR="00801E52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4708" w:type="pct"/>
            <w:gridSpan w:val="2"/>
          </w:tcPr>
          <w:p w:rsidR="00801E52" w:rsidRPr="00C97C6D" w:rsidRDefault="00DF61C6" w:rsidP="00DF61C6">
            <w:pPr>
              <w:pStyle w:val="ac"/>
              <w:rPr>
                <w:b/>
                <w:sz w:val="22"/>
                <w:szCs w:val="22"/>
              </w:rPr>
            </w:pPr>
            <w:r w:rsidRPr="00C97C6D">
              <w:rPr>
                <w:b/>
                <w:sz w:val="22"/>
                <w:szCs w:val="22"/>
              </w:rPr>
              <w:t>На территории Шандровского сельсовета Лукояновского муниципального района Нижегородской области</w:t>
            </w:r>
          </w:p>
        </w:tc>
      </w:tr>
      <w:tr w:rsidR="00801E52" w:rsidRPr="005C1C7D" w:rsidTr="001D4680">
        <w:trPr>
          <w:trHeight w:val="133"/>
        </w:trPr>
        <w:tc>
          <w:tcPr>
            <w:tcW w:w="292" w:type="pct"/>
          </w:tcPr>
          <w:p w:rsidR="00801E52" w:rsidRPr="005C1C7D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2.1</w:t>
            </w:r>
            <w:r w:rsidRPr="005C1C7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79" w:type="pct"/>
          </w:tcPr>
          <w:p w:rsidR="00801E52" w:rsidRPr="005C1C7D" w:rsidRDefault="00801E52" w:rsidP="001D4680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sz w:val="22"/>
                <w:szCs w:val="22"/>
              </w:rPr>
              <w:t>Питьевая вода, руб./м</w:t>
            </w:r>
            <w:r w:rsidRPr="005C1C7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9" w:type="pct"/>
            <w:vAlign w:val="bottom"/>
          </w:tcPr>
          <w:p w:rsidR="00801E52" w:rsidRPr="005C1C7D" w:rsidRDefault="00DF61C6" w:rsidP="001D4680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39,87</w:t>
            </w:r>
          </w:p>
        </w:tc>
      </w:tr>
      <w:tr w:rsidR="00801E52" w:rsidRPr="005C1C7D" w:rsidTr="001D4680">
        <w:trPr>
          <w:trHeight w:val="133"/>
        </w:trPr>
        <w:tc>
          <w:tcPr>
            <w:tcW w:w="292" w:type="pct"/>
            <w:vMerge w:val="restart"/>
          </w:tcPr>
          <w:p w:rsidR="00801E52" w:rsidRPr="005C1C7D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  <w:r w:rsidRPr="005C1C7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379" w:type="pct"/>
            <w:tcBorders>
              <w:bottom w:val="nil"/>
            </w:tcBorders>
          </w:tcPr>
          <w:p w:rsidR="00801E52" w:rsidRPr="005C1C7D" w:rsidRDefault="00801E52" w:rsidP="001D4680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sz w:val="22"/>
                <w:szCs w:val="22"/>
              </w:rPr>
              <w:t>Питьевая вода, руб./м</w:t>
            </w:r>
            <w:r w:rsidRPr="005C1C7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9" w:type="pct"/>
            <w:vMerge w:val="restart"/>
            <w:vAlign w:val="bottom"/>
          </w:tcPr>
          <w:p w:rsidR="00801E52" w:rsidRPr="005C1C7D" w:rsidRDefault="00DF61C6" w:rsidP="001D4680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39,87</w:t>
            </w:r>
          </w:p>
        </w:tc>
      </w:tr>
      <w:tr w:rsidR="00801E52" w:rsidRPr="005C1C7D" w:rsidTr="001D4680">
        <w:trPr>
          <w:trHeight w:val="132"/>
        </w:trPr>
        <w:tc>
          <w:tcPr>
            <w:tcW w:w="292" w:type="pct"/>
            <w:vMerge/>
          </w:tcPr>
          <w:p w:rsidR="00801E52" w:rsidRPr="005C1C7D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79" w:type="pct"/>
            <w:tcBorders>
              <w:top w:val="nil"/>
            </w:tcBorders>
          </w:tcPr>
          <w:p w:rsidR="00801E52" w:rsidRPr="005C1C7D" w:rsidRDefault="00801E52" w:rsidP="001D4680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noProof/>
                <w:sz w:val="22"/>
                <w:szCs w:val="22"/>
              </w:rPr>
              <w:t>Население (с учетом НДС)</w:t>
            </w:r>
          </w:p>
        </w:tc>
        <w:tc>
          <w:tcPr>
            <w:tcW w:w="1329" w:type="pct"/>
            <w:vMerge/>
            <w:vAlign w:val="bottom"/>
          </w:tcPr>
          <w:p w:rsidR="00801E52" w:rsidRPr="005C1C7D" w:rsidRDefault="00801E52" w:rsidP="001D4680">
            <w:pPr>
              <w:pStyle w:val="ac"/>
              <w:jc w:val="center"/>
              <w:rPr>
                <w:sz w:val="22"/>
                <w:szCs w:val="22"/>
              </w:rPr>
            </w:pPr>
          </w:p>
        </w:tc>
      </w:tr>
      <w:tr w:rsidR="00801E52" w:rsidRPr="005C1C7D" w:rsidTr="001D4680">
        <w:trPr>
          <w:trHeight w:val="133"/>
        </w:trPr>
        <w:tc>
          <w:tcPr>
            <w:tcW w:w="292" w:type="pct"/>
          </w:tcPr>
          <w:p w:rsidR="00801E52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708" w:type="pct"/>
            <w:gridSpan w:val="2"/>
          </w:tcPr>
          <w:p w:rsidR="00801E52" w:rsidRPr="00C97C6D" w:rsidRDefault="00DF61C6" w:rsidP="00DF61C6">
            <w:pPr>
              <w:pStyle w:val="ac"/>
              <w:rPr>
                <w:b/>
                <w:sz w:val="22"/>
                <w:szCs w:val="22"/>
              </w:rPr>
            </w:pPr>
            <w:r w:rsidRPr="00C97C6D">
              <w:rPr>
                <w:b/>
                <w:sz w:val="22"/>
                <w:szCs w:val="22"/>
              </w:rPr>
              <w:t>На территории Большемаресьевского сельсовета Лукояновского муниципального района Нижегородской области</w:t>
            </w:r>
          </w:p>
        </w:tc>
      </w:tr>
      <w:tr w:rsidR="00801E52" w:rsidRPr="005C1C7D" w:rsidTr="001D4680">
        <w:trPr>
          <w:trHeight w:val="133"/>
        </w:trPr>
        <w:tc>
          <w:tcPr>
            <w:tcW w:w="292" w:type="pct"/>
          </w:tcPr>
          <w:p w:rsidR="00801E52" w:rsidRPr="005C1C7D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Pr="005C1C7D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379" w:type="pct"/>
          </w:tcPr>
          <w:p w:rsidR="00801E52" w:rsidRPr="005C1C7D" w:rsidRDefault="00801E52" w:rsidP="001D4680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sz w:val="22"/>
                <w:szCs w:val="22"/>
              </w:rPr>
              <w:t>Питьевая вода, руб./м</w:t>
            </w:r>
            <w:r w:rsidRPr="005C1C7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9" w:type="pct"/>
            <w:vAlign w:val="bottom"/>
          </w:tcPr>
          <w:p w:rsidR="00801E52" w:rsidRPr="005C1C7D" w:rsidRDefault="00DF61C6" w:rsidP="001D4680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37,86</w:t>
            </w:r>
          </w:p>
        </w:tc>
      </w:tr>
      <w:tr w:rsidR="00801E52" w:rsidRPr="005C1C7D" w:rsidTr="001D4680">
        <w:trPr>
          <w:trHeight w:val="133"/>
        </w:trPr>
        <w:tc>
          <w:tcPr>
            <w:tcW w:w="292" w:type="pct"/>
            <w:vMerge w:val="restart"/>
          </w:tcPr>
          <w:p w:rsidR="00801E52" w:rsidRPr="005C1C7D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  <w:r w:rsidRPr="005C1C7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379" w:type="pct"/>
            <w:tcBorders>
              <w:bottom w:val="nil"/>
            </w:tcBorders>
          </w:tcPr>
          <w:p w:rsidR="00801E52" w:rsidRPr="005C1C7D" w:rsidRDefault="00801E52" w:rsidP="001D4680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sz w:val="22"/>
                <w:szCs w:val="22"/>
              </w:rPr>
              <w:t>Питьевая вода, руб./м</w:t>
            </w:r>
            <w:r w:rsidRPr="005C1C7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9" w:type="pct"/>
            <w:vMerge w:val="restart"/>
            <w:vAlign w:val="bottom"/>
          </w:tcPr>
          <w:p w:rsidR="00801E52" w:rsidRPr="005C1C7D" w:rsidRDefault="00DF61C6" w:rsidP="001D4680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37,86</w:t>
            </w:r>
          </w:p>
        </w:tc>
      </w:tr>
      <w:tr w:rsidR="00801E52" w:rsidRPr="005C1C7D" w:rsidTr="001D4680">
        <w:trPr>
          <w:trHeight w:val="132"/>
        </w:trPr>
        <w:tc>
          <w:tcPr>
            <w:tcW w:w="292" w:type="pct"/>
            <w:vMerge/>
          </w:tcPr>
          <w:p w:rsidR="00801E52" w:rsidRPr="005C1C7D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79" w:type="pct"/>
            <w:tcBorders>
              <w:top w:val="nil"/>
            </w:tcBorders>
          </w:tcPr>
          <w:p w:rsidR="00801E52" w:rsidRPr="005C1C7D" w:rsidRDefault="00801E52" w:rsidP="001D4680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noProof/>
                <w:sz w:val="22"/>
                <w:szCs w:val="22"/>
              </w:rPr>
              <w:t>Население (с учетом НДС)</w:t>
            </w:r>
          </w:p>
        </w:tc>
        <w:tc>
          <w:tcPr>
            <w:tcW w:w="1329" w:type="pct"/>
            <w:vMerge/>
            <w:vAlign w:val="bottom"/>
          </w:tcPr>
          <w:p w:rsidR="00801E52" w:rsidRPr="005C1C7D" w:rsidRDefault="00801E52" w:rsidP="001D4680">
            <w:pPr>
              <w:pStyle w:val="ac"/>
              <w:jc w:val="center"/>
              <w:rPr>
                <w:sz w:val="22"/>
                <w:szCs w:val="22"/>
              </w:rPr>
            </w:pPr>
          </w:p>
        </w:tc>
      </w:tr>
      <w:tr w:rsidR="00801E52" w:rsidRPr="005C1C7D" w:rsidTr="001D4680">
        <w:trPr>
          <w:trHeight w:val="133"/>
        </w:trPr>
        <w:tc>
          <w:tcPr>
            <w:tcW w:w="292" w:type="pct"/>
          </w:tcPr>
          <w:p w:rsidR="00801E52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708" w:type="pct"/>
            <w:gridSpan w:val="2"/>
          </w:tcPr>
          <w:p w:rsidR="00801E52" w:rsidRPr="00C97C6D" w:rsidRDefault="00DF61C6" w:rsidP="00DF61C6">
            <w:pPr>
              <w:pStyle w:val="ac"/>
              <w:rPr>
                <w:b/>
                <w:sz w:val="22"/>
                <w:szCs w:val="22"/>
              </w:rPr>
            </w:pPr>
            <w:r w:rsidRPr="00C97C6D">
              <w:rPr>
                <w:b/>
                <w:sz w:val="22"/>
                <w:szCs w:val="22"/>
              </w:rPr>
              <w:t>На территории Большеарского сельсовета Лукояновского муниципального района Нижегородской области</w:t>
            </w:r>
          </w:p>
        </w:tc>
      </w:tr>
      <w:tr w:rsidR="00801E52" w:rsidRPr="005C1C7D" w:rsidTr="001D4680">
        <w:trPr>
          <w:trHeight w:val="133"/>
        </w:trPr>
        <w:tc>
          <w:tcPr>
            <w:tcW w:w="292" w:type="pct"/>
          </w:tcPr>
          <w:p w:rsidR="00801E52" w:rsidRPr="005C1C7D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4.1</w:t>
            </w:r>
            <w:r w:rsidRPr="005C1C7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79" w:type="pct"/>
          </w:tcPr>
          <w:p w:rsidR="00801E52" w:rsidRPr="005C1C7D" w:rsidRDefault="00801E52" w:rsidP="001D4680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sz w:val="22"/>
                <w:szCs w:val="22"/>
              </w:rPr>
              <w:t>Питьевая вода, руб./м</w:t>
            </w:r>
            <w:r w:rsidRPr="005C1C7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9" w:type="pct"/>
            <w:vAlign w:val="bottom"/>
          </w:tcPr>
          <w:p w:rsidR="00801E52" w:rsidRPr="005C1C7D" w:rsidRDefault="00DF61C6" w:rsidP="001D4680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36,57</w:t>
            </w:r>
          </w:p>
        </w:tc>
      </w:tr>
      <w:tr w:rsidR="00801E52" w:rsidRPr="005C1C7D" w:rsidTr="001D4680">
        <w:trPr>
          <w:trHeight w:val="133"/>
        </w:trPr>
        <w:tc>
          <w:tcPr>
            <w:tcW w:w="292" w:type="pct"/>
            <w:vMerge w:val="restart"/>
          </w:tcPr>
          <w:p w:rsidR="00801E52" w:rsidRPr="005C1C7D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  <w:r w:rsidRPr="005C1C7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379" w:type="pct"/>
            <w:tcBorders>
              <w:bottom w:val="nil"/>
            </w:tcBorders>
          </w:tcPr>
          <w:p w:rsidR="00801E52" w:rsidRPr="005C1C7D" w:rsidRDefault="00801E52" w:rsidP="001D4680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sz w:val="22"/>
                <w:szCs w:val="22"/>
              </w:rPr>
              <w:t>Питьевая вода, руб./м</w:t>
            </w:r>
            <w:r w:rsidRPr="005C1C7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9" w:type="pct"/>
            <w:vMerge w:val="restart"/>
            <w:vAlign w:val="bottom"/>
          </w:tcPr>
          <w:p w:rsidR="00801E52" w:rsidRPr="005C1C7D" w:rsidRDefault="00DF61C6" w:rsidP="001D4680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36,57</w:t>
            </w:r>
          </w:p>
        </w:tc>
      </w:tr>
      <w:tr w:rsidR="00801E52" w:rsidRPr="005C1C7D" w:rsidTr="001D4680">
        <w:trPr>
          <w:trHeight w:val="132"/>
        </w:trPr>
        <w:tc>
          <w:tcPr>
            <w:tcW w:w="292" w:type="pct"/>
            <w:vMerge/>
          </w:tcPr>
          <w:p w:rsidR="00801E52" w:rsidRPr="005C1C7D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79" w:type="pct"/>
            <w:tcBorders>
              <w:top w:val="nil"/>
            </w:tcBorders>
          </w:tcPr>
          <w:p w:rsidR="00801E52" w:rsidRPr="005C1C7D" w:rsidRDefault="00801E52" w:rsidP="001D4680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noProof/>
                <w:sz w:val="22"/>
                <w:szCs w:val="22"/>
              </w:rPr>
              <w:t>Население (с учетом НДС)</w:t>
            </w:r>
          </w:p>
        </w:tc>
        <w:tc>
          <w:tcPr>
            <w:tcW w:w="1329" w:type="pct"/>
            <w:vMerge/>
            <w:vAlign w:val="bottom"/>
          </w:tcPr>
          <w:p w:rsidR="00801E52" w:rsidRPr="005C1C7D" w:rsidRDefault="00801E52" w:rsidP="001D4680">
            <w:pPr>
              <w:pStyle w:val="ac"/>
              <w:jc w:val="center"/>
              <w:rPr>
                <w:sz w:val="22"/>
                <w:szCs w:val="22"/>
              </w:rPr>
            </w:pPr>
          </w:p>
        </w:tc>
      </w:tr>
      <w:tr w:rsidR="00801E52" w:rsidRPr="005C1C7D" w:rsidTr="001D4680">
        <w:trPr>
          <w:trHeight w:val="133"/>
        </w:trPr>
        <w:tc>
          <w:tcPr>
            <w:tcW w:w="292" w:type="pct"/>
          </w:tcPr>
          <w:p w:rsidR="00801E52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708" w:type="pct"/>
            <w:gridSpan w:val="2"/>
          </w:tcPr>
          <w:p w:rsidR="00801E52" w:rsidRPr="00C97C6D" w:rsidRDefault="00DF61C6" w:rsidP="00DF61C6">
            <w:pPr>
              <w:pStyle w:val="ac"/>
              <w:rPr>
                <w:b/>
                <w:sz w:val="22"/>
                <w:szCs w:val="22"/>
              </w:rPr>
            </w:pPr>
            <w:r w:rsidRPr="00C97C6D">
              <w:rPr>
                <w:b/>
                <w:sz w:val="22"/>
                <w:szCs w:val="22"/>
              </w:rPr>
              <w:t>На территории р.п. им. Степана Разина Лукояновского муниципального района Нижегородской области</w:t>
            </w:r>
          </w:p>
        </w:tc>
      </w:tr>
      <w:tr w:rsidR="00801E52" w:rsidRPr="005C1C7D" w:rsidTr="001D4680">
        <w:trPr>
          <w:trHeight w:val="133"/>
        </w:trPr>
        <w:tc>
          <w:tcPr>
            <w:tcW w:w="292" w:type="pct"/>
          </w:tcPr>
          <w:p w:rsidR="00801E52" w:rsidRPr="005C1C7D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Pr="005C1C7D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379" w:type="pct"/>
          </w:tcPr>
          <w:p w:rsidR="00801E52" w:rsidRPr="005C1C7D" w:rsidRDefault="00801E52" w:rsidP="001D4680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sz w:val="22"/>
                <w:szCs w:val="22"/>
              </w:rPr>
              <w:t>Питьевая вода, руб./м</w:t>
            </w:r>
            <w:r w:rsidRPr="005C1C7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9" w:type="pct"/>
            <w:vAlign w:val="bottom"/>
          </w:tcPr>
          <w:p w:rsidR="00801E52" w:rsidRPr="005C1C7D" w:rsidRDefault="00DF61C6" w:rsidP="001D4680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33,39</w:t>
            </w:r>
          </w:p>
        </w:tc>
      </w:tr>
      <w:tr w:rsidR="00801E52" w:rsidRPr="005C1C7D" w:rsidTr="001D4680">
        <w:trPr>
          <w:trHeight w:val="133"/>
        </w:trPr>
        <w:tc>
          <w:tcPr>
            <w:tcW w:w="292" w:type="pct"/>
            <w:vMerge w:val="restart"/>
          </w:tcPr>
          <w:p w:rsidR="00801E52" w:rsidRPr="005C1C7D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  <w:r w:rsidRPr="005C1C7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379" w:type="pct"/>
            <w:tcBorders>
              <w:bottom w:val="nil"/>
            </w:tcBorders>
          </w:tcPr>
          <w:p w:rsidR="00801E52" w:rsidRPr="005C1C7D" w:rsidRDefault="00801E52" w:rsidP="001D4680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sz w:val="22"/>
                <w:szCs w:val="22"/>
              </w:rPr>
              <w:t>Питьевая вода, руб./м</w:t>
            </w:r>
            <w:r w:rsidRPr="005C1C7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9" w:type="pct"/>
            <w:vMerge w:val="restart"/>
            <w:vAlign w:val="bottom"/>
          </w:tcPr>
          <w:p w:rsidR="00801E52" w:rsidRPr="005C1C7D" w:rsidRDefault="00DF61C6" w:rsidP="001D4680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33,39</w:t>
            </w:r>
          </w:p>
        </w:tc>
      </w:tr>
      <w:tr w:rsidR="00801E52" w:rsidRPr="005C1C7D" w:rsidTr="001D4680">
        <w:trPr>
          <w:trHeight w:val="132"/>
        </w:trPr>
        <w:tc>
          <w:tcPr>
            <w:tcW w:w="292" w:type="pct"/>
            <w:vMerge/>
          </w:tcPr>
          <w:p w:rsidR="00801E52" w:rsidRPr="005C1C7D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79" w:type="pct"/>
            <w:tcBorders>
              <w:top w:val="nil"/>
            </w:tcBorders>
          </w:tcPr>
          <w:p w:rsidR="00801E52" w:rsidRPr="005C1C7D" w:rsidRDefault="00801E52" w:rsidP="001D4680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noProof/>
                <w:sz w:val="22"/>
                <w:szCs w:val="22"/>
              </w:rPr>
              <w:t>Население (с учетом НДС)</w:t>
            </w:r>
          </w:p>
        </w:tc>
        <w:tc>
          <w:tcPr>
            <w:tcW w:w="1329" w:type="pct"/>
            <w:vMerge/>
            <w:vAlign w:val="bottom"/>
          </w:tcPr>
          <w:p w:rsidR="00801E52" w:rsidRPr="005C1C7D" w:rsidRDefault="00801E52" w:rsidP="001D4680">
            <w:pPr>
              <w:pStyle w:val="ac"/>
              <w:jc w:val="center"/>
              <w:rPr>
                <w:sz w:val="22"/>
                <w:szCs w:val="22"/>
              </w:rPr>
            </w:pPr>
          </w:p>
        </w:tc>
      </w:tr>
      <w:tr w:rsidR="00801E52" w:rsidRPr="005C1C7D" w:rsidTr="001D4680">
        <w:trPr>
          <w:trHeight w:val="133"/>
        </w:trPr>
        <w:tc>
          <w:tcPr>
            <w:tcW w:w="292" w:type="pct"/>
          </w:tcPr>
          <w:p w:rsidR="00801E52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708" w:type="pct"/>
            <w:gridSpan w:val="2"/>
          </w:tcPr>
          <w:p w:rsidR="00801E52" w:rsidRPr="00C97C6D" w:rsidRDefault="00DF61C6" w:rsidP="00DF61C6">
            <w:pPr>
              <w:pStyle w:val="ac"/>
              <w:rPr>
                <w:b/>
                <w:sz w:val="22"/>
                <w:szCs w:val="22"/>
              </w:rPr>
            </w:pPr>
            <w:r w:rsidRPr="00C97C6D">
              <w:rPr>
                <w:b/>
                <w:sz w:val="22"/>
                <w:szCs w:val="22"/>
              </w:rPr>
              <w:t>На территории Тольско-Майданского сельсовета Лукояновского муниципального района Нижегородской области</w:t>
            </w:r>
          </w:p>
        </w:tc>
      </w:tr>
      <w:tr w:rsidR="00801E52" w:rsidRPr="005C1C7D" w:rsidTr="001D4680">
        <w:trPr>
          <w:trHeight w:val="133"/>
        </w:trPr>
        <w:tc>
          <w:tcPr>
            <w:tcW w:w="292" w:type="pct"/>
          </w:tcPr>
          <w:p w:rsidR="00801E52" w:rsidRPr="005C1C7D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6.1</w:t>
            </w:r>
            <w:r w:rsidRPr="005C1C7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79" w:type="pct"/>
          </w:tcPr>
          <w:p w:rsidR="00801E52" w:rsidRPr="005C1C7D" w:rsidRDefault="00801E52" w:rsidP="001D4680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sz w:val="22"/>
                <w:szCs w:val="22"/>
              </w:rPr>
              <w:t>Питьевая вода, руб./м</w:t>
            </w:r>
            <w:r w:rsidRPr="005C1C7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9" w:type="pct"/>
            <w:vAlign w:val="bottom"/>
          </w:tcPr>
          <w:p w:rsidR="00801E52" w:rsidRPr="005C1C7D" w:rsidRDefault="00DF61C6" w:rsidP="001D4680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28,67</w:t>
            </w:r>
          </w:p>
        </w:tc>
      </w:tr>
      <w:tr w:rsidR="00801E52" w:rsidRPr="005C1C7D" w:rsidTr="001D4680">
        <w:trPr>
          <w:trHeight w:val="133"/>
        </w:trPr>
        <w:tc>
          <w:tcPr>
            <w:tcW w:w="292" w:type="pct"/>
            <w:vMerge w:val="restart"/>
          </w:tcPr>
          <w:p w:rsidR="00801E52" w:rsidRPr="005C1C7D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  <w:r w:rsidRPr="005C1C7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379" w:type="pct"/>
            <w:tcBorders>
              <w:bottom w:val="nil"/>
            </w:tcBorders>
          </w:tcPr>
          <w:p w:rsidR="00801E52" w:rsidRPr="005C1C7D" w:rsidRDefault="00801E52" w:rsidP="001D4680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sz w:val="22"/>
                <w:szCs w:val="22"/>
              </w:rPr>
              <w:t>Питьевая вода, руб./м</w:t>
            </w:r>
            <w:r w:rsidRPr="005C1C7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9" w:type="pct"/>
            <w:vMerge w:val="restart"/>
            <w:vAlign w:val="bottom"/>
          </w:tcPr>
          <w:p w:rsidR="00801E52" w:rsidRPr="005C1C7D" w:rsidRDefault="00DF61C6" w:rsidP="001D4680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28,67</w:t>
            </w:r>
          </w:p>
        </w:tc>
      </w:tr>
      <w:tr w:rsidR="00801E52" w:rsidRPr="005C1C7D" w:rsidTr="001D4680">
        <w:trPr>
          <w:trHeight w:val="132"/>
        </w:trPr>
        <w:tc>
          <w:tcPr>
            <w:tcW w:w="292" w:type="pct"/>
            <w:vMerge/>
          </w:tcPr>
          <w:p w:rsidR="00801E52" w:rsidRPr="005C1C7D" w:rsidRDefault="00801E52" w:rsidP="001D4680">
            <w:pPr>
              <w:pStyle w:val="ac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79" w:type="pct"/>
            <w:tcBorders>
              <w:top w:val="nil"/>
            </w:tcBorders>
          </w:tcPr>
          <w:p w:rsidR="00801E52" w:rsidRPr="005C1C7D" w:rsidRDefault="00801E52" w:rsidP="001D4680">
            <w:pPr>
              <w:pStyle w:val="ac"/>
              <w:jc w:val="left"/>
              <w:rPr>
                <w:noProof/>
                <w:sz w:val="22"/>
                <w:szCs w:val="22"/>
              </w:rPr>
            </w:pPr>
            <w:r w:rsidRPr="005C1C7D">
              <w:rPr>
                <w:noProof/>
                <w:sz w:val="22"/>
                <w:szCs w:val="22"/>
              </w:rPr>
              <w:t>Население (с учетом НДС)</w:t>
            </w:r>
          </w:p>
        </w:tc>
        <w:tc>
          <w:tcPr>
            <w:tcW w:w="1329" w:type="pct"/>
            <w:vMerge/>
            <w:vAlign w:val="bottom"/>
          </w:tcPr>
          <w:p w:rsidR="00801E52" w:rsidRPr="005C1C7D" w:rsidRDefault="00801E52" w:rsidP="001D4680">
            <w:pPr>
              <w:pStyle w:val="ac"/>
              <w:jc w:val="center"/>
              <w:rPr>
                <w:sz w:val="22"/>
                <w:szCs w:val="22"/>
              </w:rPr>
            </w:pPr>
          </w:p>
        </w:tc>
      </w:tr>
    </w:tbl>
    <w:p w:rsidR="006B7229" w:rsidRPr="006B7229" w:rsidRDefault="004C2673" w:rsidP="00467077">
      <w:pPr>
        <w:pStyle w:val="ac"/>
        <w:spacing w:line="276" w:lineRule="auto"/>
        <w:ind w:firstLine="720"/>
      </w:pPr>
      <w:r>
        <w:rPr>
          <w:b/>
        </w:rPr>
        <w:t>3</w:t>
      </w:r>
      <w:r w:rsidR="006B7229" w:rsidRPr="006B7229">
        <w:rPr>
          <w:b/>
        </w:rPr>
        <w:t>.</w:t>
      </w:r>
      <w:r w:rsidR="006B7229" w:rsidRPr="006B7229">
        <w:t xml:space="preserve"> Утвердить производственн</w:t>
      </w:r>
      <w:r w:rsidR="00C97C6D">
        <w:t>ые</w:t>
      </w:r>
      <w:r w:rsidR="006B7229" w:rsidRPr="006B7229">
        <w:t xml:space="preserve"> программ</w:t>
      </w:r>
      <w:r w:rsidR="00C97C6D">
        <w:t>ы</w:t>
      </w:r>
      <w:r w:rsidR="006B7229" w:rsidRPr="006B7229">
        <w:t xml:space="preserve"> </w:t>
      </w:r>
      <w:r w:rsidR="005259F2">
        <w:rPr>
          <w:lang w:eastAsia="en-US"/>
        </w:rPr>
        <w:t>ОБЩЕСТВА С ОГРАНИЧЕННОЙ ОТВЕТСТВЕННОСТЬЮ</w:t>
      </w:r>
      <w:r w:rsidR="005259F2" w:rsidRPr="00A42949">
        <w:rPr>
          <w:lang w:eastAsia="en-US"/>
        </w:rPr>
        <w:t xml:space="preserve"> «</w:t>
      </w:r>
      <w:r w:rsidR="005259F2">
        <w:rPr>
          <w:lang w:eastAsia="en-US"/>
        </w:rPr>
        <w:t>ВОДОКАНАЛ</w:t>
      </w:r>
      <w:r w:rsidR="005259F2" w:rsidRPr="00A42949">
        <w:rPr>
          <w:lang w:eastAsia="en-US"/>
        </w:rPr>
        <w:t>»</w:t>
      </w:r>
      <w:r w:rsidR="00F406B0">
        <w:rPr>
          <w:lang w:eastAsia="en-US"/>
        </w:rPr>
        <w:t xml:space="preserve"> </w:t>
      </w:r>
      <w:r w:rsidR="00E82320">
        <w:rPr>
          <w:lang w:eastAsia="en-US"/>
        </w:rPr>
        <w:br/>
      </w:r>
      <w:r w:rsidR="00F406B0">
        <w:rPr>
          <w:lang w:eastAsia="en-US"/>
        </w:rPr>
        <w:t>(ИН</w:t>
      </w:r>
      <w:r w:rsidR="005259F2">
        <w:rPr>
          <w:lang w:eastAsia="en-US"/>
        </w:rPr>
        <w:t>Н 5221007099)</w:t>
      </w:r>
      <w:r w:rsidR="005259F2" w:rsidRPr="00A42949">
        <w:t xml:space="preserve">, </w:t>
      </w:r>
      <w:r w:rsidR="005259F2">
        <w:t>г. Лукоянов</w:t>
      </w:r>
      <w:r w:rsidR="005259F2" w:rsidRPr="00A42949">
        <w:t xml:space="preserve"> Нижегородской области</w:t>
      </w:r>
      <w:r w:rsidR="00086839">
        <w:t>, в сфере</w:t>
      </w:r>
      <w:r w:rsidR="006B7229" w:rsidRPr="006B7229">
        <w:t xml:space="preserve"> </w:t>
      </w:r>
      <w:r w:rsidR="00694B6F">
        <w:t>холодного водоснабжения</w:t>
      </w:r>
      <w:r w:rsidR="006B7229" w:rsidRPr="006B7229">
        <w:t xml:space="preserve"> согласно </w:t>
      </w:r>
      <w:r w:rsidR="006B7229" w:rsidRPr="001F0AAC">
        <w:t>Приложени</w:t>
      </w:r>
      <w:r w:rsidR="00C97C6D">
        <w:t>ям 1 - 6</w:t>
      </w:r>
      <w:r w:rsidR="005259F2">
        <w:t xml:space="preserve"> </w:t>
      </w:r>
      <w:r w:rsidR="006B7229" w:rsidRPr="006B7229">
        <w:t>к настоящему решению.</w:t>
      </w:r>
    </w:p>
    <w:p w:rsidR="001F0AAC" w:rsidRPr="00A42949" w:rsidRDefault="00882539" w:rsidP="0046707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b/>
        </w:rPr>
        <w:t xml:space="preserve">  </w:t>
      </w:r>
      <w:r w:rsidR="004C2673">
        <w:rPr>
          <w:b/>
        </w:rPr>
        <w:t>4</w:t>
      </w:r>
      <w:r w:rsidR="006B7229" w:rsidRPr="006B7229">
        <w:rPr>
          <w:b/>
        </w:rPr>
        <w:t>.</w:t>
      </w:r>
      <w:r w:rsidR="006B7229" w:rsidRPr="006B7229">
        <w:t xml:space="preserve"> </w:t>
      </w:r>
      <w:r w:rsidR="005259F2">
        <w:rPr>
          <w:lang w:eastAsia="en-US"/>
        </w:rPr>
        <w:t>ОБЩЕСТВО С ОГРАНИЧЕННОЙ ОТВЕТСТВЕННОСТЬЮ</w:t>
      </w:r>
      <w:r w:rsidR="005259F2" w:rsidRPr="00A42949">
        <w:rPr>
          <w:lang w:eastAsia="en-US"/>
        </w:rPr>
        <w:t xml:space="preserve"> «</w:t>
      </w:r>
      <w:r w:rsidR="005259F2">
        <w:rPr>
          <w:lang w:eastAsia="en-US"/>
        </w:rPr>
        <w:t>ВОДОКАНАЛ</w:t>
      </w:r>
      <w:r w:rsidR="005259F2" w:rsidRPr="00A42949">
        <w:rPr>
          <w:lang w:eastAsia="en-US"/>
        </w:rPr>
        <w:t>»</w:t>
      </w:r>
      <w:r w:rsidR="00F406B0">
        <w:rPr>
          <w:lang w:eastAsia="en-US"/>
        </w:rPr>
        <w:t xml:space="preserve"> (ИН</w:t>
      </w:r>
      <w:r w:rsidR="005259F2">
        <w:rPr>
          <w:lang w:eastAsia="en-US"/>
        </w:rPr>
        <w:t>Н 5221007099)</w:t>
      </w:r>
      <w:r w:rsidR="005259F2" w:rsidRPr="00A42949">
        <w:t xml:space="preserve">, </w:t>
      </w:r>
      <w:r w:rsidR="005259F2">
        <w:t>г. Лукоянов</w:t>
      </w:r>
      <w:r w:rsidR="005259F2" w:rsidRPr="00A42949">
        <w:t xml:space="preserve"> Нижегородской области</w:t>
      </w:r>
      <w:r w:rsidR="001F0AAC" w:rsidRPr="00A42949">
        <w:rPr>
          <w:szCs w:val="28"/>
        </w:rPr>
        <w:t>, применяет упрощенную систему налогообложения и не является плательщиком НДС в соответствии со ст. 346</w:t>
      </w:r>
      <w:r w:rsidR="001F0AAC" w:rsidRPr="00A42949">
        <w:rPr>
          <w:szCs w:val="28"/>
          <w:vertAlign w:val="superscript"/>
        </w:rPr>
        <w:t>11</w:t>
      </w:r>
      <w:r w:rsidR="001F0AAC" w:rsidRPr="00A42949">
        <w:rPr>
          <w:szCs w:val="28"/>
        </w:rPr>
        <w:t xml:space="preserve"> главы 26</w:t>
      </w:r>
      <w:r w:rsidR="001F0AAC" w:rsidRPr="00A42949">
        <w:rPr>
          <w:szCs w:val="28"/>
          <w:vertAlign w:val="superscript"/>
        </w:rPr>
        <w:t>2</w:t>
      </w:r>
      <w:r w:rsidR="001F0AAC" w:rsidRPr="00A42949">
        <w:rPr>
          <w:szCs w:val="28"/>
        </w:rPr>
        <w:t xml:space="preserve"> Налогового кодекса Российской Федерации.</w:t>
      </w:r>
    </w:p>
    <w:p w:rsidR="001F0AAC" w:rsidRPr="00A42949" w:rsidRDefault="001F0AAC" w:rsidP="0046707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A42949">
        <w:rPr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254A63" w:rsidRPr="00254A63" w:rsidRDefault="004C2673" w:rsidP="00467077">
      <w:pPr>
        <w:spacing w:line="276" w:lineRule="auto"/>
        <w:ind w:firstLine="720"/>
        <w:jc w:val="both"/>
        <w:rPr>
          <w:bCs/>
          <w:szCs w:val="28"/>
        </w:rPr>
      </w:pPr>
      <w:r>
        <w:rPr>
          <w:b/>
        </w:rPr>
        <w:t>5</w:t>
      </w:r>
      <w:r w:rsidR="006B7229" w:rsidRPr="006B7229">
        <w:rPr>
          <w:b/>
        </w:rPr>
        <w:t>.</w:t>
      </w:r>
      <w:r w:rsidR="006B7229" w:rsidRPr="006B7229">
        <w:t xml:space="preserve"> </w:t>
      </w:r>
      <w:r w:rsidR="00254A63" w:rsidRPr="00254A63">
        <w:rPr>
          <w:bCs/>
          <w:szCs w:val="28"/>
        </w:rPr>
        <w:t xml:space="preserve">В связи с тем, что в отношении </w:t>
      </w:r>
      <w:r w:rsidR="005259F2">
        <w:rPr>
          <w:lang w:eastAsia="en-US"/>
        </w:rPr>
        <w:t>ОБЩЕСТВА С ОГРАНИЧЕННОЙ ОТВЕТСТВЕННОСТЬЮ</w:t>
      </w:r>
      <w:r w:rsidR="005259F2" w:rsidRPr="00A42949">
        <w:rPr>
          <w:lang w:eastAsia="en-US"/>
        </w:rPr>
        <w:t xml:space="preserve"> «</w:t>
      </w:r>
      <w:r w:rsidR="005259F2">
        <w:rPr>
          <w:lang w:eastAsia="en-US"/>
        </w:rPr>
        <w:t>ВОДОКАНАЛ</w:t>
      </w:r>
      <w:r w:rsidR="005259F2" w:rsidRPr="00A42949">
        <w:rPr>
          <w:lang w:eastAsia="en-US"/>
        </w:rPr>
        <w:t>»</w:t>
      </w:r>
      <w:r w:rsidR="00F406B0">
        <w:rPr>
          <w:lang w:eastAsia="en-US"/>
        </w:rPr>
        <w:t xml:space="preserve"> (ИН</w:t>
      </w:r>
      <w:r w:rsidR="005259F2">
        <w:rPr>
          <w:lang w:eastAsia="en-US"/>
        </w:rPr>
        <w:t>Н 5221007099)</w:t>
      </w:r>
      <w:r w:rsidR="005259F2" w:rsidRPr="00A42949">
        <w:t xml:space="preserve">, </w:t>
      </w:r>
      <w:r w:rsidR="005259F2">
        <w:t>г. Лукоянов</w:t>
      </w:r>
      <w:r w:rsidR="005259F2" w:rsidRPr="00A42949">
        <w:t xml:space="preserve"> Нижегородской области</w:t>
      </w:r>
      <w:r w:rsidR="00254A63" w:rsidRPr="00254A63">
        <w:rPr>
          <w:bCs/>
          <w:szCs w:val="28"/>
        </w:rPr>
        <w:t xml:space="preserve">, государственное регулирование в сфере </w:t>
      </w:r>
      <w:r w:rsidR="00EF75F2">
        <w:rPr>
          <w:bCs/>
          <w:szCs w:val="28"/>
        </w:rPr>
        <w:t>холодного водоснабжения</w:t>
      </w:r>
      <w:r w:rsidR="00254A63" w:rsidRPr="00254A63">
        <w:rPr>
          <w:bCs/>
          <w:szCs w:val="28"/>
        </w:rPr>
        <w:t xml:space="preserve"> ранее не осуществлялось, и на основании </w:t>
      </w:r>
      <w:hyperlink r:id="rId10" w:history="1">
        <w:r w:rsidR="00254A63" w:rsidRPr="00254A63">
          <w:rPr>
            <w:bCs/>
            <w:szCs w:val="28"/>
          </w:rPr>
          <w:t>пункта 9</w:t>
        </w:r>
      </w:hyperlink>
      <w:r w:rsidR="00254A63" w:rsidRPr="00254A63">
        <w:rPr>
          <w:bCs/>
          <w:szCs w:val="28"/>
        </w:rPr>
        <w:t xml:space="preserve"> Правил регулирования тарифов в сфере водоснабжения и водоотведения, утвержденных постановлением Правительства Российской</w:t>
      </w:r>
      <w:r w:rsidR="00E81283">
        <w:rPr>
          <w:bCs/>
          <w:szCs w:val="28"/>
        </w:rPr>
        <w:t xml:space="preserve"> Федерации от 13 мая 2013 года </w:t>
      </w:r>
      <w:r w:rsidR="00E82320">
        <w:rPr>
          <w:bCs/>
          <w:szCs w:val="28"/>
        </w:rPr>
        <w:br/>
      </w:r>
      <w:r w:rsidR="00E81283">
        <w:rPr>
          <w:bCs/>
          <w:szCs w:val="28"/>
        </w:rPr>
        <w:t>№</w:t>
      </w:r>
      <w:r w:rsidR="00254A63" w:rsidRPr="00254A63">
        <w:rPr>
          <w:bCs/>
          <w:szCs w:val="28"/>
        </w:rPr>
        <w:t xml:space="preserve"> 406, тарифы, установленные </w:t>
      </w:r>
      <w:hyperlink r:id="rId11" w:history="1">
        <w:r w:rsidR="00254A63" w:rsidRPr="00254A63">
          <w:rPr>
            <w:bCs/>
            <w:szCs w:val="28"/>
          </w:rPr>
          <w:t xml:space="preserve">пунктом </w:t>
        </w:r>
      </w:hyperlink>
      <w:r w:rsidR="00E82320">
        <w:rPr>
          <w:bCs/>
          <w:szCs w:val="28"/>
        </w:rPr>
        <w:t>2</w:t>
      </w:r>
      <w:r w:rsidR="00254A63" w:rsidRPr="00254A63">
        <w:rPr>
          <w:bCs/>
          <w:szCs w:val="28"/>
        </w:rPr>
        <w:t xml:space="preserve"> настоящего решения, действуют </w:t>
      </w:r>
      <w:r w:rsidR="00E82320">
        <w:rPr>
          <w:bCs/>
          <w:szCs w:val="28"/>
        </w:rPr>
        <w:br/>
      </w:r>
      <w:r w:rsidR="00254A63" w:rsidRPr="00254A63">
        <w:rPr>
          <w:bCs/>
          <w:szCs w:val="28"/>
        </w:rPr>
        <w:t xml:space="preserve">с 1 </w:t>
      </w:r>
      <w:r w:rsidR="005259F2">
        <w:rPr>
          <w:bCs/>
          <w:szCs w:val="28"/>
        </w:rPr>
        <w:t>сентября</w:t>
      </w:r>
      <w:r w:rsidR="00254A63" w:rsidRPr="00254A63">
        <w:rPr>
          <w:bCs/>
          <w:szCs w:val="28"/>
        </w:rPr>
        <w:t xml:space="preserve"> по 31 декабря 201</w:t>
      </w:r>
      <w:r w:rsidR="00E81283">
        <w:rPr>
          <w:bCs/>
          <w:szCs w:val="28"/>
        </w:rPr>
        <w:t>8</w:t>
      </w:r>
      <w:r w:rsidR="00254A63" w:rsidRPr="00254A63">
        <w:rPr>
          <w:bCs/>
          <w:szCs w:val="28"/>
        </w:rPr>
        <w:t xml:space="preserve"> года включительно.</w:t>
      </w:r>
    </w:p>
    <w:p w:rsidR="00467077" w:rsidRDefault="00467077" w:rsidP="005C06DC">
      <w:pPr>
        <w:tabs>
          <w:tab w:val="left" w:pos="1897"/>
        </w:tabs>
        <w:spacing w:line="276" w:lineRule="auto"/>
        <w:rPr>
          <w:sz w:val="16"/>
          <w:szCs w:val="16"/>
        </w:rPr>
      </w:pPr>
    </w:p>
    <w:p w:rsidR="00467077" w:rsidRDefault="00467077" w:rsidP="005C06DC">
      <w:pPr>
        <w:tabs>
          <w:tab w:val="left" w:pos="1897"/>
        </w:tabs>
        <w:spacing w:line="276" w:lineRule="auto"/>
        <w:rPr>
          <w:sz w:val="16"/>
          <w:szCs w:val="16"/>
        </w:rPr>
      </w:pPr>
    </w:p>
    <w:p w:rsidR="00467077" w:rsidRPr="00467077" w:rsidRDefault="00467077" w:rsidP="005C06DC">
      <w:pPr>
        <w:tabs>
          <w:tab w:val="left" w:pos="1897"/>
        </w:tabs>
        <w:spacing w:line="276" w:lineRule="auto"/>
        <w:rPr>
          <w:sz w:val="16"/>
          <w:szCs w:val="16"/>
        </w:rPr>
      </w:pPr>
    </w:p>
    <w:p w:rsidR="005C06DC" w:rsidRDefault="00E82320" w:rsidP="005C06DC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5C06DC">
        <w:rPr>
          <w:szCs w:val="28"/>
        </w:rPr>
        <w:t>уководител</w:t>
      </w:r>
      <w:r>
        <w:rPr>
          <w:szCs w:val="28"/>
        </w:rPr>
        <w:t>ь</w:t>
      </w:r>
      <w:r w:rsidR="005C06DC">
        <w:rPr>
          <w:szCs w:val="28"/>
        </w:rPr>
        <w:t xml:space="preserve"> службы</w:t>
      </w:r>
      <w:r w:rsidR="005C06DC">
        <w:rPr>
          <w:szCs w:val="28"/>
        </w:rPr>
        <w:tab/>
      </w:r>
      <w:r w:rsidR="005C06DC">
        <w:rPr>
          <w:szCs w:val="28"/>
        </w:rPr>
        <w:tab/>
      </w:r>
      <w:r w:rsidR="005C06DC">
        <w:rPr>
          <w:szCs w:val="28"/>
        </w:rPr>
        <w:tab/>
      </w:r>
      <w:r w:rsidR="005C06DC">
        <w:rPr>
          <w:szCs w:val="28"/>
        </w:rPr>
        <w:tab/>
      </w:r>
      <w:r w:rsidR="005C06DC">
        <w:rPr>
          <w:szCs w:val="28"/>
        </w:rPr>
        <w:tab/>
      </w:r>
      <w:r w:rsidR="005C06DC">
        <w:rPr>
          <w:szCs w:val="28"/>
        </w:rPr>
        <w:tab/>
      </w:r>
      <w:r w:rsidR="005C06DC">
        <w:rPr>
          <w:szCs w:val="28"/>
        </w:rPr>
        <w:tab/>
      </w:r>
      <w:r w:rsidR="00086839">
        <w:rPr>
          <w:szCs w:val="28"/>
        </w:rPr>
        <w:t xml:space="preserve">   </w:t>
      </w:r>
      <w:r>
        <w:rPr>
          <w:szCs w:val="28"/>
        </w:rPr>
        <w:t xml:space="preserve">           </w:t>
      </w:r>
      <w:r w:rsidR="00086839">
        <w:rPr>
          <w:szCs w:val="28"/>
        </w:rPr>
        <w:t>А.Г.Малухин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6949E7" w:rsidTr="00F36149">
        <w:trPr>
          <w:trHeight w:val="1375"/>
        </w:trPr>
        <w:tc>
          <w:tcPr>
            <w:tcW w:w="4997" w:type="dxa"/>
          </w:tcPr>
          <w:p w:rsidR="006949E7" w:rsidRDefault="006949E7" w:rsidP="00F36149">
            <w:pPr>
              <w:tabs>
                <w:tab w:val="left" w:pos="1897"/>
              </w:tabs>
              <w:spacing w:line="276" w:lineRule="auto"/>
              <w:jc w:val="both"/>
            </w:pPr>
          </w:p>
        </w:tc>
        <w:tc>
          <w:tcPr>
            <w:tcW w:w="4998" w:type="dxa"/>
          </w:tcPr>
          <w:p w:rsidR="006949E7" w:rsidRDefault="006949E7" w:rsidP="00F3614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</w:t>
            </w:r>
            <w:r w:rsidR="00F36149">
              <w:t>1</w:t>
            </w:r>
          </w:p>
          <w:p w:rsidR="006949E7" w:rsidRDefault="006949E7" w:rsidP="00F36149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</w:t>
            </w:r>
          </w:p>
          <w:p w:rsidR="006949E7" w:rsidRDefault="006949E7" w:rsidP="00F36149">
            <w:pPr>
              <w:tabs>
                <w:tab w:val="left" w:pos="1897"/>
              </w:tabs>
              <w:jc w:val="center"/>
            </w:pPr>
            <w:r>
              <w:t xml:space="preserve">по тарифам Нижегородской области </w:t>
            </w:r>
          </w:p>
          <w:p w:rsidR="006949E7" w:rsidRDefault="006949E7" w:rsidP="006949E7">
            <w:pPr>
              <w:tabs>
                <w:tab w:val="left" w:pos="1897"/>
              </w:tabs>
              <w:jc w:val="center"/>
            </w:pPr>
            <w:r>
              <w:t xml:space="preserve">от 6 августа 2018 года № </w:t>
            </w:r>
            <w:r w:rsidR="002D2B47">
              <w:t>29/2</w:t>
            </w:r>
          </w:p>
        </w:tc>
      </w:tr>
    </w:tbl>
    <w:p w:rsidR="006949E7" w:rsidRDefault="006949E7" w:rsidP="006949E7">
      <w:pPr>
        <w:tabs>
          <w:tab w:val="left" w:pos="1897"/>
        </w:tabs>
        <w:spacing w:line="276" w:lineRule="auto"/>
      </w:pPr>
    </w:p>
    <w:p w:rsidR="006949E7" w:rsidRPr="00913169" w:rsidRDefault="006949E7" w:rsidP="006949E7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913169">
        <w:rPr>
          <w:b/>
          <w:bCs/>
          <w:sz w:val="24"/>
          <w:szCs w:val="24"/>
        </w:rPr>
        <w:t>ПРОИЗВОДСТВЕННАЯ ПРОГРАММА</w:t>
      </w:r>
    </w:p>
    <w:p w:rsidR="006949E7" w:rsidRDefault="006949E7" w:rsidP="006949E7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913169">
        <w:rPr>
          <w:b/>
          <w:bCs/>
          <w:sz w:val="24"/>
          <w:szCs w:val="24"/>
        </w:rPr>
        <w:t xml:space="preserve">ПО ОКАЗАНИЮ УСЛУГ </w:t>
      </w:r>
      <w:r>
        <w:rPr>
          <w:b/>
          <w:bCs/>
          <w:sz w:val="24"/>
          <w:szCs w:val="24"/>
        </w:rPr>
        <w:t xml:space="preserve">ХОЛОДНОГО </w:t>
      </w:r>
      <w:r w:rsidRPr="00913169">
        <w:rPr>
          <w:b/>
          <w:bCs/>
          <w:sz w:val="24"/>
          <w:szCs w:val="24"/>
        </w:rPr>
        <w:t>ВОДОСНАБЖЕНИЯ</w:t>
      </w:r>
    </w:p>
    <w:p w:rsidR="006949E7" w:rsidRPr="00913169" w:rsidRDefault="006949E7" w:rsidP="006949E7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8468E">
        <w:rPr>
          <w:b/>
          <w:bCs/>
          <w:sz w:val="24"/>
          <w:szCs w:val="24"/>
          <w:lang w:eastAsia="en-US"/>
        </w:rPr>
        <w:t xml:space="preserve">потребителям </w:t>
      </w:r>
      <w:r w:rsidRPr="00A8468E">
        <w:rPr>
          <w:b/>
          <w:sz w:val="24"/>
          <w:szCs w:val="24"/>
        </w:rPr>
        <w:t>н</w:t>
      </w:r>
      <w:r>
        <w:rPr>
          <w:b/>
          <w:sz w:val="24"/>
          <w:szCs w:val="24"/>
        </w:rPr>
        <w:t xml:space="preserve">а территории </w:t>
      </w:r>
      <w:r w:rsidR="003B7C21">
        <w:rPr>
          <w:b/>
          <w:sz w:val="24"/>
          <w:szCs w:val="24"/>
        </w:rPr>
        <w:t>Лопатинского</w:t>
      </w:r>
      <w:r>
        <w:rPr>
          <w:b/>
          <w:sz w:val="24"/>
          <w:szCs w:val="24"/>
        </w:rPr>
        <w:t xml:space="preserve"> </w:t>
      </w:r>
      <w:r w:rsidRPr="00A8468E">
        <w:rPr>
          <w:b/>
          <w:sz w:val="24"/>
          <w:szCs w:val="24"/>
        </w:rPr>
        <w:t>сельсовета Лукояновского муниципального района Нижегородской области</w:t>
      </w:r>
    </w:p>
    <w:p w:rsidR="006949E7" w:rsidRDefault="006949E7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Период</w:t>
      </w:r>
      <w:r w:rsidRPr="00913169">
        <w:rPr>
          <w:sz w:val="24"/>
          <w:szCs w:val="24"/>
        </w:rPr>
        <w:t xml:space="preserve"> реализации производственной программы с 01.0</w:t>
      </w:r>
      <w:r w:rsidR="00DA4D9E">
        <w:rPr>
          <w:sz w:val="24"/>
          <w:szCs w:val="24"/>
        </w:rPr>
        <w:t>9</w:t>
      </w:r>
      <w:r w:rsidRPr="00913169">
        <w:rPr>
          <w:sz w:val="24"/>
          <w:szCs w:val="24"/>
        </w:rPr>
        <w:t>.201</w:t>
      </w:r>
      <w:r>
        <w:rPr>
          <w:sz w:val="24"/>
          <w:szCs w:val="24"/>
        </w:rPr>
        <w:t>8 г. по 31.12.201</w:t>
      </w:r>
      <w:r w:rsidR="00DA4D9E">
        <w:rPr>
          <w:sz w:val="24"/>
          <w:szCs w:val="24"/>
        </w:rPr>
        <w:t>8</w:t>
      </w:r>
      <w:r w:rsidRPr="00913169">
        <w:rPr>
          <w:sz w:val="24"/>
          <w:szCs w:val="24"/>
        </w:rPr>
        <w:t xml:space="preserve"> г.</w:t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283"/>
        <w:gridCol w:w="1276"/>
        <w:gridCol w:w="1417"/>
        <w:gridCol w:w="1276"/>
        <w:gridCol w:w="1134"/>
      </w:tblGrid>
      <w:tr w:rsidR="00DA4D9E" w:rsidRPr="00E37E5A" w:rsidTr="00F36149">
        <w:trPr>
          <w:trHeight w:val="33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1. Паспорт производственной программы</w:t>
            </w:r>
          </w:p>
        </w:tc>
      </w:tr>
      <w:tr w:rsidR="00DA4D9E" w:rsidRPr="00E37E5A" w:rsidTr="00F36149">
        <w:trPr>
          <w:trHeight w:val="6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hideMark/>
          </w:tcPr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ind w:left="141"/>
              <w:rPr>
                <w:sz w:val="20"/>
              </w:rPr>
            </w:pPr>
            <w:r w:rsidRPr="00DA4D9E">
              <w:rPr>
                <w:sz w:val="20"/>
                <w:lang w:eastAsia="en-US"/>
              </w:rPr>
              <w:t>ОБЩЕСТВО С ОГРАНИЧЕННОЙ ОТВЕТСТВЕННОСТЬЮ «ВОДОКАНАЛ» (ИНН 5221007099)</w:t>
            </w:r>
          </w:p>
        </w:tc>
      </w:tr>
      <w:tr w:rsidR="00DA4D9E" w:rsidRPr="00E37E5A" w:rsidTr="00F36149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Местонахождение регулируемой организации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DA4D9E" w:rsidRPr="00DA4D9E" w:rsidRDefault="00DA4D9E" w:rsidP="00DA4D9E">
            <w:pPr>
              <w:tabs>
                <w:tab w:val="left" w:pos="1897"/>
              </w:tabs>
              <w:spacing w:line="276" w:lineRule="auto"/>
              <w:rPr>
                <w:sz w:val="20"/>
              </w:rPr>
            </w:pPr>
            <w:r w:rsidRPr="00DA4D9E">
              <w:rPr>
                <w:color w:val="000000"/>
                <w:sz w:val="20"/>
                <w:shd w:val="clear" w:color="auto" w:fill="FFFFFF"/>
              </w:rPr>
              <w:t xml:space="preserve">607800, </w:t>
            </w:r>
            <w:r w:rsidR="00467077">
              <w:rPr>
                <w:color w:val="000000"/>
                <w:sz w:val="20"/>
                <w:shd w:val="clear" w:color="auto" w:fill="FFFFFF"/>
              </w:rPr>
              <w:t xml:space="preserve">Нижегородская область, </w:t>
            </w:r>
            <w:r w:rsidRPr="00DA4D9E">
              <w:rPr>
                <w:color w:val="000000"/>
                <w:sz w:val="20"/>
                <w:shd w:val="clear" w:color="auto" w:fill="FFFFFF"/>
              </w:rPr>
              <w:t xml:space="preserve">г. Лукоянов, ул. Пушкина, </w:t>
            </w:r>
            <w:r w:rsidR="00467077">
              <w:rPr>
                <w:color w:val="000000"/>
                <w:sz w:val="20"/>
                <w:shd w:val="clear" w:color="auto" w:fill="FFFFFF"/>
              </w:rPr>
              <w:br/>
            </w:r>
            <w:r w:rsidRPr="00DA4D9E">
              <w:rPr>
                <w:color w:val="000000"/>
                <w:sz w:val="20"/>
                <w:shd w:val="clear" w:color="auto" w:fill="FFFFFF"/>
              </w:rPr>
              <w:t>д. 300</w:t>
            </w:r>
          </w:p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DA4D9E" w:rsidRPr="00E37E5A" w:rsidTr="00F36149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Наименование уполномоченного органа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Региональная служба по тарифам Нижегородской области </w:t>
            </w:r>
          </w:p>
        </w:tc>
      </w:tr>
      <w:tr w:rsidR="00DA4D9E" w:rsidRPr="00E37E5A" w:rsidTr="00F36149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Местонахождение уполномоченного органа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E37E5A">
              <w:rPr>
                <w:sz w:val="20"/>
              </w:rPr>
              <w:t>Нижний Новгород, Кремль, корпус 1</w:t>
            </w:r>
          </w:p>
        </w:tc>
      </w:tr>
      <w:tr w:rsidR="00DA4D9E" w:rsidRPr="00E37E5A" w:rsidTr="00F36149">
        <w:trPr>
          <w:trHeight w:val="300"/>
        </w:trPr>
        <w:tc>
          <w:tcPr>
            <w:tcW w:w="978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2. Объем подачи воды</w:t>
            </w:r>
          </w:p>
        </w:tc>
      </w:tr>
      <w:tr w:rsidR="00DA4D9E" w:rsidRPr="00E37E5A" w:rsidTr="00F36149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услуги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DA4D9E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DA4D9E" w:rsidRPr="00E37E5A" w:rsidTr="00F36149">
        <w:trPr>
          <w:trHeight w:val="660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DA4D9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sz w:val="20"/>
              </w:rPr>
              <w:t>Подано воды всего, тыс.м</w:t>
            </w:r>
            <w:r w:rsidRPr="00E37E5A">
              <w:rPr>
                <w:sz w:val="20"/>
                <w:vertAlign w:val="superscript"/>
              </w:rPr>
              <w:t>3</w:t>
            </w:r>
            <w:r w:rsidRPr="00E37E5A">
              <w:rPr>
                <w:sz w:val="20"/>
              </w:rPr>
              <w:t xml:space="preserve"> в том числе: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DA4D9E" w:rsidRDefault="00DA4D9E" w:rsidP="00474269">
            <w:pPr>
              <w:jc w:val="center"/>
              <w:rPr>
                <w:color w:val="000000"/>
                <w:sz w:val="20"/>
              </w:rPr>
            </w:pPr>
            <w:r w:rsidRPr="00DA4D9E">
              <w:rPr>
                <w:color w:val="000000"/>
                <w:sz w:val="20"/>
              </w:rPr>
              <w:t>1</w:t>
            </w:r>
            <w:r w:rsidR="00474269">
              <w:rPr>
                <w:color w:val="000000"/>
                <w:sz w:val="20"/>
              </w:rPr>
              <w:t>,9</w:t>
            </w:r>
            <w:r w:rsidRPr="00DA4D9E">
              <w:rPr>
                <w:color w:val="000000"/>
                <w:sz w:val="20"/>
              </w:rPr>
              <w:t>73</w:t>
            </w:r>
          </w:p>
        </w:tc>
      </w:tr>
      <w:tr w:rsidR="00DA4D9E" w:rsidRPr="00E37E5A" w:rsidTr="00F36149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DA4D9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населению,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DA4D9E" w:rsidRDefault="00474269" w:rsidP="00DA4D9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1,866</w:t>
            </w:r>
          </w:p>
        </w:tc>
      </w:tr>
      <w:tr w:rsidR="00DA4D9E" w:rsidRPr="00E37E5A" w:rsidTr="00F36149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DA4D9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DA4D9E" w:rsidRDefault="00474269" w:rsidP="00DA4D9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0,107</w:t>
            </w:r>
          </w:p>
        </w:tc>
      </w:tr>
      <w:tr w:rsidR="00DA4D9E" w:rsidRPr="00E37E5A" w:rsidTr="00F36149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DA4D9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DA4D9E" w:rsidRDefault="00DA4D9E" w:rsidP="00DA4D9E">
            <w:pPr>
              <w:jc w:val="center"/>
              <w:rPr>
                <w:color w:val="000000"/>
                <w:sz w:val="20"/>
              </w:rPr>
            </w:pPr>
            <w:r w:rsidRPr="00DA4D9E">
              <w:rPr>
                <w:color w:val="000000"/>
                <w:sz w:val="20"/>
              </w:rPr>
              <w:t>0</w:t>
            </w:r>
          </w:p>
        </w:tc>
      </w:tr>
      <w:tr w:rsidR="00DA4D9E" w:rsidRPr="00E37E5A" w:rsidTr="00F36149">
        <w:trPr>
          <w:trHeight w:val="600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DA4D9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DA4D9E" w:rsidRDefault="00DA4D9E" w:rsidP="00DA4D9E">
            <w:pPr>
              <w:jc w:val="center"/>
              <w:rPr>
                <w:color w:val="000000"/>
                <w:sz w:val="20"/>
              </w:rPr>
            </w:pPr>
            <w:r w:rsidRPr="00DA4D9E">
              <w:rPr>
                <w:color w:val="000000"/>
                <w:sz w:val="20"/>
              </w:rPr>
              <w:t>0</w:t>
            </w:r>
          </w:p>
        </w:tc>
      </w:tr>
      <w:tr w:rsidR="00DA4D9E" w:rsidRPr="00E37E5A" w:rsidTr="00F36149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DA4D9E" w:rsidRPr="00E37E5A" w:rsidTr="00F36149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Наименование мероприятий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 xml:space="preserve">Всего сумма, тыс. руб.  </w:t>
            </w:r>
          </w:p>
        </w:tc>
      </w:tr>
      <w:tr w:rsidR="00DA4D9E" w:rsidRPr="00E37E5A" w:rsidTr="00F36149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</w:tr>
      <w:tr w:rsidR="00DA4D9E" w:rsidRPr="00E37E5A" w:rsidTr="00F36149">
        <w:trPr>
          <w:trHeight w:val="276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</w:tr>
      <w:tr w:rsidR="00DA4D9E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DA4D9E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DA4D9E" w:rsidRPr="00E37E5A" w:rsidTr="00F36149">
        <w:trPr>
          <w:trHeight w:val="39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Производственные расходы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</w:t>
            </w:r>
            <w:r>
              <w:rPr>
                <w:sz w:val="20"/>
              </w:rPr>
              <w:t xml:space="preserve"> 01.09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93,20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93,20</w:t>
            </w:r>
          </w:p>
        </w:tc>
      </w:tr>
      <w:tr w:rsidR="00DA4D9E" w:rsidRPr="00E37E5A" w:rsidTr="00F36149">
        <w:trPr>
          <w:trHeight w:val="42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Административные расходы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A4D9E" w:rsidRDefault="00DA4D9E" w:rsidP="00DA4D9E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DA4D9E" w:rsidRPr="00E37E5A" w:rsidTr="00F36149">
        <w:trPr>
          <w:trHeight w:val="55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A4D9E" w:rsidRDefault="00DA4D9E" w:rsidP="00DA4D9E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DA4D9E" w:rsidRPr="00E37E5A" w:rsidTr="00F36149">
        <w:trPr>
          <w:trHeight w:val="43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A4D9E" w:rsidRDefault="00DA4D9E" w:rsidP="00DA4D9E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DA4D9E" w:rsidRPr="00E37E5A" w:rsidTr="00F36149">
        <w:trPr>
          <w:trHeight w:val="6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A4D9E" w:rsidRDefault="00DA4D9E" w:rsidP="00DA4D9E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DA4D9E" w:rsidRPr="00E37E5A" w:rsidTr="00F36149">
        <w:trPr>
          <w:trHeight w:val="6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A4D9E" w:rsidRDefault="00DA4D9E" w:rsidP="00DA4D9E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1,34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1,34</w:t>
            </w:r>
          </w:p>
        </w:tc>
      </w:tr>
      <w:tr w:rsidR="00DA4D9E" w:rsidRPr="00E37E5A" w:rsidTr="00F36149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A4D9E" w:rsidRPr="00E37E5A" w:rsidRDefault="00DA4D9E" w:rsidP="00DA4D9E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 xml:space="preserve">.2018 по 31.12.2018: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94,54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94,54</w:t>
            </w:r>
          </w:p>
        </w:tc>
      </w:tr>
      <w:tr w:rsidR="00DA4D9E" w:rsidRPr="00E37E5A" w:rsidTr="00F36149">
        <w:trPr>
          <w:trHeight w:val="69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DA4D9E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i/>
                <w:iCs/>
                <w:sz w:val="20"/>
              </w:rPr>
              <w:lastRenderedPageBreak/>
              <w:t>4.1. Перечень мероприятий по ремонту объектов централизованных систем водоснабжения</w:t>
            </w:r>
          </w:p>
        </w:tc>
      </w:tr>
      <w:tr w:rsidR="00DA4D9E" w:rsidRPr="00E37E5A" w:rsidTr="00F36149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 xml:space="preserve">Всего сумма, тыс. руб.  </w:t>
            </w:r>
          </w:p>
        </w:tc>
      </w:tr>
      <w:tr w:rsidR="00DA4D9E" w:rsidRPr="00E37E5A" w:rsidTr="00F36149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</w:tr>
      <w:tr w:rsidR="00DA4D9E" w:rsidRPr="00E37E5A" w:rsidTr="00F36149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</w:tr>
      <w:tr w:rsidR="00DA4D9E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DA4D9E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DA4D9E" w:rsidRPr="00E37E5A" w:rsidTr="00F36149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474269" w:rsidP="00F36149">
            <w:pPr>
              <w:rPr>
                <w:sz w:val="20"/>
              </w:rPr>
            </w:pPr>
            <w:r>
              <w:rPr>
                <w:sz w:val="20"/>
              </w:rPr>
              <w:t>Текущий ремонт и текущее обслуживание централизованных систем водоснабжения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F36149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10,40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A4D9E" w:rsidRPr="00E37E5A" w:rsidRDefault="00F36149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10,40</w:t>
            </w:r>
          </w:p>
        </w:tc>
      </w:tr>
      <w:tr w:rsidR="00DA4D9E" w:rsidRPr="00E37E5A" w:rsidTr="00F36149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F36149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10,40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A4D9E" w:rsidRPr="00E37E5A" w:rsidRDefault="00F36149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10,40</w:t>
            </w:r>
          </w:p>
        </w:tc>
      </w:tr>
      <w:tr w:rsidR="00DA4D9E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i/>
                <w:iCs/>
                <w:sz w:val="20"/>
              </w:rPr>
            </w:pPr>
            <w:r w:rsidRPr="00E37E5A">
              <w:rPr>
                <w:i/>
                <w:iCs/>
                <w:sz w:val="20"/>
              </w:rPr>
              <w:t>4.2. Перечень мероприятий, направленных на улучшение качества питьевой воды</w:t>
            </w:r>
          </w:p>
        </w:tc>
      </w:tr>
      <w:tr w:rsidR="00DA4D9E" w:rsidRPr="00E37E5A" w:rsidTr="00F36149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DA4D9E" w:rsidRPr="00E37E5A" w:rsidTr="00F36149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</w:tr>
      <w:tr w:rsidR="00DA4D9E" w:rsidRPr="00E37E5A" w:rsidTr="00F36149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</w:tr>
      <w:tr w:rsidR="00DA4D9E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F36149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период с 01.09</w:t>
            </w:r>
            <w:r w:rsidR="00DA4D9E" w:rsidRPr="00E37E5A">
              <w:rPr>
                <w:sz w:val="20"/>
              </w:rPr>
              <w:t>.2018 по 31.12.2018</w:t>
            </w:r>
          </w:p>
        </w:tc>
      </w:tr>
      <w:tr w:rsidR="00DA4D9E" w:rsidRPr="00E37E5A" w:rsidTr="00F36149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DA4D9E" w:rsidRPr="00E37E5A" w:rsidTr="00F36149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 w:rsidR="00F36149"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 w:rsidR="00F36149"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DA4D9E" w:rsidRPr="00E37E5A" w:rsidTr="00F36149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i/>
                <w:iCs/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DA4D9E" w:rsidRPr="00E37E5A" w:rsidTr="00F36149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DA4D9E" w:rsidRPr="00E37E5A" w:rsidTr="00F36149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</w:tr>
      <w:tr w:rsidR="00DA4D9E" w:rsidRPr="00E37E5A" w:rsidTr="00F36149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</w:tr>
      <w:tr w:rsidR="00DA4D9E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 w:rsidR="00F36149"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DA4D9E" w:rsidRPr="00E37E5A" w:rsidTr="00F36149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DA4D9E" w:rsidRPr="00E37E5A" w:rsidTr="00F36149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 w:rsidR="00F36149"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 w:rsidR="00F36149"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DA4D9E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i/>
                <w:iCs/>
                <w:sz w:val="20"/>
              </w:rPr>
            </w:pPr>
            <w:r w:rsidRPr="00E37E5A">
              <w:rPr>
                <w:i/>
                <w:iCs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DA4D9E" w:rsidRPr="00E37E5A" w:rsidTr="00F36149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руб..</w:t>
            </w:r>
          </w:p>
        </w:tc>
      </w:tr>
      <w:tr w:rsidR="00DA4D9E" w:rsidRPr="00E37E5A" w:rsidTr="00F36149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</w:tr>
      <w:tr w:rsidR="00DA4D9E" w:rsidRPr="00E37E5A" w:rsidTr="00F36149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</w:p>
        </w:tc>
      </w:tr>
      <w:tr w:rsidR="00DA4D9E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 w:rsidR="00F36149"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DA4D9E" w:rsidRPr="00E37E5A" w:rsidTr="00F36149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DA4D9E" w:rsidRPr="00E37E5A" w:rsidTr="00F36149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 w:rsidR="00F36149"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 w:rsidR="00F36149"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DA4D9E" w:rsidRPr="00E37E5A" w:rsidTr="00F36149">
        <w:trPr>
          <w:trHeight w:val="681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b/>
                <w:bCs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DA4D9E" w:rsidRPr="00E37E5A" w:rsidTr="00F36149">
        <w:trPr>
          <w:trHeight w:val="690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Ед.изм.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 01.0</w:t>
            </w:r>
            <w:r w:rsidR="00F36149"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DA4D9E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качества воды</w:t>
            </w:r>
          </w:p>
        </w:tc>
      </w:tr>
      <w:tr w:rsidR="00DA4D9E" w:rsidRPr="00E37E5A" w:rsidTr="00474269">
        <w:trPr>
          <w:trHeight w:val="103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A4D9E" w:rsidRPr="00E37E5A" w:rsidRDefault="00DA4D9E" w:rsidP="00F3614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DA4D9E" w:rsidRPr="00E37E5A" w:rsidTr="00474269">
        <w:trPr>
          <w:trHeight w:val="717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DA4D9E" w:rsidRPr="00E37E5A" w:rsidRDefault="00DA4D9E" w:rsidP="00F3614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DA4D9E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DA4D9E" w:rsidRPr="00E37E5A" w:rsidTr="00F36149">
        <w:trPr>
          <w:trHeight w:val="67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ind w:firstLine="567"/>
              <w:rPr>
                <w:sz w:val="20"/>
              </w:rPr>
            </w:pPr>
            <w:r w:rsidRPr="00E37E5A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</w:t>
            </w:r>
            <w:r w:rsidRPr="00E37E5A">
              <w:rPr>
                <w:sz w:val="20"/>
              </w:rPr>
              <w:lastRenderedPageBreak/>
              <w:t>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lastRenderedPageBreak/>
              <w:t>ед./км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A4D9E" w:rsidRPr="00E37E5A" w:rsidRDefault="00F36149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A4D9E" w:rsidRPr="00E37E5A" w:rsidTr="00F36149">
        <w:trPr>
          <w:trHeight w:val="429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энергетической эффективности</w:t>
            </w:r>
          </w:p>
        </w:tc>
      </w:tr>
      <w:tr w:rsidR="00DA4D9E" w:rsidRPr="00E37E5A" w:rsidTr="00F36149">
        <w:trPr>
          <w:trHeight w:val="48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DA4D9E" w:rsidRPr="00E37E5A" w:rsidRDefault="00DA4D9E" w:rsidP="00F3614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A4D9E" w:rsidRPr="00E37E5A" w:rsidTr="00F36149">
        <w:trPr>
          <w:trHeight w:val="549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DA4D9E" w:rsidRPr="00E37E5A" w:rsidRDefault="00DA4D9E" w:rsidP="00F3614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DA4D9E" w:rsidRPr="00E37E5A" w:rsidRDefault="00DA4D9E" w:rsidP="00F3614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кВт*ч/куб. м</w:t>
            </w:r>
          </w:p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DA4D9E" w:rsidRPr="00E37E5A" w:rsidRDefault="00F36149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2,15</w:t>
            </w:r>
          </w:p>
        </w:tc>
      </w:tr>
      <w:tr w:rsidR="00DA4D9E" w:rsidRPr="00E37E5A" w:rsidTr="00F36149">
        <w:trPr>
          <w:trHeight w:val="76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DA4D9E" w:rsidRPr="00E37E5A" w:rsidRDefault="00DA4D9E" w:rsidP="00F3614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DA4D9E" w:rsidRPr="00E37E5A" w:rsidRDefault="00DA4D9E" w:rsidP="00F3614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кВт*ч/куб. м</w:t>
            </w:r>
          </w:p>
          <w:p w:rsidR="00DA4D9E" w:rsidRPr="00E37E5A" w:rsidRDefault="00DA4D9E" w:rsidP="00F3614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vAlign w:val="center"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</w:p>
        </w:tc>
      </w:tr>
      <w:tr w:rsidR="00DA4D9E" w:rsidRPr="00E37E5A" w:rsidTr="00F36149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6. Расчет эффективности производственной программы</w:t>
            </w:r>
          </w:p>
        </w:tc>
      </w:tr>
      <w:tr w:rsidR="00DA4D9E" w:rsidRPr="00E37E5A" w:rsidTr="00F36149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За период с 01.0</w:t>
            </w:r>
            <w:r w:rsidR="00F36149"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DA4D9E" w:rsidRPr="00E37E5A" w:rsidTr="00F36149">
        <w:trPr>
          <w:trHeight w:val="600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DA4D9E" w:rsidRPr="00E37E5A" w:rsidTr="00F36149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DA4D9E" w:rsidRPr="00E37E5A" w:rsidTr="00F36149">
        <w:trPr>
          <w:trHeight w:val="63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DA4D9E" w:rsidRPr="00E37E5A" w:rsidTr="00F36149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 w:rsidR="00F36149"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F36149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104,94</w:t>
            </w:r>
          </w:p>
        </w:tc>
      </w:tr>
      <w:tr w:rsidR="00DA4D9E" w:rsidRPr="00E37E5A" w:rsidTr="00F36149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Итого: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F36149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104,94</w:t>
            </w:r>
          </w:p>
        </w:tc>
      </w:tr>
      <w:tr w:rsidR="00DA4D9E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 </w:t>
            </w:r>
            <w:r w:rsidRPr="00E37E5A">
              <w:rPr>
                <w:b/>
                <w:bCs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E37E5A">
              <w:rPr>
                <w:sz w:val="20"/>
              </w:rPr>
              <w:t xml:space="preserve"> </w:t>
            </w:r>
          </w:p>
        </w:tc>
      </w:tr>
      <w:tr w:rsidR="00DA4D9E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A4D9E" w:rsidRPr="00E37E5A" w:rsidRDefault="00DA4D9E" w:rsidP="00F36149">
            <w:pPr>
              <w:jc w:val="both"/>
              <w:rPr>
                <w:b/>
                <w:sz w:val="20"/>
                <w:highlight w:val="yellow"/>
              </w:rPr>
            </w:pPr>
            <w:r w:rsidRPr="00E37E5A">
              <w:rPr>
                <w:sz w:val="20"/>
              </w:rPr>
              <w:t>Государственное регулирование тарифов в отношении организации ранее не осуществлялось  </w:t>
            </w:r>
          </w:p>
        </w:tc>
      </w:tr>
    </w:tbl>
    <w:p w:rsidR="00DA4D9E" w:rsidRDefault="00DA4D9E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F36149" w:rsidRDefault="00F36149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F36149" w:rsidRDefault="00F36149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F36149" w:rsidRDefault="00F36149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F36149" w:rsidRDefault="00F36149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F36149" w:rsidRDefault="00F36149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F36149" w:rsidRDefault="00F36149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467077" w:rsidRDefault="00467077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467077" w:rsidRDefault="00467077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467077" w:rsidRDefault="00467077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467077" w:rsidRDefault="00467077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467077" w:rsidRDefault="00467077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467077" w:rsidRDefault="00467077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467077" w:rsidRDefault="00467077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467077" w:rsidRDefault="00467077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F36149" w:rsidRDefault="00F36149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DA4D9E" w:rsidRDefault="00DA4D9E" w:rsidP="006949E7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A8468E" w:rsidRDefault="00A8468E" w:rsidP="00A8468E">
      <w:pPr>
        <w:rPr>
          <w:szCs w:val="28"/>
        </w:rPr>
      </w:pPr>
    </w:p>
    <w:tbl>
      <w:tblPr>
        <w:tblpPr w:leftFromText="180" w:rightFromText="180" w:vertAnchor="text" w:tblpY="1"/>
        <w:tblOverlap w:val="never"/>
        <w:tblW w:w="10210" w:type="dxa"/>
        <w:tblLook w:val="04A0" w:firstRow="1" w:lastRow="0" w:firstColumn="1" w:lastColumn="0" w:noHBand="0" w:noVBand="1"/>
      </w:tblPr>
      <w:tblGrid>
        <w:gridCol w:w="10172"/>
        <w:gridCol w:w="54"/>
      </w:tblGrid>
      <w:tr w:rsidR="00A8468E" w:rsidRPr="002D2B8D" w:rsidTr="00A8468E">
        <w:trPr>
          <w:gridAfter w:val="1"/>
          <w:wAfter w:w="179" w:type="dxa"/>
        </w:trPr>
        <w:tc>
          <w:tcPr>
            <w:tcW w:w="10031" w:type="dxa"/>
          </w:tcPr>
          <w:p w:rsidR="00A8468E" w:rsidRDefault="00A8468E" w:rsidP="00A8468E">
            <w:pPr>
              <w:ind w:left="5245"/>
              <w:jc w:val="center"/>
            </w:pPr>
            <w:r>
              <w:t xml:space="preserve">ПРИЛОЖЕНИЕ 2 </w:t>
            </w:r>
          </w:p>
          <w:p w:rsidR="00A8468E" w:rsidRDefault="00A8468E" w:rsidP="00A8468E">
            <w:pPr>
              <w:ind w:left="5245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A8468E" w:rsidRPr="002D2B8D" w:rsidRDefault="00A8468E" w:rsidP="00A8468E">
            <w:pPr>
              <w:ind w:left="5245"/>
              <w:jc w:val="center"/>
            </w:pPr>
            <w:r>
              <w:t xml:space="preserve">от 6 августа 2018 года № </w:t>
            </w:r>
            <w:r w:rsidR="002D2B47">
              <w:t>29/2</w:t>
            </w:r>
          </w:p>
        </w:tc>
      </w:tr>
      <w:tr w:rsidR="00A8468E" w:rsidRPr="00A8468E" w:rsidTr="00A8468E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210" w:type="dxa"/>
            <w:gridSpan w:val="2"/>
            <w:hideMark/>
          </w:tcPr>
          <w:p w:rsidR="00A8468E" w:rsidRDefault="00A8468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A8468E" w:rsidRPr="006161EA" w:rsidRDefault="00A8468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161EA">
              <w:rPr>
                <w:b/>
                <w:bCs/>
                <w:sz w:val="24"/>
                <w:szCs w:val="24"/>
                <w:lang w:eastAsia="en-US"/>
              </w:rPr>
              <w:t>ПРОИЗВОДСТВЕННАЯ ПРОГРАММА</w:t>
            </w:r>
          </w:p>
          <w:p w:rsidR="00A8468E" w:rsidRDefault="00A8468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161EA">
              <w:rPr>
                <w:b/>
                <w:bCs/>
                <w:sz w:val="24"/>
                <w:szCs w:val="24"/>
                <w:lang w:eastAsia="en-US"/>
              </w:rPr>
              <w:t xml:space="preserve">ПО ОКАЗАНИЮ УСЛУГ </w:t>
            </w:r>
            <w:r>
              <w:rPr>
                <w:b/>
                <w:bCs/>
                <w:sz w:val="24"/>
                <w:szCs w:val="24"/>
                <w:lang w:eastAsia="en-US"/>
              </w:rPr>
              <w:t>ХОЛОДНОГО ВОДОСНАБЖЕНИЯ</w:t>
            </w:r>
          </w:p>
          <w:p w:rsidR="00A8468E" w:rsidRPr="00A8468E" w:rsidRDefault="00A8468E" w:rsidP="00A84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8468E">
              <w:rPr>
                <w:b/>
                <w:bCs/>
                <w:sz w:val="24"/>
                <w:szCs w:val="24"/>
                <w:lang w:eastAsia="en-US"/>
              </w:rPr>
              <w:t xml:space="preserve">потребителям </w:t>
            </w:r>
            <w:r w:rsidRPr="00A8468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 xml:space="preserve">а территории </w:t>
            </w:r>
            <w:r w:rsidRPr="00A8468E">
              <w:rPr>
                <w:b/>
                <w:sz w:val="24"/>
                <w:szCs w:val="24"/>
              </w:rPr>
              <w:t>Шандровского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8468E">
              <w:rPr>
                <w:b/>
                <w:sz w:val="24"/>
                <w:szCs w:val="24"/>
              </w:rPr>
              <w:t>сельсовета Лукояновского муниципального района Нижегородской области</w:t>
            </w:r>
          </w:p>
        </w:tc>
      </w:tr>
      <w:tr w:rsidR="00A8468E" w:rsidRPr="006161EA" w:rsidTr="00A8468E">
        <w:tblPrEx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10210" w:type="dxa"/>
            <w:gridSpan w:val="2"/>
            <w:noWrap/>
            <w:vAlign w:val="bottom"/>
            <w:hideMark/>
          </w:tcPr>
          <w:p w:rsidR="00A8468E" w:rsidRPr="006161EA" w:rsidRDefault="00A8468E" w:rsidP="00F36149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</w:t>
            </w:r>
            <w:r w:rsidRPr="006161EA">
              <w:rPr>
                <w:sz w:val="24"/>
                <w:szCs w:val="24"/>
                <w:lang w:eastAsia="en-US"/>
              </w:rPr>
              <w:t xml:space="preserve"> реализации производственной программы с </w:t>
            </w:r>
            <w:r w:rsidRPr="00A8468E">
              <w:rPr>
                <w:sz w:val="24"/>
                <w:szCs w:val="24"/>
                <w:lang w:eastAsia="en-US"/>
              </w:rPr>
              <w:t>01.09.2018 г. по 31.12.2018</w:t>
            </w:r>
            <w:r w:rsidRPr="006161EA">
              <w:rPr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:rsidR="00A8468E" w:rsidRDefault="00A8468E" w:rsidP="00A8468E">
      <w:pPr>
        <w:rPr>
          <w:szCs w:val="28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283"/>
        <w:gridCol w:w="1276"/>
        <w:gridCol w:w="1417"/>
        <w:gridCol w:w="1276"/>
        <w:gridCol w:w="1134"/>
      </w:tblGrid>
      <w:tr w:rsidR="00F36149" w:rsidRPr="00E37E5A" w:rsidTr="00F36149">
        <w:trPr>
          <w:trHeight w:val="33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1. Паспорт производственной программы</w:t>
            </w:r>
          </w:p>
        </w:tc>
      </w:tr>
      <w:tr w:rsidR="00F36149" w:rsidRPr="00E37E5A" w:rsidTr="00F36149">
        <w:trPr>
          <w:trHeight w:val="6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hideMark/>
          </w:tcPr>
          <w:p w:rsidR="00F36149" w:rsidRPr="00E37E5A" w:rsidRDefault="00F36149" w:rsidP="00F36149">
            <w:pPr>
              <w:widowControl w:val="0"/>
              <w:autoSpaceDE w:val="0"/>
              <w:autoSpaceDN w:val="0"/>
              <w:adjustRightInd w:val="0"/>
              <w:ind w:left="141"/>
              <w:rPr>
                <w:sz w:val="20"/>
              </w:rPr>
            </w:pPr>
            <w:r w:rsidRPr="00DA4D9E">
              <w:rPr>
                <w:sz w:val="20"/>
                <w:lang w:eastAsia="en-US"/>
              </w:rPr>
              <w:t>ОБЩЕСТВО С ОГРАНИЧЕННОЙ ОТВЕТСТВЕННОСТЬЮ «ВОДОКАНАЛ» (ИНН 5221007099)</w:t>
            </w:r>
          </w:p>
        </w:tc>
      </w:tr>
      <w:tr w:rsidR="00F36149" w:rsidRPr="00E37E5A" w:rsidTr="00F36149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Местонахождение регулируемой организации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467077">
            <w:pPr>
              <w:tabs>
                <w:tab w:val="left" w:pos="1897"/>
              </w:tabs>
              <w:spacing w:line="276" w:lineRule="auto"/>
              <w:rPr>
                <w:sz w:val="20"/>
              </w:rPr>
            </w:pPr>
            <w:r w:rsidRPr="00DA4D9E">
              <w:rPr>
                <w:color w:val="000000"/>
                <w:sz w:val="20"/>
                <w:shd w:val="clear" w:color="auto" w:fill="FFFFFF"/>
              </w:rPr>
              <w:t xml:space="preserve">607800, </w:t>
            </w:r>
            <w:r w:rsidR="00467077">
              <w:rPr>
                <w:color w:val="000000"/>
                <w:sz w:val="20"/>
                <w:shd w:val="clear" w:color="auto" w:fill="FFFFFF"/>
              </w:rPr>
              <w:t xml:space="preserve">Нижегородская область, </w:t>
            </w:r>
            <w:r w:rsidRPr="00DA4D9E">
              <w:rPr>
                <w:color w:val="000000"/>
                <w:sz w:val="20"/>
                <w:shd w:val="clear" w:color="auto" w:fill="FFFFFF"/>
              </w:rPr>
              <w:t xml:space="preserve">г. Лукоянов, ул. Пушкина, </w:t>
            </w:r>
            <w:r w:rsidR="00467077">
              <w:rPr>
                <w:color w:val="000000"/>
                <w:sz w:val="20"/>
                <w:shd w:val="clear" w:color="auto" w:fill="FFFFFF"/>
              </w:rPr>
              <w:br/>
            </w:r>
            <w:r w:rsidRPr="00DA4D9E">
              <w:rPr>
                <w:color w:val="000000"/>
                <w:sz w:val="20"/>
                <w:shd w:val="clear" w:color="auto" w:fill="FFFFFF"/>
              </w:rPr>
              <w:t>д. 300</w:t>
            </w:r>
          </w:p>
        </w:tc>
      </w:tr>
      <w:tr w:rsidR="00F36149" w:rsidRPr="00E37E5A" w:rsidTr="00F36149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Наименование уполномоченного органа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Региональная служба по тарифам Нижегородской области </w:t>
            </w:r>
          </w:p>
        </w:tc>
      </w:tr>
      <w:tr w:rsidR="00F36149" w:rsidRPr="00E37E5A" w:rsidTr="00F36149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Местонахождение уполномоченного органа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E37E5A">
              <w:rPr>
                <w:sz w:val="20"/>
              </w:rPr>
              <w:t>Нижний Новгород, Кремль, корпус 1</w:t>
            </w:r>
          </w:p>
        </w:tc>
      </w:tr>
      <w:tr w:rsidR="00F36149" w:rsidRPr="00E37E5A" w:rsidTr="00F36149">
        <w:trPr>
          <w:trHeight w:val="300"/>
        </w:trPr>
        <w:tc>
          <w:tcPr>
            <w:tcW w:w="978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2. Объем подачи воды</w:t>
            </w:r>
          </w:p>
        </w:tc>
      </w:tr>
      <w:tr w:rsidR="00F36149" w:rsidRPr="00E37E5A" w:rsidTr="00F36149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услуги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F36149" w:rsidRPr="00E37E5A" w:rsidTr="00F36149">
        <w:trPr>
          <w:trHeight w:val="660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sz w:val="20"/>
              </w:rPr>
              <w:t>Подано воды всего, тыс.м</w:t>
            </w:r>
            <w:r w:rsidRPr="00E37E5A">
              <w:rPr>
                <w:sz w:val="20"/>
                <w:vertAlign w:val="superscript"/>
              </w:rPr>
              <w:t>3</w:t>
            </w:r>
            <w:r w:rsidRPr="00E37E5A">
              <w:rPr>
                <w:sz w:val="20"/>
              </w:rPr>
              <w:t xml:space="preserve"> в том числе: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F36149" w:rsidRDefault="00474269" w:rsidP="00F3614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10,811</w:t>
            </w:r>
          </w:p>
        </w:tc>
      </w:tr>
      <w:tr w:rsidR="00F36149" w:rsidRPr="00E37E5A" w:rsidTr="00F36149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населению,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F36149" w:rsidRDefault="00474269" w:rsidP="00F3614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9,932</w:t>
            </w:r>
          </w:p>
        </w:tc>
      </w:tr>
      <w:tr w:rsidR="00F36149" w:rsidRPr="00E37E5A" w:rsidTr="00F36149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F36149" w:rsidRDefault="00474269" w:rsidP="00F3614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0,690</w:t>
            </w:r>
          </w:p>
        </w:tc>
      </w:tr>
      <w:tr w:rsidR="00F36149" w:rsidRPr="00E37E5A" w:rsidTr="00F36149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F36149" w:rsidRDefault="00474269" w:rsidP="00F3614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0,189</w:t>
            </w:r>
          </w:p>
        </w:tc>
      </w:tr>
      <w:tr w:rsidR="00F36149" w:rsidRPr="00E37E5A" w:rsidTr="00F36149">
        <w:trPr>
          <w:trHeight w:val="600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F36149" w:rsidRDefault="00F36149" w:rsidP="00F36149">
            <w:pPr>
              <w:jc w:val="center"/>
              <w:rPr>
                <w:color w:val="000000"/>
                <w:sz w:val="20"/>
              </w:rPr>
            </w:pPr>
            <w:r w:rsidRPr="00F36149">
              <w:rPr>
                <w:color w:val="000000"/>
                <w:sz w:val="20"/>
              </w:rPr>
              <w:t>0</w:t>
            </w:r>
          </w:p>
        </w:tc>
      </w:tr>
      <w:tr w:rsidR="00F36149" w:rsidRPr="00E37E5A" w:rsidTr="00F36149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F36149" w:rsidRPr="00E37E5A" w:rsidTr="00F36149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Наименование мероприятий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 xml:space="preserve">Всего сумма, тыс. руб.  </w:t>
            </w:r>
          </w:p>
        </w:tc>
      </w:tr>
      <w:tr w:rsidR="00F36149" w:rsidRPr="00E37E5A" w:rsidTr="00F36149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</w:tr>
      <w:tr w:rsidR="00F36149" w:rsidRPr="00E37E5A" w:rsidTr="00F36149">
        <w:trPr>
          <w:trHeight w:val="276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</w:tr>
      <w:tr w:rsidR="00F36149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F36149" w:rsidRPr="00E37E5A" w:rsidTr="00F36149">
        <w:trPr>
          <w:trHeight w:val="39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Производственные расходы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</w:t>
            </w:r>
            <w:r>
              <w:rPr>
                <w:sz w:val="20"/>
              </w:rPr>
              <w:t xml:space="preserve"> 01.09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3B7C21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374,32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3B7C21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374,32</w:t>
            </w:r>
          </w:p>
        </w:tc>
      </w:tr>
      <w:tr w:rsidR="00F36149" w:rsidRPr="00E37E5A" w:rsidTr="00F36149">
        <w:trPr>
          <w:trHeight w:val="42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Административные расходы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36149" w:rsidRDefault="00F36149" w:rsidP="00F36149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F36149" w:rsidRPr="00E37E5A" w:rsidTr="00F36149">
        <w:trPr>
          <w:trHeight w:val="55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36149" w:rsidRDefault="00F36149" w:rsidP="00F36149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F36149" w:rsidRPr="00E37E5A" w:rsidTr="00F36149">
        <w:trPr>
          <w:trHeight w:val="43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36149" w:rsidRDefault="00F36149" w:rsidP="00F36149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F36149" w:rsidRPr="00E37E5A" w:rsidTr="00F36149">
        <w:trPr>
          <w:trHeight w:val="6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36149" w:rsidRDefault="00F36149" w:rsidP="00F36149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F36149" w:rsidRPr="00E37E5A" w:rsidTr="00F36149">
        <w:trPr>
          <w:trHeight w:val="6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36149" w:rsidRDefault="00F36149" w:rsidP="00F36149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3B7C21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6,04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3B7C21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6,04</w:t>
            </w:r>
          </w:p>
        </w:tc>
      </w:tr>
      <w:tr w:rsidR="00F36149" w:rsidRPr="00E37E5A" w:rsidTr="00F36149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 xml:space="preserve">.2018 по 31.12.2018: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3B7C21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380,36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36149" w:rsidRPr="00E37E5A" w:rsidRDefault="00F36149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3B7C21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380,36</w:t>
            </w:r>
          </w:p>
        </w:tc>
      </w:tr>
      <w:tr w:rsidR="00F36149" w:rsidRPr="00E37E5A" w:rsidTr="00F36149">
        <w:trPr>
          <w:trHeight w:val="69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F36149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i/>
                <w:iCs/>
                <w:sz w:val="20"/>
              </w:rPr>
              <w:t>4.1. Перечень мероприятий по ремонту объектов централизованных систем водоснабжения</w:t>
            </w:r>
          </w:p>
        </w:tc>
      </w:tr>
      <w:tr w:rsidR="00F36149" w:rsidRPr="00E37E5A" w:rsidTr="00F36149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 xml:space="preserve">Всего сумма, тыс. руб.  </w:t>
            </w:r>
          </w:p>
        </w:tc>
      </w:tr>
      <w:tr w:rsidR="00F36149" w:rsidRPr="00E37E5A" w:rsidTr="00F36149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</w:tr>
      <w:tr w:rsidR="00F36149" w:rsidRPr="00E37E5A" w:rsidTr="00F36149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</w:tr>
      <w:tr w:rsidR="00F36149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F36149" w:rsidRPr="00E37E5A" w:rsidTr="00F36149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474269" w:rsidP="00F36149">
            <w:pPr>
              <w:rPr>
                <w:sz w:val="20"/>
              </w:rPr>
            </w:pPr>
            <w:r>
              <w:rPr>
                <w:sz w:val="20"/>
              </w:rPr>
              <w:t>Текущий ремонт и текущее обслуживание централизованных систем водоснабжения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3B7C21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6149" w:rsidRPr="00E37E5A" w:rsidRDefault="003B7C21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50,67</w:t>
            </w:r>
          </w:p>
        </w:tc>
      </w:tr>
      <w:tr w:rsidR="00F36149" w:rsidRPr="00E37E5A" w:rsidTr="00F36149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3B7C21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6149" w:rsidRPr="00E37E5A" w:rsidRDefault="003B7C21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50,67</w:t>
            </w:r>
          </w:p>
        </w:tc>
      </w:tr>
      <w:tr w:rsidR="00F36149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i/>
                <w:iCs/>
                <w:sz w:val="20"/>
              </w:rPr>
            </w:pPr>
            <w:r w:rsidRPr="00E37E5A">
              <w:rPr>
                <w:i/>
                <w:iCs/>
                <w:sz w:val="20"/>
              </w:rPr>
              <w:t>4.2. Перечень мероприятий, направленных на улучшение качества питьевой воды</w:t>
            </w:r>
          </w:p>
        </w:tc>
      </w:tr>
      <w:tr w:rsidR="00F36149" w:rsidRPr="00E37E5A" w:rsidTr="00F36149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F36149" w:rsidRPr="00E37E5A" w:rsidTr="00F36149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</w:tr>
      <w:tr w:rsidR="00F36149" w:rsidRPr="00E37E5A" w:rsidTr="00F36149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</w:tr>
      <w:tr w:rsidR="00F36149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период с 01.09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F36149" w:rsidRPr="00E37E5A" w:rsidTr="00F36149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F36149" w:rsidRPr="00E37E5A" w:rsidTr="00F36149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F36149" w:rsidRPr="00E37E5A" w:rsidTr="00F36149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i/>
                <w:iCs/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F36149" w:rsidRPr="00E37E5A" w:rsidTr="00F36149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F36149" w:rsidRPr="00E37E5A" w:rsidTr="00F36149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</w:tr>
      <w:tr w:rsidR="00F36149" w:rsidRPr="00E37E5A" w:rsidTr="00F36149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</w:tr>
      <w:tr w:rsidR="00F36149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F36149" w:rsidRPr="00E37E5A" w:rsidTr="00F36149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F36149" w:rsidRPr="00E37E5A" w:rsidTr="00F36149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F36149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i/>
                <w:iCs/>
                <w:sz w:val="20"/>
              </w:rPr>
            </w:pPr>
            <w:r w:rsidRPr="00E37E5A">
              <w:rPr>
                <w:i/>
                <w:iCs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F36149" w:rsidRPr="00E37E5A" w:rsidTr="00F36149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руб..</w:t>
            </w:r>
          </w:p>
        </w:tc>
      </w:tr>
      <w:tr w:rsidR="00F36149" w:rsidRPr="00E37E5A" w:rsidTr="00F36149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</w:tr>
      <w:tr w:rsidR="00F36149" w:rsidRPr="00E37E5A" w:rsidTr="00F36149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</w:p>
        </w:tc>
      </w:tr>
      <w:tr w:rsidR="00F36149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F36149" w:rsidRPr="00E37E5A" w:rsidTr="00F36149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F36149" w:rsidRPr="00E37E5A" w:rsidTr="00F36149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F36149" w:rsidRPr="00E37E5A" w:rsidTr="00F36149">
        <w:trPr>
          <w:trHeight w:val="681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b/>
                <w:bCs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F36149" w:rsidRPr="00E37E5A" w:rsidTr="00F36149">
        <w:trPr>
          <w:trHeight w:val="690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Ед.изм.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F36149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качества воды</w:t>
            </w:r>
          </w:p>
        </w:tc>
      </w:tr>
      <w:tr w:rsidR="00F36149" w:rsidRPr="00E37E5A" w:rsidTr="00F36149">
        <w:trPr>
          <w:trHeight w:val="103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F36149" w:rsidRPr="00E37E5A" w:rsidRDefault="00F36149" w:rsidP="00F3614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F36149" w:rsidRPr="00E37E5A" w:rsidTr="00F36149">
        <w:trPr>
          <w:trHeight w:val="717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F36149" w:rsidRPr="00E37E5A" w:rsidRDefault="00F36149" w:rsidP="00F3614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F36149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F36149" w:rsidRPr="00E37E5A" w:rsidTr="00F36149">
        <w:trPr>
          <w:trHeight w:val="67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ind w:firstLine="567"/>
              <w:rPr>
                <w:sz w:val="20"/>
              </w:rPr>
            </w:pPr>
            <w:r w:rsidRPr="00E37E5A">
              <w:rPr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ед./км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36149" w:rsidRPr="00E37E5A" w:rsidTr="00F36149">
        <w:trPr>
          <w:trHeight w:val="429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энергетической эффективности</w:t>
            </w:r>
          </w:p>
        </w:tc>
      </w:tr>
      <w:tr w:rsidR="00F36149" w:rsidRPr="00E37E5A" w:rsidTr="00F36149">
        <w:trPr>
          <w:trHeight w:val="48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F36149" w:rsidRPr="00E37E5A" w:rsidRDefault="00F36149" w:rsidP="00F3614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36149" w:rsidRPr="00E37E5A" w:rsidTr="00F36149">
        <w:trPr>
          <w:trHeight w:val="549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F36149" w:rsidRPr="00E37E5A" w:rsidRDefault="00F36149" w:rsidP="00F3614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F36149" w:rsidRPr="00E37E5A" w:rsidRDefault="00F36149" w:rsidP="00F3614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кВт*ч/куб. м</w:t>
            </w:r>
          </w:p>
          <w:p w:rsidR="00F36149" w:rsidRPr="00E37E5A" w:rsidRDefault="00F36149" w:rsidP="00F3614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F36149" w:rsidRPr="00E37E5A" w:rsidRDefault="003B7C21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1,99</w:t>
            </w:r>
          </w:p>
        </w:tc>
      </w:tr>
      <w:tr w:rsidR="00F36149" w:rsidRPr="00E37E5A" w:rsidTr="00F36149">
        <w:trPr>
          <w:trHeight w:val="76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F36149" w:rsidRPr="00E37E5A" w:rsidRDefault="00F36149" w:rsidP="00F3614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F36149" w:rsidRPr="00E37E5A" w:rsidRDefault="00F36149" w:rsidP="00F3614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кВт*ч/куб. м</w:t>
            </w:r>
          </w:p>
          <w:p w:rsidR="00F36149" w:rsidRPr="00E37E5A" w:rsidRDefault="00F36149" w:rsidP="00F3614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vAlign w:val="center"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</w:p>
        </w:tc>
      </w:tr>
      <w:tr w:rsidR="00F36149" w:rsidRPr="00E37E5A" w:rsidTr="00F36149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6. Расчет эффективности производственной программы</w:t>
            </w:r>
          </w:p>
        </w:tc>
      </w:tr>
      <w:tr w:rsidR="00F36149" w:rsidRPr="00E37E5A" w:rsidTr="00F36149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За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F36149" w:rsidRPr="00E37E5A" w:rsidTr="00F36149">
        <w:trPr>
          <w:trHeight w:val="600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F36149" w:rsidRPr="00E37E5A" w:rsidTr="00F36149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F36149" w:rsidRPr="00E37E5A" w:rsidTr="00F36149">
        <w:trPr>
          <w:trHeight w:val="63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F36149" w:rsidRPr="00E37E5A" w:rsidTr="00F36149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3B7C21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431,03</w:t>
            </w:r>
          </w:p>
        </w:tc>
      </w:tr>
      <w:tr w:rsidR="00F36149" w:rsidRPr="00E37E5A" w:rsidTr="00F36149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>Итого: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3B7C21" w:rsidP="00F361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431,03</w:t>
            </w:r>
          </w:p>
        </w:tc>
      </w:tr>
      <w:tr w:rsidR="00F36149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 </w:t>
            </w:r>
            <w:r w:rsidRPr="00E37E5A">
              <w:rPr>
                <w:b/>
                <w:bCs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E37E5A">
              <w:rPr>
                <w:sz w:val="20"/>
              </w:rPr>
              <w:t xml:space="preserve"> </w:t>
            </w:r>
          </w:p>
        </w:tc>
      </w:tr>
      <w:tr w:rsidR="00F36149" w:rsidRPr="00E37E5A" w:rsidTr="00F36149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36149" w:rsidRPr="00E37E5A" w:rsidRDefault="00F36149" w:rsidP="00F36149">
            <w:pPr>
              <w:jc w:val="both"/>
              <w:rPr>
                <w:b/>
                <w:sz w:val="20"/>
                <w:highlight w:val="yellow"/>
              </w:rPr>
            </w:pPr>
            <w:r w:rsidRPr="00E37E5A">
              <w:rPr>
                <w:sz w:val="20"/>
              </w:rPr>
              <w:t>Государственное регулирование тарифов в отношении организации ранее не осуществлялось  </w:t>
            </w:r>
          </w:p>
        </w:tc>
      </w:tr>
    </w:tbl>
    <w:p w:rsidR="00A8468E" w:rsidRPr="00A8468E" w:rsidRDefault="00A8468E" w:rsidP="00A8468E">
      <w:pPr>
        <w:rPr>
          <w:szCs w:val="28"/>
        </w:rPr>
      </w:pPr>
    </w:p>
    <w:p w:rsidR="00A8468E" w:rsidRPr="00A8468E" w:rsidRDefault="00A8468E" w:rsidP="00A8468E">
      <w:pPr>
        <w:rPr>
          <w:szCs w:val="28"/>
        </w:rPr>
      </w:pPr>
    </w:p>
    <w:p w:rsidR="00A8468E" w:rsidRPr="00A8468E" w:rsidRDefault="00A8468E" w:rsidP="00A8468E">
      <w:pPr>
        <w:rPr>
          <w:szCs w:val="28"/>
        </w:rPr>
      </w:pPr>
    </w:p>
    <w:p w:rsidR="00A8468E" w:rsidRPr="00A8468E" w:rsidRDefault="00A8468E" w:rsidP="00A8468E">
      <w:pPr>
        <w:rPr>
          <w:szCs w:val="28"/>
        </w:rPr>
      </w:pPr>
    </w:p>
    <w:p w:rsidR="00A8468E" w:rsidRPr="00A8468E" w:rsidRDefault="00A8468E" w:rsidP="00A8468E">
      <w:pPr>
        <w:rPr>
          <w:szCs w:val="28"/>
        </w:rPr>
      </w:pPr>
    </w:p>
    <w:p w:rsidR="00A8468E" w:rsidRPr="00A8468E" w:rsidRDefault="00A8468E" w:rsidP="00A8468E">
      <w:pPr>
        <w:rPr>
          <w:szCs w:val="28"/>
        </w:rPr>
      </w:pPr>
    </w:p>
    <w:p w:rsidR="00A8468E" w:rsidRDefault="00A8468E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Pr="00A8468E" w:rsidRDefault="00467077" w:rsidP="00A8468E">
      <w:pPr>
        <w:rPr>
          <w:szCs w:val="28"/>
        </w:rPr>
      </w:pPr>
    </w:p>
    <w:p w:rsidR="00A8468E" w:rsidRDefault="00A8468E" w:rsidP="00A8468E">
      <w:pPr>
        <w:rPr>
          <w:szCs w:val="28"/>
        </w:rPr>
      </w:pPr>
    </w:p>
    <w:p w:rsidR="00A8468E" w:rsidRPr="00A8468E" w:rsidRDefault="00A8468E" w:rsidP="00A8468E">
      <w:pPr>
        <w:tabs>
          <w:tab w:val="left" w:pos="3464"/>
        </w:tabs>
        <w:rPr>
          <w:szCs w:val="28"/>
        </w:rPr>
      </w:pPr>
      <w:r>
        <w:rPr>
          <w:szCs w:val="28"/>
        </w:rPr>
        <w:tab/>
      </w:r>
    </w:p>
    <w:tbl>
      <w:tblPr>
        <w:tblpPr w:leftFromText="180" w:rightFromText="180" w:vertAnchor="text" w:tblpY="1"/>
        <w:tblOverlap w:val="never"/>
        <w:tblW w:w="10210" w:type="dxa"/>
        <w:tblLook w:val="04A0" w:firstRow="1" w:lastRow="0" w:firstColumn="1" w:lastColumn="0" w:noHBand="0" w:noVBand="1"/>
      </w:tblPr>
      <w:tblGrid>
        <w:gridCol w:w="10172"/>
        <w:gridCol w:w="54"/>
      </w:tblGrid>
      <w:tr w:rsidR="00A8468E" w:rsidRPr="002D2B8D" w:rsidTr="00F36149">
        <w:trPr>
          <w:gridAfter w:val="1"/>
          <w:wAfter w:w="179" w:type="dxa"/>
        </w:trPr>
        <w:tc>
          <w:tcPr>
            <w:tcW w:w="10031" w:type="dxa"/>
          </w:tcPr>
          <w:p w:rsidR="00A8468E" w:rsidRDefault="00A8468E" w:rsidP="00F36149">
            <w:pPr>
              <w:ind w:left="5245"/>
              <w:jc w:val="center"/>
            </w:pPr>
            <w:r>
              <w:t xml:space="preserve">ПРИЛОЖЕНИЕ 3 </w:t>
            </w:r>
          </w:p>
          <w:p w:rsidR="00A8468E" w:rsidRDefault="00A8468E" w:rsidP="00F36149">
            <w:pPr>
              <w:ind w:left="5245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A8468E" w:rsidRPr="002D2B8D" w:rsidRDefault="00A8468E" w:rsidP="00F36149">
            <w:pPr>
              <w:ind w:left="5245"/>
              <w:jc w:val="center"/>
            </w:pPr>
            <w:r>
              <w:t xml:space="preserve">от 6 августа 2018 года № </w:t>
            </w:r>
            <w:r w:rsidR="002D2B47">
              <w:t>29/2</w:t>
            </w:r>
          </w:p>
        </w:tc>
      </w:tr>
      <w:tr w:rsidR="00A8468E" w:rsidRPr="00A8468E" w:rsidTr="00F36149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210" w:type="dxa"/>
            <w:gridSpan w:val="2"/>
            <w:hideMark/>
          </w:tcPr>
          <w:p w:rsidR="00A8468E" w:rsidRDefault="00A8468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A8468E" w:rsidRPr="006161EA" w:rsidRDefault="00A8468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161EA">
              <w:rPr>
                <w:b/>
                <w:bCs/>
                <w:sz w:val="24"/>
                <w:szCs w:val="24"/>
                <w:lang w:eastAsia="en-US"/>
              </w:rPr>
              <w:t>ПРОИЗВОДСТВЕННАЯ ПРОГРАММА</w:t>
            </w:r>
          </w:p>
          <w:p w:rsidR="00A8468E" w:rsidRDefault="00A8468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161EA">
              <w:rPr>
                <w:b/>
                <w:bCs/>
                <w:sz w:val="24"/>
                <w:szCs w:val="24"/>
                <w:lang w:eastAsia="en-US"/>
              </w:rPr>
              <w:t xml:space="preserve">ПО ОКАЗАНИЮ УСЛУГ </w:t>
            </w:r>
            <w:r>
              <w:rPr>
                <w:b/>
                <w:bCs/>
                <w:sz w:val="24"/>
                <w:szCs w:val="24"/>
                <w:lang w:eastAsia="en-US"/>
              </w:rPr>
              <w:t>ХОЛОДНОГО ВОДОСНАБЖЕНИЯ</w:t>
            </w:r>
          </w:p>
          <w:p w:rsidR="00A8468E" w:rsidRPr="00A8468E" w:rsidRDefault="00A8468E" w:rsidP="00A84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8468E">
              <w:rPr>
                <w:b/>
                <w:bCs/>
                <w:sz w:val="24"/>
                <w:szCs w:val="24"/>
                <w:lang w:eastAsia="en-US"/>
              </w:rPr>
              <w:t xml:space="preserve">потребителям </w:t>
            </w:r>
            <w:r w:rsidRPr="00A8468E">
              <w:rPr>
                <w:b/>
                <w:sz w:val="24"/>
                <w:szCs w:val="24"/>
              </w:rPr>
              <w:t>на территории</w:t>
            </w:r>
            <w:r>
              <w:rPr>
                <w:b/>
                <w:sz w:val="24"/>
                <w:szCs w:val="24"/>
              </w:rPr>
              <w:t xml:space="preserve"> Б</w:t>
            </w:r>
            <w:r w:rsidRPr="00A8468E">
              <w:rPr>
                <w:b/>
                <w:sz w:val="24"/>
                <w:szCs w:val="24"/>
              </w:rPr>
              <w:t>ольшемаресьевского</w:t>
            </w:r>
            <w:r w:rsidRPr="00C97C6D">
              <w:rPr>
                <w:b/>
                <w:sz w:val="22"/>
                <w:szCs w:val="22"/>
              </w:rPr>
              <w:t xml:space="preserve"> </w:t>
            </w:r>
            <w:r w:rsidRPr="00A8468E">
              <w:rPr>
                <w:b/>
                <w:sz w:val="24"/>
                <w:szCs w:val="24"/>
              </w:rPr>
              <w:t>сельсовета Лукояновского муниципального района Нижегородской области</w:t>
            </w:r>
          </w:p>
        </w:tc>
      </w:tr>
      <w:tr w:rsidR="00A8468E" w:rsidRPr="006161EA" w:rsidTr="00F36149">
        <w:tblPrEx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10210" w:type="dxa"/>
            <w:gridSpan w:val="2"/>
            <w:noWrap/>
            <w:vAlign w:val="bottom"/>
            <w:hideMark/>
          </w:tcPr>
          <w:p w:rsidR="00A8468E" w:rsidRDefault="00A8468E" w:rsidP="00F36149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</w:t>
            </w:r>
            <w:r w:rsidRPr="006161EA">
              <w:rPr>
                <w:sz w:val="24"/>
                <w:szCs w:val="24"/>
                <w:lang w:eastAsia="en-US"/>
              </w:rPr>
              <w:t xml:space="preserve"> реализации производственной программы с </w:t>
            </w:r>
            <w:r w:rsidRPr="00A8468E">
              <w:rPr>
                <w:sz w:val="24"/>
                <w:szCs w:val="24"/>
                <w:lang w:eastAsia="en-US"/>
              </w:rPr>
              <w:t>01.09.2018 г. по 31.12.2018</w:t>
            </w:r>
            <w:r w:rsidRPr="006161EA">
              <w:rPr>
                <w:sz w:val="24"/>
                <w:szCs w:val="24"/>
                <w:lang w:eastAsia="en-US"/>
              </w:rPr>
              <w:t xml:space="preserve"> г.</w:t>
            </w:r>
          </w:p>
          <w:p w:rsidR="003B7C21" w:rsidRPr="006161EA" w:rsidRDefault="003B7C21" w:rsidP="00F36149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283"/>
        <w:gridCol w:w="1276"/>
        <w:gridCol w:w="1417"/>
        <w:gridCol w:w="1276"/>
        <w:gridCol w:w="1134"/>
      </w:tblGrid>
      <w:tr w:rsidR="003B7C21" w:rsidRPr="00E37E5A" w:rsidTr="006F5C8C">
        <w:trPr>
          <w:trHeight w:val="33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1. Паспорт производственной программы</w:t>
            </w:r>
          </w:p>
        </w:tc>
      </w:tr>
      <w:tr w:rsidR="003B7C21" w:rsidRPr="00E37E5A" w:rsidTr="006F5C8C">
        <w:trPr>
          <w:trHeight w:val="6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ind w:left="141"/>
              <w:rPr>
                <w:sz w:val="20"/>
              </w:rPr>
            </w:pPr>
            <w:r w:rsidRPr="00DA4D9E">
              <w:rPr>
                <w:sz w:val="20"/>
                <w:lang w:eastAsia="en-US"/>
              </w:rPr>
              <w:t>ОБЩЕСТВО С ОГРАНИЧЕННОЙ ОТВЕТСТВЕННОСТЬЮ «ВОДОКАНАЛ» (ИНН 5221007099)</w:t>
            </w:r>
          </w:p>
        </w:tc>
      </w:tr>
      <w:tr w:rsidR="003B7C21" w:rsidRPr="00E37E5A" w:rsidTr="006F5C8C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Местонахождение регулируемой организации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467077">
            <w:pPr>
              <w:tabs>
                <w:tab w:val="left" w:pos="1897"/>
              </w:tabs>
              <w:spacing w:line="276" w:lineRule="auto"/>
              <w:rPr>
                <w:sz w:val="20"/>
              </w:rPr>
            </w:pPr>
            <w:r w:rsidRPr="00DA4D9E">
              <w:rPr>
                <w:color w:val="000000"/>
                <w:sz w:val="20"/>
                <w:shd w:val="clear" w:color="auto" w:fill="FFFFFF"/>
              </w:rPr>
              <w:t xml:space="preserve">607800, </w:t>
            </w:r>
            <w:r w:rsidR="00467077">
              <w:rPr>
                <w:color w:val="000000"/>
                <w:sz w:val="20"/>
                <w:shd w:val="clear" w:color="auto" w:fill="FFFFFF"/>
              </w:rPr>
              <w:t xml:space="preserve">Нижегородская область, </w:t>
            </w:r>
            <w:r w:rsidRPr="00DA4D9E">
              <w:rPr>
                <w:color w:val="000000"/>
                <w:sz w:val="20"/>
                <w:shd w:val="clear" w:color="auto" w:fill="FFFFFF"/>
              </w:rPr>
              <w:t xml:space="preserve">г. Лукоянов, ул. Пушкина, </w:t>
            </w:r>
            <w:r w:rsidR="00467077">
              <w:rPr>
                <w:color w:val="000000"/>
                <w:sz w:val="20"/>
                <w:shd w:val="clear" w:color="auto" w:fill="FFFFFF"/>
              </w:rPr>
              <w:br/>
            </w:r>
            <w:r w:rsidRPr="00DA4D9E">
              <w:rPr>
                <w:color w:val="000000"/>
                <w:sz w:val="20"/>
                <w:shd w:val="clear" w:color="auto" w:fill="FFFFFF"/>
              </w:rPr>
              <w:t>д. 300</w:t>
            </w:r>
          </w:p>
        </w:tc>
      </w:tr>
      <w:tr w:rsidR="003B7C21" w:rsidRPr="00E37E5A" w:rsidTr="006F5C8C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Наименование уполномоченного органа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Региональная служба по тарифам Нижегородской области </w:t>
            </w:r>
          </w:p>
        </w:tc>
      </w:tr>
      <w:tr w:rsidR="003B7C21" w:rsidRPr="00E37E5A" w:rsidTr="006F5C8C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Местонахождение уполномоченного органа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E37E5A">
              <w:rPr>
                <w:sz w:val="20"/>
              </w:rPr>
              <w:t>Нижний Новгород, Кремль, корпус 1</w:t>
            </w:r>
          </w:p>
        </w:tc>
      </w:tr>
      <w:tr w:rsidR="003B7C21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2. Объем подачи воды</w:t>
            </w:r>
          </w:p>
        </w:tc>
      </w:tr>
      <w:tr w:rsidR="003B7C21" w:rsidRPr="00E37E5A" w:rsidTr="006F5C8C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услуги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3B7C21" w:rsidRPr="00E37E5A" w:rsidTr="006F5C8C">
        <w:trPr>
          <w:trHeight w:val="660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sz w:val="20"/>
              </w:rPr>
              <w:t>Подано воды всего, тыс.м</w:t>
            </w:r>
            <w:r w:rsidRPr="00E37E5A">
              <w:rPr>
                <w:sz w:val="20"/>
                <w:vertAlign w:val="superscript"/>
              </w:rPr>
              <w:t>3</w:t>
            </w:r>
            <w:r w:rsidRPr="00E37E5A">
              <w:rPr>
                <w:sz w:val="20"/>
              </w:rPr>
              <w:t xml:space="preserve"> в том числе: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F36149" w:rsidRDefault="00474269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4,653</w:t>
            </w:r>
          </w:p>
        </w:tc>
      </w:tr>
      <w:tr w:rsidR="003B7C21" w:rsidRPr="00E37E5A" w:rsidTr="004635D4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населению,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B7C21" w:rsidRPr="00F36149" w:rsidRDefault="00474269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4,201</w:t>
            </w:r>
          </w:p>
        </w:tc>
      </w:tr>
      <w:tr w:rsidR="003B7C21" w:rsidRPr="00E37E5A" w:rsidTr="004635D4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B7C21" w:rsidRPr="00F36149" w:rsidRDefault="00474269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0,340</w:t>
            </w:r>
          </w:p>
        </w:tc>
      </w:tr>
      <w:tr w:rsidR="003B7C21" w:rsidRPr="00E37E5A" w:rsidTr="004635D4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B7C21" w:rsidRPr="00F36149" w:rsidRDefault="00474269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0,112</w:t>
            </w:r>
          </w:p>
        </w:tc>
      </w:tr>
      <w:tr w:rsidR="003B7C21" w:rsidRPr="00E37E5A" w:rsidTr="006F5C8C">
        <w:trPr>
          <w:trHeight w:val="600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F36149" w:rsidRDefault="003B7C21" w:rsidP="006F5C8C">
            <w:pPr>
              <w:jc w:val="center"/>
              <w:rPr>
                <w:color w:val="000000"/>
                <w:sz w:val="20"/>
              </w:rPr>
            </w:pPr>
            <w:r w:rsidRPr="00F36149">
              <w:rPr>
                <w:color w:val="000000"/>
                <w:sz w:val="20"/>
              </w:rPr>
              <w:t>0</w:t>
            </w:r>
          </w:p>
        </w:tc>
      </w:tr>
      <w:tr w:rsidR="003B7C21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Наименование мероприятий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 xml:space="preserve">Всего сумма, тыс. руб.  </w:t>
            </w:r>
          </w:p>
        </w:tc>
      </w:tr>
      <w:tr w:rsidR="003B7C21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276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3B7C21" w:rsidRPr="00E37E5A" w:rsidTr="006F5C8C">
        <w:trPr>
          <w:trHeight w:val="39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Производственные расходы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</w:t>
            </w:r>
            <w:r>
              <w:rPr>
                <w:sz w:val="20"/>
              </w:rPr>
              <w:t xml:space="preserve"> 01.09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150,02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150,02</w:t>
            </w:r>
          </w:p>
        </w:tc>
      </w:tr>
      <w:tr w:rsidR="003B7C21" w:rsidRPr="00E37E5A" w:rsidTr="006F5C8C">
        <w:trPr>
          <w:trHeight w:val="42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Административные расходы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B7C21" w:rsidRDefault="003B7C21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55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B7C21" w:rsidRDefault="003B7C21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43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B7C21" w:rsidRDefault="003B7C21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6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B7C21" w:rsidRDefault="003B7C21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6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B7C21" w:rsidRDefault="003B7C21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2,54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2,54</w:t>
            </w:r>
          </w:p>
        </w:tc>
      </w:tr>
      <w:tr w:rsidR="003B7C21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 xml:space="preserve">.2018 по 31.12.2018: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152,56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152,56</w:t>
            </w:r>
          </w:p>
        </w:tc>
      </w:tr>
      <w:tr w:rsidR="003B7C21" w:rsidRPr="00E37E5A" w:rsidTr="006F5C8C">
        <w:trPr>
          <w:trHeight w:val="69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i/>
                <w:iCs/>
                <w:sz w:val="20"/>
              </w:rPr>
              <w:t>4.1. Перечень мероприятий по ремонту объектов централизованных систем водоснабжения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 xml:space="preserve">Всего сумма, тыс. руб.  </w:t>
            </w:r>
          </w:p>
        </w:tc>
      </w:tr>
      <w:tr w:rsidR="003B7C21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3B7C21" w:rsidRPr="00E37E5A" w:rsidTr="004635D4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6A51B5" w:rsidP="006F5C8C">
            <w:pPr>
              <w:rPr>
                <w:sz w:val="20"/>
              </w:rPr>
            </w:pPr>
            <w:r>
              <w:rPr>
                <w:sz w:val="20"/>
              </w:rPr>
              <w:t>Текущий ремонт и текущее обслуживание централизованных систем водоснабжения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23,61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23,61</w:t>
            </w:r>
          </w:p>
        </w:tc>
      </w:tr>
      <w:tr w:rsidR="003B7C21" w:rsidRPr="00E37E5A" w:rsidTr="004635D4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23,61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23,61</w:t>
            </w: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i/>
                <w:iCs/>
                <w:sz w:val="20"/>
              </w:rPr>
            </w:pPr>
            <w:r w:rsidRPr="00E37E5A">
              <w:rPr>
                <w:i/>
                <w:iCs/>
                <w:sz w:val="20"/>
              </w:rPr>
              <w:t>4.2. Перечень мероприятий, направленных на улучшение качества питьевой воды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3B7C21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период с 01.09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i/>
                <w:iCs/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3B7C21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i/>
                <w:iCs/>
                <w:sz w:val="20"/>
              </w:rPr>
            </w:pPr>
            <w:r w:rsidRPr="00E37E5A">
              <w:rPr>
                <w:i/>
                <w:iCs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руб..</w:t>
            </w:r>
          </w:p>
        </w:tc>
      </w:tr>
      <w:tr w:rsidR="003B7C21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681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b/>
                <w:bCs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3B7C21" w:rsidRPr="00E37E5A" w:rsidTr="006F5C8C">
        <w:trPr>
          <w:trHeight w:val="690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Ед.изм.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качества воды</w:t>
            </w:r>
          </w:p>
        </w:tc>
      </w:tr>
      <w:tr w:rsidR="003B7C21" w:rsidRPr="00E37E5A" w:rsidTr="006F5C8C">
        <w:trPr>
          <w:trHeight w:val="103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3B7C21" w:rsidRPr="00E37E5A" w:rsidRDefault="003B7C21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717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3B7C21" w:rsidRPr="00E37E5A" w:rsidRDefault="003B7C21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3B7C21" w:rsidRPr="00E37E5A" w:rsidTr="006F5C8C">
        <w:trPr>
          <w:trHeight w:val="67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ind w:firstLine="567"/>
              <w:rPr>
                <w:sz w:val="20"/>
              </w:rPr>
            </w:pPr>
            <w:r w:rsidRPr="00E37E5A">
              <w:rPr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ед./км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429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энергетической эффективности</w:t>
            </w:r>
          </w:p>
        </w:tc>
      </w:tr>
      <w:tr w:rsidR="003B7C21" w:rsidRPr="00E37E5A" w:rsidTr="006F5C8C">
        <w:trPr>
          <w:trHeight w:val="48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3B7C21" w:rsidRPr="00E37E5A" w:rsidRDefault="003B7C21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549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3B7C21" w:rsidRPr="00E37E5A" w:rsidRDefault="003B7C21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B7C21" w:rsidRPr="00E37E5A" w:rsidRDefault="003B7C21" w:rsidP="006F5C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кВт*ч/куб. м</w:t>
            </w:r>
          </w:p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1,55</w:t>
            </w:r>
          </w:p>
        </w:tc>
      </w:tr>
      <w:tr w:rsidR="003B7C21" w:rsidRPr="00E37E5A" w:rsidTr="006F5C8C">
        <w:trPr>
          <w:trHeight w:val="76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3B7C21" w:rsidRPr="00E37E5A" w:rsidRDefault="003B7C21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B7C21" w:rsidRPr="00E37E5A" w:rsidRDefault="003B7C21" w:rsidP="006F5C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кВт*ч/куб. м</w:t>
            </w:r>
          </w:p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vAlign w:val="center"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</w:p>
        </w:tc>
      </w:tr>
      <w:tr w:rsidR="003B7C21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6. Расчет эффективности производственной программы</w:t>
            </w:r>
          </w:p>
        </w:tc>
      </w:tr>
      <w:tr w:rsidR="003B7C21" w:rsidRPr="00E37E5A" w:rsidTr="006F5C8C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За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600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3B7C21" w:rsidRPr="00E37E5A" w:rsidTr="006F5C8C">
        <w:trPr>
          <w:trHeight w:val="63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3B7C21" w:rsidRPr="00E37E5A" w:rsidTr="006F5C8C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176,17</w:t>
            </w:r>
          </w:p>
        </w:tc>
      </w:tr>
      <w:tr w:rsidR="003B7C21" w:rsidRPr="00E37E5A" w:rsidTr="006F5C8C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Итого: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176,17</w:t>
            </w: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 </w:t>
            </w:r>
            <w:r w:rsidRPr="00E37E5A">
              <w:rPr>
                <w:b/>
                <w:bCs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E37E5A">
              <w:rPr>
                <w:sz w:val="20"/>
              </w:rPr>
              <w:t xml:space="preserve"> </w:t>
            </w: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both"/>
              <w:rPr>
                <w:b/>
                <w:sz w:val="20"/>
                <w:highlight w:val="yellow"/>
              </w:rPr>
            </w:pPr>
            <w:r w:rsidRPr="00E37E5A">
              <w:rPr>
                <w:sz w:val="20"/>
              </w:rPr>
              <w:t>Государственное регулирование тарифов в отношении организации ранее не осуществлялось  </w:t>
            </w:r>
          </w:p>
        </w:tc>
      </w:tr>
    </w:tbl>
    <w:p w:rsidR="00A8468E" w:rsidRDefault="00A8468E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Pr="00A8468E" w:rsidRDefault="00467077" w:rsidP="00A8468E">
      <w:pPr>
        <w:rPr>
          <w:szCs w:val="28"/>
        </w:rPr>
      </w:pPr>
    </w:p>
    <w:tbl>
      <w:tblPr>
        <w:tblpPr w:leftFromText="180" w:rightFromText="180" w:vertAnchor="text" w:tblpY="1"/>
        <w:tblOverlap w:val="never"/>
        <w:tblW w:w="10210" w:type="dxa"/>
        <w:tblLook w:val="04A0" w:firstRow="1" w:lastRow="0" w:firstColumn="1" w:lastColumn="0" w:noHBand="0" w:noVBand="1"/>
      </w:tblPr>
      <w:tblGrid>
        <w:gridCol w:w="10172"/>
        <w:gridCol w:w="54"/>
      </w:tblGrid>
      <w:tr w:rsidR="00A8468E" w:rsidRPr="002D2B8D" w:rsidTr="00F36149">
        <w:trPr>
          <w:gridAfter w:val="1"/>
          <w:wAfter w:w="179" w:type="dxa"/>
        </w:trPr>
        <w:tc>
          <w:tcPr>
            <w:tcW w:w="10031" w:type="dxa"/>
          </w:tcPr>
          <w:p w:rsidR="00A8468E" w:rsidRDefault="00482F78" w:rsidP="00F36149">
            <w:pPr>
              <w:ind w:left="5245"/>
              <w:jc w:val="center"/>
            </w:pPr>
            <w:r>
              <w:t>П</w:t>
            </w:r>
            <w:r w:rsidR="00A8468E">
              <w:t xml:space="preserve">РИЛОЖЕНИЕ 4 </w:t>
            </w:r>
          </w:p>
          <w:p w:rsidR="00A8468E" w:rsidRDefault="00A8468E" w:rsidP="00F36149">
            <w:pPr>
              <w:ind w:left="5245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A8468E" w:rsidRPr="002D2B8D" w:rsidRDefault="00A8468E" w:rsidP="00F36149">
            <w:pPr>
              <w:ind w:left="5245"/>
              <w:jc w:val="center"/>
            </w:pPr>
            <w:r>
              <w:t xml:space="preserve">от 6 августа 2018 года № </w:t>
            </w:r>
            <w:r w:rsidR="002D2B47">
              <w:t>29/2</w:t>
            </w:r>
          </w:p>
        </w:tc>
      </w:tr>
      <w:tr w:rsidR="00A8468E" w:rsidRPr="00A8468E" w:rsidTr="00F36149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210" w:type="dxa"/>
            <w:gridSpan w:val="2"/>
            <w:hideMark/>
          </w:tcPr>
          <w:p w:rsidR="00A8468E" w:rsidRDefault="00A8468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A8468E" w:rsidRPr="006161EA" w:rsidRDefault="00A8468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161EA">
              <w:rPr>
                <w:b/>
                <w:bCs/>
                <w:sz w:val="24"/>
                <w:szCs w:val="24"/>
                <w:lang w:eastAsia="en-US"/>
              </w:rPr>
              <w:t>ПРОИЗВОДСТВЕННАЯ ПРОГРАММА</w:t>
            </w:r>
          </w:p>
          <w:p w:rsidR="00A8468E" w:rsidRDefault="00A8468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161EA">
              <w:rPr>
                <w:b/>
                <w:bCs/>
                <w:sz w:val="24"/>
                <w:szCs w:val="24"/>
                <w:lang w:eastAsia="en-US"/>
              </w:rPr>
              <w:t xml:space="preserve">ПО ОКАЗАНИЮ УСЛУГ </w:t>
            </w:r>
            <w:r>
              <w:rPr>
                <w:b/>
                <w:bCs/>
                <w:sz w:val="24"/>
                <w:szCs w:val="24"/>
                <w:lang w:eastAsia="en-US"/>
              </w:rPr>
              <w:t>ХОЛОДНОГО ВОДОСНАБЖЕНИЯ</w:t>
            </w:r>
          </w:p>
          <w:p w:rsidR="00A8468E" w:rsidRPr="00A8468E" w:rsidRDefault="00A8468E" w:rsidP="00A84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8468E">
              <w:rPr>
                <w:b/>
                <w:bCs/>
                <w:sz w:val="24"/>
                <w:szCs w:val="24"/>
                <w:lang w:eastAsia="en-US"/>
              </w:rPr>
              <w:t xml:space="preserve">потребителям </w:t>
            </w:r>
            <w:r w:rsidRPr="00A8468E">
              <w:rPr>
                <w:b/>
                <w:sz w:val="24"/>
                <w:szCs w:val="24"/>
              </w:rPr>
              <w:t>на территории Большеарского сельсовета Лукояновского муниципального района Нижегородской области</w:t>
            </w:r>
          </w:p>
        </w:tc>
      </w:tr>
      <w:tr w:rsidR="00A8468E" w:rsidRPr="006161EA" w:rsidTr="00F36149">
        <w:tblPrEx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10210" w:type="dxa"/>
            <w:gridSpan w:val="2"/>
            <w:noWrap/>
            <w:vAlign w:val="bottom"/>
            <w:hideMark/>
          </w:tcPr>
          <w:p w:rsidR="00A8468E" w:rsidRPr="006161EA" w:rsidRDefault="00A8468E" w:rsidP="00F36149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</w:t>
            </w:r>
            <w:r w:rsidRPr="006161EA">
              <w:rPr>
                <w:sz w:val="24"/>
                <w:szCs w:val="24"/>
                <w:lang w:eastAsia="en-US"/>
              </w:rPr>
              <w:t xml:space="preserve"> реализации производственной программы с </w:t>
            </w:r>
            <w:r w:rsidRPr="00A8468E">
              <w:rPr>
                <w:sz w:val="24"/>
                <w:szCs w:val="24"/>
                <w:lang w:eastAsia="en-US"/>
              </w:rPr>
              <w:t>01.09.2018 г. по 31.12.2018</w:t>
            </w:r>
            <w:r w:rsidRPr="006161EA">
              <w:rPr>
                <w:sz w:val="24"/>
                <w:szCs w:val="24"/>
                <w:lang w:eastAsia="en-US"/>
              </w:rPr>
              <w:t xml:space="preserve"> г.</w:t>
            </w:r>
          </w:p>
        </w:tc>
      </w:tr>
    </w:tbl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283"/>
        <w:gridCol w:w="1276"/>
        <w:gridCol w:w="1417"/>
        <w:gridCol w:w="1276"/>
        <w:gridCol w:w="1134"/>
      </w:tblGrid>
      <w:tr w:rsidR="003B7C21" w:rsidRPr="00E37E5A" w:rsidTr="006F5C8C">
        <w:trPr>
          <w:trHeight w:val="33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1. Паспорт производственной программы</w:t>
            </w:r>
          </w:p>
        </w:tc>
      </w:tr>
      <w:tr w:rsidR="003B7C21" w:rsidRPr="00E37E5A" w:rsidTr="006F5C8C">
        <w:trPr>
          <w:trHeight w:val="6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ind w:left="141"/>
              <w:rPr>
                <w:sz w:val="20"/>
              </w:rPr>
            </w:pPr>
            <w:r w:rsidRPr="00DA4D9E">
              <w:rPr>
                <w:sz w:val="20"/>
                <w:lang w:eastAsia="en-US"/>
              </w:rPr>
              <w:t>ОБЩЕСТВО С ОГРАНИЧЕННОЙ ОТВЕТСТВЕННОСТЬЮ «ВОДОКАНАЛ» (ИНН 5221007099)</w:t>
            </w:r>
          </w:p>
        </w:tc>
      </w:tr>
      <w:tr w:rsidR="003B7C21" w:rsidRPr="00E37E5A" w:rsidTr="006F5C8C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Местонахождение регулируемой организации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467077">
            <w:pPr>
              <w:tabs>
                <w:tab w:val="left" w:pos="1897"/>
              </w:tabs>
              <w:spacing w:line="276" w:lineRule="auto"/>
              <w:rPr>
                <w:sz w:val="20"/>
              </w:rPr>
            </w:pPr>
            <w:r w:rsidRPr="00DA4D9E">
              <w:rPr>
                <w:color w:val="000000"/>
                <w:sz w:val="20"/>
                <w:shd w:val="clear" w:color="auto" w:fill="FFFFFF"/>
              </w:rPr>
              <w:t xml:space="preserve">607800, </w:t>
            </w:r>
            <w:r w:rsidR="00467077">
              <w:rPr>
                <w:color w:val="000000"/>
                <w:sz w:val="20"/>
                <w:shd w:val="clear" w:color="auto" w:fill="FFFFFF"/>
              </w:rPr>
              <w:t xml:space="preserve">Нижегородская область, </w:t>
            </w:r>
            <w:r w:rsidRPr="00DA4D9E">
              <w:rPr>
                <w:color w:val="000000"/>
                <w:sz w:val="20"/>
                <w:shd w:val="clear" w:color="auto" w:fill="FFFFFF"/>
              </w:rPr>
              <w:t xml:space="preserve">г. Лукоянов, ул. Пушкина, </w:t>
            </w:r>
            <w:r w:rsidR="00467077">
              <w:rPr>
                <w:color w:val="000000"/>
                <w:sz w:val="20"/>
                <w:shd w:val="clear" w:color="auto" w:fill="FFFFFF"/>
              </w:rPr>
              <w:br/>
            </w:r>
            <w:r w:rsidRPr="00DA4D9E">
              <w:rPr>
                <w:color w:val="000000"/>
                <w:sz w:val="20"/>
                <w:shd w:val="clear" w:color="auto" w:fill="FFFFFF"/>
              </w:rPr>
              <w:t>д. 300</w:t>
            </w:r>
          </w:p>
        </w:tc>
      </w:tr>
      <w:tr w:rsidR="003B7C21" w:rsidRPr="00E37E5A" w:rsidTr="006F5C8C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Наименование уполномоченного органа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Региональная служба по тарифам Нижегородской области </w:t>
            </w:r>
          </w:p>
        </w:tc>
      </w:tr>
      <w:tr w:rsidR="003B7C21" w:rsidRPr="00E37E5A" w:rsidTr="006F5C8C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Местонахождение уполномоченного органа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E37E5A">
              <w:rPr>
                <w:sz w:val="20"/>
              </w:rPr>
              <w:t>Нижний Новгород, Кремль, корпус 1</w:t>
            </w:r>
          </w:p>
        </w:tc>
      </w:tr>
      <w:tr w:rsidR="003B7C21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2. Объем подачи воды</w:t>
            </w:r>
          </w:p>
        </w:tc>
      </w:tr>
      <w:tr w:rsidR="003B7C21" w:rsidRPr="00E37E5A" w:rsidTr="006F5C8C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услуги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3B7C21" w:rsidRPr="00E37E5A" w:rsidTr="004635D4">
        <w:trPr>
          <w:trHeight w:val="660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sz w:val="20"/>
              </w:rPr>
              <w:t>Подано воды всего, тыс.м</w:t>
            </w:r>
            <w:r w:rsidRPr="00E37E5A">
              <w:rPr>
                <w:sz w:val="20"/>
                <w:vertAlign w:val="superscript"/>
              </w:rPr>
              <w:t>3</w:t>
            </w:r>
            <w:r w:rsidRPr="00E37E5A">
              <w:rPr>
                <w:sz w:val="20"/>
              </w:rPr>
              <w:t xml:space="preserve"> в том числе: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B7C21" w:rsidRPr="00F36149" w:rsidRDefault="00EB6B39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6,651</w:t>
            </w:r>
          </w:p>
        </w:tc>
      </w:tr>
      <w:tr w:rsidR="003B7C21" w:rsidRPr="00E37E5A" w:rsidTr="004635D4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населению,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B7C21" w:rsidRPr="00F36149" w:rsidRDefault="00EB6B39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6,257</w:t>
            </w:r>
          </w:p>
        </w:tc>
      </w:tr>
      <w:tr w:rsidR="003B7C21" w:rsidRPr="00E37E5A" w:rsidTr="004635D4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B7C21" w:rsidRPr="00F36149" w:rsidRDefault="00EB6B39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0,168</w:t>
            </w:r>
          </w:p>
        </w:tc>
      </w:tr>
      <w:tr w:rsidR="003B7C21" w:rsidRPr="00E37E5A" w:rsidTr="004635D4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B7C21" w:rsidRPr="00F36149" w:rsidRDefault="00EB6B39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0,226</w:t>
            </w:r>
          </w:p>
        </w:tc>
      </w:tr>
      <w:tr w:rsidR="003B7C21" w:rsidRPr="00E37E5A" w:rsidTr="006F5C8C">
        <w:trPr>
          <w:trHeight w:val="600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F36149" w:rsidRDefault="003B7C21" w:rsidP="006F5C8C">
            <w:pPr>
              <w:jc w:val="center"/>
              <w:rPr>
                <w:color w:val="000000"/>
                <w:sz w:val="20"/>
              </w:rPr>
            </w:pPr>
            <w:r w:rsidRPr="00F36149">
              <w:rPr>
                <w:color w:val="000000"/>
                <w:sz w:val="20"/>
              </w:rPr>
              <w:t>0</w:t>
            </w:r>
          </w:p>
        </w:tc>
      </w:tr>
      <w:tr w:rsidR="003B7C21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Наименование мероприятий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 xml:space="preserve">Всего сумма, тыс. руб.  </w:t>
            </w:r>
          </w:p>
        </w:tc>
      </w:tr>
      <w:tr w:rsidR="003B7C21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276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3B7C21" w:rsidRPr="00E37E5A" w:rsidTr="006F5C8C">
        <w:trPr>
          <w:trHeight w:val="39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Производственные расходы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</w:t>
            </w:r>
            <w:r>
              <w:rPr>
                <w:sz w:val="20"/>
              </w:rPr>
              <w:t xml:space="preserve"> 01.09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233,40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233,40</w:t>
            </w:r>
          </w:p>
        </w:tc>
      </w:tr>
      <w:tr w:rsidR="003B7C21" w:rsidRPr="00E37E5A" w:rsidTr="006F5C8C">
        <w:trPr>
          <w:trHeight w:val="42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Административные расходы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B7C21" w:rsidRDefault="003B7C21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55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B7C21" w:rsidRDefault="003B7C21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43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B7C21" w:rsidRDefault="003B7C21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6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B7C21" w:rsidRDefault="003B7C21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6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B7C21" w:rsidRDefault="003B7C21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4635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3,42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3,42</w:t>
            </w:r>
          </w:p>
        </w:tc>
      </w:tr>
      <w:tr w:rsidR="003B7C21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 xml:space="preserve">.2018 по 31.12.2018: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236,83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236,83</w:t>
            </w:r>
          </w:p>
        </w:tc>
      </w:tr>
      <w:tr w:rsidR="003B7C21" w:rsidRPr="00E37E5A" w:rsidTr="006F5C8C">
        <w:trPr>
          <w:trHeight w:val="69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i/>
                <w:iCs/>
                <w:sz w:val="20"/>
              </w:rPr>
              <w:t>4.1. Перечень мероприятий по ремонту объектов централизованных систем водоснабжения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 xml:space="preserve">Всего сумма, тыс. руб.  </w:t>
            </w:r>
          </w:p>
        </w:tc>
      </w:tr>
      <w:tr w:rsidR="003B7C21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D72FCC" w:rsidP="004635D4">
            <w:pPr>
              <w:rPr>
                <w:sz w:val="20"/>
              </w:rPr>
            </w:pPr>
            <w:r>
              <w:rPr>
                <w:sz w:val="20"/>
              </w:rPr>
              <w:t>Текущий ремонт и текущее обслуживание централизованных систем водоснабжения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6,43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6,43</w:t>
            </w:r>
          </w:p>
        </w:tc>
      </w:tr>
      <w:tr w:rsidR="003B7C21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6,43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6,43</w:t>
            </w: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i/>
                <w:iCs/>
                <w:sz w:val="20"/>
              </w:rPr>
            </w:pPr>
            <w:r w:rsidRPr="00E37E5A">
              <w:rPr>
                <w:i/>
                <w:iCs/>
                <w:sz w:val="20"/>
              </w:rPr>
              <w:t>4.2. Перечень мероприятий, направленных на улучшение качества питьевой воды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3B7C21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период с 01.09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i/>
                <w:iCs/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3B7C21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i/>
                <w:iCs/>
                <w:sz w:val="20"/>
              </w:rPr>
            </w:pPr>
            <w:r w:rsidRPr="00E37E5A">
              <w:rPr>
                <w:i/>
                <w:iCs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руб..</w:t>
            </w:r>
          </w:p>
        </w:tc>
      </w:tr>
      <w:tr w:rsidR="003B7C21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3B7C21" w:rsidRPr="00E37E5A" w:rsidTr="006F5C8C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681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b/>
                <w:bCs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3B7C21" w:rsidRPr="00E37E5A" w:rsidTr="006F5C8C">
        <w:trPr>
          <w:trHeight w:val="690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Ед.изм.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качества воды</w:t>
            </w:r>
          </w:p>
        </w:tc>
      </w:tr>
      <w:tr w:rsidR="003B7C21" w:rsidRPr="00E37E5A" w:rsidTr="006F5C8C">
        <w:trPr>
          <w:trHeight w:val="103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3B7C21" w:rsidRPr="00E37E5A" w:rsidRDefault="003B7C21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717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3B7C21" w:rsidRPr="00E37E5A" w:rsidRDefault="003B7C21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3B7C21" w:rsidRPr="00E37E5A" w:rsidTr="006F5C8C">
        <w:trPr>
          <w:trHeight w:val="67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ind w:firstLine="567"/>
              <w:rPr>
                <w:sz w:val="20"/>
              </w:rPr>
            </w:pPr>
            <w:r w:rsidRPr="00E37E5A">
              <w:rPr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ед./км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429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энергетической эффективности</w:t>
            </w:r>
          </w:p>
        </w:tc>
      </w:tr>
      <w:tr w:rsidR="003B7C21" w:rsidRPr="00E37E5A" w:rsidTr="006F5C8C">
        <w:trPr>
          <w:trHeight w:val="48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3B7C21" w:rsidRPr="00E37E5A" w:rsidRDefault="003B7C21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B7C21" w:rsidRPr="00E37E5A" w:rsidTr="006F5C8C">
        <w:trPr>
          <w:trHeight w:val="549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3B7C21" w:rsidRPr="00E37E5A" w:rsidRDefault="003B7C21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B7C21" w:rsidRPr="00E37E5A" w:rsidRDefault="003B7C21" w:rsidP="006F5C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кВт*ч/куб. м</w:t>
            </w:r>
          </w:p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1,61</w:t>
            </w:r>
          </w:p>
        </w:tc>
      </w:tr>
      <w:tr w:rsidR="003B7C21" w:rsidRPr="00E37E5A" w:rsidTr="006F5C8C">
        <w:trPr>
          <w:trHeight w:val="76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3B7C21" w:rsidRPr="00E37E5A" w:rsidRDefault="003B7C21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B7C21" w:rsidRPr="00E37E5A" w:rsidRDefault="003B7C21" w:rsidP="006F5C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кВт*ч/куб. м</w:t>
            </w:r>
          </w:p>
          <w:p w:rsidR="003B7C21" w:rsidRPr="00E37E5A" w:rsidRDefault="003B7C21" w:rsidP="006F5C8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vAlign w:val="center"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</w:p>
        </w:tc>
      </w:tr>
      <w:tr w:rsidR="003B7C21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6. Расчет эффективности производственной программы</w:t>
            </w:r>
          </w:p>
        </w:tc>
      </w:tr>
      <w:tr w:rsidR="003B7C21" w:rsidRPr="00E37E5A" w:rsidTr="006F5C8C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За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600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3B7C21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3B7C21" w:rsidRPr="00E37E5A" w:rsidTr="006F5C8C">
        <w:trPr>
          <w:trHeight w:val="63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3B7C21" w:rsidRPr="00E37E5A" w:rsidTr="004635D4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243,268</w:t>
            </w:r>
          </w:p>
        </w:tc>
      </w:tr>
      <w:tr w:rsidR="003B7C21" w:rsidRPr="00E37E5A" w:rsidTr="004635D4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Итого: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B7C21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243,268</w:t>
            </w: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 </w:t>
            </w:r>
            <w:r w:rsidRPr="00E37E5A">
              <w:rPr>
                <w:b/>
                <w:bCs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E37E5A">
              <w:rPr>
                <w:sz w:val="20"/>
              </w:rPr>
              <w:t xml:space="preserve"> </w:t>
            </w:r>
          </w:p>
        </w:tc>
      </w:tr>
      <w:tr w:rsidR="003B7C21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7C21" w:rsidRPr="00E37E5A" w:rsidRDefault="003B7C21" w:rsidP="006F5C8C">
            <w:pPr>
              <w:jc w:val="both"/>
              <w:rPr>
                <w:b/>
                <w:sz w:val="20"/>
                <w:highlight w:val="yellow"/>
              </w:rPr>
            </w:pPr>
            <w:r w:rsidRPr="00E37E5A">
              <w:rPr>
                <w:sz w:val="20"/>
              </w:rPr>
              <w:t>Государственное регулирование тарифов в отношении организации ранее не осуществлялось  </w:t>
            </w:r>
          </w:p>
        </w:tc>
      </w:tr>
    </w:tbl>
    <w:p w:rsidR="00A8468E" w:rsidRPr="00A8468E" w:rsidRDefault="00A8468E" w:rsidP="00A8468E">
      <w:pPr>
        <w:rPr>
          <w:szCs w:val="28"/>
        </w:rPr>
      </w:pPr>
    </w:p>
    <w:p w:rsidR="00A8468E" w:rsidRPr="00A8468E" w:rsidRDefault="00A8468E" w:rsidP="00A8468E">
      <w:pPr>
        <w:rPr>
          <w:szCs w:val="28"/>
        </w:rPr>
      </w:pPr>
    </w:p>
    <w:p w:rsidR="00A8468E" w:rsidRPr="00A8468E" w:rsidRDefault="00A8468E" w:rsidP="00A8468E">
      <w:pPr>
        <w:rPr>
          <w:szCs w:val="28"/>
        </w:rPr>
      </w:pPr>
    </w:p>
    <w:p w:rsidR="00A8468E" w:rsidRPr="00A8468E" w:rsidRDefault="00A8468E" w:rsidP="00A8468E">
      <w:pPr>
        <w:rPr>
          <w:szCs w:val="28"/>
        </w:rPr>
      </w:pPr>
    </w:p>
    <w:p w:rsidR="00A8468E" w:rsidRDefault="00A8468E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Pr="00A8468E" w:rsidRDefault="00467077" w:rsidP="00A8468E">
      <w:pPr>
        <w:rPr>
          <w:szCs w:val="28"/>
        </w:rPr>
      </w:pPr>
    </w:p>
    <w:p w:rsidR="00A8468E" w:rsidRDefault="00A8468E" w:rsidP="00A8468E">
      <w:pPr>
        <w:rPr>
          <w:szCs w:val="28"/>
        </w:rPr>
      </w:pPr>
    </w:p>
    <w:p w:rsidR="00A8468E" w:rsidRPr="00A8468E" w:rsidRDefault="00A8468E" w:rsidP="00A8468E">
      <w:pPr>
        <w:tabs>
          <w:tab w:val="left" w:pos="2893"/>
        </w:tabs>
        <w:rPr>
          <w:szCs w:val="28"/>
        </w:rPr>
      </w:pPr>
      <w:r>
        <w:rPr>
          <w:szCs w:val="28"/>
        </w:rPr>
        <w:tab/>
      </w:r>
    </w:p>
    <w:tbl>
      <w:tblPr>
        <w:tblpPr w:leftFromText="180" w:rightFromText="180" w:vertAnchor="text" w:tblpY="1"/>
        <w:tblOverlap w:val="never"/>
        <w:tblW w:w="10226" w:type="dxa"/>
        <w:tblLook w:val="04A0" w:firstRow="1" w:lastRow="0" w:firstColumn="1" w:lastColumn="0" w:noHBand="0" w:noVBand="1"/>
      </w:tblPr>
      <w:tblGrid>
        <w:gridCol w:w="10222"/>
        <w:gridCol w:w="20"/>
      </w:tblGrid>
      <w:tr w:rsidR="00A8468E" w:rsidRPr="002D2B8D" w:rsidTr="004635D4">
        <w:trPr>
          <w:gridAfter w:val="1"/>
          <w:wAfter w:w="54" w:type="dxa"/>
        </w:trPr>
        <w:tc>
          <w:tcPr>
            <w:tcW w:w="10172" w:type="dxa"/>
          </w:tcPr>
          <w:p w:rsidR="00A8468E" w:rsidRDefault="00A8468E" w:rsidP="00F36149">
            <w:pPr>
              <w:ind w:left="5245"/>
              <w:jc w:val="center"/>
            </w:pPr>
            <w:r>
              <w:t xml:space="preserve">ПРИЛОЖЕНИЕ 5 </w:t>
            </w:r>
          </w:p>
          <w:p w:rsidR="00A8468E" w:rsidRDefault="00A8468E" w:rsidP="00F36149">
            <w:pPr>
              <w:ind w:left="5245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A8468E" w:rsidRPr="002D2B8D" w:rsidRDefault="00A8468E" w:rsidP="00F36149">
            <w:pPr>
              <w:ind w:left="5245"/>
              <w:jc w:val="center"/>
            </w:pPr>
            <w:r>
              <w:t xml:space="preserve">от 6 августа 2018 года № </w:t>
            </w:r>
            <w:r w:rsidR="002D2B47">
              <w:t>29/2</w:t>
            </w:r>
          </w:p>
        </w:tc>
      </w:tr>
      <w:tr w:rsidR="00A8468E" w:rsidRPr="00A8468E" w:rsidTr="004635D4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226" w:type="dxa"/>
            <w:gridSpan w:val="2"/>
            <w:hideMark/>
          </w:tcPr>
          <w:p w:rsidR="00A8468E" w:rsidRDefault="00A8468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A8468E" w:rsidRPr="006161EA" w:rsidRDefault="00A8468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161EA">
              <w:rPr>
                <w:b/>
                <w:bCs/>
                <w:sz w:val="24"/>
                <w:szCs w:val="24"/>
                <w:lang w:eastAsia="en-US"/>
              </w:rPr>
              <w:t>ПРОИЗВОДСТВЕННАЯ ПРОГРАММА</w:t>
            </w:r>
          </w:p>
          <w:p w:rsidR="00A8468E" w:rsidRDefault="00A8468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161EA">
              <w:rPr>
                <w:b/>
                <w:bCs/>
                <w:sz w:val="24"/>
                <w:szCs w:val="24"/>
                <w:lang w:eastAsia="en-US"/>
              </w:rPr>
              <w:t xml:space="preserve">ПО ОКАЗАНИЮ УСЛУГ </w:t>
            </w:r>
            <w:r>
              <w:rPr>
                <w:b/>
                <w:bCs/>
                <w:sz w:val="24"/>
                <w:szCs w:val="24"/>
                <w:lang w:eastAsia="en-US"/>
              </w:rPr>
              <w:t>ХОЛОДНОГО ВОДОСНАБЖЕНИЯ</w:t>
            </w:r>
          </w:p>
          <w:p w:rsidR="00A8468E" w:rsidRPr="00A8468E" w:rsidRDefault="00A8468E" w:rsidP="00A84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8468E">
              <w:rPr>
                <w:b/>
                <w:bCs/>
                <w:sz w:val="24"/>
                <w:szCs w:val="24"/>
                <w:lang w:eastAsia="en-US"/>
              </w:rPr>
              <w:t xml:space="preserve">потребителям </w:t>
            </w:r>
            <w:r w:rsidRPr="00A8468E">
              <w:rPr>
                <w:b/>
                <w:sz w:val="24"/>
                <w:szCs w:val="24"/>
              </w:rPr>
              <w:t>на территории  р.п. им. Степана Разина Лукояновского муниципального района Нижегородской области</w:t>
            </w:r>
          </w:p>
        </w:tc>
      </w:tr>
      <w:tr w:rsidR="00A8468E" w:rsidRPr="006161EA" w:rsidTr="004635D4">
        <w:tblPrEx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10226" w:type="dxa"/>
            <w:gridSpan w:val="2"/>
            <w:noWrap/>
            <w:vAlign w:val="bottom"/>
            <w:hideMark/>
          </w:tcPr>
          <w:p w:rsidR="00A8468E" w:rsidRPr="006161EA" w:rsidRDefault="00A8468E" w:rsidP="00F36149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</w:t>
            </w:r>
            <w:r w:rsidRPr="006161EA">
              <w:rPr>
                <w:sz w:val="24"/>
                <w:szCs w:val="24"/>
                <w:lang w:eastAsia="en-US"/>
              </w:rPr>
              <w:t xml:space="preserve"> реализации производственной программы с </w:t>
            </w:r>
            <w:r w:rsidRPr="00A8468E">
              <w:rPr>
                <w:sz w:val="24"/>
                <w:szCs w:val="24"/>
                <w:lang w:eastAsia="en-US"/>
              </w:rPr>
              <w:t>01.09.2018 г. по 31.12.2018</w:t>
            </w:r>
            <w:r w:rsidRPr="006161EA">
              <w:rPr>
                <w:sz w:val="24"/>
                <w:szCs w:val="24"/>
                <w:lang w:eastAsia="en-US"/>
              </w:rPr>
              <w:t xml:space="preserve"> г.</w:t>
            </w:r>
          </w:p>
        </w:tc>
      </w:tr>
    </w:tbl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283"/>
        <w:gridCol w:w="1276"/>
        <w:gridCol w:w="1417"/>
        <w:gridCol w:w="1276"/>
        <w:gridCol w:w="1134"/>
      </w:tblGrid>
      <w:tr w:rsidR="004635D4" w:rsidRPr="00E37E5A" w:rsidTr="006F5C8C">
        <w:trPr>
          <w:trHeight w:val="33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1. Паспорт производственной программы</w:t>
            </w:r>
          </w:p>
        </w:tc>
      </w:tr>
      <w:tr w:rsidR="004635D4" w:rsidRPr="00E37E5A" w:rsidTr="006F5C8C">
        <w:trPr>
          <w:trHeight w:val="6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ind w:left="141"/>
              <w:rPr>
                <w:sz w:val="20"/>
              </w:rPr>
            </w:pPr>
            <w:r w:rsidRPr="00DA4D9E">
              <w:rPr>
                <w:sz w:val="20"/>
                <w:lang w:eastAsia="en-US"/>
              </w:rPr>
              <w:t>ОБЩЕСТВО С ОГРАНИЧЕННОЙ ОТВЕТСТВЕННОСТЬЮ «ВОДОКАНАЛ» (ИНН 5221007099)</w:t>
            </w:r>
          </w:p>
        </w:tc>
      </w:tr>
      <w:tr w:rsidR="004635D4" w:rsidRPr="00E37E5A" w:rsidTr="006F5C8C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Местонахождение регулируемой организации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467077">
            <w:pPr>
              <w:tabs>
                <w:tab w:val="left" w:pos="1897"/>
              </w:tabs>
              <w:spacing w:line="276" w:lineRule="auto"/>
              <w:rPr>
                <w:sz w:val="20"/>
              </w:rPr>
            </w:pPr>
            <w:r w:rsidRPr="00DA4D9E">
              <w:rPr>
                <w:color w:val="000000"/>
                <w:sz w:val="20"/>
                <w:shd w:val="clear" w:color="auto" w:fill="FFFFFF"/>
              </w:rPr>
              <w:t xml:space="preserve">607800, </w:t>
            </w:r>
            <w:r w:rsidR="00467077">
              <w:rPr>
                <w:color w:val="000000"/>
                <w:sz w:val="20"/>
                <w:shd w:val="clear" w:color="auto" w:fill="FFFFFF"/>
              </w:rPr>
              <w:t xml:space="preserve">Нижегородская область, </w:t>
            </w:r>
            <w:r w:rsidRPr="00DA4D9E">
              <w:rPr>
                <w:color w:val="000000"/>
                <w:sz w:val="20"/>
                <w:shd w:val="clear" w:color="auto" w:fill="FFFFFF"/>
              </w:rPr>
              <w:t xml:space="preserve">г. Лукоянов, ул. Пушкина, </w:t>
            </w:r>
            <w:r w:rsidR="00467077">
              <w:rPr>
                <w:color w:val="000000"/>
                <w:sz w:val="20"/>
                <w:shd w:val="clear" w:color="auto" w:fill="FFFFFF"/>
              </w:rPr>
              <w:br/>
            </w:r>
            <w:r w:rsidRPr="00DA4D9E">
              <w:rPr>
                <w:color w:val="000000"/>
                <w:sz w:val="20"/>
                <w:shd w:val="clear" w:color="auto" w:fill="FFFFFF"/>
              </w:rPr>
              <w:t>д. 300</w:t>
            </w:r>
          </w:p>
        </w:tc>
      </w:tr>
      <w:tr w:rsidR="004635D4" w:rsidRPr="00E37E5A" w:rsidTr="006F5C8C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Наименование уполномоченного органа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Региональная служба по тарифам Нижегородской области </w:t>
            </w:r>
          </w:p>
        </w:tc>
      </w:tr>
      <w:tr w:rsidR="004635D4" w:rsidRPr="00E37E5A" w:rsidTr="006F5C8C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Местонахождение уполномоченного органа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E37E5A">
              <w:rPr>
                <w:sz w:val="20"/>
              </w:rPr>
              <w:t>Нижний Новгород, Кремль, корпус 1</w:t>
            </w:r>
          </w:p>
        </w:tc>
      </w:tr>
      <w:tr w:rsidR="004635D4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2. Объем подачи воды</w:t>
            </w:r>
          </w:p>
        </w:tc>
      </w:tr>
      <w:tr w:rsidR="004635D4" w:rsidRPr="00E37E5A" w:rsidTr="006F5C8C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услуги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4635D4" w:rsidRPr="00E37E5A" w:rsidTr="006F5C8C">
        <w:trPr>
          <w:trHeight w:val="660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sz w:val="20"/>
              </w:rPr>
              <w:t>Подано воды всего, тыс.м</w:t>
            </w:r>
            <w:r w:rsidRPr="00E37E5A">
              <w:rPr>
                <w:sz w:val="20"/>
                <w:vertAlign w:val="superscript"/>
              </w:rPr>
              <w:t>3</w:t>
            </w:r>
            <w:r w:rsidRPr="00E37E5A">
              <w:rPr>
                <w:sz w:val="20"/>
              </w:rPr>
              <w:t xml:space="preserve"> в том числе: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635D4" w:rsidRPr="00F36149" w:rsidRDefault="00DA1C1B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9,111</w:t>
            </w:r>
          </w:p>
        </w:tc>
      </w:tr>
      <w:tr w:rsidR="004635D4" w:rsidRPr="00E37E5A" w:rsidTr="006F5C8C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населению,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635D4" w:rsidRPr="00F36149" w:rsidRDefault="00DA1C1B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7,790</w:t>
            </w:r>
          </w:p>
        </w:tc>
      </w:tr>
      <w:tr w:rsidR="004635D4" w:rsidRPr="00E37E5A" w:rsidTr="006F5C8C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635D4" w:rsidRPr="00F36149" w:rsidRDefault="00DA1C1B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1,281</w:t>
            </w:r>
          </w:p>
        </w:tc>
      </w:tr>
      <w:tr w:rsidR="004635D4" w:rsidRPr="00E37E5A" w:rsidTr="006F5C8C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635D4" w:rsidRPr="00F36149" w:rsidRDefault="00DA1C1B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0,040</w:t>
            </w:r>
          </w:p>
        </w:tc>
      </w:tr>
      <w:tr w:rsidR="004635D4" w:rsidRPr="00E37E5A" w:rsidTr="006F5C8C">
        <w:trPr>
          <w:trHeight w:val="600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F36149" w:rsidRDefault="004635D4" w:rsidP="006F5C8C">
            <w:pPr>
              <w:jc w:val="center"/>
              <w:rPr>
                <w:color w:val="000000"/>
                <w:sz w:val="20"/>
              </w:rPr>
            </w:pPr>
            <w:r w:rsidRPr="00F36149">
              <w:rPr>
                <w:color w:val="000000"/>
                <w:sz w:val="20"/>
              </w:rPr>
              <w:t>0</w:t>
            </w:r>
          </w:p>
        </w:tc>
      </w:tr>
      <w:tr w:rsidR="004635D4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Наименование мероприятий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 xml:space="preserve">Всего сумма, тыс. руб.  </w:t>
            </w:r>
          </w:p>
        </w:tc>
      </w:tr>
      <w:tr w:rsidR="004635D4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276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4635D4" w:rsidRPr="00E37E5A" w:rsidTr="006F5C8C">
        <w:trPr>
          <w:trHeight w:val="39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Производственные расходы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</w:t>
            </w:r>
            <w:r>
              <w:rPr>
                <w:sz w:val="20"/>
              </w:rPr>
              <w:t xml:space="preserve"> 01.09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286,0</w:t>
            </w:r>
            <w:r w:rsidR="00DA1C1B">
              <w:rPr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286,0</w:t>
            </w:r>
            <w:r w:rsidR="00DA1C1B">
              <w:rPr>
                <w:sz w:val="20"/>
              </w:rPr>
              <w:t>5</w:t>
            </w:r>
          </w:p>
        </w:tc>
      </w:tr>
      <w:tr w:rsidR="004635D4" w:rsidRPr="00E37E5A" w:rsidTr="006F5C8C">
        <w:trPr>
          <w:trHeight w:val="42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Административные расходы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635D4" w:rsidRDefault="004635D4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55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635D4" w:rsidRDefault="004635D4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43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635D4" w:rsidRDefault="004635D4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6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635D4" w:rsidRDefault="004635D4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6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635D4" w:rsidRDefault="004635D4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4,7</w:t>
            </w:r>
            <w:r w:rsidR="00DA1C1B"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4,7</w:t>
            </w:r>
            <w:r w:rsidR="00DA1C1B">
              <w:rPr>
                <w:sz w:val="20"/>
              </w:rPr>
              <w:t>7</w:t>
            </w:r>
          </w:p>
        </w:tc>
      </w:tr>
      <w:tr w:rsidR="004635D4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 xml:space="preserve">.2018 по 31.12.2018: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290,8</w:t>
            </w:r>
            <w:r w:rsidR="00DA1C1B">
              <w:rPr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290,8</w:t>
            </w:r>
            <w:r w:rsidR="00DA1C1B">
              <w:rPr>
                <w:sz w:val="20"/>
              </w:rPr>
              <w:t>2</w:t>
            </w:r>
          </w:p>
        </w:tc>
      </w:tr>
      <w:tr w:rsidR="004635D4" w:rsidRPr="00E37E5A" w:rsidTr="006F5C8C">
        <w:trPr>
          <w:trHeight w:val="69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i/>
                <w:iCs/>
                <w:sz w:val="20"/>
              </w:rPr>
              <w:t>4.1. Перечень мероприятий по ремонту объектов централизованных систем водоснабжения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 xml:space="preserve">Всего сумма, тыс. руб.  </w:t>
            </w:r>
          </w:p>
        </w:tc>
      </w:tr>
      <w:tr w:rsidR="004635D4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DA1C1B" w:rsidP="006F5C8C">
            <w:pPr>
              <w:rPr>
                <w:sz w:val="20"/>
              </w:rPr>
            </w:pPr>
            <w:r>
              <w:rPr>
                <w:sz w:val="20"/>
              </w:rPr>
              <w:t>Текущий ремонт и текущее обслуживание централизованных систем водоснабжения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13,3</w:t>
            </w:r>
            <w:r w:rsidR="00DA1C1B"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13,3</w:t>
            </w:r>
            <w:r w:rsidR="00DA1C1B">
              <w:rPr>
                <w:sz w:val="20"/>
              </w:rPr>
              <w:t>7</w:t>
            </w:r>
          </w:p>
        </w:tc>
      </w:tr>
      <w:tr w:rsidR="004635D4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13,3</w:t>
            </w:r>
            <w:r w:rsidR="00DA1C1B"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13,3</w:t>
            </w:r>
            <w:r w:rsidR="00DA1C1B">
              <w:rPr>
                <w:sz w:val="20"/>
              </w:rPr>
              <w:t>7</w:t>
            </w: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i/>
                <w:iCs/>
                <w:sz w:val="20"/>
              </w:rPr>
            </w:pPr>
            <w:r w:rsidRPr="00E37E5A">
              <w:rPr>
                <w:i/>
                <w:iCs/>
                <w:sz w:val="20"/>
              </w:rPr>
              <w:t>4.2. Перечень мероприятий, направленных на улучшение качества питьевой воды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4635D4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период с 01.09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i/>
                <w:iCs/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4635D4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i/>
                <w:iCs/>
                <w:sz w:val="20"/>
              </w:rPr>
            </w:pPr>
            <w:r w:rsidRPr="00E37E5A">
              <w:rPr>
                <w:i/>
                <w:iCs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руб..</w:t>
            </w:r>
          </w:p>
        </w:tc>
      </w:tr>
      <w:tr w:rsidR="004635D4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681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b/>
                <w:bCs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4635D4" w:rsidRPr="00E37E5A" w:rsidTr="006F5C8C">
        <w:trPr>
          <w:trHeight w:val="690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Ед.изм.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качества воды</w:t>
            </w:r>
          </w:p>
        </w:tc>
      </w:tr>
      <w:tr w:rsidR="004635D4" w:rsidRPr="00E37E5A" w:rsidTr="006F5C8C">
        <w:trPr>
          <w:trHeight w:val="103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4635D4" w:rsidRPr="00E37E5A" w:rsidRDefault="004635D4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717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4635D4" w:rsidRPr="00E37E5A" w:rsidRDefault="004635D4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4635D4" w:rsidRPr="00E37E5A" w:rsidTr="006F5C8C">
        <w:trPr>
          <w:trHeight w:val="67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ind w:firstLine="567"/>
              <w:rPr>
                <w:sz w:val="20"/>
              </w:rPr>
            </w:pPr>
            <w:r w:rsidRPr="00E37E5A">
              <w:rPr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ед./км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429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энергетической эффективности</w:t>
            </w:r>
          </w:p>
        </w:tc>
      </w:tr>
      <w:tr w:rsidR="004635D4" w:rsidRPr="00E37E5A" w:rsidTr="006F5C8C">
        <w:trPr>
          <w:trHeight w:val="48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4635D4" w:rsidRPr="00E37E5A" w:rsidRDefault="004635D4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549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4635D4" w:rsidRPr="00E37E5A" w:rsidRDefault="004635D4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635D4" w:rsidRPr="00E37E5A" w:rsidRDefault="004635D4" w:rsidP="006F5C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кВт*ч/куб. м</w:t>
            </w:r>
          </w:p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2,53</w:t>
            </w:r>
          </w:p>
        </w:tc>
      </w:tr>
      <w:tr w:rsidR="004635D4" w:rsidRPr="00E37E5A" w:rsidTr="006F5C8C">
        <w:trPr>
          <w:trHeight w:val="76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4635D4" w:rsidRPr="00E37E5A" w:rsidRDefault="004635D4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635D4" w:rsidRPr="00E37E5A" w:rsidRDefault="004635D4" w:rsidP="006F5C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кВт*ч/куб. м</w:t>
            </w:r>
          </w:p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vAlign w:val="center"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</w:p>
        </w:tc>
      </w:tr>
      <w:tr w:rsidR="004635D4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6. Расчет эффективности производственной программы</w:t>
            </w:r>
          </w:p>
        </w:tc>
      </w:tr>
      <w:tr w:rsidR="004635D4" w:rsidRPr="00E37E5A" w:rsidTr="006F5C8C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За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600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4635D4" w:rsidRPr="00E37E5A" w:rsidTr="006F5C8C">
        <w:trPr>
          <w:trHeight w:val="63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4635D4" w:rsidRPr="00E37E5A" w:rsidTr="006F5C8C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304,180</w:t>
            </w:r>
          </w:p>
        </w:tc>
      </w:tr>
      <w:tr w:rsidR="004635D4" w:rsidRPr="00E37E5A" w:rsidTr="006F5C8C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Итого: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304,180</w:t>
            </w: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 </w:t>
            </w:r>
            <w:r w:rsidRPr="00E37E5A">
              <w:rPr>
                <w:b/>
                <w:bCs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E37E5A">
              <w:rPr>
                <w:sz w:val="20"/>
              </w:rPr>
              <w:t xml:space="preserve"> </w:t>
            </w: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both"/>
              <w:rPr>
                <w:b/>
                <w:sz w:val="20"/>
                <w:highlight w:val="yellow"/>
              </w:rPr>
            </w:pPr>
            <w:r w:rsidRPr="00E37E5A">
              <w:rPr>
                <w:sz w:val="20"/>
              </w:rPr>
              <w:t>Государственное регулирование тарифов в отношении организации ранее не осуществлялось  </w:t>
            </w:r>
          </w:p>
        </w:tc>
      </w:tr>
    </w:tbl>
    <w:p w:rsidR="00A8468E" w:rsidRDefault="00A8468E" w:rsidP="00A8468E">
      <w:pPr>
        <w:tabs>
          <w:tab w:val="left" w:pos="2893"/>
        </w:tabs>
        <w:rPr>
          <w:szCs w:val="28"/>
        </w:rPr>
      </w:pPr>
    </w:p>
    <w:p w:rsidR="00A8468E" w:rsidRPr="00A8468E" w:rsidRDefault="00A8468E" w:rsidP="00A8468E">
      <w:pPr>
        <w:rPr>
          <w:szCs w:val="28"/>
        </w:rPr>
      </w:pPr>
    </w:p>
    <w:p w:rsidR="00A8468E" w:rsidRPr="00A8468E" w:rsidRDefault="00A8468E" w:rsidP="00A8468E">
      <w:pPr>
        <w:rPr>
          <w:szCs w:val="28"/>
        </w:rPr>
      </w:pPr>
    </w:p>
    <w:p w:rsidR="00A8468E" w:rsidRPr="00A8468E" w:rsidRDefault="00A8468E" w:rsidP="00A8468E">
      <w:pPr>
        <w:rPr>
          <w:szCs w:val="28"/>
        </w:rPr>
      </w:pPr>
    </w:p>
    <w:p w:rsidR="00A8468E" w:rsidRPr="00A8468E" w:rsidRDefault="00A8468E" w:rsidP="00A8468E">
      <w:pPr>
        <w:rPr>
          <w:szCs w:val="28"/>
        </w:rPr>
      </w:pPr>
    </w:p>
    <w:p w:rsidR="00A8468E" w:rsidRPr="00A8468E" w:rsidRDefault="00A8468E" w:rsidP="00A8468E">
      <w:pPr>
        <w:rPr>
          <w:szCs w:val="28"/>
        </w:rPr>
      </w:pPr>
    </w:p>
    <w:p w:rsidR="00A8468E" w:rsidRDefault="00A8468E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Default="00467077" w:rsidP="00A8468E">
      <w:pPr>
        <w:rPr>
          <w:szCs w:val="28"/>
        </w:rPr>
      </w:pPr>
    </w:p>
    <w:p w:rsidR="00467077" w:rsidRPr="00A8468E" w:rsidRDefault="00467077" w:rsidP="00A8468E">
      <w:pPr>
        <w:rPr>
          <w:szCs w:val="28"/>
        </w:rPr>
      </w:pPr>
    </w:p>
    <w:p w:rsidR="00A8468E" w:rsidRPr="00A8468E" w:rsidRDefault="00A8468E" w:rsidP="00A8468E">
      <w:pPr>
        <w:rPr>
          <w:szCs w:val="28"/>
        </w:rPr>
      </w:pPr>
    </w:p>
    <w:p w:rsidR="00A8468E" w:rsidRPr="00A8468E" w:rsidRDefault="00A8468E" w:rsidP="00A8468E">
      <w:pPr>
        <w:rPr>
          <w:szCs w:val="28"/>
        </w:rPr>
      </w:pPr>
    </w:p>
    <w:p w:rsidR="00A8468E" w:rsidRDefault="00A8468E" w:rsidP="00A8468E">
      <w:pPr>
        <w:rPr>
          <w:szCs w:val="28"/>
        </w:rPr>
      </w:pPr>
    </w:p>
    <w:p w:rsidR="00A8468E" w:rsidRDefault="00A8468E" w:rsidP="00A8468E">
      <w:pPr>
        <w:rPr>
          <w:szCs w:val="28"/>
        </w:rPr>
      </w:pPr>
    </w:p>
    <w:tbl>
      <w:tblPr>
        <w:tblpPr w:leftFromText="180" w:rightFromText="180" w:vertAnchor="text" w:tblpY="1"/>
        <w:tblOverlap w:val="never"/>
        <w:tblW w:w="10226" w:type="dxa"/>
        <w:tblLook w:val="04A0" w:firstRow="1" w:lastRow="0" w:firstColumn="1" w:lastColumn="0" w:noHBand="0" w:noVBand="1"/>
      </w:tblPr>
      <w:tblGrid>
        <w:gridCol w:w="10222"/>
        <w:gridCol w:w="20"/>
      </w:tblGrid>
      <w:tr w:rsidR="00A8468E" w:rsidRPr="002D2B8D" w:rsidTr="004635D4">
        <w:trPr>
          <w:gridAfter w:val="1"/>
          <w:wAfter w:w="54" w:type="dxa"/>
        </w:trPr>
        <w:tc>
          <w:tcPr>
            <w:tcW w:w="10172" w:type="dxa"/>
          </w:tcPr>
          <w:p w:rsidR="00A8468E" w:rsidRDefault="00A8468E" w:rsidP="00F36149">
            <w:pPr>
              <w:ind w:left="5245"/>
              <w:jc w:val="center"/>
            </w:pPr>
            <w:r>
              <w:t xml:space="preserve">ПРИЛОЖЕНИЕ 6 </w:t>
            </w:r>
          </w:p>
          <w:p w:rsidR="00A8468E" w:rsidRDefault="00A8468E" w:rsidP="00F36149">
            <w:pPr>
              <w:ind w:left="5245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A8468E" w:rsidRPr="002D2B8D" w:rsidRDefault="00A8468E" w:rsidP="00F36149">
            <w:pPr>
              <w:ind w:left="5245"/>
              <w:jc w:val="center"/>
            </w:pPr>
            <w:r>
              <w:t xml:space="preserve">от 6 августа 2018 года № </w:t>
            </w:r>
            <w:r w:rsidR="002D2B47">
              <w:t>29/2</w:t>
            </w:r>
          </w:p>
        </w:tc>
      </w:tr>
      <w:tr w:rsidR="00A8468E" w:rsidRPr="00A8468E" w:rsidTr="004635D4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226" w:type="dxa"/>
            <w:gridSpan w:val="2"/>
            <w:hideMark/>
          </w:tcPr>
          <w:p w:rsidR="00A8468E" w:rsidRDefault="00A8468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A8468E" w:rsidRPr="006161EA" w:rsidRDefault="00A8468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161EA">
              <w:rPr>
                <w:b/>
                <w:bCs/>
                <w:sz w:val="24"/>
                <w:szCs w:val="24"/>
                <w:lang w:eastAsia="en-US"/>
              </w:rPr>
              <w:t>ПРОИЗВОДСТВЕННАЯ ПРОГРАММА</w:t>
            </w:r>
          </w:p>
          <w:p w:rsidR="00A8468E" w:rsidRDefault="00A8468E" w:rsidP="00F36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161EA">
              <w:rPr>
                <w:b/>
                <w:bCs/>
                <w:sz w:val="24"/>
                <w:szCs w:val="24"/>
                <w:lang w:eastAsia="en-US"/>
              </w:rPr>
              <w:t xml:space="preserve">ПО ОКАЗАНИЮ УСЛУГ </w:t>
            </w:r>
            <w:r>
              <w:rPr>
                <w:b/>
                <w:bCs/>
                <w:sz w:val="24"/>
                <w:szCs w:val="24"/>
                <w:lang w:eastAsia="en-US"/>
              </w:rPr>
              <w:t>ХОЛОДНОГО ВОДОСНАБЖЕНИЯ</w:t>
            </w:r>
          </w:p>
          <w:p w:rsidR="00A8468E" w:rsidRPr="00A8468E" w:rsidRDefault="00A8468E" w:rsidP="00A846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8468E">
              <w:rPr>
                <w:b/>
                <w:bCs/>
                <w:sz w:val="24"/>
                <w:szCs w:val="24"/>
                <w:lang w:eastAsia="en-US"/>
              </w:rPr>
              <w:t xml:space="preserve">потребителям </w:t>
            </w:r>
            <w:r w:rsidRPr="00A8468E">
              <w:rPr>
                <w:b/>
                <w:sz w:val="24"/>
                <w:szCs w:val="24"/>
              </w:rPr>
              <w:t>на территории Тольско-Майданского сельсовета Лукояновского муниципального района Нижегородской области</w:t>
            </w:r>
          </w:p>
        </w:tc>
      </w:tr>
      <w:tr w:rsidR="00A8468E" w:rsidRPr="006161EA" w:rsidTr="004635D4">
        <w:tblPrEx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10226" w:type="dxa"/>
            <w:gridSpan w:val="2"/>
            <w:noWrap/>
            <w:vAlign w:val="bottom"/>
            <w:hideMark/>
          </w:tcPr>
          <w:p w:rsidR="00A8468E" w:rsidRPr="006161EA" w:rsidRDefault="00A8468E" w:rsidP="00F36149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</w:t>
            </w:r>
            <w:r w:rsidRPr="006161EA">
              <w:rPr>
                <w:sz w:val="24"/>
                <w:szCs w:val="24"/>
                <w:lang w:eastAsia="en-US"/>
              </w:rPr>
              <w:t xml:space="preserve"> реализации производственной программы с </w:t>
            </w:r>
            <w:r w:rsidRPr="00A8468E">
              <w:rPr>
                <w:sz w:val="24"/>
                <w:szCs w:val="24"/>
                <w:lang w:eastAsia="en-US"/>
              </w:rPr>
              <w:t>01.09.2018 г. по 31.12.2018</w:t>
            </w:r>
            <w:r w:rsidRPr="006161EA">
              <w:rPr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4635D4" w:rsidRPr="006161EA" w:rsidTr="004635D4">
        <w:tblPrEx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10226" w:type="dxa"/>
            <w:gridSpan w:val="2"/>
            <w:noWrap/>
            <w:vAlign w:val="bottom"/>
            <w:hideMark/>
          </w:tcPr>
          <w:p w:rsidR="004635D4" w:rsidRPr="006161EA" w:rsidRDefault="004635D4" w:rsidP="006F5C8C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283"/>
        <w:gridCol w:w="1276"/>
        <w:gridCol w:w="1417"/>
        <w:gridCol w:w="1276"/>
        <w:gridCol w:w="1134"/>
      </w:tblGrid>
      <w:tr w:rsidR="004635D4" w:rsidRPr="00E37E5A" w:rsidTr="006F5C8C">
        <w:trPr>
          <w:trHeight w:val="33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1. Паспорт производственной программы</w:t>
            </w:r>
          </w:p>
        </w:tc>
      </w:tr>
      <w:tr w:rsidR="004635D4" w:rsidRPr="00E37E5A" w:rsidTr="006F5C8C">
        <w:trPr>
          <w:trHeight w:val="6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ind w:left="141"/>
              <w:rPr>
                <w:sz w:val="20"/>
              </w:rPr>
            </w:pPr>
            <w:r w:rsidRPr="00DA4D9E">
              <w:rPr>
                <w:sz w:val="20"/>
                <w:lang w:eastAsia="en-US"/>
              </w:rPr>
              <w:t>ОБЩЕСТВО С ОГРАНИЧЕННОЙ ОТВЕТСТВЕННОСТЬЮ «ВОДОКАНАЛ» (ИНН 5221007099)</w:t>
            </w:r>
          </w:p>
        </w:tc>
      </w:tr>
      <w:tr w:rsidR="004635D4" w:rsidRPr="00E37E5A" w:rsidTr="006F5C8C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Местонахождение регулируемой организации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467077">
            <w:pPr>
              <w:tabs>
                <w:tab w:val="left" w:pos="1897"/>
              </w:tabs>
              <w:spacing w:line="276" w:lineRule="auto"/>
              <w:rPr>
                <w:sz w:val="20"/>
              </w:rPr>
            </w:pPr>
            <w:r w:rsidRPr="00DA4D9E">
              <w:rPr>
                <w:color w:val="000000"/>
                <w:sz w:val="20"/>
                <w:shd w:val="clear" w:color="auto" w:fill="FFFFFF"/>
              </w:rPr>
              <w:t xml:space="preserve">607800, </w:t>
            </w:r>
            <w:r w:rsidR="00467077">
              <w:rPr>
                <w:color w:val="000000"/>
                <w:sz w:val="20"/>
                <w:shd w:val="clear" w:color="auto" w:fill="FFFFFF"/>
              </w:rPr>
              <w:t xml:space="preserve">Нижегородская область, </w:t>
            </w:r>
            <w:r w:rsidRPr="00DA4D9E">
              <w:rPr>
                <w:color w:val="000000"/>
                <w:sz w:val="20"/>
                <w:shd w:val="clear" w:color="auto" w:fill="FFFFFF"/>
              </w:rPr>
              <w:t xml:space="preserve">г. Лукоянов, ул. Пушкина, </w:t>
            </w:r>
            <w:r w:rsidR="00467077">
              <w:rPr>
                <w:color w:val="000000"/>
                <w:sz w:val="20"/>
                <w:shd w:val="clear" w:color="auto" w:fill="FFFFFF"/>
              </w:rPr>
              <w:br/>
            </w:r>
            <w:r w:rsidRPr="00DA4D9E">
              <w:rPr>
                <w:color w:val="000000"/>
                <w:sz w:val="20"/>
                <w:shd w:val="clear" w:color="auto" w:fill="FFFFFF"/>
              </w:rPr>
              <w:t>д. 300</w:t>
            </w:r>
          </w:p>
        </w:tc>
      </w:tr>
      <w:tr w:rsidR="004635D4" w:rsidRPr="00E37E5A" w:rsidTr="006F5C8C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Наименование уполномоченного органа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Региональная служба по тарифам Нижегородской области </w:t>
            </w:r>
          </w:p>
        </w:tc>
      </w:tr>
      <w:tr w:rsidR="004635D4" w:rsidRPr="00E37E5A" w:rsidTr="006F5C8C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Местонахождение уполномоченного органа </w:t>
            </w:r>
          </w:p>
        </w:tc>
        <w:tc>
          <w:tcPr>
            <w:tcW w:w="53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E37E5A">
              <w:rPr>
                <w:sz w:val="20"/>
              </w:rPr>
              <w:t>Нижний Новгород, Кремль, корпус 1</w:t>
            </w:r>
          </w:p>
        </w:tc>
      </w:tr>
      <w:tr w:rsidR="004635D4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2. Объем подачи воды</w:t>
            </w:r>
          </w:p>
        </w:tc>
      </w:tr>
      <w:tr w:rsidR="004635D4" w:rsidRPr="00E37E5A" w:rsidTr="006F5C8C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услуги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4635D4" w:rsidRPr="00E37E5A" w:rsidTr="006F5C8C">
        <w:trPr>
          <w:trHeight w:val="660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sz w:val="20"/>
              </w:rPr>
              <w:t>Подано воды всего, тыс.м</w:t>
            </w:r>
            <w:r w:rsidRPr="00E37E5A">
              <w:rPr>
                <w:sz w:val="20"/>
                <w:vertAlign w:val="superscript"/>
              </w:rPr>
              <w:t>3</w:t>
            </w:r>
            <w:r w:rsidRPr="00E37E5A">
              <w:rPr>
                <w:sz w:val="20"/>
              </w:rPr>
              <w:t xml:space="preserve"> в том числе: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635D4" w:rsidRPr="00F36149" w:rsidRDefault="00DD7CAA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13,828</w:t>
            </w:r>
          </w:p>
        </w:tc>
      </w:tr>
      <w:tr w:rsidR="004635D4" w:rsidRPr="00E37E5A" w:rsidTr="006F5C8C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населению,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635D4" w:rsidRPr="00F36149" w:rsidRDefault="00DD7CAA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13,287</w:t>
            </w:r>
          </w:p>
        </w:tc>
      </w:tr>
      <w:tr w:rsidR="004635D4" w:rsidRPr="00E37E5A" w:rsidTr="006F5C8C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635D4" w:rsidRPr="00F36149" w:rsidRDefault="00DD7CAA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0,517</w:t>
            </w:r>
          </w:p>
        </w:tc>
      </w:tr>
      <w:tr w:rsidR="004635D4" w:rsidRPr="00E37E5A" w:rsidTr="006F5C8C">
        <w:trPr>
          <w:trHeight w:val="315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635D4" w:rsidRPr="00F36149" w:rsidRDefault="00DD7CAA" w:rsidP="006F5C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0,024</w:t>
            </w:r>
          </w:p>
        </w:tc>
      </w:tr>
      <w:tr w:rsidR="004635D4" w:rsidRPr="00E37E5A" w:rsidTr="006F5C8C">
        <w:trPr>
          <w:trHeight w:val="600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E37E5A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F36149" w:rsidRDefault="004635D4" w:rsidP="006F5C8C">
            <w:pPr>
              <w:jc w:val="center"/>
              <w:rPr>
                <w:color w:val="000000"/>
                <w:sz w:val="20"/>
              </w:rPr>
            </w:pPr>
            <w:r w:rsidRPr="00F36149">
              <w:rPr>
                <w:color w:val="000000"/>
                <w:sz w:val="20"/>
              </w:rPr>
              <w:t>0</w:t>
            </w:r>
          </w:p>
        </w:tc>
      </w:tr>
      <w:tr w:rsidR="004635D4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Наименование мероприятий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 xml:space="preserve">Всего сумма, тыс. руб.  </w:t>
            </w:r>
          </w:p>
        </w:tc>
      </w:tr>
      <w:tr w:rsidR="004635D4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276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4635D4" w:rsidRPr="00E37E5A" w:rsidTr="006F5C8C">
        <w:trPr>
          <w:trHeight w:val="39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Производственные расходы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</w:t>
            </w:r>
            <w:r>
              <w:rPr>
                <w:sz w:val="20"/>
              </w:rPr>
              <w:t xml:space="preserve"> 01.09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372,89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372,89</w:t>
            </w:r>
          </w:p>
        </w:tc>
      </w:tr>
      <w:tr w:rsidR="004635D4" w:rsidRPr="00E37E5A" w:rsidTr="006F5C8C">
        <w:trPr>
          <w:trHeight w:val="42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Административные расходы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635D4" w:rsidRDefault="004635D4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55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635D4" w:rsidRDefault="004635D4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43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635D4" w:rsidRDefault="004635D4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6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635D4" w:rsidRDefault="004635D4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6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635D4" w:rsidRDefault="004635D4" w:rsidP="006F5C8C">
            <w:pPr>
              <w:jc w:val="center"/>
            </w:pPr>
            <w:r w:rsidRPr="009E5126">
              <w:rPr>
                <w:sz w:val="20"/>
              </w:rPr>
              <w:t>с 01.09.2018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5,90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5,90</w:t>
            </w:r>
          </w:p>
        </w:tc>
      </w:tr>
      <w:tr w:rsidR="004635D4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 xml:space="preserve">.2018 по 31.12.2018: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378,80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378,80</w:t>
            </w:r>
          </w:p>
        </w:tc>
      </w:tr>
      <w:tr w:rsidR="004635D4" w:rsidRPr="00E37E5A" w:rsidTr="006F5C8C">
        <w:trPr>
          <w:trHeight w:val="69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i/>
                <w:iCs/>
                <w:sz w:val="20"/>
              </w:rPr>
              <w:t>4.1. Перечень мероприятий по ремонту объектов централизованных систем водоснабжения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 xml:space="preserve">Всего сумма, тыс. руб.  </w:t>
            </w:r>
          </w:p>
        </w:tc>
      </w:tr>
      <w:tr w:rsidR="004635D4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DD7CAA" w:rsidP="006F5C8C">
            <w:pPr>
              <w:rPr>
                <w:sz w:val="20"/>
              </w:rPr>
            </w:pPr>
            <w:r>
              <w:rPr>
                <w:sz w:val="20"/>
              </w:rPr>
              <w:t>Текущий ремонт и текущее обслуживание централизованных систем водоснабжения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17,68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17,68</w:t>
            </w:r>
          </w:p>
        </w:tc>
      </w:tr>
      <w:tr w:rsidR="004635D4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17,68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17,68</w:t>
            </w: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i/>
                <w:iCs/>
                <w:sz w:val="20"/>
              </w:rPr>
            </w:pPr>
            <w:r w:rsidRPr="00E37E5A">
              <w:rPr>
                <w:i/>
                <w:iCs/>
                <w:sz w:val="20"/>
              </w:rPr>
              <w:t>4.2. Перечень мероприятий, направленных на улучшение качества питьевой воды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4635D4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период с 01.09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i/>
                <w:iCs/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4635D4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i/>
                <w:iCs/>
                <w:sz w:val="20"/>
              </w:rPr>
            </w:pPr>
            <w:r w:rsidRPr="00E37E5A">
              <w:rPr>
                <w:i/>
                <w:iCs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График реализации мероприятия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руб..</w:t>
            </w:r>
          </w:p>
        </w:tc>
      </w:tr>
      <w:tr w:rsidR="004635D4" w:rsidRPr="00E37E5A" w:rsidTr="006F5C8C">
        <w:trPr>
          <w:trHeight w:val="300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Себестоимость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Другие источники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4635D4" w:rsidRPr="00E37E5A" w:rsidTr="006F5C8C">
        <w:trPr>
          <w:trHeight w:val="31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Мероприятие отсутствует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31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  <w:r>
              <w:rPr>
                <w:sz w:val="20"/>
              </w:rPr>
              <w:t>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681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b/>
                <w:bCs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4635D4" w:rsidRPr="00E37E5A" w:rsidTr="006F5C8C">
        <w:trPr>
          <w:trHeight w:val="690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Ед.изм.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качества воды</w:t>
            </w:r>
          </w:p>
        </w:tc>
      </w:tr>
      <w:tr w:rsidR="004635D4" w:rsidRPr="00E37E5A" w:rsidTr="006F5C8C">
        <w:trPr>
          <w:trHeight w:val="103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4635D4" w:rsidRPr="00E37E5A" w:rsidRDefault="004635D4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717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4635D4" w:rsidRPr="00E37E5A" w:rsidRDefault="004635D4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4635D4" w:rsidRPr="00E37E5A" w:rsidTr="006F5C8C">
        <w:trPr>
          <w:trHeight w:val="67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ind w:firstLine="567"/>
              <w:rPr>
                <w:sz w:val="20"/>
              </w:rPr>
            </w:pPr>
            <w:r w:rsidRPr="00E37E5A">
              <w:rPr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ед./км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429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Показатели энергетической эффективности</w:t>
            </w:r>
          </w:p>
        </w:tc>
      </w:tr>
      <w:tr w:rsidR="004635D4" w:rsidRPr="00E37E5A" w:rsidTr="006F5C8C">
        <w:trPr>
          <w:trHeight w:val="48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4635D4" w:rsidRPr="00E37E5A" w:rsidRDefault="004635D4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635D4" w:rsidRPr="00E37E5A" w:rsidTr="006F5C8C">
        <w:trPr>
          <w:trHeight w:val="549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4635D4" w:rsidRPr="00E37E5A" w:rsidRDefault="004635D4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635D4" w:rsidRPr="00E37E5A" w:rsidRDefault="004635D4" w:rsidP="006F5C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кВт*ч/куб. м</w:t>
            </w:r>
          </w:p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1,55</w:t>
            </w:r>
          </w:p>
        </w:tc>
      </w:tr>
      <w:tr w:rsidR="004635D4" w:rsidRPr="00E37E5A" w:rsidTr="006F5C8C">
        <w:trPr>
          <w:trHeight w:val="76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4635D4" w:rsidRPr="00E37E5A" w:rsidRDefault="004635D4" w:rsidP="006F5C8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  <w:r w:rsidRPr="00E37E5A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635D4" w:rsidRPr="00E37E5A" w:rsidRDefault="004635D4" w:rsidP="006F5C8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37E5A">
              <w:rPr>
                <w:sz w:val="20"/>
              </w:rPr>
              <w:t>кВт*ч/куб. м</w:t>
            </w:r>
          </w:p>
          <w:p w:rsidR="004635D4" w:rsidRPr="00E37E5A" w:rsidRDefault="004635D4" w:rsidP="006F5C8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vAlign w:val="center"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</w:p>
        </w:tc>
      </w:tr>
      <w:tr w:rsidR="004635D4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6. Расчет эффективности производственной программы</w:t>
            </w:r>
          </w:p>
        </w:tc>
      </w:tr>
      <w:tr w:rsidR="004635D4" w:rsidRPr="00E37E5A" w:rsidTr="006F5C8C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За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600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-</w:t>
            </w:r>
          </w:p>
        </w:tc>
      </w:tr>
      <w:tr w:rsidR="004635D4" w:rsidRPr="00E37E5A" w:rsidTr="006F5C8C">
        <w:trPr>
          <w:trHeight w:val="30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b/>
                <w:bCs/>
                <w:sz w:val="20"/>
              </w:rPr>
            </w:pPr>
            <w:r w:rsidRPr="00E37E5A">
              <w:rPr>
                <w:b/>
                <w:bCs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4635D4" w:rsidRPr="00E37E5A" w:rsidTr="006F5C8C">
        <w:trPr>
          <w:trHeight w:val="63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 w:rsidRPr="00E37E5A">
              <w:rPr>
                <w:sz w:val="20"/>
              </w:rPr>
              <w:t>Всего сумма, тыс. руб.</w:t>
            </w:r>
          </w:p>
        </w:tc>
      </w:tr>
      <w:tr w:rsidR="004635D4" w:rsidRPr="00E37E5A" w:rsidTr="006F5C8C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На период с 01.0</w:t>
            </w:r>
            <w:r>
              <w:rPr>
                <w:sz w:val="20"/>
              </w:rPr>
              <w:t>9</w:t>
            </w:r>
            <w:r w:rsidRPr="00E37E5A">
              <w:rPr>
                <w:sz w:val="20"/>
              </w:rPr>
              <w:t>.2018 по 31.12.2018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396,48</w:t>
            </w:r>
          </w:p>
        </w:tc>
      </w:tr>
      <w:tr w:rsidR="004635D4" w:rsidRPr="00E37E5A" w:rsidTr="006F5C8C">
        <w:trPr>
          <w:trHeight w:val="315"/>
        </w:trPr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>Итого: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635D4" w:rsidRPr="00E37E5A" w:rsidRDefault="004635D4" w:rsidP="006F5C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396,48</w:t>
            </w: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rPr>
                <w:sz w:val="20"/>
              </w:rPr>
            </w:pPr>
            <w:r w:rsidRPr="00E37E5A">
              <w:rPr>
                <w:sz w:val="20"/>
              </w:rPr>
              <w:t xml:space="preserve"> </w:t>
            </w:r>
            <w:r w:rsidRPr="00E37E5A">
              <w:rPr>
                <w:b/>
                <w:bCs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E37E5A">
              <w:rPr>
                <w:sz w:val="20"/>
              </w:rPr>
              <w:t xml:space="preserve"> </w:t>
            </w:r>
          </w:p>
        </w:tc>
      </w:tr>
      <w:tr w:rsidR="004635D4" w:rsidRPr="00E37E5A" w:rsidTr="006F5C8C">
        <w:trPr>
          <w:trHeight w:val="31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635D4" w:rsidRPr="00E37E5A" w:rsidRDefault="004635D4" w:rsidP="006F5C8C">
            <w:pPr>
              <w:jc w:val="both"/>
              <w:rPr>
                <w:b/>
                <w:sz w:val="20"/>
                <w:highlight w:val="yellow"/>
              </w:rPr>
            </w:pPr>
            <w:r w:rsidRPr="00E37E5A">
              <w:rPr>
                <w:sz w:val="20"/>
              </w:rPr>
              <w:t>Государственное регулирование тарифов в отношении организации ранее не осуществлялось  </w:t>
            </w:r>
          </w:p>
        </w:tc>
      </w:tr>
    </w:tbl>
    <w:p w:rsidR="00C1107C" w:rsidRPr="00A8468E" w:rsidRDefault="00C1107C" w:rsidP="00A8468E">
      <w:pPr>
        <w:jc w:val="center"/>
        <w:rPr>
          <w:szCs w:val="28"/>
        </w:rPr>
      </w:pPr>
    </w:p>
    <w:sectPr w:rsidR="00C1107C" w:rsidRPr="00A8468E" w:rsidSect="00467077">
      <w:type w:val="continuous"/>
      <w:pgSz w:w="11906" w:h="16838" w:code="9"/>
      <w:pgMar w:top="1134" w:right="709" w:bottom="426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4C0" w:rsidRDefault="003624C0">
      <w:r>
        <w:separator/>
      </w:r>
    </w:p>
  </w:endnote>
  <w:endnote w:type="continuationSeparator" w:id="0">
    <w:p w:rsidR="003624C0" w:rsidRDefault="00362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4C0" w:rsidRDefault="003624C0">
      <w:r>
        <w:separator/>
      </w:r>
    </w:p>
  </w:footnote>
  <w:footnote w:type="continuationSeparator" w:id="0">
    <w:p w:rsidR="003624C0" w:rsidRDefault="00362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CEB" w:rsidRDefault="00C25CE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25CEB" w:rsidRDefault="00C25C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CEB" w:rsidRDefault="00C25CE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0192A">
      <w:rPr>
        <w:rStyle w:val="a9"/>
        <w:noProof/>
      </w:rPr>
      <w:t>2</w:t>
    </w:r>
    <w:r>
      <w:rPr>
        <w:rStyle w:val="a9"/>
      </w:rPr>
      <w:fldChar w:fldCharType="end"/>
    </w:r>
  </w:p>
  <w:p w:rsidR="00C25CEB" w:rsidRDefault="00C25CE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CEB" w:rsidRDefault="0020192A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CB8423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CEB" w:rsidRPr="00E52B15" w:rsidRDefault="0020192A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25CEB" w:rsidRPr="00561114" w:rsidRDefault="00C25CEB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25CEB" w:rsidRPr="00561114" w:rsidRDefault="00C25CEB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25CEB" w:rsidRPr="000F7B5C" w:rsidRDefault="00C25CEB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25CEB" w:rsidRPr="000F7B5C" w:rsidRDefault="00C25CEB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25CEB" w:rsidRDefault="00C25CEB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25CEB" w:rsidRDefault="00C25CEB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25CEB" w:rsidRPr="002B6128" w:rsidRDefault="00C25CEB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25CEB" w:rsidRDefault="00C25CEB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25CEB" w:rsidRPr="001772E6" w:rsidRDefault="00C25CEB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25CEB" w:rsidRDefault="00C25CEB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25CEB" w:rsidRPr="00E52B15" w:rsidRDefault="0020192A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25CEB" w:rsidRPr="00561114" w:rsidRDefault="00C25CEB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25CEB" w:rsidRPr="00561114" w:rsidRDefault="00C25CEB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25CEB" w:rsidRPr="000F7B5C" w:rsidRDefault="00C25CEB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25CEB" w:rsidRPr="000F7B5C" w:rsidRDefault="00C25CEB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25CEB" w:rsidRDefault="00C25CEB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25CEB" w:rsidRDefault="00C25CEB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25CEB" w:rsidRPr="002B6128" w:rsidRDefault="00C25CEB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25CEB" w:rsidRDefault="00C25CEB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25CEB" w:rsidRPr="001772E6" w:rsidRDefault="00C25CEB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25CEB" w:rsidRDefault="00C25CEB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B67"/>
    <w:rsid w:val="00000EE4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0A5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680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8C1"/>
    <w:rsid w:val="001F2916"/>
    <w:rsid w:val="001F4501"/>
    <w:rsid w:val="001F49D5"/>
    <w:rsid w:val="001F7C23"/>
    <w:rsid w:val="0020073D"/>
    <w:rsid w:val="0020192A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9CE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47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18E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4C0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3E35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C21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2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5D4"/>
    <w:rsid w:val="004650A8"/>
    <w:rsid w:val="004650F6"/>
    <w:rsid w:val="00465E9A"/>
    <w:rsid w:val="00466AA1"/>
    <w:rsid w:val="00466DBD"/>
    <w:rsid w:val="00467077"/>
    <w:rsid w:val="00467975"/>
    <w:rsid w:val="00470095"/>
    <w:rsid w:val="00471272"/>
    <w:rsid w:val="00472BEC"/>
    <w:rsid w:val="00473807"/>
    <w:rsid w:val="00473C27"/>
    <w:rsid w:val="00474269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2F78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55C"/>
    <w:rsid w:val="004A2DC8"/>
    <w:rsid w:val="004A3C86"/>
    <w:rsid w:val="004A4283"/>
    <w:rsid w:val="004A4FAE"/>
    <w:rsid w:val="004A4FC4"/>
    <w:rsid w:val="004A5CB2"/>
    <w:rsid w:val="004B0371"/>
    <w:rsid w:val="004B045F"/>
    <w:rsid w:val="004B1643"/>
    <w:rsid w:val="004B2BBD"/>
    <w:rsid w:val="004B5061"/>
    <w:rsid w:val="004B616C"/>
    <w:rsid w:val="004B6AF8"/>
    <w:rsid w:val="004C05E4"/>
    <w:rsid w:val="004C2673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59F2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1A27"/>
    <w:rsid w:val="005833BF"/>
    <w:rsid w:val="005846BD"/>
    <w:rsid w:val="00584FA5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9E7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1B5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5C8C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52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54E"/>
    <w:rsid w:val="00827634"/>
    <w:rsid w:val="008308CA"/>
    <w:rsid w:val="00834051"/>
    <w:rsid w:val="008343C4"/>
    <w:rsid w:val="00835731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169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DBC"/>
    <w:rsid w:val="009D3F80"/>
    <w:rsid w:val="009D4854"/>
    <w:rsid w:val="009D4EF4"/>
    <w:rsid w:val="009D5076"/>
    <w:rsid w:val="009D60AC"/>
    <w:rsid w:val="009D6C72"/>
    <w:rsid w:val="009D7995"/>
    <w:rsid w:val="009E47E1"/>
    <w:rsid w:val="009E4AEB"/>
    <w:rsid w:val="009E5126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68E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034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46A6B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B96"/>
    <w:rsid w:val="00C97C3E"/>
    <w:rsid w:val="00C97C6D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324D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2FCC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1C1B"/>
    <w:rsid w:val="00DA2369"/>
    <w:rsid w:val="00DA255A"/>
    <w:rsid w:val="00DA4369"/>
    <w:rsid w:val="00DA4D9E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D7CAA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1C6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320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6B3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0EAC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6149"/>
    <w:rsid w:val="00F37204"/>
    <w:rsid w:val="00F37D6D"/>
    <w:rsid w:val="00F406B0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efaultImageDpi w14:val="0"/>
  <w15:docId w15:val="{F3EAE6B4-5610-4136-AFBB-CA3CEDA80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8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7821C46A649AEC117988AAE4C69F06A044BD940602A95979BFC1884068888E46A0EB120DF031909C7D4D588U3ZDO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7821C46A649AEC1179894A35A05AF6F0148844D682697C9C3A11ED359D88EB12A4EB7759C47170AUCZ2O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0</TotalTime>
  <Pages>20</Pages>
  <Words>5860</Words>
  <Characters>33408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39190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dc:description/>
  <cp:lastModifiedBy>Липнев Алексей Васильевич</cp:lastModifiedBy>
  <cp:revision>2</cp:revision>
  <cp:lastPrinted>2018-01-23T09:32:00Z</cp:lastPrinted>
  <dcterms:created xsi:type="dcterms:W3CDTF">2018-08-08T12:31:00Z</dcterms:created>
  <dcterms:modified xsi:type="dcterms:W3CDTF">2018-08-08T12:31:00Z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