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3020A" w:rsidP="00373E53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73E53">
              <w:t>31</w:t>
            </w:r>
            <w:r w:rsidR="00CD1AF6">
              <w:t>.0</w:t>
            </w:r>
            <w:r w:rsidR="00373E53">
              <w:t>5</w:t>
            </w:r>
            <w:r w:rsidR="00CD1AF6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3020A" w:rsidP="00B0209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0209D">
              <w:t>18</w:t>
            </w:r>
            <w:r w:rsidR="00B0209D">
              <w:rPr>
                <w:lang w:val="en-US"/>
              </w:rPr>
              <w:t>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A62387" w:rsidRDefault="00B3020A" w:rsidP="00A6238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991E1D" w:rsidRPr="00991E1D">
              <w:t>Об установлении</w:t>
            </w:r>
            <w:r w:rsidR="00A62387">
              <w:t xml:space="preserve"> </w:t>
            </w:r>
            <w:r w:rsidR="00A62387" w:rsidRPr="00A62387">
              <w:t>ОБЩЕСТВУ С ОГРАНИЧЕННОЙ</w:t>
            </w:r>
            <w:r w:rsidR="00A62387">
              <w:t xml:space="preserve"> </w:t>
            </w:r>
            <w:r w:rsidR="00A62387" w:rsidRPr="00A62387">
              <w:t xml:space="preserve">ОТВЕТСТВЕННОСТЬЮ «ПРОМТЕПЛО» </w:t>
            </w:r>
            <w:r w:rsidR="00CD1AF6">
              <w:t xml:space="preserve"> (ИНН </w:t>
            </w:r>
            <w:r w:rsidR="00A62387" w:rsidRPr="00A62387">
              <w:t>5251009826</w:t>
            </w:r>
            <w:r w:rsidR="00CD1AF6">
              <w:t>)</w:t>
            </w:r>
            <w:r w:rsidR="00CD1AF6" w:rsidRPr="00CD1AF6">
              <w:t xml:space="preserve">, </w:t>
            </w:r>
          </w:p>
          <w:p w:rsidR="001A02F3" w:rsidRDefault="00A62387" w:rsidP="009F5CE0">
            <w:pPr>
              <w:jc w:val="center"/>
            </w:pPr>
            <w:r w:rsidRPr="00A62387">
              <w:t xml:space="preserve">р.п. Гремячево городского округа город Кулебаки </w:t>
            </w:r>
            <w:r w:rsidR="00CD1AF6" w:rsidRPr="00CD1AF6">
              <w:t>Нижегородской област</w:t>
            </w:r>
            <w:r w:rsidR="00CD1AF6">
              <w:t>и</w:t>
            </w:r>
            <w:r w:rsidR="00991E1D" w:rsidRPr="00991E1D">
              <w:t>,</w:t>
            </w:r>
            <w:r w:rsidR="009F5CE0">
              <w:t xml:space="preserve"> </w:t>
            </w:r>
            <w:r w:rsidR="009F5CE0" w:rsidRPr="009F5CE0">
              <w:t>тарифов на горячую воду</w:t>
            </w:r>
            <w:r w:rsidRPr="00A62387">
              <w:t>, поставляемую потребителям</w:t>
            </w:r>
            <w:r w:rsidR="001A02F3">
              <w:t xml:space="preserve"> </w:t>
            </w:r>
          </w:p>
          <w:p w:rsidR="0085764D" w:rsidRPr="00252D0D" w:rsidRDefault="001A02F3" w:rsidP="001A02F3">
            <w:pPr>
              <w:jc w:val="center"/>
            </w:pPr>
            <w:r w:rsidRPr="001A02F3">
              <w:t xml:space="preserve">р.п. Гремячево </w:t>
            </w:r>
            <w:r w:rsidR="00A62387">
              <w:t xml:space="preserve"> </w:t>
            </w:r>
            <w:r w:rsidR="00A62387" w:rsidRPr="00A62387">
              <w:t>городского округа город Кулебаки Нижегородской области</w:t>
            </w:r>
            <w:r w:rsidR="009F5CE0">
              <w:t xml:space="preserve"> </w:t>
            </w:r>
            <w:r w:rsidR="009F5CE0" w:rsidRPr="009F5CE0">
              <w:t xml:space="preserve">с использованием закрытой системы горячего </w:t>
            </w:r>
            <w:r w:rsidR="00B3020A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1A02F3" w:rsidRDefault="001A02F3" w:rsidP="001A02F3">
      <w:pPr>
        <w:pStyle w:val="ac"/>
        <w:jc w:val="center"/>
      </w:pPr>
      <w:r w:rsidRPr="001A02F3">
        <w:t>водоснабжения,</w:t>
      </w:r>
      <w:r>
        <w:t xml:space="preserve"> </w:t>
      </w:r>
      <w:r w:rsidR="009F5CE0" w:rsidRPr="009F5CE0">
        <w:t xml:space="preserve">и о признании </w:t>
      </w:r>
      <w:proofErr w:type="gramStart"/>
      <w:r w:rsidR="009F5CE0" w:rsidRPr="009F5CE0">
        <w:t>утратившими</w:t>
      </w:r>
      <w:proofErr w:type="gramEnd"/>
      <w:r w:rsidR="009F5CE0" w:rsidRPr="009F5CE0">
        <w:t xml:space="preserve"> </w:t>
      </w:r>
    </w:p>
    <w:p w:rsidR="001A02F3" w:rsidRDefault="009F5CE0" w:rsidP="001A02F3">
      <w:pPr>
        <w:pStyle w:val="ac"/>
        <w:jc w:val="center"/>
      </w:pPr>
      <w:r w:rsidRPr="009F5CE0">
        <w:t xml:space="preserve">силу </w:t>
      </w:r>
      <w:r>
        <w:t>некоторых</w:t>
      </w:r>
      <w:r w:rsidR="001A02F3">
        <w:t xml:space="preserve"> </w:t>
      </w:r>
      <w:r>
        <w:t xml:space="preserve">решений </w:t>
      </w:r>
      <w:proofErr w:type="gramStart"/>
      <w:r>
        <w:t>региональной</w:t>
      </w:r>
      <w:proofErr w:type="gramEnd"/>
      <w:r>
        <w:t xml:space="preserve"> </w:t>
      </w:r>
    </w:p>
    <w:p w:rsidR="001A02F3" w:rsidRDefault="00A62387" w:rsidP="001A02F3">
      <w:pPr>
        <w:pStyle w:val="ac"/>
        <w:jc w:val="center"/>
      </w:pPr>
      <w:r w:rsidRPr="00A62387">
        <w:t>службы по тарифам</w:t>
      </w:r>
      <w:r w:rsidR="001A02F3">
        <w:t xml:space="preserve"> </w:t>
      </w:r>
      <w:r w:rsidRPr="00A62387">
        <w:t>Нижегородской</w:t>
      </w:r>
    </w:p>
    <w:p w:rsidR="00A62387" w:rsidRDefault="009F5CE0" w:rsidP="001A02F3">
      <w:pPr>
        <w:pStyle w:val="ac"/>
        <w:jc w:val="center"/>
      </w:pPr>
      <w:r>
        <w:t xml:space="preserve"> </w:t>
      </w:r>
      <w:r w:rsidR="00A62387" w:rsidRPr="00A62387">
        <w:t>области</w:t>
      </w:r>
    </w:p>
    <w:p w:rsidR="00A62387" w:rsidRDefault="00A62387" w:rsidP="00A62387">
      <w:pPr>
        <w:pStyle w:val="ac"/>
        <w:spacing w:line="276" w:lineRule="auto"/>
      </w:pPr>
    </w:p>
    <w:p w:rsidR="00B0209D" w:rsidRPr="001A02F3" w:rsidRDefault="00B0209D" w:rsidP="00B5632B">
      <w:pPr>
        <w:pStyle w:val="ac"/>
        <w:spacing w:line="276" w:lineRule="auto"/>
      </w:pPr>
    </w:p>
    <w:p w:rsidR="00AA0506" w:rsidRPr="00AA0506" w:rsidRDefault="00EF5DF7" w:rsidP="00AA0506">
      <w:pPr>
        <w:pStyle w:val="ac"/>
        <w:spacing w:line="276" w:lineRule="auto"/>
        <w:ind w:firstLine="709"/>
      </w:pPr>
      <w:proofErr w:type="gramStart"/>
      <w:r w:rsidRPr="00EF5DF7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A63D05" w:rsidRPr="00A63D05">
        <w:rPr>
          <w:bCs/>
        </w:rPr>
        <w:t>ОБЩЕСТВОМ С ОГРАНИЧЕННОЙ ОТВЕТСТВЕННОСТЬЮ «ПРОМТЕПЛО»</w:t>
      </w:r>
      <w:r w:rsidR="00CD1AF6">
        <w:t xml:space="preserve"> (ИНН </w:t>
      </w:r>
      <w:r w:rsidR="00A63D05" w:rsidRPr="00A63D05">
        <w:rPr>
          <w:color w:val="000000"/>
          <w:shd w:val="clear" w:color="auto" w:fill="FFFFFF"/>
        </w:rPr>
        <w:t>5251009826</w:t>
      </w:r>
      <w:r w:rsidR="00CD1AF6">
        <w:rPr>
          <w:color w:val="000000"/>
          <w:shd w:val="clear" w:color="auto" w:fill="FFFFFF"/>
        </w:rPr>
        <w:t>)</w:t>
      </w:r>
      <w:r w:rsidR="00CD1AF6">
        <w:t xml:space="preserve">, </w:t>
      </w:r>
      <w:proofErr w:type="spellStart"/>
      <w:r w:rsidR="00A63D05" w:rsidRPr="00A63D05">
        <w:rPr>
          <w:bCs/>
        </w:rPr>
        <w:t>р.п</w:t>
      </w:r>
      <w:proofErr w:type="spellEnd"/>
      <w:r w:rsidR="00A63D05" w:rsidRPr="00A63D05">
        <w:rPr>
          <w:bCs/>
        </w:rPr>
        <w:t>.</w:t>
      </w:r>
      <w:proofErr w:type="gramEnd"/>
      <w:r w:rsidR="00A63D05" w:rsidRPr="00A63D05">
        <w:rPr>
          <w:bCs/>
        </w:rPr>
        <w:t xml:space="preserve"> </w:t>
      </w:r>
      <w:proofErr w:type="spellStart"/>
      <w:r w:rsidR="00A63D05" w:rsidRPr="00A63D05">
        <w:rPr>
          <w:bCs/>
        </w:rPr>
        <w:t>Гремячево</w:t>
      </w:r>
      <w:proofErr w:type="spellEnd"/>
      <w:r w:rsidR="00A63D05" w:rsidRPr="00A63D05">
        <w:rPr>
          <w:bCs/>
        </w:rPr>
        <w:t xml:space="preserve"> </w:t>
      </w:r>
      <w:r w:rsidR="00A63D05" w:rsidRPr="00A63D05">
        <w:t>городского округа город Кулебаки</w:t>
      </w:r>
      <w:r w:rsidR="00A63D05" w:rsidRPr="00A63D05">
        <w:rPr>
          <w:bCs/>
        </w:rPr>
        <w:t xml:space="preserve"> Нижегородской области</w:t>
      </w:r>
      <w:r w:rsidR="00AA0506" w:rsidRPr="00AA0506">
        <w:t xml:space="preserve">, экспертного заключения </w:t>
      </w:r>
      <w:r w:rsidR="00AA0506" w:rsidRPr="00991053">
        <w:t xml:space="preserve">рег. </w:t>
      </w:r>
      <w:r w:rsidR="00AA0506" w:rsidRPr="00B84D4D">
        <w:t>№ в-</w:t>
      </w:r>
      <w:r w:rsidR="00B84D4D" w:rsidRPr="00CE3CEA">
        <w:t xml:space="preserve">111                   </w:t>
      </w:r>
      <w:r w:rsidR="00A63D05" w:rsidRPr="00B84D4D">
        <w:t xml:space="preserve"> </w:t>
      </w:r>
      <w:r w:rsidR="00AA0506" w:rsidRPr="00B84D4D">
        <w:t>от</w:t>
      </w:r>
      <w:r w:rsidR="00B84D4D" w:rsidRPr="00CE3CEA">
        <w:t xml:space="preserve"> 24</w:t>
      </w:r>
      <w:r w:rsidR="00AA0506" w:rsidRPr="00B84D4D">
        <w:t xml:space="preserve"> </w:t>
      </w:r>
      <w:r w:rsidR="00991053" w:rsidRPr="00B84D4D">
        <w:t xml:space="preserve">мая </w:t>
      </w:r>
      <w:r w:rsidR="00CD1AF6" w:rsidRPr="00B84D4D">
        <w:t>2018</w:t>
      </w:r>
      <w:r w:rsidR="00AA0506" w:rsidRPr="00B84D4D">
        <w:t xml:space="preserve"> года:</w:t>
      </w:r>
    </w:p>
    <w:p w:rsidR="00215EE1" w:rsidRDefault="00991E1D" w:rsidP="00215EE1">
      <w:pPr>
        <w:pStyle w:val="ac"/>
        <w:spacing w:line="276" w:lineRule="auto"/>
        <w:ind w:firstLine="708"/>
      </w:pPr>
      <w:r w:rsidRPr="009A5591">
        <w:rPr>
          <w:b/>
          <w:bCs/>
        </w:rPr>
        <w:t>1</w:t>
      </w:r>
      <w:r w:rsidRPr="007F1865">
        <w:rPr>
          <w:b/>
          <w:bCs/>
        </w:rPr>
        <w:t>.</w:t>
      </w:r>
      <w:r w:rsidR="00215EE1">
        <w:t xml:space="preserve"> </w:t>
      </w:r>
      <w:r w:rsidR="00CD1AF6" w:rsidRPr="007F1865">
        <w:t xml:space="preserve">При установлении тарифов в сфере </w:t>
      </w:r>
      <w:r w:rsidR="00EF5DF7" w:rsidRPr="007F1865">
        <w:t>горячего водоснабжения</w:t>
      </w:r>
      <w:r w:rsidR="00CD1AF6" w:rsidRPr="007F1865">
        <w:rPr>
          <w:lang w:eastAsia="en-US"/>
        </w:rPr>
        <w:br/>
      </w:r>
      <w:r w:rsidR="00CD1AF6" w:rsidRPr="007F1865">
        <w:t xml:space="preserve">для </w:t>
      </w:r>
      <w:r w:rsidR="00A63D05" w:rsidRPr="007F1865">
        <w:rPr>
          <w:bCs/>
        </w:rPr>
        <w:t>ОБЩЕСТВА С ОГРАНИЧЕННОЙ ОТВЕТСТВЕННОСТЬЮ «ПРОМТЕПЛО»</w:t>
      </w:r>
      <w:r w:rsidR="00A63D05" w:rsidRPr="007F1865">
        <w:t xml:space="preserve"> (ИНН 5251009826), </w:t>
      </w:r>
      <w:proofErr w:type="spellStart"/>
      <w:r w:rsidR="00A63D05" w:rsidRPr="007F1865">
        <w:rPr>
          <w:bCs/>
        </w:rPr>
        <w:t>р.п</w:t>
      </w:r>
      <w:proofErr w:type="spellEnd"/>
      <w:r w:rsidR="00A63D05" w:rsidRPr="007F1865">
        <w:rPr>
          <w:bCs/>
        </w:rPr>
        <w:t xml:space="preserve">. </w:t>
      </w:r>
      <w:proofErr w:type="spellStart"/>
      <w:r w:rsidR="00A63D05" w:rsidRPr="007F1865">
        <w:rPr>
          <w:bCs/>
        </w:rPr>
        <w:t>Гремячево</w:t>
      </w:r>
      <w:proofErr w:type="spellEnd"/>
      <w:r w:rsidR="00A63D05" w:rsidRPr="007F1865">
        <w:rPr>
          <w:bCs/>
        </w:rPr>
        <w:t xml:space="preserve"> </w:t>
      </w:r>
      <w:r w:rsidR="00A63D05" w:rsidRPr="007F1865">
        <w:t>городского округа город Кулебаки</w:t>
      </w:r>
      <w:r w:rsidR="00A63D05" w:rsidRPr="007F1865">
        <w:rPr>
          <w:bCs/>
        </w:rPr>
        <w:t xml:space="preserve"> Нижегородской области</w:t>
      </w:r>
      <w:r w:rsidR="00CD1AF6" w:rsidRPr="007F1865">
        <w:t>, применять метод индексации.</w:t>
      </w:r>
    </w:p>
    <w:p w:rsidR="00EF5DF7" w:rsidRDefault="00215EE1" w:rsidP="00215EE1">
      <w:pPr>
        <w:pStyle w:val="ac"/>
        <w:spacing w:line="276" w:lineRule="auto"/>
        <w:ind w:firstLine="708"/>
      </w:pPr>
      <w:r>
        <w:rPr>
          <w:b/>
          <w:bCs/>
        </w:rPr>
        <w:t>2</w:t>
      </w:r>
      <w:r w:rsidR="00991E1D" w:rsidRPr="009A5591">
        <w:rPr>
          <w:b/>
          <w:bCs/>
        </w:rPr>
        <w:t>.</w:t>
      </w:r>
      <w:r w:rsidR="00991E1D" w:rsidRPr="009A5591">
        <w:t xml:space="preserve"> Установить </w:t>
      </w:r>
      <w:r w:rsidR="00A63D05">
        <w:rPr>
          <w:bCs/>
        </w:rPr>
        <w:t>ОБЩЕСТВУ</w:t>
      </w:r>
      <w:r w:rsidR="00A63D05" w:rsidRPr="00A63D05">
        <w:rPr>
          <w:bCs/>
        </w:rPr>
        <w:t xml:space="preserve"> С ОГРАНИЧЕННОЙ ОТВЕТСТВЕННОСТЬЮ «ПРОМТЕПЛО»</w:t>
      </w:r>
      <w:r w:rsidR="00A63D05" w:rsidRPr="00A63D05">
        <w:t xml:space="preserve"> (ИНН 5251009826), </w:t>
      </w:r>
      <w:proofErr w:type="spellStart"/>
      <w:r w:rsidR="00A63D05" w:rsidRPr="00A63D05">
        <w:rPr>
          <w:bCs/>
        </w:rPr>
        <w:t>р.п</w:t>
      </w:r>
      <w:proofErr w:type="spellEnd"/>
      <w:r w:rsidR="00A63D05" w:rsidRPr="00A63D05">
        <w:rPr>
          <w:bCs/>
        </w:rPr>
        <w:t xml:space="preserve">. </w:t>
      </w:r>
      <w:proofErr w:type="spellStart"/>
      <w:r w:rsidR="00A63D05" w:rsidRPr="00A63D05">
        <w:rPr>
          <w:bCs/>
        </w:rPr>
        <w:t>Гремячево</w:t>
      </w:r>
      <w:proofErr w:type="spellEnd"/>
      <w:r w:rsidR="00A63D05" w:rsidRPr="00A63D05">
        <w:rPr>
          <w:bCs/>
        </w:rPr>
        <w:t xml:space="preserve"> </w:t>
      </w:r>
      <w:r w:rsidR="00A63D05" w:rsidRPr="00A63D05">
        <w:t>городского округа город Кулебаки</w:t>
      </w:r>
      <w:r w:rsidR="00A63D05" w:rsidRPr="00A63D05">
        <w:rPr>
          <w:bCs/>
        </w:rPr>
        <w:t xml:space="preserve"> Нижегородской области</w:t>
      </w:r>
      <w:r w:rsidR="00991E1D" w:rsidRPr="009A5591">
        <w:t xml:space="preserve">, </w:t>
      </w:r>
      <w:r w:rsidR="00EF5DF7">
        <w:rPr>
          <w:b/>
          <w:bCs/>
        </w:rPr>
        <w:t xml:space="preserve">тарифы </w:t>
      </w:r>
      <w:r w:rsidR="00EF5DF7">
        <w:rPr>
          <w:b/>
          <w:noProof/>
        </w:rPr>
        <w:t xml:space="preserve">на горячую воду, </w:t>
      </w:r>
      <w:r w:rsidR="00EF5DF7">
        <w:rPr>
          <w:noProof/>
        </w:rPr>
        <w:t>поставляемую потребителям</w:t>
      </w:r>
      <w:r w:rsidR="001A02F3">
        <w:rPr>
          <w:noProof/>
        </w:rPr>
        <w:t xml:space="preserve"> </w:t>
      </w:r>
      <w:r w:rsidR="001A02F3" w:rsidRPr="001A02F3">
        <w:rPr>
          <w:bCs/>
          <w:noProof/>
        </w:rPr>
        <w:t>р.п. Гремячево</w:t>
      </w:r>
      <w:r w:rsidR="00EF5DF7">
        <w:rPr>
          <w:b/>
          <w:noProof/>
        </w:rPr>
        <w:t xml:space="preserve"> </w:t>
      </w:r>
      <w:r w:rsidR="00EF5DF7" w:rsidRPr="00EF5DF7">
        <w:rPr>
          <w:noProof/>
        </w:rPr>
        <w:t>городского округа город Кулебаки</w:t>
      </w:r>
      <w:r w:rsidR="00EF5DF7" w:rsidRPr="00EF5DF7">
        <w:rPr>
          <w:bCs/>
          <w:noProof/>
        </w:rPr>
        <w:t xml:space="preserve"> Нижегородской </w:t>
      </w:r>
      <w:r w:rsidR="00EF5DF7" w:rsidRPr="00EF5DF7">
        <w:rPr>
          <w:bCs/>
          <w:noProof/>
        </w:rPr>
        <w:lastRenderedPageBreak/>
        <w:t>области</w:t>
      </w:r>
      <w:r w:rsidR="00EF5DF7" w:rsidRPr="00EF5DF7">
        <w:rPr>
          <w:b/>
          <w:noProof/>
        </w:rPr>
        <w:t xml:space="preserve"> </w:t>
      </w:r>
      <w:r w:rsidR="00EF5DF7">
        <w:rPr>
          <w:b/>
          <w:noProof/>
        </w:rPr>
        <w:t>с использованием закрытой системы горячего водоснабжения,</w:t>
      </w:r>
      <w:r w:rsidR="00EF5DF7">
        <w:rPr>
          <w:noProof/>
        </w:rPr>
        <w:t xml:space="preserve"> </w:t>
      </w:r>
      <w:r w:rsidR="005C02BA">
        <w:rPr>
          <w:noProof/>
        </w:rPr>
        <w:br/>
      </w:r>
      <w:r w:rsidR="00EF5DF7">
        <w:t>в следующих размерах: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559"/>
        <w:gridCol w:w="2268"/>
        <w:gridCol w:w="2552"/>
      </w:tblGrid>
      <w:tr w:rsidR="002D66BC" w:rsidRPr="002D66BC" w:rsidTr="002D66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2D66BC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 xml:space="preserve">№ </w:t>
            </w:r>
            <w:proofErr w:type="gramStart"/>
            <w:r w:rsidRPr="002D66BC">
              <w:rPr>
                <w:sz w:val="16"/>
                <w:szCs w:val="16"/>
              </w:rPr>
              <w:t>п</w:t>
            </w:r>
            <w:proofErr w:type="gramEnd"/>
            <w:r w:rsidRPr="002D66BC">
              <w:rPr>
                <w:sz w:val="16"/>
                <w:szCs w:val="16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2D66BC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Периоды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2D66BC" w:rsidP="005C02BA">
            <w:pPr>
              <w:jc w:val="center"/>
              <w:rPr>
                <w:sz w:val="16"/>
                <w:szCs w:val="16"/>
                <w:vertAlign w:val="superscript"/>
              </w:rPr>
            </w:pPr>
            <w:r w:rsidRPr="002D66BC">
              <w:rPr>
                <w:sz w:val="16"/>
                <w:szCs w:val="16"/>
              </w:rPr>
              <w:t>Тариф на горячую воду, руб./м</w:t>
            </w:r>
            <w:r w:rsidRPr="002D66B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2D66BC" w:rsidP="005C02BA">
            <w:pPr>
              <w:jc w:val="center"/>
              <w:rPr>
                <w:sz w:val="16"/>
                <w:szCs w:val="16"/>
                <w:vertAlign w:val="superscript"/>
              </w:rPr>
            </w:pPr>
            <w:r w:rsidRPr="002D66BC">
              <w:rPr>
                <w:sz w:val="16"/>
                <w:szCs w:val="16"/>
              </w:rPr>
              <w:t>Компонент на холодную воду (</w:t>
            </w:r>
            <w:proofErr w:type="spellStart"/>
            <w:r w:rsidRPr="002D66BC">
              <w:rPr>
                <w:sz w:val="16"/>
                <w:szCs w:val="16"/>
              </w:rPr>
              <w:t>одноставочный</w:t>
            </w:r>
            <w:proofErr w:type="spellEnd"/>
            <w:r w:rsidRPr="002D66BC">
              <w:rPr>
                <w:sz w:val="16"/>
                <w:szCs w:val="16"/>
              </w:rPr>
              <w:t>), руб./м</w:t>
            </w:r>
            <w:r w:rsidRPr="002D66B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2D66BC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Компонент на тепловую энергию (</w:t>
            </w:r>
            <w:proofErr w:type="spellStart"/>
            <w:r w:rsidRPr="002D66BC">
              <w:rPr>
                <w:sz w:val="16"/>
                <w:szCs w:val="16"/>
              </w:rPr>
              <w:t>одноставочный</w:t>
            </w:r>
            <w:proofErr w:type="spellEnd"/>
            <w:r w:rsidRPr="002D66BC">
              <w:rPr>
                <w:sz w:val="16"/>
                <w:szCs w:val="16"/>
              </w:rPr>
              <w:t>), руб./Гкал</w:t>
            </w:r>
          </w:p>
        </w:tc>
      </w:tr>
      <w:tr w:rsidR="00CE3CEA" w:rsidRPr="002D66BC" w:rsidTr="002D66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 w:rsidRPr="002D66BC">
              <w:rPr>
                <w:b/>
                <w:bCs/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июня по 30 июня 2018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32,40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2742,20</w:t>
            </w:r>
          </w:p>
        </w:tc>
      </w:tr>
      <w:tr w:rsidR="00CE3CEA" w:rsidRPr="002D66BC" w:rsidTr="002D66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 w:rsidRPr="002D66BC">
              <w:rPr>
                <w:b/>
                <w:bCs/>
                <w:sz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2018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33,61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2844,00</w:t>
            </w:r>
          </w:p>
        </w:tc>
      </w:tr>
      <w:tr w:rsidR="00CE3CEA" w:rsidRPr="002D66BC" w:rsidTr="00215EE1">
        <w:trPr>
          <w:trHeight w:val="1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 w:rsidRPr="002D66BC">
              <w:rPr>
                <w:b/>
                <w:bCs/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2019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33,61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2844,00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 w:rsidRPr="002D66BC">
              <w:rPr>
                <w:b/>
                <w:bCs/>
                <w:sz w:val="20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2019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34,95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2950,74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 w:rsidRPr="002D66BC">
              <w:rPr>
                <w:b/>
                <w:bCs/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2020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34,95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2950,74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 w:rsidRPr="002D66BC">
              <w:rPr>
                <w:b/>
                <w:bCs/>
                <w:sz w:val="20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2020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 w:rsidRPr="002D66BC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36,35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3034,52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2021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36,35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3034,52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2021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37,81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3119,80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2022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37,81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3119,80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2022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39,32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3208,97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2023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39,32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3208,97</w:t>
            </w:r>
          </w:p>
        </w:tc>
      </w:tr>
      <w:tr w:rsidR="00CE3CEA" w:rsidRPr="002D66BC" w:rsidTr="00215EE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2023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006845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006845">
              <w:rPr>
                <w:sz w:val="22"/>
                <w:szCs w:val="22"/>
              </w:rPr>
              <w:t>40,89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3299,81</w:t>
            </w:r>
          </w:p>
        </w:tc>
      </w:tr>
      <w:tr w:rsidR="002D66BC" w:rsidRPr="002D66BC" w:rsidTr="002D66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BC" w:rsidRPr="002D66BC" w:rsidRDefault="002D66BC" w:rsidP="005C0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2D66BC" w:rsidP="005C02BA">
            <w:pPr>
              <w:rPr>
                <w:sz w:val="16"/>
                <w:szCs w:val="16"/>
              </w:rPr>
            </w:pPr>
            <w:r w:rsidRPr="002D66BC">
              <w:rPr>
                <w:b/>
                <w:sz w:val="20"/>
              </w:rPr>
              <w:t>Население (с учетом НДС)</w:t>
            </w:r>
          </w:p>
        </w:tc>
      </w:tr>
      <w:tr w:rsidR="00CE3CEA" w:rsidRPr="002D66BC" w:rsidTr="002D66B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 xml:space="preserve">С 1 </w:t>
            </w:r>
            <w:r w:rsidRPr="00185C78">
              <w:rPr>
                <w:sz w:val="20"/>
              </w:rPr>
              <w:t>июня</w:t>
            </w:r>
            <w:r>
              <w:rPr>
                <w:sz w:val="20"/>
              </w:rPr>
              <w:t xml:space="preserve"> по 30 июня 2018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EE6D69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EE6D69">
              <w:rPr>
                <w:sz w:val="22"/>
                <w:szCs w:val="22"/>
              </w:rPr>
              <w:t>201,20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EE6D69" w:rsidRDefault="00CE3CEA" w:rsidP="005C02BA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32,40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2742,20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2018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6F6EB6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33,61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2844,00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2019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6F6EB6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33,61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2844,00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2019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6F6EB6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A05D54" w:rsidRDefault="00CE3CEA" w:rsidP="005C02BA">
            <w:pPr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2D66BC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2950,74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2020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6F6EB6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2950,74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2020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6F6EB6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A05D54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3034,52</w:t>
            </w:r>
          </w:p>
        </w:tc>
      </w:tr>
      <w:tr w:rsidR="00185C78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F946D6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</w:t>
            </w:r>
            <w:r w:rsidR="00185C78"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6BC" w:rsidRPr="002D66BC" w:rsidRDefault="007F1865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 w:rsidR="00185C78">
              <w:rPr>
                <w:sz w:val="20"/>
              </w:rPr>
              <w:t>2021</w:t>
            </w:r>
            <w:r w:rsidR="00185C78"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BC" w:rsidRPr="00CE3CEA" w:rsidRDefault="00CE3CEA" w:rsidP="005C02BA">
            <w:pPr>
              <w:jc w:val="center"/>
              <w:rPr>
                <w:sz w:val="22"/>
                <w:szCs w:val="22"/>
              </w:rPr>
            </w:pPr>
            <w:r w:rsidRPr="00CE3CEA">
              <w:rPr>
                <w:sz w:val="22"/>
                <w:szCs w:val="22"/>
              </w:rPr>
              <w:t>223,28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BC" w:rsidRPr="002D66BC" w:rsidRDefault="002D66BC" w:rsidP="005C02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BC" w:rsidRPr="002D66BC" w:rsidRDefault="002D66BC" w:rsidP="005C02BA">
            <w:pPr>
              <w:jc w:val="center"/>
              <w:rPr>
                <w:sz w:val="24"/>
                <w:szCs w:val="24"/>
              </w:rPr>
            </w:pPr>
          </w:p>
        </w:tc>
      </w:tr>
      <w:tr w:rsidR="00CE3CEA" w:rsidRPr="002D66BC" w:rsidTr="00CE3CEA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DB1E47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  <w:r w:rsidRPr="00A05D54">
              <w:rPr>
                <w:sz w:val="22"/>
                <w:szCs w:val="22"/>
              </w:rPr>
              <w:t>3034,52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2021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6F6EB6" w:rsidRDefault="00CE3CEA" w:rsidP="005C02BA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DB1E47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37,81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3119,80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2022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DB1E47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37,81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3119,80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2022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DB1E47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39,32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3208,97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</w:t>
            </w:r>
            <w:r w:rsidRPr="002D66BC">
              <w:rPr>
                <w:sz w:val="20"/>
              </w:rPr>
              <w:t xml:space="preserve"> по 30 июня </w:t>
            </w:r>
            <w:r>
              <w:rPr>
                <w:sz w:val="20"/>
              </w:rPr>
              <w:t>2023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DB1E47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39,32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3208,97</w:t>
            </w:r>
          </w:p>
        </w:tc>
      </w:tr>
      <w:tr w:rsidR="00CE3CEA" w:rsidRPr="002D66BC" w:rsidTr="00215EE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</w:t>
            </w:r>
            <w:r w:rsidRPr="002D66BC">
              <w:rPr>
                <w:b/>
                <w:bCs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>
              <w:rPr>
                <w:sz w:val="20"/>
              </w:rPr>
              <w:t>С 1 июля по 31 декабря 2023</w:t>
            </w:r>
            <w:r w:rsidRPr="002D66BC">
              <w:rPr>
                <w:sz w:val="20"/>
              </w:rPr>
              <w:t xml:space="preserve">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5E693A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DB1E47" w:rsidRDefault="00CE3CEA" w:rsidP="005C02BA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CE3CEA" w:rsidRPr="002D66BC" w:rsidTr="00215E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CEA" w:rsidRPr="002D66BC" w:rsidRDefault="00CE3CEA" w:rsidP="005C02BA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CEA" w:rsidRPr="002D66BC" w:rsidRDefault="00CE3CEA" w:rsidP="005C02BA">
            <w:pPr>
              <w:rPr>
                <w:sz w:val="20"/>
              </w:rPr>
            </w:pPr>
            <w:r w:rsidRPr="002D66BC">
              <w:rPr>
                <w:sz w:val="20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40,89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2D66BC" w:rsidRDefault="00CE3CEA" w:rsidP="005C02BA">
            <w:pPr>
              <w:jc w:val="center"/>
              <w:rPr>
                <w:sz w:val="24"/>
                <w:szCs w:val="24"/>
              </w:rPr>
            </w:pPr>
            <w:r w:rsidRPr="00A05D54">
              <w:rPr>
                <w:sz w:val="22"/>
                <w:szCs w:val="22"/>
              </w:rPr>
              <w:t>3299,81</w:t>
            </w:r>
          </w:p>
        </w:tc>
      </w:tr>
    </w:tbl>
    <w:p w:rsidR="008E488F" w:rsidRPr="008E488F" w:rsidRDefault="00215EE1" w:rsidP="008E488F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E488F" w:rsidRPr="008E488F">
        <w:rPr>
          <w:b/>
          <w:szCs w:val="28"/>
        </w:rPr>
        <w:t>.</w:t>
      </w:r>
      <w:r w:rsidR="008E488F">
        <w:rPr>
          <w:szCs w:val="28"/>
        </w:rPr>
        <w:t xml:space="preserve"> Утвердить производственную программу </w:t>
      </w:r>
      <w:r w:rsidR="008E488F" w:rsidRPr="008E488F">
        <w:rPr>
          <w:szCs w:val="28"/>
        </w:rPr>
        <w:t xml:space="preserve"> ОБЩЕСТВА С</w:t>
      </w:r>
      <w:r w:rsidR="008E488F">
        <w:rPr>
          <w:szCs w:val="28"/>
        </w:rPr>
        <w:t xml:space="preserve"> ОГРАНИЧЕННОЙ ОТВЕТСТВЕННОСТЬЮ «ПРОМТЕПЛО»</w:t>
      </w:r>
      <w:r w:rsidRPr="00215EE1">
        <w:t xml:space="preserve"> </w:t>
      </w:r>
      <w:r>
        <w:t xml:space="preserve">                                </w:t>
      </w:r>
      <w:r w:rsidRPr="00215EE1">
        <w:rPr>
          <w:szCs w:val="28"/>
        </w:rPr>
        <w:t>(ИНН 5251009826)</w:t>
      </w:r>
      <w:r w:rsidR="008E488F" w:rsidRPr="008E488F">
        <w:rPr>
          <w:szCs w:val="28"/>
        </w:rPr>
        <w:t xml:space="preserve">, </w:t>
      </w:r>
      <w:proofErr w:type="spellStart"/>
      <w:r w:rsidR="008E488F" w:rsidRPr="008E488F">
        <w:rPr>
          <w:szCs w:val="28"/>
        </w:rPr>
        <w:t>р.п</w:t>
      </w:r>
      <w:proofErr w:type="spellEnd"/>
      <w:r w:rsidR="008E488F" w:rsidRPr="008E488F">
        <w:rPr>
          <w:szCs w:val="28"/>
        </w:rPr>
        <w:t xml:space="preserve">. </w:t>
      </w:r>
      <w:proofErr w:type="spellStart"/>
      <w:r w:rsidR="008E488F" w:rsidRPr="008E488F">
        <w:rPr>
          <w:szCs w:val="28"/>
        </w:rPr>
        <w:t>Гремячево</w:t>
      </w:r>
      <w:proofErr w:type="spellEnd"/>
      <w:r w:rsidR="008E488F" w:rsidRPr="008E488F">
        <w:rPr>
          <w:szCs w:val="28"/>
        </w:rPr>
        <w:t xml:space="preserve"> городского округа город Кулебаки Нижегородской области</w:t>
      </w:r>
      <w:r w:rsidR="008E488F">
        <w:rPr>
          <w:noProof/>
          <w:szCs w:val="28"/>
        </w:rPr>
        <w:t>, в сфере горячего водоснабжения согласно Приложению к настоящему решению.</w:t>
      </w:r>
    </w:p>
    <w:p w:rsidR="004A24AF" w:rsidRPr="004A24AF" w:rsidRDefault="00215EE1" w:rsidP="004A24AF">
      <w:pPr>
        <w:spacing w:line="276" w:lineRule="auto"/>
        <w:ind w:firstLine="709"/>
        <w:jc w:val="both"/>
      </w:pPr>
      <w:r>
        <w:rPr>
          <w:b/>
          <w:bCs/>
        </w:rPr>
        <w:t>4</w:t>
      </w:r>
      <w:r w:rsidR="00991E1D" w:rsidRPr="009A5591">
        <w:rPr>
          <w:b/>
          <w:bCs/>
        </w:rPr>
        <w:t xml:space="preserve">. </w:t>
      </w:r>
      <w:r w:rsidR="00832387" w:rsidRPr="00832387">
        <w:t>ОБЩЕСТВО С</w:t>
      </w:r>
      <w:r w:rsidR="00832387">
        <w:t xml:space="preserve"> ОГРАНИЧЕННОЙ ОТВЕТСТВЕННОСТЬЮ «ПРОМТЕПЛО» </w:t>
      </w:r>
      <w:r w:rsidR="00CD1AF6">
        <w:t xml:space="preserve">(ИНН </w:t>
      </w:r>
      <w:r w:rsidR="00832387" w:rsidRPr="00832387">
        <w:rPr>
          <w:color w:val="000000"/>
          <w:szCs w:val="28"/>
          <w:shd w:val="clear" w:color="auto" w:fill="FFFFFF"/>
        </w:rPr>
        <w:t>5251009826</w:t>
      </w:r>
      <w:r w:rsidR="00CD1AF6">
        <w:rPr>
          <w:color w:val="000000"/>
          <w:shd w:val="clear" w:color="auto" w:fill="FFFFFF"/>
        </w:rPr>
        <w:t>)</w:t>
      </w:r>
      <w:r w:rsidR="00CD1AF6">
        <w:rPr>
          <w:szCs w:val="28"/>
        </w:rPr>
        <w:t xml:space="preserve">, </w:t>
      </w:r>
      <w:proofErr w:type="spellStart"/>
      <w:r w:rsidR="00832387" w:rsidRPr="00832387">
        <w:rPr>
          <w:bCs/>
          <w:szCs w:val="28"/>
        </w:rPr>
        <w:t>р.п</w:t>
      </w:r>
      <w:proofErr w:type="spellEnd"/>
      <w:r w:rsidR="00832387" w:rsidRPr="00832387">
        <w:rPr>
          <w:bCs/>
          <w:szCs w:val="28"/>
        </w:rPr>
        <w:t xml:space="preserve">. </w:t>
      </w:r>
      <w:proofErr w:type="spellStart"/>
      <w:r w:rsidR="00832387" w:rsidRPr="00832387">
        <w:rPr>
          <w:bCs/>
          <w:szCs w:val="28"/>
        </w:rPr>
        <w:t>Гремячево</w:t>
      </w:r>
      <w:proofErr w:type="spellEnd"/>
      <w:r w:rsidR="00832387" w:rsidRPr="00832387">
        <w:rPr>
          <w:bCs/>
          <w:szCs w:val="28"/>
        </w:rPr>
        <w:t xml:space="preserve"> </w:t>
      </w:r>
      <w:r w:rsidR="00832387" w:rsidRPr="00832387">
        <w:rPr>
          <w:szCs w:val="28"/>
        </w:rPr>
        <w:t>городского округа город Кулебаки</w:t>
      </w:r>
      <w:r w:rsidR="00832387" w:rsidRPr="00832387">
        <w:rPr>
          <w:bCs/>
          <w:szCs w:val="28"/>
        </w:rPr>
        <w:t xml:space="preserve"> Нижегородской области</w:t>
      </w:r>
      <w:r w:rsidR="00991E1D" w:rsidRPr="004A24AF">
        <w:t xml:space="preserve">, </w:t>
      </w:r>
      <w:r w:rsidR="004A24AF" w:rsidRPr="004A24AF">
        <w:t xml:space="preserve">применяет упрощенную систему налогообложения и не является плательщиком НДС в соответствии со </w:t>
      </w:r>
      <w:hyperlink r:id="rId11" w:history="1">
        <w:r w:rsidR="004A24AF" w:rsidRPr="004A24AF">
          <w:rPr>
            <w:rStyle w:val="a7"/>
            <w:iCs/>
          </w:rPr>
          <w:t xml:space="preserve">ст. </w:t>
        </w:r>
        <w:r w:rsidR="004A24AF" w:rsidRPr="004A24AF">
          <w:rPr>
            <w:rStyle w:val="a7"/>
          </w:rPr>
          <w:t>346</w:t>
        </w:r>
        <w:r w:rsidR="004A24AF" w:rsidRPr="004A24AF">
          <w:rPr>
            <w:rStyle w:val="a7"/>
            <w:vertAlign w:val="superscript"/>
          </w:rPr>
          <w:t>11</w:t>
        </w:r>
        <w:r w:rsidR="004A24AF" w:rsidRPr="004A24AF">
          <w:rPr>
            <w:rStyle w:val="a7"/>
          </w:rPr>
          <w:t xml:space="preserve"> главы 26</w:t>
        </w:r>
        <w:r w:rsidR="004A24AF" w:rsidRPr="004A24AF">
          <w:rPr>
            <w:rStyle w:val="a7"/>
            <w:vertAlign w:val="superscript"/>
          </w:rPr>
          <w:t>2</w:t>
        </w:r>
        <w:r w:rsidR="004A24AF" w:rsidRPr="004A24AF">
          <w:rPr>
            <w:rStyle w:val="a7"/>
          </w:rPr>
          <w:t xml:space="preserve"> </w:t>
        </w:r>
      </w:hyperlink>
      <w:r w:rsidR="004A24AF" w:rsidRPr="004A24AF">
        <w:t>Налогового кодекса Российской Федерации.</w:t>
      </w:r>
    </w:p>
    <w:p w:rsidR="00215EE1" w:rsidRDefault="004A24AF" w:rsidP="00215EE1">
      <w:pPr>
        <w:spacing w:line="276" w:lineRule="auto"/>
        <w:ind w:firstLine="709"/>
        <w:jc w:val="both"/>
      </w:pPr>
      <w:r w:rsidRPr="004A24AF">
        <w:lastRenderedPageBreak/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215EE1" w:rsidRDefault="00215EE1" w:rsidP="00215EE1">
      <w:pPr>
        <w:spacing w:line="276" w:lineRule="auto"/>
        <w:ind w:firstLine="709"/>
        <w:jc w:val="both"/>
      </w:pPr>
      <w:r>
        <w:rPr>
          <w:b/>
          <w:bCs/>
        </w:rPr>
        <w:t>5</w:t>
      </w:r>
      <w:r w:rsidR="00991E1D" w:rsidRPr="009A5591">
        <w:rPr>
          <w:b/>
          <w:bCs/>
        </w:rPr>
        <w:t>.</w:t>
      </w:r>
      <w:r w:rsidR="00CD1AF6">
        <w:t xml:space="preserve"> Тарифы, установленные </w:t>
      </w:r>
      <w:r w:rsidR="005C02BA">
        <w:t>пунктом 2</w:t>
      </w:r>
      <w:r w:rsidR="00991E1D" w:rsidRPr="009A5591">
        <w:t xml:space="preserve"> настоящего решения, действуют </w:t>
      </w:r>
      <w:r w:rsidR="00991E1D">
        <w:br/>
      </w:r>
      <w:r w:rsidR="00991E1D" w:rsidRPr="007F1865">
        <w:t xml:space="preserve">с 1 </w:t>
      </w:r>
      <w:r w:rsidR="00D66DBB" w:rsidRPr="007F1865">
        <w:t>июн</w:t>
      </w:r>
      <w:r w:rsidR="00CD1AF6" w:rsidRPr="007F1865">
        <w:t>я</w:t>
      </w:r>
      <w:r w:rsidR="00991E1D" w:rsidRPr="00123C35">
        <w:t xml:space="preserve"> 201</w:t>
      </w:r>
      <w:r w:rsidR="00CD1AF6" w:rsidRPr="00123C35">
        <w:t>8</w:t>
      </w:r>
      <w:r w:rsidR="00991E1D" w:rsidRPr="00123C35">
        <w:t xml:space="preserve"> года по 31 декабря 202</w:t>
      </w:r>
      <w:r w:rsidR="00CD1AF6" w:rsidRPr="00123C35">
        <w:t>3</w:t>
      </w:r>
      <w:r w:rsidR="00991E1D" w:rsidRPr="009A5591">
        <w:t xml:space="preserve"> года включительно.</w:t>
      </w:r>
    </w:p>
    <w:p w:rsidR="00CD1AF6" w:rsidRDefault="00215EE1" w:rsidP="00215EE1">
      <w:pPr>
        <w:spacing w:line="276" w:lineRule="auto"/>
        <w:ind w:firstLine="709"/>
        <w:jc w:val="both"/>
      </w:pPr>
      <w:r>
        <w:rPr>
          <w:b/>
        </w:rPr>
        <w:t>6</w:t>
      </w:r>
      <w:r w:rsidR="00AA0506" w:rsidRPr="00AA0506">
        <w:rPr>
          <w:b/>
        </w:rPr>
        <w:t xml:space="preserve">. </w:t>
      </w:r>
      <w:r w:rsidR="00AA0506" w:rsidRPr="007F1865">
        <w:t xml:space="preserve">С 1 </w:t>
      </w:r>
      <w:r w:rsidR="00D66DBB" w:rsidRPr="007F1865">
        <w:t>июн</w:t>
      </w:r>
      <w:r w:rsidR="00CD1AF6" w:rsidRPr="007F1865">
        <w:t>я</w:t>
      </w:r>
      <w:r w:rsidR="00CD1AF6" w:rsidRPr="00123C35">
        <w:t xml:space="preserve"> 2018</w:t>
      </w:r>
      <w:r w:rsidR="00AA0506" w:rsidRPr="00123C35">
        <w:t xml:space="preserve"> года</w:t>
      </w:r>
      <w:r w:rsidR="00AA0506" w:rsidRPr="00AA0506">
        <w:t xml:space="preserve"> признать утратившим</w:t>
      </w:r>
      <w:r w:rsidR="00CD1AF6">
        <w:t>и</w:t>
      </w:r>
      <w:r w:rsidR="00AA0506" w:rsidRPr="00AA0506">
        <w:t xml:space="preserve"> силу</w:t>
      </w:r>
      <w:r w:rsidR="00CD1AF6">
        <w:t>:</w:t>
      </w:r>
    </w:p>
    <w:p w:rsidR="00204BBA" w:rsidRDefault="00CD1AF6" w:rsidP="00AA0506">
      <w:pPr>
        <w:pStyle w:val="ac"/>
        <w:spacing w:line="276" w:lineRule="auto"/>
        <w:ind w:firstLine="720"/>
      </w:pPr>
      <w:r>
        <w:t xml:space="preserve">- </w:t>
      </w:r>
      <w:r w:rsidR="00AA0506" w:rsidRPr="00AA0506">
        <w:t xml:space="preserve"> </w:t>
      </w:r>
      <w:r w:rsidRPr="00AA0506">
        <w:t>решени</w:t>
      </w:r>
      <w:r>
        <w:t>е</w:t>
      </w:r>
      <w:r w:rsidRPr="00AA0506">
        <w:t xml:space="preserve"> региональной службы по тарифам Нижегородской области</w:t>
      </w:r>
      <w:r w:rsidRPr="00627740">
        <w:t xml:space="preserve"> </w:t>
      </w:r>
      <w:r>
        <w:br/>
      </w:r>
      <w:r w:rsidR="005B09F5" w:rsidRPr="00627740">
        <w:t xml:space="preserve">от </w:t>
      </w:r>
      <w:r w:rsidR="00D66DBB">
        <w:t>30</w:t>
      </w:r>
      <w:r>
        <w:t xml:space="preserve"> ноября 2015</w:t>
      </w:r>
      <w:r w:rsidR="005B09F5" w:rsidRPr="00627740">
        <w:t xml:space="preserve"> года № </w:t>
      </w:r>
      <w:r w:rsidR="00D66DBB">
        <w:t>45/81</w:t>
      </w:r>
      <w:r w:rsidR="005B09F5" w:rsidRPr="00627740">
        <w:t xml:space="preserve"> «</w:t>
      </w:r>
      <w:r w:rsidR="00D66DBB" w:rsidRPr="00D66DBB">
        <w:t xml:space="preserve">Об установлении ОБЩЕСТВУ С ОГРАНИЧЕННОЙ ОТВЕТСТВЕННОСТЬЮ «ПРОМТЕПЛО», </w:t>
      </w:r>
      <w:proofErr w:type="spellStart"/>
      <w:r w:rsidR="00D66DBB" w:rsidRPr="00D66DBB">
        <w:t>р.п</w:t>
      </w:r>
      <w:proofErr w:type="spellEnd"/>
      <w:r w:rsidR="00D66DBB" w:rsidRPr="00D66DBB">
        <w:t xml:space="preserve">. </w:t>
      </w:r>
      <w:proofErr w:type="spellStart"/>
      <w:r w:rsidR="00D66DBB" w:rsidRPr="00D66DBB">
        <w:t>Гремячево</w:t>
      </w:r>
      <w:proofErr w:type="spellEnd"/>
      <w:r w:rsidR="00D66DBB" w:rsidRPr="00D66DBB">
        <w:t xml:space="preserve"> городского округа город Кулебаки Нижегородской области, тарифов на горячую воду, поставляемую потребителям городского округа город Кулебаки Нижегородской области с использованием закрытой системы горячего водоснабжения</w:t>
      </w:r>
      <w:r w:rsidR="005B09F5" w:rsidRPr="00627740">
        <w:t>»</w:t>
      </w:r>
      <w:r>
        <w:t>;</w:t>
      </w:r>
    </w:p>
    <w:p w:rsidR="00CD1AF6" w:rsidRDefault="00CD1AF6" w:rsidP="00D66DBB">
      <w:pPr>
        <w:pStyle w:val="ac"/>
        <w:spacing w:line="276" w:lineRule="auto"/>
        <w:ind w:firstLine="720"/>
      </w:pPr>
      <w:r>
        <w:t xml:space="preserve">- </w:t>
      </w:r>
      <w:r w:rsidRPr="00AA0506">
        <w:t>решени</w:t>
      </w:r>
      <w:r>
        <w:t>е</w:t>
      </w:r>
      <w:r w:rsidRPr="00AA0506">
        <w:t xml:space="preserve"> региональной службы по тарифам Нижегородской области</w:t>
      </w:r>
      <w:r w:rsidRPr="00627740">
        <w:t xml:space="preserve"> </w:t>
      </w:r>
      <w:r>
        <w:br/>
      </w:r>
      <w:r w:rsidRPr="00627740">
        <w:t xml:space="preserve">от </w:t>
      </w:r>
      <w:r w:rsidR="00FD1D66">
        <w:t>6 декабря</w:t>
      </w:r>
      <w:r>
        <w:t xml:space="preserve"> 2016</w:t>
      </w:r>
      <w:r w:rsidRPr="00627740">
        <w:t xml:space="preserve"> года № </w:t>
      </w:r>
      <w:r w:rsidR="00D66DBB">
        <w:t>46/41</w:t>
      </w:r>
      <w:r>
        <w:t xml:space="preserve"> </w:t>
      </w:r>
      <w:r w:rsidR="002D33DC">
        <w:t>«</w:t>
      </w:r>
      <w:r w:rsidR="00D66DBB">
        <w:t xml:space="preserve">О внесении изменений в решение региональной службы по тарифам Нижегородской области от 30 ноября 2015 года № 45/81 </w:t>
      </w:r>
      <w:r w:rsidR="00C51801">
        <w:t xml:space="preserve">       </w:t>
      </w:r>
      <w:r w:rsidR="00D66DBB">
        <w:t xml:space="preserve">«Об установлении ОБЩЕСТВУ С ОГРАНИЧЕННОЙ ОТВЕТСТВЕННОСТЬЮ «ПРОМТЕПЛО», </w:t>
      </w:r>
      <w:proofErr w:type="spellStart"/>
      <w:r w:rsidR="00D66DBB">
        <w:t>р.п</w:t>
      </w:r>
      <w:proofErr w:type="spellEnd"/>
      <w:r w:rsidR="00D66DBB">
        <w:t xml:space="preserve">. </w:t>
      </w:r>
      <w:proofErr w:type="spellStart"/>
      <w:r w:rsidR="00D66DBB">
        <w:t>Гремячево</w:t>
      </w:r>
      <w:proofErr w:type="spellEnd"/>
      <w:r w:rsidR="00D66DBB">
        <w:t xml:space="preserve"> городского округа город Кулебаки Нижегородской области, тарифов на горячую воду, поставляемую потребителям городского округа город Кулебаки Нижегородской области с использованием закрытой системы горячего водоснабжения</w:t>
      </w:r>
      <w:r w:rsidR="00FD1D66" w:rsidRPr="00FD1D66">
        <w:t>»</w:t>
      </w:r>
      <w:r>
        <w:t>;</w:t>
      </w:r>
    </w:p>
    <w:p w:rsidR="00CD1AF6" w:rsidRPr="00D66DBB" w:rsidRDefault="00947D15" w:rsidP="00D66DBB">
      <w:pPr>
        <w:pStyle w:val="ac"/>
        <w:spacing w:line="276" w:lineRule="auto"/>
        <w:ind w:firstLine="720"/>
      </w:pPr>
      <w:r>
        <w:t xml:space="preserve">- </w:t>
      </w:r>
      <w:r w:rsidR="00CD1AF6" w:rsidRPr="00AA0506">
        <w:t>решени</w:t>
      </w:r>
      <w:r w:rsidR="00CD1AF6">
        <w:t>е</w:t>
      </w:r>
      <w:r w:rsidR="00CD1AF6" w:rsidRPr="00AA0506">
        <w:t xml:space="preserve"> региональной службы по тарифам Нижегородской области</w:t>
      </w:r>
      <w:r w:rsidR="00CD1AF6" w:rsidRPr="00627740">
        <w:t xml:space="preserve"> </w:t>
      </w:r>
      <w:r w:rsidR="00CD1AF6">
        <w:br/>
      </w:r>
      <w:r w:rsidR="00CD1AF6" w:rsidRPr="00627740">
        <w:t xml:space="preserve">от </w:t>
      </w:r>
      <w:r w:rsidR="00D66DBB">
        <w:t>28 ноября</w:t>
      </w:r>
      <w:r w:rsidR="00CD1AF6">
        <w:t xml:space="preserve"> 2017</w:t>
      </w:r>
      <w:r w:rsidR="00CD1AF6" w:rsidRPr="00627740">
        <w:t xml:space="preserve"> года № </w:t>
      </w:r>
      <w:r w:rsidR="00D66DBB">
        <w:t>60/66</w:t>
      </w:r>
      <w:r w:rsidR="00CD1AF6">
        <w:t xml:space="preserve"> «</w:t>
      </w:r>
      <w:r w:rsidR="00D66DBB">
        <w:t xml:space="preserve">О внесении изменений в решение региональной службы по тарифам Нижегородской области от 30 ноября 2015 года № 45/81              «Об установлении ОБЩЕСТВУ С ОГРАНИЧЕННОЙ ОТВЕТСТВЕННОСТЬЮ «ПРОМТЕПЛО», </w:t>
      </w:r>
      <w:proofErr w:type="spellStart"/>
      <w:r w:rsidR="00D66DBB">
        <w:t>р.п</w:t>
      </w:r>
      <w:proofErr w:type="spellEnd"/>
      <w:r w:rsidR="00D66DBB">
        <w:t xml:space="preserve">. </w:t>
      </w:r>
      <w:proofErr w:type="spellStart"/>
      <w:r w:rsidR="00D66DBB">
        <w:t>Гремячево</w:t>
      </w:r>
      <w:proofErr w:type="spellEnd"/>
      <w:r w:rsidR="00D66DBB">
        <w:t xml:space="preserve"> городского округа город Кулебаки Нижегородской области, тарифов на горячую воду, поставляемую потребителям городского округа город Кулебаки Нижегородской области с использованием закрытой системы горячего водоснабжения</w:t>
      </w:r>
      <w:r w:rsidR="00FD1D66" w:rsidRPr="00FD1D66">
        <w:rPr>
          <w:bCs/>
        </w:rPr>
        <w:t>»</w:t>
      </w:r>
      <w:r w:rsidR="00FD1D66">
        <w:rPr>
          <w:bCs/>
        </w:rPr>
        <w:t>.</w:t>
      </w:r>
    </w:p>
    <w:p w:rsidR="00AA0506" w:rsidRDefault="00AA0506" w:rsidP="00D66DBB">
      <w:pPr>
        <w:pStyle w:val="ac"/>
        <w:spacing w:line="276" w:lineRule="auto"/>
      </w:pPr>
    </w:p>
    <w:p w:rsidR="00D66DBB" w:rsidRPr="00AA0506" w:rsidRDefault="00D66DBB" w:rsidP="00D66DBB">
      <w:pPr>
        <w:pStyle w:val="ac"/>
        <w:spacing w:line="276" w:lineRule="auto"/>
      </w:pPr>
    </w:p>
    <w:p w:rsidR="00DE492A" w:rsidRDefault="00CD1AF6" w:rsidP="00DE492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</w:t>
      </w:r>
      <w:proofErr w:type="spellStart"/>
      <w:r>
        <w:rPr>
          <w:szCs w:val="28"/>
        </w:rPr>
        <w:t>А.Г.Малухин</w:t>
      </w:r>
      <w:proofErr w:type="spellEnd"/>
    </w:p>
    <w:p w:rsidR="007F1865" w:rsidRDefault="007F1865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CE3CEA" w:rsidRDefault="00CE3CEA" w:rsidP="00215EE1">
      <w:pPr>
        <w:tabs>
          <w:tab w:val="left" w:pos="1897"/>
        </w:tabs>
        <w:spacing w:line="276" w:lineRule="auto"/>
        <w:rPr>
          <w:szCs w:val="28"/>
        </w:rPr>
      </w:pPr>
    </w:p>
    <w:p w:rsidR="005C02BA" w:rsidRDefault="005C02BA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5C02BA" w:rsidRDefault="005C02BA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5C02BA" w:rsidRDefault="005C02BA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5C02BA" w:rsidRDefault="005C02BA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5C02BA" w:rsidRDefault="005C02BA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</w:p>
    <w:p w:rsidR="00373E53" w:rsidRPr="00373E5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lastRenderedPageBreak/>
        <w:t>ПРИЛОЖЕНИЕ</w:t>
      </w:r>
    </w:p>
    <w:p w:rsidR="00373E53" w:rsidRPr="00373E5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t>к решению региональной службы</w:t>
      </w:r>
    </w:p>
    <w:p w:rsidR="00373E53" w:rsidRPr="00373E5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t>по тарифам Нижегородской области</w:t>
      </w:r>
    </w:p>
    <w:p w:rsidR="00373E53" w:rsidRPr="001A02F3" w:rsidRDefault="00373E53" w:rsidP="00373E53">
      <w:pPr>
        <w:tabs>
          <w:tab w:val="left" w:pos="1897"/>
        </w:tabs>
        <w:spacing w:line="276" w:lineRule="auto"/>
        <w:ind w:left="5245"/>
        <w:jc w:val="center"/>
        <w:rPr>
          <w:szCs w:val="28"/>
        </w:rPr>
      </w:pPr>
      <w:r w:rsidRPr="00373E53">
        <w:rPr>
          <w:szCs w:val="28"/>
        </w:rPr>
        <w:t xml:space="preserve">от </w:t>
      </w:r>
      <w:r>
        <w:rPr>
          <w:szCs w:val="28"/>
        </w:rPr>
        <w:t>31 мая</w:t>
      </w:r>
      <w:r w:rsidRPr="00373E53">
        <w:rPr>
          <w:szCs w:val="28"/>
        </w:rPr>
        <w:t xml:space="preserve"> </w:t>
      </w:r>
      <w:r>
        <w:rPr>
          <w:szCs w:val="28"/>
        </w:rPr>
        <w:t>2018</w:t>
      </w:r>
      <w:r w:rsidRPr="00373E53">
        <w:rPr>
          <w:szCs w:val="28"/>
        </w:rPr>
        <w:t xml:space="preserve"> года № </w:t>
      </w:r>
      <w:r w:rsidR="00B0209D" w:rsidRPr="001A02F3">
        <w:rPr>
          <w:szCs w:val="28"/>
        </w:rPr>
        <w:t>18/2</w:t>
      </w:r>
    </w:p>
    <w:p w:rsidR="00373E53" w:rsidRDefault="00373E53" w:rsidP="00DE492A">
      <w:pPr>
        <w:tabs>
          <w:tab w:val="left" w:pos="1897"/>
        </w:tabs>
        <w:spacing w:line="276" w:lineRule="auto"/>
        <w:rPr>
          <w:szCs w:val="28"/>
        </w:rPr>
      </w:pPr>
    </w:p>
    <w:p w:rsidR="00373E53" w:rsidRPr="00B542CC" w:rsidRDefault="00373E53" w:rsidP="00373E5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373E53" w:rsidRDefault="00373E53" w:rsidP="00373E5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ГОРЯЧЕГО ВОДОСНАБЖЕНИЯ</w:t>
      </w:r>
    </w:p>
    <w:p w:rsidR="00CE3CEA" w:rsidRPr="00CE3CEA" w:rsidRDefault="00373E53" w:rsidP="00CE3CEA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пр</w:t>
      </w:r>
      <w:r>
        <w:rPr>
          <w:sz w:val="24"/>
          <w:szCs w:val="24"/>
        </w:rPr>
        <w:t>оизводственной программы с 01.06</w:t>
      </w:r>
      <w:r w:rsidRPr="00A27043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A27043">
        <w:rPr>
          <w:sz w:val="24"/>
          <w:szCs w:val="24"/>
        </w:rPr>
        <w:t xml:space="preserve"> г. по 31</w:t>
      </w:r>
      <w:r w:rsidR="0041251C">
        <w:rPr>
          <w:sz w:val="24"/>
          <w:szCs w:val="24"/>
        </w:rPr>
        <w:t>.12.2023</w:t>
      </w:r>
      <w:r w:rsidRPr="00A27043">
        <w:rPr>
          <w:sz w:val="24"/>
          <w:szCs w:val="24"/>
        </w:rPr>
        <w:t xml:space="preserve"> 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83"/>
        <w:gridCol w:w="142"/>
        <w:gridCol w:w="142"/>
        <w:gridCol w:w="283"/>
        <w:gridCol w:w="284"/>
        <w:gridCol w:w="708"/>
        <w:gridCol w:w="385"/>
        <w:gridCol w:w="41"/>
        <w:gridCol w:w="567"/>
        <w:gridCol w:w="567"/>
        <w:gridCol w:w="425"/>
        <w:gridCol w:w="61"/>
        <w:gridCol w:w="648"/>
        <w:gridCol w:w="141"/>
        <w:gridCol w:w="142"/>
        <w:gridCol w:w="425"/>
        <w:gridCol w:w="142"/>
        <w:gridCol w:w="284"/>
        <w:gridCol w:w="141"/>
        <w:gridCol w:w="993"/>
      </w:tblGrid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CE3CEA" w:rsidRPr="00CE3CEA" w:rsidTr="00CE3CEA">
        <w:trPr>
          <w:trHeight w:val="385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 xml:space="preserve">Наименование регулируемой организации (ИНН) </w:t>
            </w:r>
          </w:p>
        </w:tc>
        <w:tc>
          <w:tcPr>
            <w:tcW w:w="623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aps/>
                <w:sz w:val="20"/>
                <w:lang w:eastAsia="en-US"/>
              </w:rPr>
              <w:t>ОБЩЕСТВО С ОГРАНИЧЕННОЙ ОТВЕТСТВЕННОСТЬЮ «ПРОМТЕПЛО» (ИНН 5251009826)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Местонахождение регулируемой организации</w:t>
            </w:r>
          </w:p>
        </w:tc>
        <w:tc>
          <w:tcPr>
            <w:tcW w:w="623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Default="00CE3CEA" w:rsidP="00CE3C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607022, Нижегородская область, городской округ город Кулебаки,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  <w:p w:rsidR="00CE3CEA" w:rsidRPr="00CE3CEA" w:rsidRDefault="00CE3CEA" w:rsidP="00CE3C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lang w:eastAsia="en-US"/>
              </w:rPr>
              <w:t>р.п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lang w:eastAsia="en-US"/>
              </w:rPr>
              <w:t>Гремячево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 xml:space="preserve">, ул. Горняков, </w:t>
            </w:r>
            <w:r w:rsidRPr="00CE3CEA">
              <w:rPr>
                <w:rFonts w:eastAsia="Calibri"/>
                <w:sz w:val="20"/>
                <w:lang w:eastAsia="en-US"/>
              </w:rPr>
              <w:t>д. 2, пом.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CE3CEA">
              <w:rPr>
                <w:rFonts w:eastAsia="Calibri"/>
                <w:sz w:val="20"/>
                <w:lang w:eastAsia="en-US"/>
              </w:rPr>
              <w:t>5, ком. 5</w:t>
            </w:r>
          </w:p>
        </w:tc>
      </w:tr>
      <w:tr w:rsidR="00CE3CEA" w:rsidRPr="00CE3CEA" w:rsidTr="00215EE1">
        <w:trPr>
          <w:trHeight w:val="510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 xml:space="preserve">Наименование уполномоченного органа </w:t>
            </w:r>
          </w:p>
        </w:tc>
        <w:tc>
          <w:tcPr>
            <w:tcW w:w="623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Местонахождение уполномоченного органа</w:t>
            </w:r>
          </w:p>
        </w:tc>
        <w:tc>
          <w:tcPr>
            <w:tcW w:w="6237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603082,  г. Нижний Новгород, Кремль, корпус 1</w:t>
            </w:r>
          </w:p>
          <w:p w:rsidR="00CE3CEA" w:rsidRPr="00CE3CEA" w:rsidRDefault="00CE3CEA" w:rsidP="00CE3C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E3CEA" w:rsidRPr="00CE3CEA" w:rsidTr="00CE3CEA">
        <w:trPr>
          <w:trHeight w:val="155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CE3CEA" w:rsidRPr="00CE3CEA" w:rsidTr="00215EE1">
        <w:trPr>
          <w:trHeight w:val="269"/>
          <w:tblCellSpacing w:w="5" w:type="nil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</w:tr>
      <w:tr w:rsidR="00CE3CEA" w:rsidRPr="00CE3CEA" w:rsidTr="00215EE1">
        <w:trPr>
          <w:trHeight w:val="296"/>
          <w:tblCellSpacing w:w="5" w:type="nil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CE3CEA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CE3CEA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CE3CEA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22,952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39,346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39,346</w:t>
            </w:r>
          </w:p>
        </w:tc>
      </w:tr>
      <w:tr w:rsidR="00CE3CEA" w:rsidRPr="00CE3CEA" w:rsidTr="00215EE1">
        <w:trPr>
          <w:trHeight w:val="296"/>
          <w:tblCellSpacing w:w="5" w:type="nil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21,153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36,263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36,263</w:t>
            </w:r>
          </w:p>
        </w:tc>
      </w:tr>
      <w:tr w:rsidR="00CE3CEA" w:rsidRPr="00CE3CEA" w:rsidTr="00215EE1">
        <w:trPr>
          <w:trHeight w:val="296"/>
          <w:tblCellSpacing w:w="5" w:type="nil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1,791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3,070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3,070</w:t>
            </w:r>
          </w:p>
        </w:tc>
      </w:tr>
      <w:tr w:rsidR="00CE3CEA" w:rsidRPr="00CE3CEA" w:rsidTr="00215EE1">
        <w:trPr>
          <w:trHeight w:val="296"/>
          <w:tblCellSpacing w:w="5" w:type="nil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0,013</w:t>
            </w:r>
          </w:p>
        </w:tc>
      </w:tr>
      <w:tr w:rsidR="00CE3CEA" w:rsidRPr="00CE3CEA" w:rsidTr="00215EE1">
        <w:trPr>
          <w:trHeight w:val="296"/>
          <w:tblCellSpacing w:w="5" w:type="nil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0,000</w:t>
            </w:r>
          </w:p>
        </w:tc>
      </w:tr>
      <w:tr w:rsidR="00CE3CEA" w:rsidRPr="00CE3CEA" w:rsidTr="00215EE1">
        <w:trPr>
          <w:trHeight w:val="3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CE3CEA" w:rsidRPr="00CE3CEA" w:rsidTr="00215EE1">
        <w:trPr>
          <w:trHeight w:val="223"/>
          <w:tblCellSpacing w:w="5" w:type="nil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544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E3CEA" w:rsidRPr="00CE3CEA" w:rsidTr="00215EE1">
        <w:trPr>
          <w:trHeight w:val="255"/>
          <w:tblCellSpacing w:w="5" w:type="nil"/>
        </w:trPr>
        <w:tc>
          <w:tcPr>
            <w:tcW w:w="3119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418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01.06.2018 по 31.12.2018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01.01.2019 по 31.12.2019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01.01.2020 по 31.12.2020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01.01.2021 по 31.12.2021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01.01.2022 по 31.12.2022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01.01.2023 по 31.12.2023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453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20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lastRenderedPageBreak/>
              <w:t>4.1. Перечень мероприятий по ремонту объектов централизованных систем водоснабжения</w:t>
            </w:r>
          </w:p>
        </w:tc>
      </w:tr>
      <w:tr w:rsidR="00CE3CEA" w:rsidRPr="00CE3CEA" w:rsidTr="00215EE1">
        <w:trPr>
          <w:trHeight w:val="223"/>
          <w:tblCellSpacing w:w="5" w:type="nil"/>
        </w:trPr>
        <w:tc>
          <w:tcPr>
            <w:tcW w:w="326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E3CEA" w:rsidRPr="00CE3CEA" w:rsidTr="00215EE1">
        <w:trPr>
          <w:trHeight w:val="255"/>
          <w:tblCellSpacing w:w="5" w:type="nil"/>
        </w:trPr>
        <w:tc>
          <w:tcPr>
            <w:tcW w:w="326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5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01.06.2018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01.01.2020 по 31.12.2020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49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CE3CEA" w:rsidRPr="00CE3CEA" w:rsidTr="00215EE1">
        <w:trPr>
          <w:trHeight w:val="223"/>
          <w:tblCellSpacing w:w="5" w:type="nil"/>
        </w:trPr>
        <w:tc>
          <w:tcPr>
            <w:tcW w:w="326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E3CEA" w:rsidRPr="00CE3CEA" w:rsidTr="00215EE1">
        <w:trPr>
          <w:trHeight w:val="255"/>
          <w:tblCellSpacing w:w="5" w:type="nil"/>
        </w:trPr>
        <w:tc>
          <w:tcPr>
            <w:tcW w:w="326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5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01.06.2018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01.01.2020 по 31.12.2020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49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</w:p>
        </w:tc>
      </w:tr>
      <w:tr w:rsidR="00CE3CEA" w:rsidRPr="00CE3CEA" w:rsidTr="00215EE1">
        <w:trPr>
          <w:trHeight w:val="223"/>
          <w:tblCellSpacing w:w="5" w:type="nil"/>
        </w:trPr>
        <w:tc>
          <w:tcPr>
            <w:tcW w:w="326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E3CEA" w:rsidRPr="00CE3CEA" w:rsidTr="00215EE1">
        <w:trPr>
          <w:trHeight w:val="255"/>
          <w:tblCellSpacing w:w="5" w:type="nil"/>
        </w:trPr>
        <w:tc>
          <w:tcPr>
            <w:tcW w:w="326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5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6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>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01.01.2020 по 31.12.2020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49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E3CEA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CE3CEA" w:rsidRPr="00CE3CEA" w:rsidTr="00215EE1">
        <w:trPr>
          <w:trHeight w:val="223"/>
          <w:tblCellSpacing w:w="5" w:type="nil"/>
        </w:trPr>
        <w:tc>
          <w:tcPr>
            <w:tcW w:w="326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E3CEA" w:rsidRPr="00CE3CEA" w:rsidTr="00215EE1">
        <w:trPr>
          <w:trHeight w:val="255"/>
          <w:tblCellSpacing w:w="5" w:type="nil"/>
        </w:trPr>
        <w:tc>
          <w:tcPr>
            <w:tcW w:w="326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Другие источники</w:t>
            </w:r>
          </w:p>
        </w:tc>
        <w:tc>
          <w:tcPr>
            <w:tcW w:w="15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01.06.2018 по 31.12.2018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01.06.2018 по 31.12.2018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178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01.01.2020 по 31.12.2020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32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1"/>
          <w:tblCellSpacing w:w="5" w:type="nil"/>
        </w:trPr>
        <w:tc>
          <w:tcPr>
            <w:tcW w:w="49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CE3CEA" w:rsidRPr="00CE3CEA" w:rsidTr="00215EE1">
        <w:trPr>
          <w:trHeight w:val="215"/>
          <w:tblCellSpacing w:w="5" w:type="nil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Ед.</w:t>
            </w: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ind w:left="-75" w:right="-75" w:firstLine="75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изм.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6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>.201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8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 xml:space="preserve"> по 31.12.201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9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 xml:space="preserve"> по 31.12.201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20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 xml:space="preserve"> по 31.12.20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1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 xml:space="preserve"> по 31.12.202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2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 xml:space="preserve"> по 31.12.202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ind w:left="-75" w:right="-75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3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 xml:space="preserve"> по 31.12.202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3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CE3CEA" w:rsidRPr="00CE3CEA" w:rsidTr="00215EE1">
        <w:trPr>
          <w:trHeight w:val="1398"/>
          <w:tblCellSpacing w:w="5" w:type="nil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E3CEA" w:rsidRPr="00CE3CEA" w:rsidTr="00215EE1">
        <w:trPr>
          <w:trHeight w:val="1039"/>
          <w:tblCellSpacing w:w="5" w:type="nil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 xml:space="preserve">Доля проб питьевой воды в распределительной водопроводной сети, не соответствующих </w:t>
            </w:r>
            <w:r w:rsidRPr="00CE3CEA">
              <w:rPr>
                <w:rFonts w:eastAsia="Calibri"/>
                <w:sz w:val="20"/>
                <w:lang w:eastAsia="en-US"/>
              </w:rPr>
              <w:lastRenderedPageBreak/>
              <w:t>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E3CEA" w:rsidRPr="00CE3CEA" w:rsidTr="00215EE1">
        <w:trPr>
          <w:trHeight w:val="276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CE3CEA" w:rsidRPr="00CE3CEA" w:rsidTr="00215EE1">
        <w:trPr>
          <w:trHeight w:val="845"/>
          <w:tblCellSpacing w:w="5" w:type="nil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ед./</w:t>
            </w: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Гкал/</w:t>
            </w:r>
          </w:p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CE3CEA">
              <w:rPr>
                <w:rFonts w:eastAsia="Calibri"/>
                <w:sz w:val="20"/>
                <w:lang w:eastAsia="en-US"/>
              </w:rPr>
              <w:t>куб.м</w:t>
            </w:r>
            <w:proofErr w:type="spellEnd"/>
            <w:r w:rsidRPr="00CE3CEA">
              <w:rPr>
                <w:rFonts w:eastAsia="Calibri"/>
                <w:sz w:val="20"/>
                <w:lang w:eastAsia="en-US"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0,0616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CE3CEA" w:rsidRPr="00CE3CEA" w:rsidTr="00215EE1">
        <w:trPr>
          <w:trHeight w:val="215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6</w:t>
            </w:r>
            <w:r w:rsidRPr="00CE3CEA">
              <w:rPr>
                <w:rFonts w:eastAsia="Calibri"/>
                <w:color w:val="000000"/>
                <w:sz w:val="20"/>
                <w:lang w:eastAsia="en-US"/>
              </w:rPr>
              <w:t>.2018 по 31.12.2018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7371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7371" w:type="dxa"/>
            <w:gridSpan w:val="1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212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CE3CEA" w:rsidRPr="00CE3CEA" w:rsidTr="00215EE1">
        <w:trPr>
          <w:trHeight w:val="221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D741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</w:t>
            </w:r>
            <w:r w:rsidR="00D741C4">
              <w:rPr>
                <w:rFonts w:eastAsia="Calibri"/>
                <w:color w:val="000000"/>
                <w:sz w:val="20"/>
                <w:lang w:eastAsia="en-US"/>
              </w:rPr>
              <w:t>6</w:t>
            </w:r>
            <w:bookmarkStart w:id="2" w:name="_GoBack"/>
            <w:bookmarkEnd w:id="2"/>
            <w:r w:rsidRPr="00CE3CEA">
              <w:rPr>
                <w:rFonts w:eastAsia="Calibri"/>
                <w:color w:val="000000"/>
                <w:sz w:val="20"/>
                <w:lang w:eastAsia="en-US"/>
              </w:rPr>
              <w:t>.2018 по 31.12.2018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09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09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09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0"/>
                <w:lang w:eastAsia="en-US"/>
              </w:rPr>
            </w:pPr>
            <w:r w:rsidRPr="00CE3CEA">
              <w:rPr>
                <w:rFonts w:eastAsia="Calibri"/>
                <w:color w:val="000000"/>
                <w:sz w:val="20"/>
                <w:lang w:eastAsia="en-US"/>
              </w:rPr>
              <w:t>На период с 01.01.2023 по 31.12.2023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bCs/>
                <w:sz w:val="20"/>
                <w:lang w:eastAsia="en-US"/>
              </w:rPr>
              <w:t>Итого</w:t>
            </w:r>
            <w:r w:rsidRPr="00CE3CEA">
              <w:rPr>
                <w:rFonts w:eastAsia="Calibri"/>
                <w:sz w:val="20"/>
                <w:lang w:eastAsia="en-US"/>
              </w:rPr>
              <w:t xml:space="preserve"> объем финансовых потребностей за весь срок реализации программы</w:t>
            </w:r>
            <w:r w:rsidRPr="00CE3CEA">
              <w:rPr>
                <w:rFonts w:eastAsia="Calibri"/>
                <w:bCs/>
                <w:sz w:val="20"/>
                <w:lang w:eastAsia="en-US"/>
              </w:rPr>
              <w:t>:</w:t>
            </w: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CE3CEA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</w:tr>
      <w:tr w:rsidR="00CE3CEA" w:rsidRPr="00CE3CEA" w:rsidTr="00215EE1">
        <w:trPr>
          <w:trHeight w:val="360"/>
          <w:tblCellSpacing w:w="5" w:type="nil"/>
        </w:trPr>
        <w:tc>
          <w:tcPr>
            <w:tcW w:w="949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CE3CEA" w:rsidRPr="00CE3CEA" w:rsidTr="00215EE1">
        <w:trPr>
          <w:trHeight w:val="372"/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2017 год</w:t>
            </w:r>
          </w:p>
        </w:tc>
      </w:tr>
      <w:tr w:rsidR="00CE3CEA" w:rsidRPr="00CE3CEA" w:rsidTr="00215EE1">
        <w:trPr>
          <w:tblCellSpacing w:w="5" w:type="nil"/>
        </w:trPr>
        <w:tc>
          <w:tcPr>
            <w:tcW w:w="73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3CEA" w:rsidRPr="00CE3CEA" w:rsidRDefault="00CE3CEA" w:rsidP="00CE3C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 xml:space="preserve">Объем подачи воды, </w:t>
            </w:r>
            <w:proofErr w:type="spellStart"/>
            <w:r w:rsidRPr="00CE3CEA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CE3CEA">
              <w:rPr>
                <w:rFonts w:eastAsia="Calibri"/>
                <w:sz w:val="20"/>
                <w:lang w:eastAsia="en-US"/>
              </w:rPr>
              <w:t>.к</w:t>
            </w:r>
            <w:proofErr w:type="gramEnd"/>
            <w:r w:rsidRPr="00CE3CEA">
              <w:rPr>
                <w:rFonts w:eastAsia="Calibri"/>
                <w:sz w:val="20"/>
                <w:lang w:eastAsia="en-US"/>
              </w:rPr>
              <w:t>уб.м</w:t>
            </w:r>
            <w:proofErr w:type="spellEnd"/>
          </w:p>
        </w:tc>
        <w:tc>
          <w:tcPr>
            <w:tcW w:w="2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3CEA" w:rsidRPr="00CE3CEA" w:rsidRDefault="00CE3CEA" w:rsidP="00CE3CEA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E3CEA">
              <w:rPr>
                <w:rFonts w:eastAsia="Calibri"/>
                <w:sz w:val="20"/>
                <w:lang w:eastAsia="en-US"/>
              </w:rPr>
              <w:t>18,104</w:t>
            </w:r>
          </w:p>
        </w:tc>
      </w:tr>
    </w:tbl>
    <w:p w:rsidR="00CE3CEA" w:rsidRDefault="00CE3CEA" w:rsidP="00DE492A">
      <w:pPr>
        <w:tabs>
          <w:tab w:val="left" w:pos="1897"/>
        </w:tabs>
        <w:spacing w:line="276" w:lineRule="auto"/>
        <w:rPr>
          <w:szCs w:val="28"/>
        </w:rPr>
      </w:pPr>
    </w:p>
    <w:sectPr w:rsidR="00CE3CE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E1" w:rsidRDefault="00215EE1">
      <w:r>
        <w:separator/>
      </w:r>
    </w:p>
  </w:endnote>
  <w:endnote w:type="continuationSeparator" w:id="0">
    <w:p w:rsidR="00215EE1" w:rsidRDefault="0021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E1" w:rsidRDefault="00215EE1">
      <w:r>
        <w:separator/>
      </w:r>
    </w:p>
  </w:footnote>
  <w:footnote w:type="continuationSeparator" w:id="0">
    <w:p w:rsidR="00215EE1" w:rsidRDefault="0021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E1" w:rsidRDefault="00215EE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5EE1" w:rsidRDefault="00215E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E1" w:rsidRDefault="00215EE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741C4">
      <w:rPr>
        <w:rStyle w:val="a9"/>
        <w:noProof/>
      </w:rPr>
      <w:t>4</w:t>
    </w:r>
    <w:r>
      <w:rPr>
        <w:rStyle w:val="a9"/>
      </w:rPr>
      <w:fldChar w:fldCharType="end"/>
    </w:r>
  </w:p>
  <w:p w:rsidR="00215EE1" w:rsidRDefault="00215E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E1" w:rsidRDefault="00D741C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215EE1" w:rsidRPr="00E52B15" w:rsidRDefault="00215EE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15EE1" w:rsidRPr="00561114" w:rsidRDefault="00215EE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215EE1" w:rsidRPr="00561114" w:rsidRDefault="00215EE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15EE1" w:rsidRPr="000F7B5C" w:rsidRDefault="00215EE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215EE1" w:rsidRPr="000F7B5C" w:rsidRDefault="00215EE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215EE1" w:rsidRDefault="00215EE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215EE1" w:rsidRDefault="00215EE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215EE1" w:rsidRPr="002B6128" w:rsidRDefault="00215EE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15EE1" w:rsidRDefault="00215EE1" w:rsidP="00276416">
                <w:pPr>
                  <w:ind w:right="-70"/>
                  <w:rPr>
                    <w:sz w:val="20"/>
                  </w:rPr>
                </w:pPr>
              </w:p>
              <w:p w:rsidR="00215EE1" w:rsidRPr="001772E6" w:rsidRDefault="00215EE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15EE1" w:rsidRDefault="00215EE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5Mhm0n6oB17aBCN6mzdQZYhydGo=" w:salt="uGvl2K1Wkw8OeRSDDkZhD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A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2FCA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FD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3C3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7C1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5C78"/>
    <w:rsid w:val="00186F92"/>
    <w:rsid w:val="001873D4"/>
    <w:rsid w:val="00187445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02F3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1E3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4BBA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5EE1"/>
    <w:rsid w:val="002165E3"/>
    <w:rsid w:val="0021757A"/>
    <w:rsid w:val="002175D4"/>
    <w:rsid w:val="0022015C"/>
    <w:rsid w:val="00220815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7B7"/>
    <w:rsid w:val="002C79CA"/>
    <w:rsid w:val="002D106B"/>
    <w:rsid w:val="002D147B"/>
    <w:rsid w:val="002D1A2E"/>
    <w:rsid w:val="002D2581"/>
    <w:rsid w:val="002D2B00"/>
    <w:rsid w:val="002D3327"/>
    <w:rsid w:val="002D33DC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6BC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3E53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368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4BBA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D6DAB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0FED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251C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5D5B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336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4AF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10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2FD"/>
    <w:rsid w:val="00535583"/>
    <w:rsid w:val="00540128"/>
    <w:rsid w:val="0054056C"/>
    <w:rsid w:val="005417D4"/>
    <w:rsid w:val="00541BD3"/>
    <w:rsid w:val="00542C0A"/>
    <w:rsid w:val="00543626"/>
    <w:rsid w:val="005438D8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264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09F5"/>
    <w:rsid w:val="005B112B"/>
    <w:rsid w:val="005B11B1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BA"/>
    <w:rsid w:val="005C02EA"/>
    <w:rsid w:val="005C0300"/>
    <w:rsid w:val="005C09D0"/>
    <w:rsid w:val="005C0BAA"/>
    <w:rsid w:val="005C2313"/>
    <w:rsid w:val="005C2C32"/>
    <w:rsid w:val="005C37DC"/>
    <w:rsid w:val="005C3C6E"/>
    <w:rsid w:val="005C3CAC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C9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E6C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0ED2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9EB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5EE0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47FCB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7793F"/>
    <w:rsid w:val="00780053"/>
    <w:rsid w:val="00781263"/>
    <w:rsid w:val="00781C6A"/>
    <w:rsid w:val="007821A1"/>
    <w:rsid w:val="00783E38"/>
    <w:rsid w:val="007844F2"/>
    <w:rsid w:val="007849FA"/>
    <w:rsid w:val="007858D6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798"/>
    <w:rsid w:val="007C2581"/>
    <w:rsid w:val="007C3AFD"/>
    <w:rsid w:val="007C4D91"/>
    <w:rsid w:val="007C52B1"/>
    <w:rsid w:val="007C57D9"/>
    <w:rsid w:val="007C5BA1"/>
    <w:rsid w:val="007C78A7"/>
    <w:rsid w:val="007C7BCD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DF0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865"/>
    <w:rsid w:val="007F1BF0"/>
    <w:rsid w:val="007F2657"/>
    <w:rsid w:val="007F2D12"/>
    <w:rsid w:val="007F2E70"/>
    <w:rsid w:val="007F304D"/>
    <w:rsid w:val="007F4F7C"/>
    <w:rsid w:val="007F52CA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2387"/>
    <w:rsid w:val="00834051"/>
    <w:rsid w:val="008343C4"/>
    <w:rsid w:val="008357CB"/>
    <w:rsid w:val="008369D9"/>
    <w:rsid w:val="00837902"/>
    <w:rsid w:val="00837ADC"/>
    <w:rsid w:val="00842640"/>
    <w:rsid w:val="008426D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DE6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488F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7B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47D15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053"/>
    <w:rsid w:val="009919FA"/>
    <w:rsid w:val="00991E1D"/>
    <w:rsid w:val="00992183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5CE0"/>
    <w:rsid w:val="009F65E4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B38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387"/>
    <w:rsid w:val="00A631CB"/>
    <w:rsid w:val="00A635DD"/>
    <w:rsid w:val="00A6394C"/>
    <w:rsid w:val="00A63BB2"/>
    <w:rsid w:val="00A63D05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506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CD"/>
    <w:rsid w:val="00AB747E"/>
    <w:rsid w:val="00AB77AE"/>
    <w:rsid w:val="00AC2979"/>
    <w:rsid w:val="00AC3604"/>
    <w:rsid w:val="00AC3870"/>
    <w:rsid w:val="00AC3ADB"/>
    <w:rsid w:val="00AC4A86"/>
    <w:rsid w:val="00AC501E"/>
    <w:rsid w:val="00AC5AA7"/>
    <w:rsid w:val="00AC69C6"/>
    <w:rsid w:val="00AC7144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09D"/>
    <w:rsid w:val="00B02F81"/>
    <w:rsid w:val="00B037BB"/>
    <w:rsid w:val="00B04156"/>
    <w:rsid w:val="00B043DB"/>
    <w:rsid w:val="00B04C75"/>
    <w:rsid w:val="00B05561"/>
    <w:rsid w:val="00B062FA"/>
    <w:rsid w:val="00B06699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20A"/>
    <w:rsid w:val="00B30870"/>
    <w:rsid w:val="00B30E30"/>
    <w:rsid w:val="00B30F93"/>
    <w:rsid w:val="00B32C9A"/>
    <w:rsid w:val="00B33080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632B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AA8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4D4D"/>
    <w:rsid w:val="00B857F0"/>
    <w:rsid w:val="00B86588"/>
    <w:rsid w:val="00B90C35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5E2D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3D70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159C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0E3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801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38C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1AF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3CEA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6DBB"/>
    <w:rsid w:val="00D6767A"/>
    <w:rsid w:val="00D67724"/>
    <w:rsid w:val="00D67913"/>
    <w:rsid w:val="00D67B5F"/>
    <w:rsid w:val="00D702F0"/>
    <w:rsid w:val="00D71D04"/>
    <w:rsid w:val="00D7393D"/>
    <w:rsid w:val="00D741C4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A7D33"/>
    <w:rsid w:val="00DB1EBE"/>
    <w:rsid w:val="00DB239B"/>
    <w:rsid w:val="00DB23A9"/>
    <w:rsid w:val="00DB4C8C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492A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43DF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3CE1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BD8"/>
    <w:rsid w:val="00EF0970"/>
    <w:rsid w:val="00EF1A11"/>
    <w:rsid w:val="00EF3525"/>
    <w:rsid w:val="00EF3622"/>
    <w:rsid w:val="00EF475F"/>
    <w:rsid w:val="00EF5B2F"/>
    <w:rsid w:val="00EF5DF7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5C07"/>
    <w:rsid w:val="00F57228"/>
    <w:rsid w:val="00F572BB"/>
    <w:rsid w:val="00F6147B"/>
    <w:rsid w:val="00F6166D"/>
    <w:rsid w:val="00F633AF"/>
    <w:rsid w:val="00F63E3C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9F3"/>
    <w:rsid w:val="00F81A85"/>
    <w:rsid w:val="00F81CC8"/>
    <w:rsid w:val="00F821F9"/>
    <w:rsid w:val="00F83C76"/>
    <w:rsid w:val="00F8442D"/>
    <w:rsid w:val="00F84A4D"/>
    <w:rsid w:val="00F85A47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34FA"/>
    <w:rsid w:val="00F946D6"/>
    <w:rsid w:val="00F955FB"/>
    <w:rsid w:val="00F964F4"/>
    <w:rsid w:val="00F968E1"/>
    <w:rsid w:val="00F97490"/>
    <w:rsid w:val="00F97F3A"/>
    <w:rsid w:val="00FA078A"/>
    <w:rsid w:val="00FA07D6"/>
    <w:rsid w:val="00FA188F"/>
    <w:rsid w:val="00FA20C4"/>
    <w:rsid w:val="00FA33C7"/>
    <w:rsid w:val="00FA43E7"/>
    <w:rsid w:val="00FA4E77"/>
    <w:rsid w:val="00FA6682"/>
    <w:rsid w:val="00FA7332"/>
    <w:rsid w:val="00FA76CD"/>
    <w:rsid w:val="00FB082A"/>
    <w:rsid w:val="00FB1101"/>
    <w:rsid w:val="00FB1A08"/>
    <w:rsid w:val="00FB2D60"/>
    <w:rsid w:val="00FB49B1"/>
    <w:rsid w:val="00FB51B4"/>
    <w:rsid w:val="00FB6BC6"/>
    <w:rsid w:val="00FB6C11"/>
    <w:rsid w:val="00FB6FD2"/>
    <w:rsid w:val="00FB761F"/>
    <w:rsid w:val="00FB76B5"/>
    <w:rsid w:val="00FC028D"/>
    <w:rsid w:val="00FC03BD"/>
    <w:rsid w:val="00FC132D"/>
    <w:rsid w:val="00FC2A24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1D66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7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4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C714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C74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7438C"/>
    <w:rPr>
      <w:rFonts w:cs="Times New Roman"/>
      <w:sz w:val="28"/>
    </w:rPr>
  </w:style>
  <w:style w:type="character" w:styleId="a7">
    <w:name w:val="Hyperlink"/>
    <w:basedOn w:val="a0"/>
    <w:uiPriority w:val="99"/>
    <w:rsid w:val="00C7438C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7438C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AC714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AC7144"/>
    <w:rPr>
      <w:rFonts w:cs="Times New Roman"/>
      <w:sz w:val="28"/>
      <w:szCs w:val="28"/>
    </w:rPr>
  </w:style>
  <w:style w:type="paragraph" w:styleId="ae">
    <w:name w:val="No Spacing"/>
    <w:uiPriority w:val="1"/>
    <w:qFormat/>
    <w:rsid w:val="00AC7144"/>
    <w:rPr>
      <w:rFonts w:asciiTheme="minorHAnsi" w:hAnsiTheme="minorHAnsi" w:cstheme="minorBidi"/>
      <w:sz w:val="22"/>
      <w:szCs w:val="22"/>
      <w:lang w:eastAsia="en-US"/>
    </w:rPr>
  </w:style>
  <w:style w:type="paragraph" w:styleId="af">
    <w:name w:val="List Paragraph"/>
    <w:basedOn w:val="a"/>
    <w:uiPriority w:val="99"/>
    <w:qFormat/>
    <w:rsid w:val="00C21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C7BCD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ECFDF709A800A82B3B59128C052AEE4214D89D324DC5548A875CE51892C6915C11BD03B688D145cDb8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461</TotalTime>
  <Pages>7</Pages>
  <Words>1995</Words>
  <Characters>12480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dc:description/>
  <cp:lastModifiedBy>Уткина Елена Владмировна</cp:lastModifiedBy>
  <cp:revision>48</cp:revision>
  <cp:lastPrinted>2018-05-17T11:37:00Z</cp:lastPrinted>
  <dcterms:created xsi:type="dcterms:W3CDTF">2017-01-23T11:54:00Z</dcterms:created>
  <dcterms:modified xsi:type="dcterms:W3CDTF">2018-05-31T06:53:00Z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